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944" w:rsidRDefault="00977027" w:rsidP="00703386">
      <w:pPr>
        <w:pStyle w:val="DocumentTitle"/>
      </w:pPr>
      <w:r>
        <w:t>Work Paper SCE13HC039 Limitations Memo</w:t>
      </w:r>
    </w:p>
    <w:p w:rsidR="003E388C" w:rsidRPr="003E388C" w:rsidRDefault="003E388C" w:rsidP="00703386">
      <w:pPr>
        <w:pStyle w:val="DocumentTitle"/>
        <w:rPr>
          <w:sz w:val="28"/>
        </w:rPr>
      </w:pPr>
      <w:r w:rsidRPr="003E388C">
        <w:rPr>
          <w:sz w:val="28"/>
        </w:rPr>
        <w:t>January 27, 2014</w:t>
      </w:r>
    </w:p>
    <w:p w:rsidR="00977027" w:rsidRDefault="00977027" w:rsidP="00110CC5">
      <w:pPr>
        <w:pStyle w:val="Heading1"/>
        <w:rPr>
          <w:rFonts w:cs="Times New Roman"/>
          <w:b w:val="0"/>
          <w:bCs w:val="0"/>
          <w:color w:val="333333"/>
          <w:kern w:val="0"/>
          <w:sz w:val="24"/>
          <w:szCs w:val="24"/>
          <w14:ligatures w14:val="none"/>
        </w:rPr>
      </w:pPr>
      <w:bookmarkStart w:id="0" w:name="_Toc363547791"/>
      <w:r w:rsidRPr="00977027">
        <w:rPr>
          <w:rFonts w:cs="Times New Roman"/>
          <w:b w:val="0"/>
          <w:bCs w:val="0"/>
          <w:color w:val="333333"/>
          <w:kern w:val="0"/>
          <w:sz w:val="24"/>
          <w:szCs w:val="24"/>
          <w14:ligatures w14:val="none"/>
        </w:rPr>
        <w:t>The purpose of this memo is to inform SCE of the limitations of the modeled calculations performed for Work Paper SCE13HC039  (VSD Retrofit to Central Plant Systems)</w:t>
      </w:r>
      <w:r>
        <w:rPr>
          <w:rFonts w:cs="Times New Roman"/>
          <w:b w:val="0"/>
          <w:bCs w:val="0"/>
          <w:color w:val="333333"/>
          <w:kern w:val="0"/>
          <w:sz w:val="24"/>
          <w:szCs w:val="24"/>
          <w14:ligatures w14:val="none"/>
        </w:rPr>
        <w:t>.</w:t>
      </w:r>
    </w:p>
    <w:bookmarkEnd w:id="0"/>
    <w:p w:rsidR="00453944" w:rsidRPr="00703386" w:rsidRDefault="00977027" w:rsidP="00110CC5">
      <w:pPr>
        <w:pStyle w:val="Heading1"/>
      </w:pPr>
      <w:r>
        <w:t>Modeled Appraoch</w:t>
      </w:r>
    </w:p>
    <w:p w:rsidR="00977027" w:rsidRDefault="00977027" w:rsidP="00977027">
      <w:r w:rsidRPr="00977027">
        <w:t>For the VFD on CW pump measure the modelled approach varies the condenser water flow linearly with the load. This was confirmed using the hourly reporting feature of eQUEST for three sample runs: 1) constant CW flow, 2) variable CW flow with a 70% minimum flow rate, and 3) variable CW flow with a 50% minimum flow rate, as shown in the chart below.</w:t>
      </w:r>
    </w:p>
    <w:p w:rsidR="003E388C" w:rsidRPr="00977027" w:rsidRDefault="003E388C" w:rsidP="003E388C">
      <w:pPr>
        <w:pStyle w:val="Caption"/>
      </w:pPr>
      <w:r>
        <w:t xml:space="preserve">Figure </w:t>
      </w:r>
      <w:fldSimple w:instr=" SEQ Figure \* ARABIC ">
        <w:r>
          <w:rPr>
            <w:noProof/>
          </w:rPr>
          <w:t>1</w:t>
        </w:r>
      </w:fldSimple>
      <w:r>
        <w:t>. CW Flow vs PLR</w:t>
      </w:r>
    </w:p>
    <w:p w:rsidR="00977027" w:rsidRPr="00977027" w:rsidRDefault="00977027" w:rsidP="00977027">
      <w:pPr>
        <w:jc w:val="center"/>
      </w:pPr>
      <w:r w:rsidRPr="00977027">
        <w:rPr>
          <w:noProof/>
        </w:rPr>
        <w:drawing>
          <wp:anchor distT="0" distB="0" distL="114300" distR="114300" simplePos="0" relativeHeight="251658240" behindDoc="0" locked="0" layoutInCell="1" allowOverlap="1" wp14:anchorId="7291F1CD" wp14:editId="63F62F92">
            <wp:simplePos x="0" y="0"/>
            <wp:positionH relativeFrom="margin">
              <wp:align>left</wp:align>
            </wp:positionH>
            <wp:positionV relativeFrom="paragraph">
              <wp:posOffset>3175</wp:posOffset>
            </wp:positionV>
            <wp:extent cx="3657600" cy="2286000"/>
            <wp:effectExtent l="0" t="0" r="19050" b="19050"/>
            <wp:wrapTopAndBottom/>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093343" w:rsidRPr="00977027" w:rsidRDefault="00977027" w:rsidP="00977027">
      <w:r w:rsidRPr="00977027">
        <w:t>This is as expected – as the load decreases the CW flow rate is decreased down to an allowable minimum. A review of available literature was conducted to determine the viability of the modeled approach. According to an article by Taylor Engineering</w:t>
      </w:r>
      <w:bookmarkStart w:id="1" w:name="_Ref378624225"/>
      <w:r w:rsidR="00093343">
        <w:rPr>
          <w:rStyle w:val="EndnoteReference"/>
        </w:rPr>
        <w:endnoteReference w:id="1"/>
      </w:r>
      <w:bookmarkEnd w:id="1"/>
      <w:r w:rsidR="00093343" w:rsidRPr="00977027">
        <w:t>, when optimum condenser water pump speed and flow were plotted against various parameters such as PLR, wet-bulb temperature, chiller percent power, and lift, the best correlation was flow vs. PLR. In the same article, the modeled approach for CW flow is also determined by a linear relationship (CWFR = C × PLR + D).</w:t>
      </w:r>
    </w:p>
    <w:p w:rsidR="00093343" w:rsidRPr="00977027" w:rsidRDefault="00093343" w:rsidP="00977027">
      <w:r w:rsidRPr="00977027">
        <w:t>Further research was conducted to arrive at a reasonable selection for the minimum flow rate. According to the DOE2 dictionary</w:t>
      </w:r>
      <w:bookmarkStart w:id="2" w:name="_Ref378623886"/>
      <w:r>
        <w:rPr>
          <w:rStyle w:val="EndnoteReference"/>
        </w:rPr>
        <w:endnoteReference w:id="2"/>
      </w:r>
      <w:bookmarkEnd w:id="2"/>
      <w:r>
        <w:t>,</w:t>
      </w:r>
      <w:r w:rsidRPr="00977027">
        <w:t xml:space="preserve"> this minimum flow should be above the point where the flow transitions from turbulent to laminar. One reason for this is because turbulent flow results in much better heat transfer. A cursory review of chiller manufacturer data indicates that the minimum CW flow rate can be as low as 30% of the maximum flow</w:t>
      </w:r>
      <w:r>
        <w:t>.</w:t>
      </w:r>
      <w:r>
        <w:rPr>
          <w:rStyle w:val="EndnoteReference"/>
        </w:rPr>
        <w:endnoteReference w:id="3"/>
      </w:r>
      <w:r>
        <w:t xml:space="preserve">  </w:t>
      </w:r>
      <w:r w:rsidRPr="00977027">
        <w:t>Note that the baseline prototype models used in this workpaper default to 40% minimum CW flow when variable CW flow is selected.  This value will depend on the number of tubes, number of passes, and tube design (e.g., smooth vs. enhanced), and will typically be on the order of 40% to 70% of design flow</w:t>
      </w:r>
      <w:r>
        <w:t>.</w:t>
      </w:r>
      <w:r>
        <w:rPr>
          <w:rStyle w:val="EndnoteReference"/>
        </w:rPr>
        <w:endnoteReference w:id="4"/>
      </w:r>
    </w:p>
    <w:p w:rsidR="00093343" w:rsidRPr="00977027" w:rsidRDefault="00093343" w:rsidP="00977027">
      <w:r w:rsidRPr="00977027">
        <w:t>However, there are other important determinants to consider when establishing the minimum CW flow. With regard to chillers, variable condenser flow is not the norm, especially for such chillers that depend on head pressure reductions at part load. In centrifugal chillers, reduced condenser water flows may elevate head pressures, resulting in a loss of efficiency and possible chiller instability</w:t>
      </w:r>
      <w:r>
        <w:t>.</w:t>
      </w:r>
      <w:r>
        <w:rPr>
          <w:rStyle w:val="EndnoteReference"/>
        </w:rPr>
        <w:endnoteReference w:id="5"/>
      </w:r>
      <w:r w:rsidRPr="00977027">
        <w:t xml:space="preserve"> In addition, reducing the CW flow too much when the chiller is heavily loaded and the wet bulb temperature is high will cause a centrifugal chiller to surge</w:t>
      </w:r>
      <w:r>
        <w:t>.</w:t>
      </w:r>
      <w:r>
        <w:rPr>
          <w:rStyle w:val="EndnoteReference"/>
        </w:rPr>
        <w:endnoteReference w:id="6"/>
      </w:r>
    </w:p>
    <w:p w:rsidR="00093343" w:rsidRPr="00977027" w:rsidRDefault="00093343" w:rsidP="00977027">
      <w:r w:rsidRPr="00977027">
        <w:t>The cooling tower also imposes limits on how far the CW flow can be reduced. The CW flow must be sufficient to provide the required static lift, and to provide full coverage to the fill. If the nozzles don’t fully wet the fill, air will go through the dry spots providing no cooling benefit and cause the water at the edge of the dry spot to flash evaporate depositing dissolved solids on the fill (known as scaling)</w:t>
      </w:r>
      <w:r>
        <w:t>.</w:t>
      </w:r>
      <w:r>
        <w:rPr>
          <w:rStyle w:val="EndnoteReference"/>
        </w:rPr>
        <w:endnoteReference w:id="7"/>
      </w:r>
      <w:r w:rsidRPr="00977027">
        <w:t xml:space="preserve"> There are two kinds of cooling towers: 1) crossflow, in which the water flows vertically through the fill while the air flows horizontally across the flow of the falling water; and 2) counterflow, in which air flows vertically upward, counter to the flow of falling water in the fill. In general, crossflow cooling towers can handle much higher turndown rates (50-70% or more, which would correlate to a minimum CW flow of 50-30%). Counterflow cooling towers are not easily modified but variable flow can be achieved as long as the limitations of nozzle design and fill coverage are taken into account on the specific cooling tower model and design conditions. Counterflow towers have a limited turndown capability; enough head is needed to properly pressurize the piping plus cover the fill and the head varies with the square of the water flow (ex., 50% turndown reduces head 4x; if 3’-0” of head is needed at the inlet at half flow, 12’-0” head is required at design flow)</w:t>
      </w:r>
      <w:r>
        <w:t>.</w:t>
      </w:r>
      <w:bookmarkStart w:id="3" w:name="_Ref378624238"/>
      <w:r>
        <w:rPr>
          <w:rStyle w:val="EndnoteReference"/>
        </w:rPr>
        <w:endnoteReference w:id="8"/>
      </w:r>
      <w:bookmarkEnd w:id="3"/>
    </w:p>
    <w:p w:rsidR="00977027" w:rsidRDefault="00977027" w:rsidP="00977027">
      <w:r w:rsidRPr="00977027">
        <w:t xml:space="preserve">Summarizing the above limitations, the minimum condenser water flow for a specific application is the highest of: 1) the minimum condenser flow rate allowed by the chiller; 2) the minimum flow rate allowed by the tower. The </w:t>
      </w:r>
      <w:r w:rsidR="003E388C">
        <w:t>table below</w:t>
      </w:r>
      <w:r w:rsidRPr="00977027">
        <w:t xml:space="preserve"> summarizes gen</w:t>
      </w:r>
      <w:r w:rsidR="003E388C">
        <w:t>eral acceptable ranges for each.</w:t>
      </w:r>
    </w:p>
    <w:p w:rsidR="003E388C" w:rsidRPr="00977027" w:rsidRDefault="003E388C" w:rsidP="003E388C">
      <w:pPr>
        <w:pStyle w:val="Caption"/>
      </w:pPr>
      <w:r>
        <w:t xml:space="preserve">Table </w:t>
      </w:r>
      <w:fldSimple w:instr=" SEQ Table \* ARABIC ">
        <w:r>
          <w:rPr>
            <w:noProof/>
          </w:rPr>
          <w:t>1</w:t>
        </w:r>
      </w:fldSimple>
      <w:r>
        <w:t>. Minimum Flow Requirements for Chillers and Cooling Towers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2410"/>
        <w:gridCol w:w="2398"/>
      </w:tblGrid>
      <w:tr w:rsidR="00977027" w:rsidRPr="00977027" w:rsidTr="003E388C">
        <w:tc>
          <w:tcPr>
            <w:tcW w:w="3400" w:type="dxa"/>
          </w:tcPr>
          <w:p w:rsidR="00977027" w:rsidRPr="003E388C" w:rsidRDefault="003E388C" w:rsidP="003E388C">
            <w:pPr>
              <w:rPr>
                <w:b/>
              </w:rPr>
            </w:pPr>
            <w:r w:rsidRPr="003E388C">
              <w:rPr>
                <w:b/>
              </w:rPr>
              <w:t>Technology</w:t>
            </w:r>
          </w:p>
        </w:tc>
        <w:tc>
          <w:tcPr>
            <w:tcW w:w="2410" w:type="dxa"/>
          </w:tcPr>
          <w:p w:rsidR="00977027" w:rsidRPr="003E388C" w:rsidRDefault="00977027" w:rsidP="003E388C">
            <w:pPr>
              <w:rPr>
                <w:b/>
              </w:rPr>
            </w:pPr>
            <w:r w:rsidRPr="003E388C">
              <w:rPr>
                <w:b/>
              </w:rPr>
              <w:t>Minimum CW flow</w:t>
            </w:r>
          </w:p>
        </w:tc>
        <w:tc>
          <w:tcPr>
            <w:tcW w:w="2398" w:type="dxa"/>
          </w:tcPr>
          <w:p w:rsidR="00977027" w:rsidRPr="003E388C" w:rsidRDefault="00977027" w:rsidP="003E388C">
            <w:pPr>
              <w:rPr>
                <w:b/>
              </w:rPr>
            </w:pPr>
            <w:r w:rsidRPr="003E388C">
              <w:rPr>
                <w:b/>
              </w:rPr>
              <w:t>Source</w:t>
            </w:r>
          </w:p>
        </w:tc>
      </w:tr>
      <w:tr w:rsidR="00977027" w:rsidRPr="00977027" w:rsidTr="003E388C">
        <w:tc>
          <w:tcPr>
            <w:tcW w:w="3400" w:type="dxa"/>
          </w:tcPr>
          <w:p w:rsidR="00977027" w:rsidRPr="00977027" w:rsidRDefault="003E388C" w:rsidP="00093343">
            <w:r>
              <w:t>Chiller</w:t>
            </w:r>
          </w:p>
        </w:tc>
        <w:tc>
          <w:tcPr>
            <w:tcW w:w="2410" w:type="dxa"/>
          </w:tcPr>
          <w:p w:rsidR="00977027" w:rsidRPr="00977027" w:rsidRDefault="00977027" w:rsidP="003E388C">
            <w:r w:rsidRPr="00977027">
              <w:t>30-70%</w:t>
            </w:r>
          </w:p>
        </w:tc>
        <w:tc>
          <w:tcPr>
            <w:tcW w:w="2398" w:type="dxa"/>
          </w:tcPr>
          <w:p w:rsidR="00977027" w:rsidRPr="00977027" w:rsidRDefault="00977027" w:rsidP="003E388C">
            <w:r w:rsidRPr="00977027">
              <w:t>Taylor</w:t>
            </w:r>
            <w:r w:rsidR="003E388C">
              <w:fldChar w:fldCharType="begin"/>
            </w:r>
            <w:r w:rsidR="003E388C">
              <w:instrText xml:space="preserve"> NOTEREF _Ref378624225 \f \h  \* MERGEFORMAT </w:instrText>
            </w:r>
            <w:r w:rsidR="003E388C">
              <w:fldChar w:fldCharType="separate"/>
            </w:r>
            <w:r w:rsidR="003E388C" w:rsidRPr="003E388C">
              <w:rPr>
                <w:rStyle w:val="EndnoteReference"/>
              </w:rPr>
              <w:t>1</w:t>
            </w:r>
            <w:r w:rsidR="003E388C">
              <w:fldChar w:fldCharType="end"/>
            </w:r>
          </w:p>
        </w:tc>
      </w:tr>
      <w:tr w:rsidR="003E388C" w:rsidRPr="00977027" w:rsidTr="003E388C">
        <w:tc>
          <w:tcPr>
            <w:tcW w:w="3400" w:type="dxa"/>
          </w:tcPr>
          <w:p w:rsidR="003E388C" w:rsidRPr="00977027" w:rsidRDefault="003E388C" w:rsidP="00A015D3">
            <w:r>
              <w:t>Cooling Tower: Crossflow</w:t>
            </w:r>
          </w:p>
        </w:tc>
        <w:tc>
          <w:tcPr>
            <w:tcW w:w="2410" w:type="dxa"/>
          </w:tcPr>
          <w:p w:rsidR="003E388C" w:rsidRPr="00977027" w:rsidRDefault="003E388C" w:rsidP="003E388C">
            <w:r w:rsidRPr="00977027">
              <w:t>30-50%</w:t>
            </w:r>
          </w:p>
        </w:tc>
        <w:tc>
          <w:tcPr>
            <w:tcW w:w="2398" w:type="dxa"/>
          </w:tcPr>
          <w:p w:rsidR="003E388C" w:rsidRPr="00977027" w:rsidRDefault="003E388C" w:rsidP="003E388C">
            <w:r w:rsidRPr="00977027">
              <w:t>SPX</w:t>
            </w:r>
            <w:r>
              <w:fldChar w:fldCharType="begin"/>
            </w:r>
            <w:r>
              <w:instrText xml:space="preserve"> NOTEREF _Ref378624238 \f \h  \* MERGEFORMAT </w:instrText>
            </w:r>
            <w:r>
              <w:fldChar w:fldCharType="separate"/>
            </w:r>
            <w:r w:rsidRPr="003E388C">
              <w:rPr>
                <w:rStyle w:val="EndnoteReference"/>
              </w:rPr>
              <w:t>8</w:t>
            </w:r>
            <w:r>
              <w:fldChar w:fldCharType="end"/>
            </w:r>
          </w:p>
        </w:tc>
      </w:tr>
      <w:tr w:rsidR="003E388C" w:rsidRPr="00977027" w:rsidTr="003E388C">
        <w:tc>
          <w:tcPr>
            <w:tcW w:w="3400" w:type="dxa"/>
          </w:tcPr>
          <w:p w:rsidR="003E388C" w:rsidRPr="00977027" w:rsidRDefault="003E388C" w:rsidP="00A015D3">
            <w:r>
              <w:t>Cooling Tower: Counterflow</w:t>
            </w:r>
          </w:p>
        </w:tc>
        <w:tc>
          <w:tcPr>
            <w:tcW w:w="2410" w:type="dxa"/>
          </w:tcPr>
          <w:p w:rsidR="003E388C" w:rsidRPr="00977027" w:rsidRDefault="003E388C" w:rsidP="003E388C">
            <w:r w:rsidRPr="00977027">
              <w:t>50-70%</w:t>
            </w:r>
          </w:p>
        </w:tc>
        <w:tc>
          <w:tcPr>
            <w:tcW w:w="2398" w:type="dxa"/>
          </w:tcPr>
          <w:p w:rsidR="003E388C" w:rsidRPr="00977027" w:rsidRDefault="003E388C" w:rsidP="003E388C">
            <w:r w:rsidRPr="00977027">
              <w:t xml:space="preserve">T24 </w:t>
            </w:r>
            <w:r w:rsidRPr="003E388C">
              <w:t>2008</w:t>
            </w:r>
            <w:r>
              <w:rPr>
                <w:rStyle w:val="EndnoteReference"/>
              </w:rPr>
              <w:endnoteReference w:id="9"/>
            </w:r>
            <w:r w:rsidRPr="00977027">
              <w:t xml:space="preserve"> &amp; </w:t>
            </w:r>
            <w:r w:rsidRPr="003E388C">
              <w:t>2013</w:t>
            </w:r>
            <w:r>
              <w:rPr>
                <w:rStyle w:val="EndnoteReference"/>
              </w:rPr>
              <w:endnoteReference w:id="10"/>
            </w:r>
          </w:p>
        </w:tc>
      </w:tr>
    </w:tbl>
    <w:p w:rsidR="00977027" w:rsidRPr="00977027" w:rsidRDefault="00977027" w:rsidP="00977027"/>
    <w:p w:rsidR="00977027" w:rsidRPr="00977027" w:rsidRDefault="00977027" w:rsidP="00977027">
      <w:r w:rsidRPr="00977027">
        <w:t>A source for acceptable CW flow turndown range for existing counterflow towers could not be located; the range of 50-70% given is from the latest Title 24 code cycles, which provide turndown capability requirements for new installations. As described above, the minimum CW flow values will depend greatly on the characteristics of the installed system. Furthermore, survey data could not be located regarding the minimum CW flow capabilities of chilled water systems throughout SCE territory. Therefore, rather than varying the minimum CW flow for each prototype model based on some dependent such as climate zone, vintage, etc., a conservative estimate of 70% was selected as the minimum CW flow for all of the measure simulations. Due to the limitations imposed on the CW flow rate by the chiller and tower, it is imperative that chiller manufacturer selection data and cooling tower manufacturer retrofit information be carefully reviewed before implementing this measure.</w:t>
      </w:r>
    </w:p>
    <w:p w:rsidR="00093343" w:rsidRDefault="00977027" w:rsidP="00977027">
      <w:r w:rsidRPr="00977027">
        <w:t>Taylor gives further caution to this measure, warning that “variable speed drives should only be used on condenser water pumps if the designer takes the time to ensure that contr</w:t>
      </w:r>
      <w:r w:rsidR="00093343">
        <w:t>ol sequences are near-optimum”</w:t>
      </w:r>
      <w:r w:rsidRPr="00977027">
        <w:t>.</w:t>
      </w:r>
      <w:r w:rsidR="00093343">
        <w:rPr>
          <w:rStyle w:val="EndnoteReference"/>
        </w:rPr>
        <w:endnoteReference w:id="11"/>
      </w:r>
      <w:r w:rsidRPr="00977027">
        <w:t xml:space="preserve"> According to Taylor, this measure can increase the energy use of the plant if not optimally controlled. As Taylor notes, “as condenser water flow falls, both pump energy and cooling tower energy (for the same condenser water supply temperature) will fall, but chiller energy will rise as leaving condenser water temperature rises.” The leaving condenser water temperature is an important determinant of chiller performance, and must be taken into account when simulating a chiller with a condenser flow other than the rate</w:t>
      </w:r>
      <w:r w:rsidR="00093343">
        <w:t>d flow</w:t>
      </w:r>
      <w:r w:rsidRPr="00977027">
        <w:t>.</w:t>
      </w:r>
      <w:r w:rsidR="00093343">
        <w:fldChar w:fldCharType="begin"/>
      </w:r>
      <w:r w:rsidR="00093343">
        <w:instrText xml:space="preserve"> NOTEREF _Ref378623886 \f \h </w:instrText>
      </w:r>
      <w:r w:rsidR="00093343">
        <w:fldChar w:fldCharType="separate"/>
      </w:r>
      <w:r w:rsidR="00093343" w:rsidRPr="00093343">
        <w:rPr>
          <w:rStyle w:val="EndnoteReference"/>
        </w:rPr>
        <w:t>2</w:t>
      </w:r>
      <w:r w:rsidR="00093343">
        <w:fldChar w:fldCharType="end"/>
      </w:r>
      <w:r w:rsidRPr="00977027">
        <w:t xml:space="preserve"> This was observed in early modeled runs for the MBT (manufacturing/bio-technology) building type. It was found that if the leaving condenser temperature was not limited, the penalty of higher chiller consumption was greater than any pumping savings during periods of high loads. Therefore an adjustment was made to the control strategy for all of the modeled building types so that the leaving condenser temperature would not exceed the rated condenser temperature for the modeled chiller (85degF); this was achieved by setting the MAX-COND-T keyword to 85. A summary of the modeled changes for thi</w:t>
      </w:r>
      <w:r w:rsidR="003E388C">
        <w:t xml:space="preserve">s measure is given in the </w:t>
      </w:r>
      <w:r w:rsidRPr="00977027">
        <w:t>table</w:t>
      </w:r>
      <w:r w:rsidR="003E388C">
        <w:t xml:space="preserve"> below</w:t>
      </w:r>
      <w:r w:rsidRPr="00977027">
        <w:t>.</w:t>
      </w:r>
    </w:p>
    <w:p w:rsidR="00093343" w:rsidRDefault="00093343">
      <w:pPr>
        <w:spacing w:after="0" w:line="240" w:lineRule="auto"/>
      </w:pPr>
      <w:r>
        <w:br w:type="page"/>
      </w:r>
    </w:p>
    <w:p w:rsidR="00977027" w:rsidRPr="00977027" w:rsidRDefault="00093343" w:rsidP="00093343">
      <w:pPr>
        <w:pStyle w:val="Caption"/>
      </w:pPr>
      <w:r>
        <w:t xml:space="preserve">Table </w:t>
      </w:r>
      <w:fldSimple w:instr=" SEQ Table \* ARABIC ">
        <w:r w:rsidR="003E388C">
          <w:rPr>
            <w:noProof/>
          </w:rPr>
          <w:t>2</w:t>
        </w:r>
      </w:fldSimple>
      <w:r>
        <w:t>. Modeled Changes</w:t>
      </w:r>
    </w:p>
    <w:tbl>
      <w:tblPr>
        <w:tblStyle w:val="TableGrid"/>
        <w:tblW w:w="0" w:type="auto"/>
        <w:tblLook w:val="04A0" w:firstRow="1" w:lastRow="0" w:firstColumn="1" w:lastColumn="0" w:noHBand="0" w:noVBand="1"/>
      </w:tblPr>
      <w:tblGrid>
        <w:gridCol w:w="3192"/>
        <w:gridCol w:w="3192"/>
        <w:gridCol w:w="3192"/>
      </w:tblGrid>
      <w:tr w:rsidR="00977027" w:rsidRPr="00977027" w:rsidTr="00093343">
        <w:tc>
          <w:tcPr>
            <w:tcW w:w="3192" w:type="dxa"/>
          </w:tcPr>
          <w:p w:rsidR="00977027" w:rsidRPr="003E388C" w:rsidRDefault="00977027" w:rsidP="00093343">
            <w:pPr>
              <w:rPr>
                <w:b/>
              </w:rPr>
            </w:pPr>
            <w:r w:rsidRPr="003E388C">
              <w:rPr>
                <w:b/>
              </w:rPr>
              <w:t>Keyword</w:t>
            </w:r>
          </w:p>
        </w:tc>
        <w:tc>
          <w:tcPr>
            <w:tcW w:w="3192" w:type="dxa"/>
          </w:tcPr>
          <w:p w:rsidR="00977027" w:rsidRPr="003E388C" w:rsidRDefault="00977027" w:rsidP="00093343">
            <w:pPr>
              <w:rPr>
                <w:b/>
              </w:rPr>
            </w:pPr>
            <w:r w:rsidRPr="003E388C">
              <w:rPr>
                <w:b/>
              </w:rPr>
              <w:t>Baseline value</w:t>
            </w:r>
          </w:p>
        </w:tc>
        <w:tc>
          <w:tcPr>
            <w:tcW w:w="3192" w:type="dxa"/>
          </w:tcPr>
          <w:p w:rsidR="00977027" w:rsidRPr="003E388C" w:rsidRDefault="00977027" w:rsidP="00093343">
            <w:pPr>
              <w:rPr>
                <w:b/>
              </w:rPr>
            </w:pPr>
            <w:r w:rsidRPr="003E388C">
              <w:rPr>
                <w:b/>
              </w:rPr>
              <w:t>Measure value</w:t>
            </w:r>
          </w:p>
        </w:tc>
      </w:tr>
      <w:tr w:rsidR="000543E0" w:rsidRPr="00977027" w:rsidTr="00093343">
        <w:tc>
          <w:tcPr>
            <w:tcW w:w="3192" w:type="dxa"/>
          </w:tcPr>
          <w:p w:rsidR="000543E0" w:rsidRPr="00977027" w:rsidRDefault="000543E0" w:rsidP="00093343">
            <w:r>
              <w:rPr>
                <w:rFonts w:asciiTheme="minorHAnsi" w:hAnsiTheme="minorHAnsi" w:cstheme="minorHAnsi"/>
              </w:rPr>
              <w:t>PUMP:CAP-CTRL</w:t>
            </w:r>
          </w:p>
        </w:tc>
        <w:tc>
          <w:tcPr>
            <w:tcW w:w="3192" w:type="dxa"/>
          </w:tcPr>
          <w:p w:rsidR="000543E0" w:rsidRPr="00977027" w:rsidRDefault="000543E0" w:rsidP="00093343">
            <w:r>
              <w:t>N/A</w:t>
            </w:r>
          </w:p>
        </w:tc>
        <w:tc>
          <w:tcPr>
            <w:tcW w:w="3192" w:type="dxa"/>
          </w:tcPr>
          <w:p w:rsidR="000543E0" w:rsidRPr="00977027" w:rsidRDefault="000543E0" w:rsidP="00093343">
            <w:r>
              <w:rPr>
                <w:rFonts w:asciiTheme="minorHAnsi" w:hAnsiTheme="minorHAnsi" w:cstheme="minorHAnsi"/>
              </w:rPr>
              <w:t>VAR-SPEED-PUMP</w:t>
            </w:r>
          </w:p>
        </w:tc>
      </w:tr>
      <w:tr w:rsidR="00977027" w:rsidRPr="00977027" w:rsidTr="00093343">
        <w:tc>
          <w:tcPr>
            <w:tcW w:w="3192" w:type="dxa"/>
          </w:tcPr>
          <w:p w:rsidR="00977027" w:rsidRPr="00977027" w:rsidRDefault="00977027" w:rsidP="00093343">
            <w:r w:rsidRPr="00977027">
              <w:t>CHILLER:CW-FLOW-CTRL</w:t>
            </w:r>
          </w:p>
        </w:tc>
        <w:tc>
          <w:tcPr>
            <w:tcW w:w="3192" w:type="dxa"/>
          </w:tcPr>
          <w:p w:rsidR="00977027" w:rsidRPr="00977027" w:rsidRDefault="00977027" w:rsidP="00093343">
            <w:r w:rsidRPr="00977027">
              <w:t>CONSTANT-FLOW</w:t>
            </w:r>
          </w:p>
        </w:tc>
        <w:tc>
          <w:tcPr>
            <w:tcW w:w="3192" w:type="dxa"/>
          </w:tcPr>
          <w:p w:rsidR="00977027" w:rsidRPr="00977027" w:rsidRDefault="00977027" w:rsidP="00093343">
            <w:r w:rsidRPr="00977027">
              <w:t>VARIABLE-FLOW</w:t>
            </w:r>
          </w:p>
        </w:tc>
      </w:tr>
      <w:tr w:rsidR="00977027" w:rsidRPr="00977027" w:rsidTr="00093343">
        <w:tc>
          <w:tcPr>
            <w:tcW w:w="3192" w:type="dxa"/>
          </w:tcPr>
          <w:p w:rsidR="00977027" w:rsidRPr="00977027" w:rsidRDefault="00977027" w:rsidP="00093343">
            <w:r w:rsidRPr="00977027">
              <w:t>CHILLER:CW-MIN-FLOW</w:t>
            </w:r>
          </w:p>
        </w:tc>
        <w:tc>
          <w:tcPr>
            <w:tcW w:w="3192" w:type="dxa"/>
          </w:tcPr>
          <w:p w:rsidR="00977027" w:rsidRPr="00977027" w:rsidRDefault="00977027" w:rsidP="00093343">
            <w:r w:rsidRPr="00977027">
              <w:t>N/A</w:t>
            </w:r>
          </w:p>
        </w:tc>
        <w:tc>
          <w:tcPr>
            <w:tcW w:w="3192" w:type="dxa"/>
          </w:tcPr>
          <w:p w:rsidR="00977027" w:rsidRPr="00977027" w:rsidRDefault="00977027" w:rsidP="00093343">
            <w:r w:rsidRPr="00977027">
              <w:t>0.70 (ratio)</w:t>
            </w:r>
          </w:p>
        </w:tc>
      </w:tr>
      <w:tr w:rsidR="00977027" w:rsidRPr="00977027" w:rsidTr="00093343">
        <w:tc>
          <w:tcPr>
            <w:tcW w:w="3192" w:type="dxa"/>
          </w:tcPr>
          <w:p w:rsidR="00977027" w:rsidRPr="00977027" w:rsidRDefault="00977027" w:rsidP="00093343">
            <w:r w:rsidRPr="00977027">
              <w:t>CHILLER:MAX-COND-T</w:t>
            </w:r>
          </w:p>
        </w:tc>
        <w:tc>
          <w:tcPr>
            <w:tcW w:w="3192" w:type="dxa"/>
          </w:tcPr>
          <w:p w:rsidR="00977027" w:rsidRPr="00977027" w:rsidRDefault="00977027" w:rsidP="00093343">
            <w:r w:rsidRPr="00977027">
              <w:t>N/A</w:t>
            </w:r>
          </w:p>
        </w:tc>
        <w:tc>
          <w:tcPr>
            <w:tcW w:w="3192" w:type="dxa"/>
          </w:tcPr>
          <w:p w:rsidR="00977027" w:rsidRPr="00977027" w:rsidRDefault="00977027" w:rsidP="00093343">
            <w:r w:rsidRPr="00977027">
              <w:t>85.0 (degF)</w:t>
            </w:r>
          </w:p>
        </w:tc>
      </w:tr>
    </w:tbl>
    <w:p w:rsidR="000543E0" w:rsidRDefault="00977027" w:rsidP="000543E0">
      <w:pPr>
        <w:pStyle w:val="Heading1"/>
      </w:pPr>
      <w:r>
        <w:t>DOE2 Dictionary</w:t>
      </w:r>
    </w:p>
    <w:p w:rsidR="003E388C" w:rsidRDefault="000543E0" w:rsidP="000543E0">
      <w:pPr>
        <w:pStyle w:val="Heading1"/>
        <w:rPr>
          <w:noProof/>
          <w:color w:val="1F497D"/>
        </w:rPr>
      </w:pPr>
      <w:r>
        <w:rPr>
          <w:noProof/>
        </w:rPr>
        <w:drawing>
          <wp:inline distT="0" distB="0" distL="0" distR="0" wp14:anchorId="5335F948" wp14:editId="58A929DA">
            <wp:extent cx="5337544" cy="333862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0040" t="18805" r="70267" b="42880"/>
                    <a:stretch/>
                  </pic:blipFill>
                  <pic:spPr bwMode="auto">
                    <a:xfrm>
                      <a:off x="0" y="0"/>
                      <a:ext cx="5379283" cy="3364731"/>
                    </a:xfrm>
                    <a:prstGeom prst="rect">
                      <a:avLst/>
                    </a:prstGeom>
                    <a:ln>
                      <a:noFill/>
                    </a:ln>
                    <a:extLst>
                      <a:ext uri="{53640926-AAD7-44D8-BBD7-CCE9431645EC}">
                        <a14:shadowObscured xmlns:a14="http://schemas.microsoft.com/office/drawing/2010/main"/>
                      </a:ext>
                    </a:extLst>
                  </pic:spPr>
                </pic:pic>
              </a:graphicData>
            </a:graphic>
          </wp:inline>
        </w:drawing>
      </w:r>
      <w:r>
        <w:rPr>
          <w:noProof/>
          <w:color w:val="1F497D"/>
        </w:rPr>
        <w:t xml:space="preserve"> </w:t>
      </w:r>
      <w:r w:rsidR="00977027">
        <w:rPr>
          <w:noProof/>
          <w:color w:val="1F497D"/>
        </w:rPr>
        <w:drawing>
          <wp:inline distT="0" distB="0" distL="0" distR="0" wp14:anchorId="6CB78335" wp14:editId="5731817D">
            <wp:extent cx="5039833" cy="4868607"/>
            <wp:effectExtent l="0" t="0" r="889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3244" cy="4881562"/>
                    </a:xfrm>
                    <a:prstGeom prst="rect">
                      <a:avLst/>
                    </a:prstGeom>
                    <a:noFill/>
                    <a:ln>
                      <a:noFill/>
                    </a:ln>
                  </pic:spPr>
                </pic:pic>
              </a:graphicData>
            </a:graphic>
          </wp:inline>
        </w:drawing>
      </w:r>
    </w:p>
    <w:p w:rsidR="000543E0" w:rsidRPr="000543E0" w:rsidRDefault="000543E0" w:rsidP="000543E0">
      <w:pPr>
        <w:rPr>
          <w:rFonts w:eastAsiaTheme="majorEastAsia"/>
        </w:rPr>
      </w:pPr>
    </w:p>
    <w:p w:rsidR="00A52F6D" w:rsidRPr="00093343" w:rsidRDefault="00752FA0" w:rsidP="00093343">
      <w:pPr>
        <w:pStyle w:val="Heading1"/>
        <w:rPr>
          <w:rFonts w:eastAsiaTheme="majorEastAsia"/>
        </w:rPr>
      </w:pPr>
      <w:r>
        <w:rPr>
          <w:rFonts w:eastAsiaTheme="majorEastAsia"/>
        </w:rPr>
        <w:t>References</w:t>
      </w:r>
      <w:r w:rsidR="00093343">
        <w:tab/>
      </w:r>
    </w:p>
    <w:sectPr w:rsidR="00A52F6D" w:rsidRPr="00093343" w:rsidSect="00977027">
      <w:headerReference w:type="default" r:id="rId11"/>
      <w:footerReference w:type="default" r:id="rId12"/>
      <w:endnotePr>
        <w:numFmt w:val="decimal"/>
      </w:endnotePr>
      <w:pgSz w:w="12240" w:h="15840"/>
      <w:pgMar w:top="1080" w:right="1080" w:bottom="1080" w:left="108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239" w:rsidRDefault="009A3239" w:rsidP="00521E7C">
      <w:pPr>
        <w:spacing w:after="0" w:line="240" w:lineRule="auto"/>
      </w:pPr>
      <w:r>
        <w:separator/>
      </w:r>
    </w:p>
  </w:endnote>
  <w:endnote w:type="continuationSeparator" w:id="0">
    <w:p w:rsidR="009A3239" w:rsidRDefault="009A3239" w:rsidP="00521E7C">
      <w:pPr>
        <w:spacing w:after="0" w:line="240" w:lineRule="auto"/>
      </w:pPr>
      <w:r>
        <w:continuationSeparator/>
      </w:r>
    </w:p>
  </w:endnote>
  <w:endnote w:id="1">
    <w:p w:rsidR="00093343" w:rsidRDefault="00093343">
      <w:pPr>
        <w:pStyle w:val="EndnoteText"/>
      </w:pPr>
      <w:r>
        <w:rPr>
          <w:rStyle w:val="EndnoteReference"/>
        </w:rPr>
        <w:endnoteRef/>
      </w:r>
      <w:r>
        <w:t xml:space="preserve"> </w:t>
      </w:r>
      <w:r w:rsidRPr="00977027">
        <w:t>Taylor, Steven T. 2011. “Optimizing Design &amp; Control of Chilled Water Plants Part 5: Optimized Control Seque</w:t>
      </w:r>
      <w:r>
        <w:t>nces“ ASHRAE Journal 54(6):56-74</w:t>
      </w:r>
      <w:r>
        <w:fldChar w:fldCharType="begin"/>
      </w:r>
      <w:r>
        <w:instrText xml:space="preserve"> TA \l "</w:instrText>
      </w:r>
      <w:r w:rsidRPr="004731EC">
        <w:instrText xml:space="preserve">Taylor, Steven T. 2011. </w:instrText>
      </w:r>
      <w:r>
        <w:instrText>\</w:instrText>
      </w:r>
      <w:r w:rsidRPr="004731EC">
        <w:instrText>“Optimizing Design &amp; Control of Chilled Water Plants Part 5: Optimized Control Sequences</w:instrText>
      </w:r>
      <w:r>
        <w:instrText>\</w:instrText>
      </w:r>
      <w:r w:rsidRPr="004731EC">
        <w:instrText>“ ASHRAE Journal 54(6):56-74</w:instrText>
      </w:r>
      <w:r>
        <w:instrText xml:space="preserve">" \s "Taylor, Steven T. 2011. \"Optimizing Design &amp; Control of Chilled Water Plants Part 5: Optimized Control Sequences\" ASHRAE Journal 54(6):56-74" \c 1 </w:instrText>
      </w:r>
      <w:r>
        <w:fldChar w:fldCharType="end"/>
      </w:r>
    </w:p>
  </w:endnote>
  <w:endnote w:id="2">
    <w:p w:rsidR="00093343" w:rsidRDefault="00093343">
      <w:pPr>
        <w:pStyle w:val="EndnoteText"/>
      </w:pPr>
      <w:r>
        <w:rPr>
          <w:rStyle w:val="EndnoteReference"/>
        </w:rPr>
        <w:endnoteRef/>
      </w:r>
      <w:r>
        <w:t xml:space="preserve"> </w:t>
      </w:r>
      <w:r w:rsidRPr="00977027">
        <w:t>http://doe2.com/download/doe-22/DOE22Vol2-Dictionary.pdf#page=193</w:t>
      </w:r>
    </w:p>
  </w:endnote>
  <w:endnote w:id="3">
    <w:p w:rsidR="00093343" w:rsidRDefault="00093343">
      <w:pPr>
        <w:pStyle w:val="EndnoteText"/>
      </w:pPr>
      <w:r>
        <w:rPr>
          <w:rStyle w:val="EndnoteReference"/>
        </w:rPr>
        <w:endnoteRef/>
      </w:r>
      <w:r>
        <w:t xml:space="preserve"> </w:t>
      </w:r>
      <w:r w:rsidRPr="00977027">
        <w:t>http://www.trane.com/Commercial/Uploads/Pdf/1049/CTV-PRC001-E4_09012004.pdf#page=12</w:t>
      </w:r>
      <w:r>
        <w:t>, 2004</w:t>
      </w:r>
    </w:p>
  </w:endnote>
  <w:endnote w:id="4">
    <w:p w:rsidR="00093343" w:rsidRDefault="00093343">
      <w:pPr>
        <w:pStyle w:val="EndnoteText"/>
      </w:pPr>
      <w:r>
        <w:rPr>
          <w:rStyle w:val="EndnoteReference"/>
        </w:rPr>
        <w:endnoteRef/>
      </w:r>
      <w:r>
        <w:t xml:space="preserve"> </w:t>
      </w:r>
      <w:r w:rsidRPr="00977027">
        <w:t>Taylor, Steven T. 2011. “Optimizing Design &amp; Control of Chilled Water Plants Part 5: Optimized Control Sequences“ ASHRAE Journal 54(6):56-66</w:t>
      </w:r>
    </w:p>
  </w:endnote>
  <w:endnote w:id="5">
    <w:p w:rsidR="00093343" w:rsidRDefault="00093343">
      <w:pPr>
        <w:pStyle w:val="EndnoteText"/>
      </w:pPr>
      <w:r>
        <w:rPr>
          <w:rStyle w:val="EndnoteReference"/>
        </w:rPr>
        <w:endnoteRef/>
      </w:r>
      <w:r>
        <w:t xml:space="preserve"> </w:t>
      </w:r>
      <w:r w:rsidRPr="00977027">
        <w:t>http://phila.ashraechapters.org/1009-CTTC.pdf</w:t>
      </w:r>
    </w:p>
  </w:endnote>
  <w:endnote w:id="6">
    <w:p w:rsidR="00093343" w:rsidRDefault="00093343">
      <w:pPr>
        <w:pStyle w:val="EndnoteText"/>
      </w:pPr>
      <w:r>
        <w:rPr>
          <w:rStyle w:val="EndnoteReference"/>
        </w:rPr>
        <w:endnoteRef/>
      </w:r>
      <w:r>
        <w:t xml:space="preserve"> </w:t>
      </w:r>
      <w:r w:rsidRPr="00977027">
        <w:t>http://www.tranehk.com/eng_news/vol41_3.pdf#page=3</w:t>
      </w:r>
    </w:p>
  </w:endnote>
  <w:endnote w:id="7">
    <w:p w:rsidR="00093343" w:rsidRDefault="00093343">
      <w:pPr>
        <w:pStyle w:val="EndnoteText"/>
      </w:pPr>
      <w:r>
        <w:rPr>
          <w:rStyle w:val="EndnoteReference"/>
        </w:rPr>
        <w:endnoteRef/>
      </w:r>
      <w:r>
        <w:t xml:space="preserve"> </w:t>
      </w:r>
      <w:r w:rsidRPr="00977027">
        <w:t>http://www.energy.ca.gov/2008publications/CEC-400-2008-017/rev1_chapters/NRCM_Chapter_4_Mechanical_Systems.pdf#page=83</w:t>
      </w:r>
    </w:p>
  </w:endnote>
  <w:endnote w:id="8">
    <w:p w:rsidR="00093343" w:rsidRDefault="00093343">
      <w:pPr>
        <w:pStyle w:val="EndnoteText"/>
      </w:pPr>
      <w:r>
        <w:rPr>
          <w:rStyle w:val="EndnoteReference"/>
        </w:rPr>
        <w:endnoteRef/>
      </w:r>
      <w:r>
        <w:t xml:space="preserve"> </w:t>
      </w:r>
      <w:r w:rsidRPr="00977027">
        <w:t>http://spxcooling.com/pdf/TR-014.pdf</w:t>
      </w:r>
    </w:p>
  </w:endnote>
  <w:endnote w:id="9">
    <w:p w:rsidR="003E388C" w:rsidRDefault="003E388C">
      <w:pPr>
        <w:pStyle w:val="EndnoteText"/>
      </w:pPr>
      <w:r>
        <w:rPr>
          <w:rStyle w:val="EndnoteReference"/>
        </w:rPr>
        <w:endnoteRef/>
      </w:r>
      <w:r>
        <w:t xml:space="preserve"> </w:t>
      </w:r>
      <w:r w:rsidRPr="003E388C">
        <w:t>http://www.energy.ca.gov/2008publications/CEC-400-2008-017/rev1_chapters/NRCM_Chapter_4_Mechanical_Systems.pdf#page=83</w:t>
      </w:r>
    </w:p>
  </w:endnote>
  <w:endnote w:id="10">
    <w:p w:rsidR="003E388C" w:rsidRDefault="003E388C">
      <w:pPr>
        <w:pStyle w:val="EndnoteText"/>
      </w:pPr>
      <w:r>
        <w:rPr>
          <w:rStyle w:val="EndnoteReference"/>
        </w:rPr>
        <w:endnoteRef/>
      </w:r>
      <w:r>
        <w:t xml:space="preserve"> </w:t>
      </w:r>
      <w:r w:rsidRPr="003E388C">
        <w:t>http://www.energy.ca.gov/2013publications/CEC-400-2013-002/chapters/04_mechanical_systems.pdf#page=107</w:t>
      </w:r>
    </w:p>
  </w:endnote>
  <w:endnote w:id="11">
    <w:p w:rsidR="00093343" w:rsidRDefault="00093343">
      <w:pPr>
        <w:pStyle w:val="EndnoteText"/>
      </w:pPr>
      <w:r>
        <w:rPr>
          <w:rStyle w:val="EndnoteReference"/>
        </w:rPr>
        <w:endnoteRef/>
      </w:r>
      <w:r>
        <w:t xml:space="preserve"> </w:t>
      </w:r>
      <w:r w:rsidRPr="00977027">
        <w:t xml:space="preserve">Taylor, Steven T. 2011. “Optimizing Design &amp; Control of Chilled Water Plants Part 2: Condenser Water System Design“ </w:t>
      </w:r>
      <w:r w:rsidRPr="00977027">
        <w:rPr>
          <w:i/>
        </w:rPr>
        <w:t>ASHRAE Journal</w:t>
      </w:r>
      <w:r w:rsidRPr="00977027">
        <w:t xml:space="preserve"> 53(9):26-36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343" w:rsidRDefault="00093343" w:rsidP="00FF6D8A">
    <w:pPr>
      <w:pStyle w:val="Footer"/>
    </w:pPr>
    <w:r>
      <w:drawing>
        <wp:anchor distT="0" distB="0" distL="114300" distR="114300" simplePos="0" relativeHeight="251661312" behindDoc="0" locked="0" layoutInCell="1" allowOverlap="1" wp14:anchorId="2CE22C68" wp14:editId="7BCE60E7">
          <wp:simplePos x="0" y="0"/>
          <mc:AlternateContent>
            <mc:Choice Requires="wp14">
              <wp:positionH relativeFrom="rightMargin">
                <wp14:pctPosHOffset>-105000</wp14:pctPosHOffset>
              </wp:positionH>
            </mc:Choice>
            <mc:Fallback>
              <wp:positionH relativeFrom="page">
                <wp:posOffset>6366510</wp:posOffset>
              </wp:positionH>
            </mc:Fallback>
          </mc:AlternateContent>
          <mc:AlternateContent>
            <mc:Choice Requires="wp14">
              <wp:positionV relativeFrom="bottomMargin">
                <wp14:pctPosVOffset>22000</wp14:pctPosVOffset>
              </wp:positionV>
            </mc:Choice>
            <mc:Fallback>
              <wp:positionV relativeFrom="page">
                <wp:posOffset>9523095</wp:posOffset>
              </wp:positionV>
            </mc:Fallback>
          </mc:AlternateContent>
          <wp:extent cx="804672" cy="210312"/>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peci_logo_mai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4672" cy="210312"/>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Work Paper SCE13HC039 Limitation Memo  |  January 27, 2014  |  </w:t>
    </w:r>
    <w:r w:rsidRPr="00D67AAD">
      <w:fldChar w:fldCharType="begin"/>
    </w:r>
    <w:r w:rsidRPr="00D67AAD">
      <w:instrText xml:space="preserve"> PAGE </w:instrText>
    </w:r>
    <w:r w:rsidRPr="00D67AAD">
      <w:fldChar w:fldCharType="separate"/>
    </w:r>
    <w:r w:rsidR="00F17588">
      <w:t>1</w:t>
    </w:r>
    <w:r w:rsidRPr="00D67AAD">
      <w:fldChar w:fldCharType="end"/>
    </w:r>
    <w:r>
      <w:softHyphen/>
    </w:r>
    <w:r>
      <w:softHyphen/>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239" w:rsidRDefault="009A3239" w:rsidP="00521E7C">
      <w:pPr>
        <w:spacing w:after="0" w:line="240" w:lineRule="auto"/>
      </w:pPr>
      <w:r>
        <w:separator/>
      </w:r>
    </w:p>
  </w:footnote>
  <w:footnote w:type="continuationSeparator" w:id="0">
    <w:p w:rsidR="009A3239" w:rsidRDefault="009A3239" w:rsidP="00521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343" w:rsidRDefault="00093343">
    <w:r>
      <w:rPr>
        <w:noProof/>
      </w:rPr>
      <w:drawing>
        <wp:anchor distT="0" distB="0" distL="114300" distR="114300" simplePos="0" relativeHeight="251659264" behindDoc="0" locked="0" layoutInCell="1" allowOverlap="1" wp14:anchorId="44FC68D3" wp14:editId="224E3208">
          <wp:simplePos x="0" y="0"/>
          <wp:positionH relativeFrom="rightMargin">
            <wp:posOffset>152400</wp:posOffset>
          </wp:positionH>
          <wp:positionV relativeFrom="paragraph">
            <wp:posOffset>38100</wp:posOffset>
          </wp:positionV>
          <wp:extent cx="374904" cy="950976"/>
          <wp:effectExtent l="0" t="0" r="6350" b="1905"/>
          <wp:wrapSquare wrapText="bothSides"/>
          <wp:docPr id="2" name="Picture 2" descr="Sparkles-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Sparkles-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4904" cy="9509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224EA"/>
    <w:multiLevelType w:val="multilevel"/>
    <w:tmpl w:val="4AFE871C"/>
    <w:lvl w:ilvl="0">
      <w:start w:val="1"/>
      <w:numFmt w:val="decimal"/>
      <w:pStyle w:val="ListParagraphNumbers"/>
      <w:lvlText w:val="%1."/>
      <w:lvlJc w:val="left"/>
      <w:pPr>
        <w:ind w:left="634"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Restart w:val="0"/>
      <w:lvlText w:val=""/>
      <w:lvlJc w:val="left"/>
      <w:pPr>
        <w:ind w:left="1080" w:hanging="360"/>
      </w:pPr>
      <w:rPr>
        <w:rFonts w:ascii="Wingdings" w:hAnsi="Wingdings" w:hint="default"/>
      </w:rPr>
    </w:lvl>
    <w:lvl w:ilvl="3">
      <w:start w:val="1"/>
      <w:numFmt w:val="bullet"/>
      <w:lvlText w:val=""/>
      <w:lvlJc w:val="left"/>
      <w:pPr>
        <w:tabs>
          <w:tab w:val="num" w:pos="1800"/>
        </w:tabs>
        <w:ind w:left="2160" w:hanging="360"/>
      </w:pPr>
      <w:rPr>
        <w:rFonts w:ascii="Symbol" w:hAnsi="Symbol" w:hint="default"/>
      </w:rPr>
    </w:lvl>
    <w:lvl w:ilvl="4">
      <w:start w:val="1"/>
      <w:numFmt w:val="bullet"/>
      <w:lvlText w:val="o"/>
      <w:lvlJc w:val="left"/>
      <w:pPr>
        <w:tabs>
          <w:tab w:val="num" w:pos="2520"/>
        </w:tabs>
        <w:ind w:left="2880" w:hanging="360"/>
      </w:pPr>
      <w:rPr>
        <w:rFonts w:ascii="Courier New" w:hAnsi="Courier New" w:hint="default"/>
      </w:rPr>
    </w:lvl>
    <w:lvl w:ilvl="5">
      <w:start w:val="1"/>
      <w:numFmt w:val="bullet"/>
      <w:lvlText w:val=""/>
      <w:lvlJc w:val="left"/>
      <w:pPr>
        <w:tabs>
          <w:tab w:val="num" w:pos="3240"/>
        </w:tabs>
        <w:ind w:left="360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36BA2D9B"/>
    <w:multiLevelType w:val="multilevel"/>
    <w:tmpl w:val="D922A194"/>
    <w:styleLink w:val="ProposalListStyl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37394C14"/>
    <w:multiLevelType w:val="multilevel"/>
    <w:tmpl w:val="1BC6C652"/>
    <w:lvl w:ilvl="0">
      <w:start w:val="1"/>
      <w:numFmt w:val="decimal"/>
      <w:lvlText w:val="Section %1."/>
      <w:lvlJc w:val="left"/>
      <w:pPr>
        <w:ind w:left="360" w:hanging="360"/>
      </w:pPr>
      <w:rPr>
        <w:rFonts w:ascii="HelveticaNeueLT Std" w:hAnsi="HelveticaNeueLT Std" w:hint="default"/>
        <w:b/>
        <w:bCs w:val="0"/>
        <w:i w:val="0"/>
        <w:iCs w:val="0"/>
        <w:caps w:val="0"/>
        <w:smallCaps w:val="0"/>
        <w:strike w:val="0"/>
        <w:dstrike w:val="0"/>
        <w:noProof w:val="0"/>
        <w:vanish w:val="0"/>
        <w:color w:val="333333"/>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47"/>
        </w:tabs>
        <w:ind w:left="0" w:firstLine="0"/>
      </w:pPr>
      <w:rPr>
        <w:rFonts w:hint="default"/>
      </w:rPr>
    </w:lvl>
    <w:lvl w:ilvl="2">
      <w:start w:val="1"/>
      <w:numFmt w:val="decimal"/>
      <w:lvlText w:val="%1.%2.%3."/>
      <w:lvlJc w:val="left"/>
      <w:pPr>
        <w:tabs>
          <w:tab w:val="num" w:pos="547"/>
        </w:tabs>
        <w:ind w:left="0" w:firstLine="0"/>
      </w:pPr>
      <w:rPr>
        <w:rFonts w:hint="default"/>
      </w:rPr>
    </w:lvl>
    <w:lvl w:ilvl="3">
      <w:start w:val="1"/>
      <w:numFmt w:val="upperLetter"/>
      <w:pStyle w:val="Heading4"/>
      <w:lvlText w:val="%4."/>
      <w:lvlJc w:val="left"/>
      <w:pPr>
        <w:tabs>
          <w:tab w:val="num" w:pos="547"/>
        </w:tabs>
        <w:ind w:left="0" w:firstLine="0"/>
      </w:pPr>
      <w:rPr>
        <w:rFonts w:hint="default"/>
      </w:rPr>
    </w:lvl>
    <w:lvl w:ilvl="4">
      <w:start w:val="1"/>
      <w:numFmt w:val="decimal"/>
      <w:pStyle w:val="Heading5"/>
      <w:lvlText w:val="%4%5."/>
      <w:lvlJc w:val="left"/>
      <w:pPr>
        <w:tabs>
          <w:tab w:val="num" w:pos="547"/>
        </w:tabs>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pStyle w:val="Heading8"/>
      <w:lvlText w:val=""/>
      <w:lvlJc w:val="left"/>
      <w:pPr>
        <w:ind w:left="0" w:firstLine="0"/>
      </w:pPr>
      <w:rPr>
        <w:rFonts w:hint="default"/>
      </w:rPr>
    </w:lvl>
    <w:lvl w:ilvl="8">
      <w:start w:val="1"/>
      <w:numFmt w:val="none"/>
      <w:pStyle w:val="Heading9"/>
      <w:lvlText w:val=""/>
      <w:lvlJc w:val="left"/>
      <w:pPr>
        <w:ind w:left="0" w:firstLine="0"/>
      </w:pPr>
      <w:rPr>
        <w:rFonts w:hint="default"/>
      </w:rPr>
    </w:lvl>
  </w:abstractNum>
  <w:abstractNum w:abstractNumId="3" w15:restartNumberingAfterBreak="0">
    <w:nsid w:val="3A8A02D6"/>
    <w:multiLevelType w:val="multilevel"/>
    <w:tmpl w:val="3BF47366"/>
    <w:styleLink w:val="Bulletedlist"/>
    <w:lvl w:ilvl="0">
      <w:start w:val="1"/>
      <w:numFmt w:val="bullet"/>
      <w:lvlText w:val=""/>
      <w:lvlJc w:val="left"/>
      <w:pPr>
        <w:tabs>
          <w:tab w:val="num" w:pos="360"/>
        </w:tabs>
        <w:ind w:left="360" w:hanging="360"/>
      </w:pPr>
      <w:rPr>
        <w:rFonts w:ascii="Symbol" w:hAnsi="Symbol" w:hint="default"/>
        <w:color w:val="5F6062"/>
        <w:sz w:val="20"/>
      </w:rPr>
    </w:lvl>
    <w:lvl w:ilvl="1">
      <w:start w:val="1"/>
      <w:numFmt w:val="bullet"/>
      <w:lvlText w:val=""/>
      <w:lvlJc w:val="left"/>
      <w:pPr>
        <w:tabs>
          <w:tab w:val="num" w:pos="936"/>
        </w:tabs>
        <w:ind w:left="1296" w:hanging="360"/>
      </w:pPr>
      <w:rPr>
        <w:rFonts w:ascii="Symbol" w:hAnsi="Symbol" w:hint="default"/>
        <w:color w:val="5F6062"/>
        <w:position w:val="4"/>
        <w:sz w:val="16"/>
      </w:rPr>
    </w:lvl>
    <w:lvl w:ilvl="2">
      <w:start w:val="1"/>
      <w:numFmt w:val="bullet"/>
      <w:lvlText w:val=""/>
      <w:lvlJc w:val="left"/>
      <w:pPr>
        <w:tabs>
          <w:tab w:val="num" w:pos="2016"/>
        </w:tabs>
        <w:ind w:left="2160" w:hanging="144"/>
      </w:pPr>
      <w:rPr>
        <w:rFonts w:ascii="Arial" w:hAnsi="Arial" w:hint="default"/>
        <w:sz w:val="16"/>
      </w:rPr>
    </w:lvl>
    <w:lvl w:ilvl="3">
      <w:start w:val="1"/>
      <w:numFmt w:val="bullet"/>
      <w:lvlText w:val=""/>
      <w:lvlJc w:val="left"/>
      <w:pPr>
        <w:tabs>
          <w:tab w:val="num" w:pos="3168"/>
        </w:tabs>
        <w:ind w:left="3168" w:hanging="360"/>
      </w:pPr>
      <w:rPr>
        <w:rFonts w:ascii="Symbol" w:hAnsi="Symbol" w:hint="default"/>
        <w:color w:val="5F6062"/>
        <w:sz w:val="20"/>
      </w:rPr>
    </w:lvl>
    <w:lvl w:ilvl="4">
      <w:start w:val="1"/>
      <w:numFmt w:val="bullet"/>
      <w:lvlText w:val=""/>
      <w:lvlJc w:val="left"/>
      <w:pPr>
        <w:tabs>
          <w:tab w:val="num" w:pos="3888"/>
        </w:tabs>
        <w:ind w:left="3888" w:hanging="360"/>
      </w:pPr>
      <w:rPr>
        <w:rFonts w:ascii="Symbol" w:hAnsi="Symbol" w:hint="default"/>
        <w:sz w:val="16"/>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B3C32D1"/>
    <w:multiLevelType w:val="multilevel"/>
    <w:tmpl w:val="1A4EACA0"/>
    <w:lvl w:ilvl="0">
      <w:start w:val="1"/>
      <w:numFmt w:val="bullet"/>
      <w:pStyle w:val="ListParagraph"/>
      <w:lvlText w:val=""/>
      <w:lvlJc w:val="left"/>
      <w:pPr>
        <w:ind w:left="720" w:hanging="360"/>
      </w:pPr>
      <w:rPr>
        <w:rFonts w:ascii="Symbol" w:hAnsi="Symbol" w:hint="default"/>
      </w:rPr>
    </w:lvl>
    <w:lvl w:ilvl="1">
      <w:start w:val="1"/>
      <w:numFmt w:val="bullet"/>
      <w:lvlText w:val="o"/>
      <w:lvlJc w:val="left"/>
      <w:pPr>
        <w:ind w:left="806" w:hanging="360"/>
      </w:pPr>
      <w:rPr>
        <w:rFonts w:ascii="Courier New" w:hAnsi="Courier New" w:hint="default"/>
      </w:rPr>
    </w:lvl>
    <w:lvl w:ilvl="2">
      <w:start w:val="1"/>
      <w:numFmt w:val="bullet"/>
      <w:lvlRestart w:val="0"/>
      <w:lvlText w:val=""/>
      <w:lvlJc w:val="left"/>
      <w:pPr>
        <w:ind w:left="1166" w:hanging="360"/>
      </w:pPr>
      <w:rPr>
        <w:rFonts w:ascii="Wingdings" w:hAnsi="Wingdings" w:hint="default"/>
      </w:rPr>
    </w:lvl>
    <w:lvl w:ilvl="3">
      <w:start w:val="1"/>
      <w:numFmt w:val="bullet"/>
      <w:lvlText w:val=""/>
      <w:lvlJc w:val="left"/>
      <w:pPr>
        <w:tabs>
          <w:tab w:val="num" w:pos="1886"/>
        </w:tabs>
        <w:ind w:left="2246" w:hanging="360"/>
      </w:pPr>
      <w:rPr>
        <w:rFonts w:ascii="Symbol" w:hAnsi="Symbol" w:hint="default"/>
      </w:rPr>
    </w:lvl>
    <w:lvl w:ilvl="4">
      <w:start w:val="1"/>
      <w:numFmt w:val="bullet"/>
      <w:lvlText w:val="o"/>
      <w:lvlJc w:val="left"/>
      <w:pPr>
        <w:tabs>
          <w:tab w:val="num" w:pos="2606"/>
        </w:tabs>
        <w:ind w:left="2966" w:hanging="360"/>
      </w:pPr>
      <w:rPr>
        <w:rFonts w:ascii="Courier New" w:hAnsi="Courier New" w:hint="default"/>
      </w:rPr>
    </w:lvl>
    <w:lvl w:ilvl="5">
      <w:start w:val="1"/>
      <w:numFmt w:val="bullet"/>
      <w:lvlText w:val=""/>
      <w:lvlJc w:val="left"/>
      <w:pPr>
        <w:tabs>
          <w:tab w:val="num" w:pos="3326"/>
        </w:tabs>
        <w:ind w:left="3686" w:hanging="360"/>
      </w:pPr>
      <w:rPr>
        <w:rFonts w:ascii="Wingdings" w:hAnsi="Wingdings" w:hint="default"/>
      </w:rPr>
    </w:lvl>
    <w:lvl w:ilvl="6">
      <w:start w:val="1"/>
      <w:numFmt w:val="bullet"/>
      <w:lvlText w:val=""/>
      <w:lvlJc w:val="left"/>
      <w:pPr>
        <w:ind w:left="4766" w:hanging="360"/>
      </w:pPr>
      <w:rPr>
        <w:rFonts w:ascii="Symbol" w:hAnsi="Symbol" w:hint="default"/>
      </w:rPr>
    </w:lvl>
    <w:lvl w:ilvl="7">
      <w:start w:val="1"/>
      <w:numFmt w:val="bullet"/>
      <w:lvlText w:val="o"/>
      <w:lvlJc w:val="left"/>
      <w:pPr>
        <w:ind w:left="5486" w:hanging="360"/>
      </w:pPr>
      <w:rPr>
        <w:rFonts w:ascii="Courier New" w:hAnsi="Courier New" w:hint="default"/>
      </w:rPr>
    </w:lvl>
    <w:lvl w:ilvl="8">
      <w:start w:val="1"/>
      <w:numFmt w:val="bullet"/>
      <w:lvlText w:val=""/>
      <w:lvlJc w:val="left"/>
      <w:pPr>
        <w:ind w:left="6206" w:hanging="360"/>
      </w:pPr>
      <w:rPr>
        <w:rFonts w:ascii="Wingdings" w:hAnsi="Wingdings" w:hint="default"/>
      </w:rPr>
    </w:lvl>
  </w:abstractNum>
  <w:abstractNum w:abstractNumId="5" w15:restartNumberingAfterBreak="0">
    <w:nsid w:val="3DA104D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4CE63CD"/>
    <w:multiLevelType w:val="multilevel"/>
    <w:tmpl w:val="68108994"/>
    <w:styleLink w:val="NumberedLists"/>
    <w:lvl w:ilvl="0">
      <w:start w:val="1"/>
      <w:numFmt w:val="none"/>
      <w:lvlText w:val="1."/>
      <w:lvlJc w:val="left"/>
      <w:pPr>
        <w:tabs>
          <w:tab w:val="num" w:pos="360"/>
        </w:tabs>
        <w:ind w:left="360" w:hanging="360"/>
      </w:pPr>
      <w:rPr>
        <w:rFonts w:ascii="HelveticaNeueLT Std" w:hAnsi="HelveticaNeueLT Std"/>
        <w:color w:val="636467"/>
        <w:sz w:val="18"/>
        <w:szCs w:val="18"/>
      </w:rPr>
    </w:lvl>
    <w:lvl w:ilvl="1">
      <w:start w:val="1"/>
      <w:numFmt w:val="lowerLetter"/>
      <w:lvlText w:val="%2."/>
      <w:lvlJc w:val="left"/>
      <w:pPr>
        <w:tabs>
          <w:tab w:val="num" w:pos="1296"/>
        </w:tabs>
        <w:ind w:left="1296" w:hanging="432"/>
      </w:pPr>
      <w:rPr>
        <w:rFonts w:hint="default"/>
      </w:rPr>
    </w:lvl>
    <w:lvl w:ilvl="2">
      <w:start w:val="1"/>
      <w:numFmt w:val="none"/>
      <w:lvlText w:val="a.1"/>
      <w:lvlJc w:val="left"/>
      <w:pPr>
        <w:tabs>
          <w:tab w:val="num" w:pos="1944"/>
        </w:tabs>
        <w:ind w:left="2304" w:hanging="360"/>
      </w:pPr>
      <w:rPr>
        <w:rFonts w:hint="default"/>
      </w:rPr>
    </w:lvl>
    <w:lvl w:ilvl="3">
      <w:start w:val="1"/>
      <w:numFmt w:val="none"/>
      <w:lvlText w:val="a.2"/>
      <w:lvlJc w:val="left"/>
      <w:pPr>
        <w:tabs>
          <w:tab w:val="num" w:pos="3096"/>
        </w:tabs>
        <w:ind w:left="3096" w:hanging="432"/>
      </w:pPr>
      <w:rPr>
        <w:rFonts w:hint="default"/>
      </w:rPr>
    </w:lvl>
    <w:lvl w:ilvl="4">
      <w:start w:val="1"/>
      <w:numFmt w:val="none"/>
      <w:lvlText w:val="a.3"/>
      <w:lvlJc w:val="left"/>
      <w:pPr>
        <w:tabs>
          <w:tab w:val="num" w:pos="3816"/>
        </w:tabs>
        <w:ind w:left="3816" w:hanging="360"/>
      </w:pPr>
      <w:rPr>
        <w:rFonts w:hint="default"/>
      </w:rPr>
    </w:lvl>
    <w:lvl w:ilvl="5">
      <w:start w:val="1"/>
      <w:numFmt w:val="none"/>
      <w:lvlText w:val="a.4"/>
      <w:lvlJc w:val="right"/>
      <w:pPr>
        <w:tabs>
          <w:tab w:val="num" w:pos="4320"/>
        </w:tabs>
        <w:ind w:left="4320" w:hanging="180"/>
      </w:pPr>
      <w:rPr>
        <w:rFonts w:hint="default"/>
      </w:rPr>
    </w:lvl>
    <w:lvl w:ilvl="6">
      <w:start w:val="1"/>
      <w:numFmt w:val="none"/>
      <w:lvlText w:val="a.5"/>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none"/>
      <w:lvlText w:val="a.7"/>
      <w:lvlJc w:val="right"/>
      <w:pPr>
        <w:tabs>
          <w:tab w:val="num" w:pos="6480"/>
        </w:tabs>
        <w:ind w:left="6480" w:hanging="180"/>
      </w:pPr>
      <w:rPr>
        <w:rFonts w:hint="default"/>
      </w:rPr>
    </w:lvl>
  </w:abstractNum>
  <w:num w:numId="1">
    <w:abstractNumId w:val="0"/>
  </w:num>
  <w:num w:numId="2">
    <w:abstractNumId w:val="5"/>
  </w:num>
  <w:num w:numId="3">
    <w:abstractNumId w:val="3"/>
  </w:num>
  <w:num w:numId="4">
    <w:abstractNumId w:val="2"/>
  </w:num>
  <w:num w:numId="5">
    <w:abstractNumId w:val="0"/>
  </w:num>
  <w:num w:numId="6">
    <w:abstractNumId w:val="6"/>
  </w:num>
  <w:num w:numId="7">
    <w:abstractNumId w:val="1"/>
  </w:num>
  <w:num w:numId="8">
    <w:abstractNumId w:val="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027"/>
    <w:rsid w:val="00002AB0"/>
    <w:rsid w:val="0002786D"/>
    <w:rsid w:val="000333A9"/>
    <w:rsid w:val="000543E0"/>
    <w:rsid w:val="000634C2"/>
    <w:rsid w:val="00093343"/>
    <w:rsid w:val="00110CC5"/>
    <w:rsid w:val="00111B41"/>
    <w:rsid w:val="0013272C"/>
    <w:rsid w:val="00184667"/>
    <w:rsid w:val="00196B4A"/>
    <w:rsid w:val="001F64D5"/>
    <w:rsid w:val="0021082E"/>
    <w:rsid w:val="00253C45"/>
    <w:rsid w:val="00253CB0"/>
    <w:rsid w:val="003041AD"/>
    <w:rsid w:val="00376D31"/>
    <w:rsid w:val="0038376F"/>
    <w:rsid w:val="003E388C"/>
    <w:rsid w:val="003F022E"/>
    <w:rsid w:val="0041030C"/>
    <w:rsid w:val="004518A0"/>
    <w:rsid w:val="00453944"/>
    <w:rsid w:val="004B351F"/>
    <w:rsid w:val="00516AB1"/>
    <w:rsid w:val="00521E7C"/>
    <w:rsid w:val="0053032C"/>
    <w:rsid w:val="00562B14"/>
    <w:rsid w:val="00653464"/>
    <w:rsid w:val="00685195"/>
    <w:rsid w:val="00691F49"/>
    <w:rsid w:val="006C6AAC"/>
    <w:rsid w:val="006D4A00"/>
    <w:rsid w:val="00703386"/>
    <w:rsid w:val="00706C9C"/>
    <w:rsid w:val="00752FA0"/>
    <w:rsid w:val="007909F8"/>
    <w:rsid w:val="007B5010"/>
    <w:rsid w:val="007C10AD"/>
    <w:rsid w:val="007D2A43"/>
    <w:rsid w:val="007E0676"/>
    <w:rsid w:val="00826589"/>
    <w:rsid w:val="00853585"/>
    <w:rsid w:val="00885B30"/>
    <w:rsid w:val="008E35D4"/>
    <w:rsid w:val="008F0D4F"/>
    <w:rsid w:val="00903ABF"/>
    <w:rsid w:val="00977027"/>
    <w:rsid w:val="00994A2E"/>
    <w:rsid w:val="00995D50"/>
    <w:rsid w:val="009A3239"/>
    <w:rsid w:val="009A487E"/>
    <w:rsid w:val="009C559C"/>
    <w:rsid w:val="009D1236"/>
    <w:rsid w:val="00A108C8"/>
    <w:rsid w:val="00A52F6D"/>
    <w:rsid w:val="00B015F7"/>
    <w:rsid w:val="00B324B4"/>
    <w:rsid w:val="00BA14F1"/>
    <w:rsid w:val="00BB2AD7"/>
    <w:rsid w:val="00BC09B1"/>
    <w:rsid w:val="00BF3D71"/>
    <w:rsid w:val="00C0490A"/>
    <w:rsid w:val="00C22F5B"/>
    <w:rsid w:val="00C7052A"/>
    <w:rsid w:val="00D01C8E"/>
    <w:rsid w:val="00D43D20"/>
    <w:rsid w:val="00DA1905"/>
    <w:rsid w:val="00DC5027"/>
    <w:rsid w:val="00DE1338"/>
    <w:rsid w:val="00E80A3A"/>
    <w:rsid w:val="00E9174F"/>
    <w:rsid w:val="00EA79A5"/>
    <w:rsid w:val="00ED0FB8"/>
    <w:rsid w:val="00F1443C"/>
    <w:rsid w:val="00F17588"/>
    <w:rsid w:val="00F31E6B"/>
    <w:rsid w:val="00F8200D"/>
    <w:rsid w:val="00FF6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826F78-4BBE-4411-BBF3-6A11C2524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color w:val="333333"/>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51F"/>
    <w:pPr>
      <w:spacing w:after="160" w:line="260" w:lineRule="atLeast"/>
    </w:pPr>
  </w:style>
  <w:style w:type="paragraph" w:styleId="Heading1">
    <w:name w:val="heading 1"/>
    <w:basedOn w:val="Normal"/>
    <w:next w:val="Normal"/>
    <w:link w:val="Heading1Char"/>
    <w:autoRedefine/>
    <w:uiPriority w:val="9"/>
    <w:qFormat/>
    <w:rsid w:val="00516AB1"/>
    <w:pPr>
      <w:keepNext/>
      <w:spacing w:before="240" w:after="120" w:line="240" w:lineRule="auto"/>
      <w:outlineLvl w:val="0"/>
    </w:pPr>
    <w:rPr>
      <w:rFonts w:cs="Arial"/>
      <w:b/>
      <w:bCs/>
      <w:color w:val="A4A510" w:themeColor="accent1"/>
      <w:kern w:val="32"/>
      <w:sz w:val="28"/>
      <w:szCs w:val="32"/>
      <w14:ligatures w14:val="standard"/>
    </w:rPr>
  </w:style>
  <w:style w:type="paragraph" w:styleId="Heading2">
    <w:name w:val="heading 2"/>
    <w:basedOn w:val="Heading1"/>
    <w:next w:val="Normal"/>
    <w:link w:val="Heading2Char"/>
    <w:qFormat/>
    <w:rsid w:val="00516AB1"/>
    <w:pPr>
      <w:numPr>
        <w:ilvl w:val="1"/>
      </w:numPr>
      <w:outlineLvl w:val="1"/>
    </w:pPr>
    <w:rPr>
      <w:bCs w:val="0"/>
      <w:iCs/>
      <w:color w:val="848484" w:themeColor="text1" w:themeTint="99"/>
      <w:sz w:val="24"/>
      <w:szCs w:val="28"/>
    </w:rPr>
  </w:style>
  <w:style w:type="paragraph" w:styleId="Heading3">
    <w:name w:val="heading 3"/>
    <w:basedOn w:val="Heading2"/>
    <w:next w:val="Normal"/>
    <w:link w:val="Heading3Char"/>
    <w:qFormat/>
    <w:rsid w:val="008E35D4"/>
    <w:pPr>
      <w:numPr>
        <w:ilvl w:val="0"/>
      </w:numPr>
      <w:outlineLvl w:val="2"/>
    </w:pPr>
    <w:rPr>
      <w:bCs/>
      <w:color w:val="333333"/>
      <w:sz w:val="20"/>
      <w:szCs w:val="26"/>
    </w:rPr>
  </w:style>
  <w:style w:type="paragraph" w:styleId="Heading4">
    <w:name w:val="heading 4"/>
    <w:basedOn w:val="Normal"/>
    <w:next w:val="Normal"/>
    <w:link w:val="Heading4Char"/>
    <w:rsid w:val="00703386"/>
    <w:pPr>
      <w:keepNext/>
      <w:numPr>
        <w:ilvl w:val="3"/>
        <w:numId w:val="4"/>
      </w:numPr>
      <w:spacing w:before="240" w:after="120" w:line="240" w:lineRule="auto"/>
      <w:outlineLvl w:val="3"/>
    </w:pPr>
    <w:rPr>
      <w:b/>
      <w:bCs/>
      <w:color w:val="A4A510" w:themeColor="accent1"/>
      <w:sz w:val="21"/>
      <w:szCs w:val="28"/>
    </w:rPr>
  </w:style>
  <w:style w:type="paragraph" w:styleId="Heading5">
    <w:name w:val="heading 5"/>
    <w:basedOn w:val="Normal"/>
    <w:next w:val="Normal"/>
    <w:link w:val="Heading5Char"/>
    <w:rsid w:val="00703386"/>
    <w:pPr>
      <w:keepNext/>
      <w:numPr>
        <w:ilvl w:val="4"/>
        <w:numId w:val="4"/>
      </w:numPr>
      <w:spacing w:before="200" w:after="120" w:line="240" w:lineRule="auto"/>
      <w:outlineLvl w:val="4"/>
    </w:pPr>
    <w:rPr>
      <w:b/>
      <w:bCs/>
      <w:iCs/>
      <w:szCs w:val="26"/>
    </w:rPr>
  </w:style>
  <w:style w:type="paragraph" w:styleId="Heading6">
    <w:name w:val="heading 6"/>
    <w:basedOn w:val="Normal"/>
    <w:next w:val="Normal"/>
    <w:link w:val="Heading6Char"/>
    <w:rsid w:val="00B324B4"/>
    <w:pPr>
      <w:keepNext/>
      <w:spacing w:before="160" w:after="120" w:line="240" w:lineRule="auto"/>
      <w:outlineLvl w:val="5"/>
    </w:pPr>
    <w:rPr>
      <w:b/>
      <w:bCs/>
      <w:i/>
      <w:color w:val="5F5F5F"/>
      <w:szCs w:val="22"/>
    </w:rPr>
  </w:style>
  <w:style w:type="paragraph" w:styleId="Heading7">
    <w:name w:val="heading 7"/>
    <w:basedOn w:val="Normal"/>
    <w:next w:val="Normal"/>
    <w:link w:val="Heading7Char"/>
    <w:rsid w:val="00B324B4"/>
    <w:pPr>
      <w:keepNext/>
      <w:spacing w:before="160" w:after="80" w:line="240" w:lineRule="auto"/>
      <w:outlineLvl w:val="6"/>
    </w:pPr>
    <w:rPr>
      <w:i/>
      <w:color w:val="5F5F5F"/>
      <w:szCs w:val="24"/>
    </w:rPr>
  </w:style>
  <w:style w:type="paragraph" w:styleId="Heading8">
    <w:name w:val="heading 8"/>
    <w:basedOn w:val="Normal"/>
    <w:next w:val="Normal"/>
    <w:link w:val="Heading8Char"/>
    <w:rsid w:val="00B324B4"/>
    <w:pPr>
      <w:numPr>
        <w:ilvl w:val="7"/>
        <w:numId w:val="4"/>
      </w:numPr>
      <w:spacing w:before="240" w:after="60" w:line="240" w:lineRule="auto"/>
      <w:outlineLvl w:val="7"/>
    </w:pPr>
    <w:rPr>
      <w:i/>
      <w:iCs/>
      <w:szCs w:val="24"/>
    </w:rPr>
  </w:style>
  <w:style w:type="paragraph" w:styleId="Heading9">
    <w:name w:val="heading 9"/>
    <w:basedOn w:val="Normal"/>
    <w:next w:val="Normal"/>
    <w:link w:val="Heading9Char"/>
    <w:rsid w:val="00B324B4"/>
    <w:pPr>
      <w:numPr>
        <w:ilvl w:val="8"/>
        <w:numId w:val="4"/>
      </w:numPr>
      <w:spacing w:before="240" w:after="60" w:line="240" w:lineRule="auto"/>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16AB1"/>
    <w:rPr>
      <w:rFonts w:cs="Arial"/>
      <w:b/>
      <w:bCs/>
      <w:color w:val="A4A510" w:themeColor="accent1"/>
      <w:kern w:val="32"/>
      <w:sz w:val="28"/>
      <w:szCs w:val="32"/>
      <w14:ligatures w14:val="standard"/>
    </w:rPr>
  </w:style>
  <w:style w:type="numbering" w:styleId="111111">
    <w:name w:val="Outline List 2"/>
    <w:basedOn w:val="NoList"/>
    <w:rsid w:val="00B324B4"/>
    <w:pPr>
      <w:numPr>
        <w:numId w:val="2"/>
      </w:numPr>
    </w:pPr>
  </w:style>
  <w:style w:type="paragraph" w:styleId="TOCHeading">
    <w:name w:val="TOC Heading"/>
    <w:basedOn w:val="Heading1"/>
    <w:next w:val="Normal"/>
    <w:uiPriority w:val="39"/>
    <w:semiHidden/>
    <w:unhideWhenUsed/>
    <w:qFormat/>
    <w:rsid w:val="004518A0"/>
    <w:pPr>
      <w:keepLines/>
      <w:spacing w:before="480" w:after="0" w:line="260" w:lineRule="exact"/>
      <w:outlineLvl w:val="9"/>
    </w:pPr>
    <w:rPr>
      <w:rFonts w:eastAsiaTheme="majorEastAsia" w:cstheme="majorBidi"/>
      <w:kern w:val="0"/>
      <w:szCs w:val="28"/>
      <w14:ligatures w14:val="none"/>
    </w:rPr>
  </w:style>
  <w:style w:type="character" w:customStyle="1" w:styleId="Heading2Char">
    <w:name w:val="Heading 2 Char"/>
    <w:link w:val="Heading2"/>
    <w:rsid w:val="00516AB1"/>
    <w:rPr>
      <w:rFonts w:cs="Arial"/>
      <w:b/>
      <w:iCs/>
      <w:color w:val="848484" w:themeColor="text1" w:themeTint="99"/>
      <w:kern w:val="32"/>
      <w:sz w:val="24"/>
      <w:szCs w:val="28"/>
      <w14:ligatures w14:val="standard"/>
    </w:rPr>
  </w:style>
  <w:style w:type="character" w:customStyle="1" w:styleId="Heading3Char">
    <w:name w:val="Heading 3 Char"/>
    <w:link w:val="Heading3"/>
    <w:rsid w:val="008E35D4"/>
    <w:rPr>
      <w:rFonts w:cs="Arial"/>
      <w:b/>
      <w:bCs/>
      <w:iCs/>
      <w:kern w:val="32"/>
      <w:szCs w:val="26"/>
      <w14:ligatures w14:val="standard"/>
    </w:rPr>
  </w:style>
  <w:style w:type="character" w:customStyle="1" w:styleId="Heading4Char">
    <w:name w:val="Heading 4 Char"/>
    <w:basedOn w:val="DefaultParagraphFont"/>
    <w:link w:val="Heading4"/>
    <w:rsid w:val="00703386"/>
    <w:rPr>
      <w:b/>
      <w:bCs/>
      <w:color w:val="A4A510" w:themeColor="accent1"/>
      <w:sz w:val="21"/>
      <w:szCs w:val="28"/>
    </w:rPr>
  </w:style>
  <w:style w:type="character" w:customStyle="1" w:styleId="Heading5Char">
    <w:name w:val="Heading 5 Char"/>
    <w:basedOn w:val="DefaultParagraphFont"/>
    <w:link w:val="Heading5"/>
    <w:rsid w:val="00703386"/>
    <w:rPr>
      <w:b/>
      <w:bCs/>
      <w:iCs/>
      <w:szCs w:val="26"/>
    </w:rPr>
  </w:style>
  <w:style w:type="character" w:customStyle="1" w:styleId="Heading6Char">
    <w:name w:val="Heading 6 Char"/>
    <w:basedOn w:val="DefaultParagraphFont"/>
    <w:link w:val="Heading6"/>
    <w:rsid w:val="00453944"/>
    <w:rPr>
      <w:b/>
      <w:bCs/>
      <w:i/>
      <w:color w:val="5F5F5F"/>
      <w:szCs w:val="22"/>
    </w:rPr>
  </w:style>
  <w:style w:type="character" w:customStyle="1" w:styleId="Heading7Char">
    <w:name w:val="Heading 7 Char"/>
    <w:basedOn w:val="DefaultParagraphFont"/>
    <w:link w:val="Heading7"/>
    <w:rsid w:val="00453944"/>
    <w:rPr>
      <w:i/>
      <w:color w:val="5F5F5F"/>
      <w:szCs w:val="24"/>
    </w:rPr>
  </w:style>
  <w:style w:type="character" w:customStyle="1" w:styleId="Heading8Char">
    <w:name w:val="Heading 8 Char"/>
    <w:basedOn w:val="DefaultParagraphFont"/>
    <w:link w:val="Heading8"/>
    <w:rsid w:val="00453944"/>
    <w:rPr>
      <w:i/>
      <w:iCs/>
      <w:szCs w:val="24"/>
    </w:rPr>
  </w:style>
  <w:style w:type="character" w:customStyle="1" w:styleId="Heading9Char">
    <w:name w:val="Heading 9 Char"/>
    <w:basedOn w:val="DefaultParagraphFont"/>
    <w:link w:val="Heading9"/>
    <w:rsid w:val="00453944"/>
    <w:rPr>
      <w:rFonts w:cs="Arial"/>
      <w:szCs w:val="22"/>
    </w:rPr>
  </w:style>
  <w:style w:type="paragraph" w:styleId="BalloonText">
    <w:name w:val="Balloon Text"/>
    <w:basedOn w:val="Normal"/>
    <w:link w:val="BalloonTextChar"/>
    <w:semiHidden/>
    <w:rsid w:val="00B324B4"/>
    <w:pPr>
      <w:spacing w:after="12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B324B4"/>
    <w:rPr>
      <w:rFonts w:ascii="Tahoma" w:hAnsi="Tahoma" w:cs="Tahoma"/>
      <w:sz w:val="16"/>
      <w:szCs w:val="16"/>
    </w:rPr>
  </w:style>
  <w:style w:type="paragraph" w:styleId="BodyTextIndent2">
    <w:name w:val="Body Text Indent 2"/>
    <w:basedOn w:val="Normal"/>
    <w:link w:val="BodyTextIndent2Char"/>
    <w:semiHidden/>
    <w:rsid w:val="00B324B4"/>
    <w:pPr>
      <w:widowControl w:val="0"/>
      <w:autoSpaceDE w:val="0"/>
      <w:autoSpaceDN w:val="0"/>
      <w:adjustRightInd w:val="0"/>
      <w:spacing w:after="120" w:line="480" w:lineRule="auto"/>
      <w:ind w:left="360"/>
    </w:pPr>
    <w:rPr>
      <w:rFonts w:ascii="Times New Roman" w:hAnsi="Times New Roman"/>
      <w:color w:val="auto"/>
    </w:rPr>
  </w:style>
  <w:style w:type="character" w:customStyle="1" w:styleId="BodyTextIndent2Char">
    <w:name w:val="Body Text Indent 2 Char"/>
    <w:link w:val="BodyTextIndent2"/>
    <w:semiHidden/>
    <w:rsid w:val="00B324B4"/>
    <w:rPr>
      <w:rFonts w:ascii="Times New Roman" w:hAnsi="Times New Roman"/>
      <w:color w:val="auto"/>
    </w:rPr>
  </w:style>
  <w:style w:type="numbering" w:customStyle="1" w:styleId="Bulletedlist">
    <w:name w:val="Bulleted list"/>
    <w:basedOn w:val="NoList"/>
    <w:rsid w:val="00B324B4"/>
    <w:pPr>
      <w:numPr>
        <w:numId w:val="3"/>
      </w:numPr>
    </w:pPr>
  </w:style>
  <w:style w:type="paragraph" w:customStyle="1" w:styleId="CalloutBox">
    <w:name w:val="Callout Box"/>
    <w:basedOn w:val="Normal"/>
    <w:link w:val="CalloutBoxChar"/>
    <w:uiPriority w:val="99"/>
    <w:rsid w:val="00B324B4"/>
    <w:pPr>
      <w:ind w:left="300" w:right="300"/>
    </w:pPr>
    <w:rPr>
      <w:b/>
      <w:sz w:val="18"/>
    </w:rPr>
  </w:style>
  <w:style w:type="character" w:customStyle="1" w:styleId="CalloutBoxChar">
    <w:name w:val="Callout Box Char"/>
    <w:basedOn w:val="DefaultParagraphFont"/>
    <w:link w:val="CalloutBox"/>
    <w:uiPriority w:val="99"/>
    <w:rsid w:val="00B324B4"/>
    <w:rPr>
      <w:b/>
      <w:sz w:val="18"/>
    </w:rPr>
  </w:style>
  <w:style w:type="paragraph" w:styleId="Caption">
    <w:name w:val="caption"/>
    <w:basedOn w:val="Normal"/>
    <w:next w:val="Normal"/>
    <w:qFormat/>
    <w:rsid w:val="00706C9C"/>
    <w:pPr>
      <w:keepNext/>
      <w:spacing w:after="100" w:line="200" w:lineRule="exact"/>
    </w:pPr>
    <w:rPr>
      <w:bCs/>
      <w:color w:val="808080" w:themeColor="background1" w:themeShade="80"/>
      <w:sz w:val="16"/>
    </w:rPr>
  </w:style>
  <w:style w:type="paragraph" w:styleId="CommentText">
    <w:name w:val="annotation text"/>
    <w:basedOn w:val="Normal"/>
    <w:link w:val="CommentTextChar"/>
    <w:semiHidden/>
    <w:rsid w:val="00B324B4"/>
    <w:pPr>
      <w:spacing w:after="120" w:line="240" w:lineRule="auto"/>
    </w:pPr>
  </w:style>
  <w:style w:type="character" w:customStyle="1" w:styleId="CommentTextChar">
    <w:name w:val="Comment Text Char"/>
    <w:basedOn w:val="DefaultParagraphFont"/>
    <w:link w:val="CommentText"/>
    <w:semiHidden/>
    <w:rsid w:val="00B324B4"/>
  </w:style>
  <w:style w:type="paragraph" w:styleId="CommentSubject">
    <w:name w:val="annotation subject"/>
    <w:basedOn w:val="CommentText"/>
    <w:next w:val="CommentText"/>
    <w:link w:val="CommentSubjectChar"/>
    <w:semiHidden/>
    <w:rsid w:val="00B324B4"/>
    <w:rPr>
      <w:b/>
      <w:bCs/>
    </w:rPr>
  </w:style>
  <w:style w:type="character" w:customStyle="1" w:styleId="CommentSubjectChar">
    <w:name w:val="Comment Subject Char"/>
    <w:basedOn w:val="CommentTextChar"/>
    <w:link w:val="CommentSubject"/>
    <w:semiHidden/>
    <w:rsid w:val="00B324B4"/>
    <w:rPr>
      <w:b/>
      <w:bCs/>
    </w:rPr>
  </w:style>
  <w:style w:type="paragraph" w:customStyle="1" w:styleId="CoverHeading1">
    <w:name w:val="Cover Heading 1"/>
    <w:basedOn w:val="Normal"/>
    <w:link w:val="CoverHeading1Char"/>
    <w:qFormat/>
    <w:rsid w:val="00B324B4"/>
    <w:pPr>
      <w:spacing w:after="0" w:line="600" w:lineRule="exact"/>
    </w:pPr>
    <w:rPr>
      <w:b/>
      <w:sz w:val="48"/>
      <w:szCs w:val="48"/>
    </w:rPr>
  </w:style>
  <w:style w:type="character" w:customStyle="1" w:styleId="CoverHeading1Char">
    <w:name w:val="Cover Heading 1 Char"/>
    <w:basedOn w:val="DefaultParagraphFont"/>
    <w:link w:val="CoverHeading1"/>
    <w:rsid w:val="00B324B4"/>
    <w:rPr>
      <w:b/>
      <w:sz w:val="48"/>
      <w:szCs w:val="48"/>
    </w:rPr>
  </w:style>
  <w:style w:type="paragraph" w:customStyle="1" w:styleId="CoverHeading2">
    <w:name w:val="Cover Heading 2"/>
    <w:basedOn w:val="Normal"/>
    <w:link w:val="CoverHeading2Char"/>
    <w:qFormat/>
    <w:rsid w:val="00B324B4"/>
    <w:pPr>
      <w:spacing w:after="0" w:line="600" w:lineRule="exact"/>
    </w:pPr>
    <w:rPr>
      <w:b/>
      <w:color w:val="A4A510" w:themeColor="accent1"/>
      <w:sz w:val="36"/>
      <w:szCs w:val="36"/>
    </w:rPr>
  </w:style>
  <w:style w:type="character" w:customStyle="1" w:styleId="CoverHeading2Char">
    <w:name w:val="Cover Heading 2 Char"/>
    <w:basedOn w:val="DefaultParagraphFont"/>
    <w:link w:val="CoverHeading2"/>
    <w:rsid w:val="00B324B4"/>
    <w:rPr>
      <w:b/>
      <w:color w:val="A4A510" w:themeColor="accent1"/>
      <w:sz w:val="36"/>
      <w:szCs w:val="36"/>
    </w:rPr>
  </w:style>
  <w:style w:type="paragraph" w:customStyle="1" w:styleId="CoverHeading3">
    <w:name w:val="Cover Heading 3"/>
    <w:basedOn w:val="Normal"/>
    <w:link w:val="CoverHeading3Char"/>
    <w:qFormat/>
    <w:rsid w:val="00B324B4"/>
    <w:pPr>
      <w:spacing w:after="0" w:line="600" w:lineRule="exact"/>
    </w:pPr>
    <w:rPr>
      <w:sz w:val="30"/>
      <w:szCs w:val="30"/>
    </w:rPr>
  </w:style>
  <w:style w:type="character" w:customStyle="1" w:styleId="CoverHeading3Char">
    <w:name w:val="Cover Heading 3 Char"/>
    <w:basedOn w:val="DefaultParagraphFont"/>
    <w:link w:val="CoverHeading3"/>
    <w:rsid w:val="00B324B4"/>
    <w:rPr>
      <w:sz w:val="30"/>
      <w:szCs w:val="30"/>
    </w:rPr>
  </w:style>
  <w:style w:type="paragraph" w:customStyle="1" w:styleId="DocumentTitle">
    <w:name w:val="Document Title"/>
    <w:link w:val="DocumentTitleChar"/>
    <w:qFormat/>
    <w:rsid w:val="00DA1905"/>
    <w:pPr>
      <w:spacing w:after="120"/>
    </w:pPr>
    <w:rPr>
      <w:rFonts w:cs="Arial"/>
      <w:bCs/>
      <w:kern w:val="32"/>
      <w:sz w:val="40"/>
      <w:szCs w:val="32"/>
      <w14:ligatures w14:val="standard"/>
    </w:rPr>
  </w:style>
  <w:style w:type="character" w:customStyle="1" w:styleId="DocumentTitleChar">
    <w:name w:val="Document Title Char"/>
    <w:basedOn w:val="Heading1Char"/>
    <w:link w:val="DocumentTitle"/>
    <w:rsid w:val="00DA1905"/>
    <w:rPr>
      <w:rFonts w:cs="Arial"/>
      <w:b w:val="0"/>
      <w:bCs/>
      <w:color w:val="A4A510" w:themeColor="accent1"/>
      <w:kern w:val="32"/>
      <w:sz w:val="40"/>
      <w:szCs w:val="32"/>
      <w14:ligatures w14:val="standard"/>
    </w:rPr>
  </w:style>
  <w:style w:type="paragraph" w:styleId="Footer">
    <w:name w:val="footer"/>
    <w:basedOn w:val="Normal"/>
    <w:link w:val="FooterChar"/>
    <w:rsid w:val="00B324B4"/>
    <w:pPr>
      <w:tabs>
        <w:tab w:val="left" w:pos="7780"/>
      </w:tabs>
      <w:spacing w:line="240" w:lineRule="auto"/>
    </w:pPr>
    <w:rPr>
      <w:noProof/>
      <w:color w:val="A5A410"/>
      <w:sz w:val="16"/>
    </w:rPr>
  </w:style>
  <w:style w:type="character" w:customStyle="1" w:styleId="FooterChar">
    <w:name w:val="Footer Char"/>
    <w:basedOn w:val="DefaultParagraphFont"/>
    <w:link w:val="Footer"/>
    <w:rsid w:val="00B324B4"/>
    <w:rPr>
      <w:noProof/>
      <w:color w:val="A5A410"/>
      <w:sz w:val="16"/>
    </w:rPr>
  </w:style>
  <w:style w:type="character" w:styleId="FootnoteReference">
    <w:name w:val="footnote reference"/>
    <w:rsid w:val="00B324B4"/>
    <w:rPr>
      <w:rFonts w:ascii="Arial" w:hAnsi="Arial"/>
      <w:color w:val="333333"/>
      <w:sz w:val="16"/>
      <w:vertAlign w:val="superscript"/>
    </w:rPr>
  </w:style>
  <w:style w:type="paragraph" w:styleId="FootnoteText">
    <w:name w:val="footnote text"/>
    <w:basedOn w:val="Normal"/>
    <w:link w:val="FootnoteTextChar"/>
    <w:rsid w:val="00B324B4"/>
    <w:pPr>
      <w:tabs>
        <w:tab w:val="left" w:pos="180"/>
      </w:tabs>
      <w:spacing w:after="60" w:line="240" w:lineRule="auto"/>
      <w:ind w:left="187" w:hanging="187"/>
    </w:pPr>
    <w:rPr>
      <w:snapToGrid w:val="0"/>
      <w:sz w:val="16"/>
    </w:rPr>
  </w:style>
  <w:style w:type="character" w:customStyle="1" w:styleId="FootnoteTextChar">
    <w:name w:val="Footnote Text Char"/>
    <w:basedOn w:val="DefaultParagraphFont"/>
    <w:link w:val="FootnoteText"/>
    <w:rsid w:val="00B324B4"/>
    <w:rPr>
      <w:snapToGrid w:val="0"/>
      <w:sz w:val="16"/>
    </w:rPr>
  </w:style>
  <w:style w:type="paragraph" w:styleId="Header">
    <w:name w:val="header"/>
    <w:basedOn w:val="Normal"/>
    <w:link w:val="HeaderChar"/>
    <w:rsid w:val="00B324B4"/>
    <w:pPr>
      <w:tabs>
        <w:tab w:val="center" w:pos="4680"/>
        <w:tab w:val="right" w:pos="9360"/>
      </w:tabs>
      <w:spacing w:after="0" w:line="240" w:lineRule="auto"/>
    </w:pPr>
  </w:style>
  <w:style w:type="character" w:customStyle="1" w:styleId="HeaderChar">
    <w:name w:val="Header Char"/>
    <w:basedOn w:val="DefaultParagraphFont"/>
    <w:link w:val="Header"/>
    <w:rsid w:val="00B324B4"/>
  </w:style>
  <w:style w:type="character" w:styleId="Hyperlink">
    <w:name w:val="Hyperlink"/>
    <w:uiPriority w:val="99"/>
    <w:rsid w:val="00B324B4"/>
    <w:rPr>
      <w:color w:val="DADB9F" w:themeColor="accent2"/>
      <w:u w:val="single"/>
    </w:rPr>
  </w:style>
  <w:style w:type="paragraph" w:customStyle="1" w:styleId="Intro">
    <w:name w:val="Intro"/>
    <w:basedOn w:val="Normal"/>
    <w:link w:val="IntroChar"/>
    <w:qFormat/>
    <w:rsid w:val="00B324B4"/>
    <w:pPr>
      <w:spacing w:line="340" w:lineRule="exact"/>
    </w:pPr>
    <w:rPr>
      <w:sz w:val="24"/>
      <w:szCs w:val="24"/>
    </w:rPr>
  </w:style>
  <w:style w:type="character" w:customStyle="1" w:styleId="IntroChar">
    <w:name w:val="Intro Char"/>
    <w:basedOn w:val="DefaultParagraphFont"/>
    <w:link w:val="Intro"/>
    <w:rsid w:val="00B324B4"/>
    <w:rPr>
      <w:sz w:val="24"/>
      <w:szCs w:val="24"/>
    </w:rPr>
  </w:style>
  <w:style w:type="paragraph" w:customStyle="1" w:styleId="ListParagraphNumbers">
    <w:name w:val="List Paragraph Numbers"/>
    <w:basedOn w:val="Normal"/>
    <w:link w:val="ListParagraphNumbersChar"/>
    <w:qFormat/>
    <w:rsid w:val="00703386"/>
    <w:pPr>
      <w:numPr>
        <w:numId w:val="5"/>
      </w:numPr>
      <w:tabs>
        <w:tab w:val="decimal" w:pos="1440"/>
      </w:tabs>
      <w:spacing w:after="120"/>
    </w:pPr>
    <w:rPr>
      <w:szCs w:val="18"/>
    </w:rPr>
  </w:style>
  <w:style w:type="character" w:customStyle="1" w:styleId="ListParagraphNumbersChar">
    <w:name w:val="List Paragraph Numbers Char"/>
    <w:basedOn w:val="DefaultParagraphFont"/>
    <w:link w:val="ListParagraphNumbers"/>
    <w:rsid w:val="00703386"/>
    <w:rPr>
      <w:szCs w:val="18"/>
    </w:rPr>
  </w:style>
  <w:style w:type="paragraph" w:styleId="ListParagraph">
    <w:name w:val="List Paragraph"/>
    <w:basedOn w:val="ListParagraphNumbers"/>
    <w:next w:val="Normal"/>
    <w:link w:val="ListParagraphChar"/>
    <w:autoRedefine/>
    <w:uiPriority w:val="34"/>
    <w:qFormat/>
    <w:rsid w:val="0013272C"/>
    <w:pPr>
      <w:numPr>
        <w:numId w:val="8"/>
      </w:numPr>
    </w:pPr>
  </w:style>
  <w:style w:type="character" w:customStyle="1" w:styleId="ListParagraphChar">
    <w:name w:val="List Paragraph Char"/>
    <w:link w:val="ListParagraph"/>
    <w:uiPriority w:val="34"/>
    <w:rsid w:val="0013272C"/>
    <w:rPr>
      <w:szCs w:val="18"/>
    </w:rPr>
  </w:style>
  <w:style w:type="numbering" w:customStyle="1" w:styleId="NumberedLists">
    <w:name w:val="Numbered Lists"/>
    <w:basedOn w:val="NoList"/>
    <w:rsid w:val="00B324B4"/>
    <w:pPr>
      <w:numPr>
        <w:numId w:val="6"/>
      </w:numPr>
    </w:pPr>
  </w:style>
  <w:style w:type="numbering" w:customStyle="1" w:styleId="ProposalListStyle">
    <w:name w:val="Proposal List Style"/>
    <w:rsid w:val="00B324B4"/>
    <w:pPr>
      <w:numPr>
        <w:numId w:val="7"/>
      </w:numPr>
    </w:pPr>
  </w:style>
  <w:style w:type="character" w:styleId="Strong">
    <w:name w:val="Strong"/>
    <w:basedOn w:val="DefaultParagraphFont"/>
    <w:uiPriority w:val="22"/>
    <w:rsid w:val="00B324B4"/>
    <w:rPr>
      <w:b/>
      <w:bCs/>
    </w:rPr>
  </w:style>
  <w:style w:type="table" w:styleId="TableGrid">
    <w:name w:val="Table Grid"/>
    <w:basedOn w:val="TableNormal"/>
    <w:uiPriority w:val="59"/>
    <w:rsid w:val="00B324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0" w:type="dxa"/>
        <w:left w:w="40" w:type="dxa"/>
        <w:bottom w:w="40" w:type="dxa"/>
        <w:right w:w="40" w:type="dxa"/>
      </w:tblCellMar>
    </w:tblPr>
  </w:style>
  <w:style w:type="paragraph" w:customStyle="1" w:styleId="tableheader">
    <w:name w:val="table header"/>
    <w:basedOn w:val="Normal"/>
    <w:link w:val="tableheaderChar"/>
    <w:rsid w:val="00B324B4"/>
    <w:pPr>
      <w:spacing w:before="60" w:after="60"/>
    </w:pPr>
    <w:rPr>
      <w:b/>
      <w:color w:val="A4A510"/>
      <w:sz w:val="22"/>
    </w:rPr>
  </w:style>
  <w:style w:type="character" w:customStyle="1" w:styleId="tableheaderChar">
    <w:name w:val="table header Char"/>
    <w:link w:val="tableheader"/>
    <w:rsid w:val="00B324B4"/>
    <w:rPr>
      <w:b/>
      <w:color w:val="A4A510"/>
      <w:sz w:val="22"/>
    </w:rPr>
  </w:style>
  <w:style w:type="paragraph" w:customStyle="1" w:styleId="tablesubhead">
    <w:name w:val="table subhead"/>
    <w:basedOn w:val="tableheader"/>
    <w:link w:val="tablesubheadChar"/>
    <w:rsid w:val="00B324B4"/>
    <w:rPr>
      <w:sz w:val="18"/>
      <w:szCs w:val="18"/>
    </w:rPr>
  </w:style>
  <w:style w:type="character" w:customStyle="1" w:styleId="tablesubheadChar">
    <w:name w:val="table subhead Char"/>
    <w:link w:val="tablesubhead"/>
    <w:rsid w:val="00B324B4"/>
    <w:rPr>
      <w:b/>
      <w:color w:val="A4A510"/>
      <w:sz w:val="18"/>
      <w:szCs w:val="18"/>
    </w:rPr>
  </w:style>
  <w:style w:type="paragraph" w:customStyle="1" w:styleId="tabletext">
    <w:name w:val="table text"/>
    <w:basedOn w:val="Normal"/>
    <w:rsid w:val="00B324B4"/>
    <w:pPr>
      <w:spacing w:after="0"/>
    </w:pPr>
  </w:style>
  <w:style w:type="paragraph" w:styleId="TOC1">
    <w:name w:val="toc 1"/>
    <w:basedOn w:val="Normal"/>
    <w:next w:val="Normal"/>
    <w:autoRedefine/>
    <w:uiPriority w:val="39"/>
    <w:qFormat/>
    <w:rsid w:val="007C10AD"/>
    <w:pPr>
      <w:tabs>
        <w:tab w:val="right" w:leader="dot" w:pos="10080"/>
      </w:tabs>
      <w:spacing w:before="160" w:after="80" w:line="300" w:lineRule="exact"/>
      <w:outlineLvl w:val="8"/>
    </w:pPr>
    <w:rPr>
      <w:rFonts w:ascii="Arial Bold" w:hAnsi="Arial Bold"/>
      <w:b/>
      <w:noProof/>
      <w:color w:val="A4A510" w:themeColor="accent1"/>
      <w:szCs w:val="24"/>
    </w:rPr>
  </w:style>
  <w:style w:type="paragraph" w:styleId="TOC2">
    <w:name w:val="toc 2"/>
    <w:aliases w:val="PECI TOC 1"/>
    <w:basedOn w:val="TOC1"/>
    <w:next w:val="Normal"/>
    <w:autoRedefine/>
    <w:uiPriority w:val="39"/>
    <w:qFormat/>
    <w:rsid w:val="00253C45"/>
    <w:rPr>
      <w:rFonts w:ascii="Arial" w:hAnsi="Arial"/>
      <w:b w:val="0"/>
      <w:color w:val="333333"/>
    </w:rPr>
  </w:style>
  <w:style w:type="paragraph" w:styleId="TOC3">
    <w:name w:val="toc 3"/>
    <w:aliases w:val="PECI TOC 2"/>
    <w:basedOn w:val="TOC2"/>
    <w:next w:val="Normal"/>
    <w:autoRedefine/>
    <w:uiPriority w:val="39"/>
    <w:qFormat/>
    <w:rsid w:val="003F022E"/>
    <w:pPr>
      <w:ind w:left="360"/>
    </w:pPr>
  </w:style>
  <w:style w:type="paragraph" w:styleId="TOAHeading">
    <w:name w:val="toa heading"/>
    <w:basedOn w:val="Normal"/>
    <w:next w:val="Normal"/>
    <w:uiPriority w:val="99"/>
    <w:semiHidden/>
    <w:unhideWhenUsed/>
    <w:rsid w:val="004518A0"/>
    <w:pPr>
      <w:spacing w:before="120"/>
    </w:pPr>
    <w:rPr>
      <w:rFonts w:eastAsiaTheme="majorEastAsia" w:cstheme="majorBidi"/>
      <w:b/>
      <w:bCs/>
      <w:sz w:val="24"/>
      <w:szCs w:val="24"/>
    </w:rPr>
  </w:style>
  <w:style w:type="paragraph" w:customStyle="1" w:styleId="TOCtitle">
    <w:name w:val="TOC title"/>
    <w:basedOn w:val="Normal"/>
    <w:link w:val="TOCtitleChar"/>
    <w:qFormat/>
    <w:rsid w:val="00DA1905"/>
    <w:pPr>
      <w:keepNext/>
      <w:spacing w:after="360" w:line="240" w:lineRule="auto"/>
    </w:pPr>
    <w:rPr>
      <w:rFonts w:cs="Arial"/>
      <w:bCs/>
      <w:kern w:val="32"/>
      <w:sz w:val="40"/>
      <w:szCs w:val="32"/>
      <w14:ligatures w14:val="standard"/>
    </w:rPr>
  </w:style>
  <w:style w:type="paragraph" w:styleId="Title">
    <w:name w:val="Title"/>
    <w:basedOn w:val="Normal"/>
    <w:next w:val="Normal"/>
    <w:link w:val="TitleChar"/>
    <w:qFormat/>
    <w:rsid w:val="004518A0"/>
    <w:pPr>
      <w:pBdr>
        <w:bottom w:val="single" w:sz="8" w:space="4" w:color="A4A510" w:themeColor="accent1"/>
      </w:pBdr>
      <w:spacing w:after="300" w:line="240" w:lineRule="auto"/>
      <w:contextualSpacing/>
    </w:pPr>
    <w:rPr>
      <w:rFonts w:eastAsiaTheme="majorEastAsia" w:cstheme="majorBidi"/>
      <w:color w:val="626262" w:themeColor="text2" w:themeShade="BF"/>
      <w:spacing w:val="5"/>
      <w:kern w:val="28"/>
      <w:sz w:val="52"/>
      <w:szCs w:val="52"/>
    </w:rPr>
  </w:style>
  <w:style w:type="character" w:customStyle="1" w:styleId="TitleChar">
    <w:name w:val="Title Char"/>
    <w:basedOn w:val="DefaultParagraphFont"/>
    <w:link w:val="Title"/>
    <w:rsid w:val="004518A0"/>
    <w:rPr>
      <w:rFonts w:eastAsiaTheme="majorEastAsia" w:cstheme="majorBidi"/>
      <w:color w:val="626262" w:themeColor="text2" w:themeShade="BF"/>
      <w:spacing w:val="5"/>
      <w:kern w:val="28"/>
      <w:sz w:val="52"/>
      <w:szCs w:val="52"/>
    </w:rPr>
  </w:style>
  <w:style w:type="character" w:customStyle="1" w:styleId="TOCtitleChar">
    <w:name w:val="TOC title Char"/>
    <w:basedOn w:val="DefaultParagraphFont"/>
    <w:link w:val="TOCtitle"/>
    <w:rsid w:val="00DA1905"/>
    <w:rPr>
      <w:rFonts w:cs="Arial"/>
      <w:bCs/>
      <w:kern w:val="32"/>
      <w:sz w:val="40"/>
      <w:szCs w:val="32"/>
      <w14:ligatures w14:val="standard"/>
    </w:rPr>
  </w:style>
  <w:style w:type="character" w:styleId="SubtleEmphasis">
    <w:name w:val="Subtle Emphasis"/>
    <w:basedOn w:val="DefaultParagraphFont"/>
    <w:uiPriority w:val="19"/>
    <w:rsid w:val="004518A0"/>
    <w:rPr>
      <w:rFonts w:ascii="Arial" w:hAnsi="Arial"/>
      <w:i/>
      <w:iCs/>
      <w:color w:val="999999" w:themeColor="text1" w:themeTint="7F"/>
    </w:rPr>
  </w:style>
  <w:style w:type="paragraph" w:styleId="Subtitle">
    <w:name w:val="Subtitle"/>
    <w:basedOn w:val="Normal"/>
    <w:next w:val="Normal"/>
    <w:link w:val="SubtitleChar"/>
    <w:qFormat/>
    <w:rsid w:val="004518A0"/>
    <w:pPr>
      <w:numPr>
        <w:ilvl w:val="1"/>
      </w:numPr>
    </w:pPr>
    <w:rPr>
      <w:rFonts w:eastAsiaTheme="majorEastAsia" w:cstheme="majorBidi"/>
      <w:i/>
      <w:iCs/>
      <w:color w:val="A4A510" w:themeColor="accent1"/>
      <w:spacing w:val="15"/>
      <w:sz w:val="24"/>
      <w:szCs w:val="24"/>
    </w:rPr>
  </w:style>
  <w:style w:type="character" w:customStyle="1" w:styleId="SubtitleChar">
    <w:name w:val="Subtitle Char"/>
    <w:basedOn w:val="DefaultParagraphFont"/>
    <w:link w:val="Subtitle"/>
    <w:rsid w:val="004518A0"/>
    <w:rPr>
      <w:rFonts w:eastAsiaTheme="majorEastAsia" w:cstheme="majorBidi"/>
      <w:i/>
      <w:iCs/>
      <w:color w:val="A4A510" w:themeColor="accent1"/>
      <w:spacing w:val="15"/>
      <w:sz w:val="24"/>
      <w:szCs w:val="24"/>
    </w:rPr>
  </w:style>
  <w:style w:type="paragraph" w:customStyle="1" w:styleId="PECIDocumentTitlenotinToC">
    <w:name w:val="PECI Document Title (not in ToC)"/>
    <w:basedOn w:val="Heading1"/>
    <w:link w:val="PECIDocumentTitlenotinToCChar"/>
    <w:qFormat/>
    <w:rsid w:val="007D2A43"/>
    <w:pPr>
      <w:spacing w:before="0" w:after="360"/>
      <w:outlineLvl w:val="9"/>
    </w:pPr>
    <w:rPr>
      <w:b w:val="0"/>
      <w:color w:val="333333"/>
      <w:sz w:val="40"/>
    </w:rPr>
  </w:style>
  <w:style w:type="character" w:customStyle="1" w:styleId="PECIDocumentTitlenotinToCChar">
    <w:name w:val="PECI Document Title (not in ToC) Char"/>
    <w:basedOn w:val="DefaultParagraphFont"/>
    <w:link w:val="PECIDocumentTitlenotinToC"/>
    <w:rsid w:val="007D2A43"/>
    <w:rPr>
      <w:rFonts w:cs="Arial"/>
      <w:bCs/>
      <w:kern w:val="32"/>
      <w:sz w:val="40"/>
      <w:szCs w:val="32"/>
      <w14:ligatures w14:val="standard"/>
    </w:rPr>
  </w:style>
  <w:style w:type="paragraph" w:customStyle="1" w:styleId="CallOutBoxTitle">
    <w:name w:val="Call Out Box Title"/>
    <w:basedOn w:val="Normal"/>
    <w:link w:val="CallOutBoxTitleChar"/>
    <w:qFormat/>
    <w:rsid w:val="003F022E"/>
    <w:pPr>
      <w:spacing w:line="264" w:lineRule="auto"/>
      <w:ind w:left="86" w:right="14"/>
      <w:suppressOverlap/>
    </w:pPr>
    <w:rPr>
      <w:rFonts w:cs="Arial"/>
      <w:b/>
      <w:color w:val="333333" w:themeColor="text1"/>
    </w:rPr>
  </w:style>
  <w:style w:type="paragraph" w:customStyle="1" w:styleId="CallOutBoxText">
    <w:name w:val="Call Out Box Text"/>
    <w:basedOn w:val="Normal"/>
    <w:link w:val="CallOutBoxTextChar"/>
    <w:qFormat/>
    <w:rsid w:val="003F022E"/>
    <w:pPr>
      <w:spacing w:line="240" w:lineRule="auto"/>
      <w:ind w:left="90" w:right="15"/>
    </w:pPr>
    <w:rPr>
      <w:rFonts w:cs="Arial"/>
      <w:color w:val="333333" w:themeColor="text1"/>
    </w:rPr>
  </w:style>
  <w:style w:type="character" w:customStyle="1" w:styleId="CallOutBoxTitleChar">
    <w:name w:val="Call Out Box Title Char"/>
    <w:basedOn w:val="DefaultParagraphFont"/>
    <w:link w:val="CallOutBoxTitle"/>
    <w:rsid w:val="003F022E"/>
    <w:rPr>
      <w:rFonts w:cs="Arial"/>
      <w:b/>
      <w:color w:val="333333" w:themeColor="text1"/>
    </w:rPr>
  </w:style>
  <w:style w:type="character" w:customStyle="1" w:styleId="CallOutBoxTextChar">
    <w:name w:val="Call Out Box Text Char"/>
    <w:basedOn w:val="DefaultParagraphFont"/>
    <w:link w:val="CallOutBoxText"/>
    <w:rsid w:val="003F022E"/>
    <w:rPr>
      <w:rFonts w:cs="Arial"/>
      <w:color w:val="333333" w:themeColor="text1"/>
    </w:rPr>
  </w:style>
  <w:style w:type="character" w:styleId="Emphasis">
    <w:name w:val="Emphasis"/>
    <w:basedOn w:val="DefaultParagraphFont"/>
    <w:uiPriority w:val="20"/>
    <w:qFormat/>
    <w:rsid w:val="000634C2"/>
    <w:rPr>
      <w:i/>
      <w:iCs/>
    </w:rPr>
  </w:style>
  <w:style w:type="table" w:customStyle="1" w:styleId="PECITable1">
    <w:name w:val="PECI Table 1"/>
    <w:basedOn w:val="TableNormal"/>
    <w:uiPriority w:val="99"/>
    <w:rsid w:val="008E35D4"/>
    <w:tblPr/>
  </w:style>
  <w:style w:type="table" w:styleId="LightGrid-Accent4">
    <w:name w:val="Light Grid Accent 4"/>
    <w:basedOn w:val="TableNormal"/>
    <w:uiPriority w:val="62"/>
    <w:rsid w:val="0021082E"/>
    <w:tblPr>
      <w:tblStyleRowBandSize w:val="1"/>
      <w:tblStyleColBandSize w:val="1"/>
      <w:tblBorders>
        <w:top w:val="single" w:sz="8" w:space="0" w:color="EBE729" w:themeColor="accent4"/>
        <w:left w:val="single" w:sz="8" w:space="0" w:color="EBE729" w:themeColor="accent4"/>
        <w:bottom w:val="single" w:sz="8" w:space="0" w:color="EBE729" w:themeColor="accent4"/>
        <w:right w:val="single" w:sz="8" w:space="0" w:color="EBE729" w:themeColor="accent4"/>
        <w:insideH w:val="single" w:sz="8" w:space="0" w:color="EBE729" w:themeColor="accent4"/>
        <w:insideV w:val="single" w:sz="8" w:space="0" w:color="EBE72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BE729" w:themeColor="accent4"/>
          <w:left w:val="single" w:sz="8" w:space="0" w:color="EBE729" w:themeColor="accent4"/>
          <w:bottom w:val="single" w:sz="18" w:space="0" w:color="EBE729" w:themeColor="accent4"/>
          <w:right w:val="single" w:sz="8" w:space="0" w:color="EBE729" w:themeColor="accent4"/>
          <w:insideH w:val="nil"/>
          <w:insideV w:val="single" w:sz="8" w:space="0" w:color="EBE72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BE729" w:themeColor="accent4"/>
          <w:left w:val="single" w:sz="8" w:space="0" w:color="EBE729" w:themeColor="accent4"/>
          <w:bottom w:val="single" w:sz="8" w:space="0" w:color="EBE729" w:themeColor="accent4"/>
          <w:right w:val="single" w:sz="8" w:space="0" w:color="EBE729" w:themeColor="accent4"/>
          <w:insideH w:val="nil"/>
          <w:insideV w:val="single" w:sz="8" w:space="0" w:color="EBE72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BE729" w:themeColor="accent4"/>
          <w:left w:val="single" w:sz="8" w:space="0" w:color="EBE729" w:themeColor="accent4"/>
          <w:bottom w:val="single" w:sz="8" w:space="0" w:color="EBE729" w:themeColor="accent4"/>
          <w:right w:val="single" w:sz="8" w:space="0" w:color="EBE729" w:themeColor="accent4"/>
        </w:tcBorders>
      </w:tcPr>
    </w:tblStylePr>
    <w:tblStylePr w:type="band1Vert">
      <w:tblPr/>
      <w:tcPr>
        <w:tcBorders>
          <w:top w:val="single" w:sz="8" w:space="0" w:color="EBE729" w:themeColor="accent4"/>
          <w:left w:val="single" w:sz="8" w:space="0" w:color="EBE729" w:themeColor="accent4"/>
          <w:bottom w:val="single" w:sz="8" w:space="0" w:color="EBE729" w:themeColor="accent4"/>
          <w:right w:val="single" w:sz="8" w:space="0" w:color="EBE729" w:themeColor="accent4"/>
        </w:tcBorders>
        <w:shd w:val="clear" w:color="auto" w:fill="FAF9C9" w:themeFill="accent4" w:themeFillTint="3F"/>
      </w:tcPr>
    </w:tblStylePr>
    <w:tblStylePr w:type="band1Horz">
      <w:tblPr/>
      <w:tcPr>
        <w:tcBorders>
          <w:top w:val="single" w:sz="8" w:space="0" w:color="EBE729" w:themeColor="accent4"/>
          <w:left w:val="single" w:sz="8" w:space="0" w:color="EBE729" w:themeColor="accent4"/>
          <w:bottom w:val="single" w:sz="8" w:space="0" w:color="EBE729" w:themeColor="accent4"/>
          <w:right w:val="single" w:sz="8" w:space="0" w:color="EBE729" w:themeColor="accent4"/>
          <w:insideV w:val="single" w:sz="8" w:space="0" w:color="EBE729" w:themeColor="accent4"/>
        </w:tcBorders>
        <w:shd w:val="clear" w:color="auto" w:fill="FAF9C9" w:themeFill="accent4" w:themeFillTint="3F"/>
      </w:tcPr>
    </w:tblStylePr>
    <w:tblStylePr w:type="band2Horz">
      <w:tblPr/>
      <w:tcPr>
        <w:tcBorders>
          <w:top w:val="single" w:sz="8" w:space="0" w:color="EBE729" w:themeColor="accent4"/>
          <w:left w:val="single" w:sz="8" w:space="0" w:color="EBE729" w:themeColor="accent4"/>
          <w:bottom w:val="single" w:sz="8" w:space="0" w:color="EBE729" w:themeColor="accent4"/>
          <w:right w:val="single" w:sz="8" w:space="0" w:color="EBE729" w:themeColor="accent4"/>
          <w:insideV w:val="single" w:sz="8" w:space="0" w:color="EBE729" w:themeColor="accent4"/>
        </w:tcBorders>
      </w:tcPr>
    </w:tblStylePr>
  </w:style>
  <w:style w:type="table" w:styleId="LightList-Accent5">
    <w:name w:val="Light List Accent 5"/>
    <w:basedOn w:val="TableNormal"/>
    <w:uiPriority w:val="61"/>
    <w:rsid w:val="0021082E"/>
    <w:tblPr>
      <w:tblStyleRowBandSize w:val="1"/>
      <w:tblStyleColBandSize w:val="1"/>
      <w:tblBorders>
        <w:top w:val="single" w:sz="8" w:space="0" w:color="00677B" w:themeColor="accent5"/>
        <w:left w:val="single" w:sz="8" w:space="0" w:color="00677B" w:themeColor="accent5"/>
        <w:bottom w:val="single" w:sz="8" w:space="0" w:color="00677B" w:themeColor="accent5"/>
        <w:right w:val="single" w:sz="8" w:space="0" w:color="00677B" w:themeColor="accent5"/>
      </w:tblBorders>
    </w:tblPr>
    <w:tblStylePr w:type="firstRow">
      <w:pPr>
        <w:spacing w:before="0" w:after="0" w:line="240" w:lineRule="auto"/>
      </w:pPr>
      <w:rPr>
        <w:b/>
        <w:bCs/>
        <w:color w:val="FFFFFF" w:themeColor="background1"/>
      </w:rPr>
      <w:tblPr/>
      <w:tcPr>
        <w:shd w:val="clear" w:color="auto" w:fill="00677B" w:themeFill="accent5"/>
      </w:tcPr>
    </w:tblStylePr>
    <w:tblStylePr w:type="lastRow">
      <w:pPr>
        <w:spacing w:before="0" w:after="0" w:line="240" w:lineRule="auto"/>
      </w:pPr>
      <w:rPr>
        <w:b/>
        <w:bCs/>
      </w:rPr>
      <w:tblPr/>
      <w:tcPr>
        <w:tcBorders>
          <w:top w:val="double" w:sz="6" w:space="0" w:color="00677B" w:themeColor="accent5"/>
          <w:left w:val="single" w:sz="8" w:space="0" w:color="00677B" w:themeColor="accent5"/>
          <w:bottom w:val="single" w:sz="8" w:space="0" w:color="00677B" w:themeColor="accent5"/>
          <w:right w:val="single" w:sz="8" w:space="0" w:color="00677B" w:themeColor="accent5"/>
        </w:tcBorders>
      </w:tcPr>
    </w:tblStylePr>
    <w:tblStylePr w:type="firstCol">
      <w:rPr>
        <w:b/>
        <w:bCs/>
      </w:rPr>
    </w:tblStylePr>
    <w:tblStylePr w:type="lastCol">
      <w:rPr>
        <w:b/>
        <w:bCs/>
      </w:rPr>
    </w:tblStylePr>
    <w:tblStylePr w:type="band1Vert">
      <w:tblPr/>
      <w:tcPr>
        <w:tcBorders>
          <w:top w:val="single" w:sz="8" w:space="0" w:color="00677B" w:themeColor="accent5"/>
          <w:left w:val="single" w:sz="8" w:space="0" w:color="00677B" w:themeColor="accent5"/>
          <w:bottom w:val="single" w:sz="8" w:space="0" w:color="00677B" w:themeColor="accent5"/>
          <w:right w:val="single" w:sz="8" w:space="0" w:color="00677B" w:themeColor="accent5"/>
        </w:tcBorders>
      </w:tcPr>
    </w:tblStylePr>
    <w:tblStylePr w:type="band1Horz">
      <w:tblPr/>
      <w:tcPr>
        <w:tcBorders>
          <w:top w:val="single" w:sz="8" w:space="0" w:color="00677B" w:themeColor="accent5"/>
          <w:left w:val="single" w:sz="8" w:space="0" w:color="00677B" w:themeColor="accent5"/>
          <w:bottom w:val="single" w:sz="8" w:space="0" w:color="00677B" w:themeColor="accent5"/>
          <w:right w:val="single" w:sz="8" w:space="0" w:color="00677B" w:themeColor="accent5"/>
        </w:tcBorders>
      </w:tcPr>
    </w:tblStylePr>
  </w:style>
  <w:style w:type="table" w:styleId="LightShading-Accent2">
    <w:name w:val="Light Shading Accent 2"/>
    <w:basedOn w:val="TableNormal"/>
    <w:uiPriority w:val="60"/>
    <w:rsid w:val="0021082E"/>
    <w:rPr>
      <w:color w:val="BFC159" w:themeColor="accent2" w:themeShade="BF"/>
    </w:rPr>
    <w:tblPr>
      <w:tblStyleRowBandSize w:val="1"/>
      <w:tblStyleColBandSize w:val="1"/>
      <w:tblBorders>
        <w:top w:val="single" w:sz="8" w:space="0" w:color="DADB9F" w:themeColor="accent2"/>
        <w:bottom w:val="single" w:sz="8" w:space="0" w:color="DADB9F" w:themeColor="accent2"/>
      </w:tblBorders>
    </w:tblPr>
    <w:tblStylePr w:type="firstRow">
      <w:pPr>
        <w:spacing w:before="0" w:after="0" w:line="240" w:lineRule="auto"/>
      </w:pPr>
      <w:rPr>
        <w:b/>
        <w:bCs/>
      </w:rPr>
      <w:tblPr/>
      <w:tcPr>
        <w:tcBorders>
          <w:top w:val="single" w:sz="8" w:space="0" w:color="DADB9F" w:themeColor="accent2"/>
          <w:left w:val="nil"/>
          <w:bottom w:val="single" w:sz="8" w:space="0" w:color="DADB9F" w:themeColor="accent2"/>
          <w:right w:val="nil"/>
          <w:insideH w:val="nil"/>
          <w:insideV w:val="nil"/>
        </w:tcBorders>
      </w:tcPr>
    </w:tblStylePr>
    <w:tblStylePr w:type="lastRow">
      <w:pPr>
        <w:spacing w:before="0" w:after="0" w:line="240" w:lineRule="auto"/>
      </w:pPr>
      <w:rPr>
        <w:b/>
        <w:bCs/>
      </w:rPr>
      <w:tblPr/>
      <w:tcPr>
        <w:tcBorders>
          <w:top w:val="single" w:sz="8" w:space="0" w:color="DADB9F" w:themeColor="accent2"/>
          <w:left w:val="nil"/>
          <w:bottom w:val="single" w:sz="8" w:space="0" w:color="DADB9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F6E7" w:themeFill="accent2" w:themeFillTint="3F"/>
      </w:tcPr>
    </w:tblStylePr>
    <w:tblStylePr w:type="band1Horz">
      <w:tblPr/>
      <w:tcPr>
        <w:tcBorders>
          <w:left w:val="nil"/>
          <w:right w:val="nil"/>
          <w:insideH w:val="nil"/>
          <w:insideV w:val="nil"/>
        </w:tcBorders>
        <w:shd w:val="clear" w:color="auto" w:fill="F5F6E7" w:themeFill="accent2" w:themeFillTint="3F"/>
      </w:tcPr>
    </w:tblStylePr>
  </w:style>
  <w:style w:type="table" w:styleId="MediumShading1-Accent4">
    <w:name w:val="Medium Shading 1 Accent 4"/>
    <w:basedOn w:val="TableNormal"/>
    <w:uiPriority w:val="63"/>
    <w:rsid w:val="00F31E6B"/>
    <w:tblPr>
      <w:tblStyleRowBandSize w:val="1"/>
      <w:tblStyleColBandSize w:val="1"/>
      <w:tblBorders>
        <w:top w:val="single" w:sz="8" w:space="0" w:color="F0EC5E" w:themeColor="accent4" w:themeTint="BF"/>
        <w:left w:val="single" w:sz="8" w:space="0" w:color="F0EC5E" w:themeColor="accent4" w:themeTint="BF"/>
        <w:bottom w:val="single" w:sz="8" w:space="0" w:color="F0EC5E" w:themeColor="accent4" w:themeTint="BF"/>
        <w:right w:val="single" w:sz="8" w:space="0" w:color="F0EC5E" w:themeColor="accent4" w:themeTint="BF"/>
        <w:insideH w:val="single" w:sz="8" w:space="0" w:color="F0EC5E" w:themeColor="accent4" w:themeTint="BF"/>
      </w:tblBorders>
    </w:tblPr>
    <w:tblStylePr w:type="firstRow">
      <w:pPr>
        <w:spacing w:before="0" w:after="0" w:line="240" w:lineRule="auto"/>
      </w:pPr>
      <w:rPr>
        <w:b/>
        <w:bCs/>
        <w:color w:val="FFFFFF" w:themeColor="background1"/>
      </w:rPr>
      <w:tblPr/>
      <w:tcPr>
        <w:tcBorders>
          <w:top w:val="single" w:sz="8" w:space="0" w:color="F0EC5E" w:themeColor="accent4" w:themeTint="BF"/>
          <w:left w:val="single" w:sz="8" w:space="0" w:color="F0EC5E" w:themeColor="accent4" w:themeTint="BF"/>
          <w:bottom w:val="single" w:sz="8" w:space="0" w:color="F0EC5E" w:themeColor="accent4" w:themeTint="BF"/>
          <w:right w:val="single" w:sz="8" w:space="0" w:color="F0EC5E" w:themeColor="accent4" w:themeTint="BF"/>
          <w:insideH w:val="nil"/>
          <w:insideV w:val="nil"/>
        </w:tcBorders>
        <w:shd w:val="clear" w:color="auto" w:fill="EBE729" w:themeFill="accent4"/>
      </w:tcPr>
    </w:tblStylePr>
    <w:tblStylePr w:type="lastRow">
      <w:pPr>
        <w:spacing w:before="0" w:after="0" w:line="240" w:lineRule="auto"/>
      </w:pPr>
      <w:rPr>
        <w:b/>
        <w:bCs/>
      </w:rPr>
      <w:tblPr/>
      <w:tcPr>
        <w:tcBorders>
          <w:top w:val="double" w:sz="6" w:space="0" w:color="F0EC5E" w:themeColor="accent4" w:themeTint="BF"/>
          <w:left w:val="single" w:sz="8" w:space="0" w:color="F0EC5E" w:themeColor="accent4" w:themeTint="BF"/>
          <w:bottom w:val="single" w:sz="8" w:space="0" w:color="F0EC5E" w:themeColor="accent4" w:themeTint="BF"/>
          <w:right w:val="single" w:sz="8" w:space="0" w:color="F0EC5E"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F9C9" w:themeFill="accent4" w:themeFillTint="3F"/>
      </w:tcPr>
    </w:tblStylePr>
    <w:tblStylePr w:type="band1Horz">
      <w:tblPr/>
      <w:tcPr>
        <w:tcBorders>
          <w:insideH w:val="nil"/>
          <w:insideV w:val="nil"/>
        </w:tcBorders>
        <w:shd w:val="clear" w:color="auto" w:fill="FAF9C9" w:themeFill="accent4"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F31E6B"/>
    <w:tblPr>
      <w:tblStyleRowBandSize w:val="1"/>
      <w:tblStyleColBandSize w:val="1"/>
      <w:tblBorders>
        <w:top w:val="single" w:sz="8" w:space="0" w:color="E7E91E" w:themeColor="accent1" w:themeTint="BF"/>
        <w:left w:val="single" w:sz="8" w:space="0" w:color="E7E91E" w:themeColor="accent1" w:themeTint="BF"/>
        <w:bottom w:val="single" w:sz="8" w:space="0" w:color="E7E91E" w:themeColor="accent1" w:themeTint="BF"/>
        <w:right w:val="single" w:sz="8" w:space="0" w:color="E7E91E" w:themeColor="accent1" w:themeTint="BF"/>
        <w:insideH w:val="single" w:sz="8" w:space="0" w:color="E7E91E" w:themeColor="accent1" w:themeTint="BF"/>
      </w:tblBorders>
    </w:tblPr>
    <w:tblStylePr w:type="firstRow">
      <w:pPr>
        <w:spacing w:before="0" w:after="0" w:line="240" w:lineRule="auto"/>
      </w:pPr>
      <w:rPr>
        <w:b/>
        <w:bCs/>
        <w:color w:val="FFFFFF" w:themeColor="background1"/>
      </w:rPr>
      <w:tblPr/>
      <w:tcPr>
        <w:tcBorders>
          <w:top w:val="single" w:sz="8" w:space="0" w:color="E7E91E" w:themeColor="accent1" w:themeTint="BF"/>
          <w:left w:val="single" w:sz="8" w:space="0" w:color="E7E91E" w:themeColor="accent1" w:themeTint="BF"/>
          <w:bottom w:val="single" w:sz="8" w:space="0" w:color="E7E91E" w:themeColor="accent1" w:themeTint="BF"/>
          <w:right w:val="single" w:sz="8" w:space="0" w:color="E7E91E" w:themeColor="accent1" w:themeTint="BF"/>
          <w:insideH w:val="nil"/>
          <w:insideV w:val="nil"/>
        </w:tcBorders>
        <w:shd w:val="clear" w:color="auto" w:fill="A4A510" w:themeFill="accent1"/>
      </w:tcPr>
    </w:tblStylePr>
    <w:tblStylePr w:type="lastRow">
      <w:pPr>
        <w:spacing w:before="0" w:after="0" w:line="240" w:lineRule="auto"/>
      </w:pPr>
      <w:rPr>
        <w:b/>
        <w:bCs/>
      </w:rPr>
      <w:tblPr/>
      <w:tcPr>
        <w:tcBorders>
          <w:top w:val="double" w:sz="6" w:space="0" w:color="E7E91E" w:themeColor="accent1" w:themeTint="BF"/>
          <w:left w:val="single" w:sz="8" w:space="0" w:color="E7E91E" w:themeColor="accent1" w:themeTint="BF"/>
          <w:bottom w:val="single" w:sz="8" w:space="0" w:color="E7E91E" w:themeColor="accent1" w:themeTint="BF"/>
          <w:right w:val="single" w:sz="8" w:space="0" w:color="E7E91E" w:themeColor="accent1" w:themeTint="BF"/>
          <w:insideH w:val="nil"/>
          <w:insideV w:val="nil"/>
        </w:tcBorders>
      </w:tcPr>
    </w:tblStylePr>
    <w:tblStylePr w:type="firstCol">
      <w:rPr>
        <w:b/>
        <w:bCs/>
      </w:rPr>
    </w:tblStylePr>
    <w:tblStylePr w:type="lastCol">
      <w:rPr>
        <w:b/>
        <w:bCs/>
      </w:rPr>
    </w:tblStylePr>
    <w:tblStylePr w:type="band1Vert">
      <w:tblPr/>
      <w:tcPr>
        <w:shd w:val="clear" w:color="auto" w:fill="F7F7B4" w:themeFill="accent1" w:themeFillTint="3F"/>
      </w:tcPr>
    </w:tblStylePr>
    <w:tblStylePr w:type="band1Horz">
      <w:tblPr/>
      <w:tcPr>
        <w:tcBorders>
          <w:insideH w:val="nil"/>
          <w:insideV w:val="nil"/>
        </w:tcBorders>
        <w:shd w:val="clear" w:color="auto" w:fill="F7F7B4" w:themeFill="accent1" w:themeFillTint="3F"/>
      </w:tcPr>
    </w:tblStylePr>
    <w:tblStylePr w:type="band2Horz">
      <w:tblPr/>
      <w:tcPr>
        <w:tcBorders>
          <w:insideH w:val="nil"/>
          <w:insideV w:val="nil"/>
        </w:tcBorders>
      </w:tcPr>
    </w:tblStylePr>
  </w:style>
  <w:style w:type="table" w:styleId="MediumGrid1-Accent2">
    <w:name w:val="Medium Grid 1 Accent 2"/>
    <w:basedOn w:val="TableNormal"/>
    <w:uiPriority w:val="67"/>
    <w:rsid w:val="00F31E6B"/>
    <w:tblPr>
      <w:tblStyleRowBandSize w:val="1"/>
      <w:tblStyleColBandSize w:val="1"/>
      <w:tblBorders>
        <w:top w:val="single" w:sz="8" w:space="0" w:color="E3E4B7" w:themeColor="accent2" w:themeTint="BF"/>
        <w:left w:val="single" w:sz="8" w:space="0" w:color="E3E4B7" w:themeColor="accent2" w:themeTint="BF"/>
        <w:bottom w:val="single" w:sz="8" w:space="0" w:color="E3E4B7" w:themeColor="accent2" w:themeTint="BF"/>
        <w:right w:val="single" w:sz="8" w:space="0" w:color="E3E4B7" w:themeColor="accent2" w:themeTint="BF"/>
        <w:insideH w:val="single" w:sz="8" w:space="0" w:color="E3E4B7" w:themeColor="accent2" w:themeTint="BF"/>
        <w:insideV w:val="single" w:sz="8" w:space="0" w:color="E3E4B7" w:themeColor="accent2" w:themeTint="BF"/>
      </w:tblBorders>
    </w:tblPr>
    <w:tcPr>
      <w:shd w:val="clear" w:color="auto" w:fill="F5F6E7" w:themeFill="accent2" w:themeFillTint="3F"/>
    </w:tcPr>
    <w:tblStylePr w:type="firstRow">
      <w:rPr>
        <w:b/>
        <w:bCs/>
      </w:rPr>
    </w:tblStylePr>
    <w:tblStylePr w:type="lastRow">
      <w:rPr>
        <w:b/>
        <w:bCs/>
      </w:rPr>
      <w:tblPr/>
      <w:tcPr>
        <w:tcBorders>
          <w:top w:val="single" w:sz="18" w:space="0" w:color="E3E4B7" w:themeColor="accent2" w:themeTint="BF"/>
        </w:tcBorders>
      </w:tcPr>
    </w:tblStylePr>
    <w:tblStylePr w:type="firstCol">
      <w:rPr>
        <w:b/>
        <w:bCs/>
      </w:rPr>
    </w:tblStylePr>
    <w:tblStylePr w:type="lastCol">
      <w:rPr>
        <w:b/>
        <w:bCs/>
      </w:rPr>
    </w:tblStylePr>
    <w:tblStylePr w:type="band1Vert">
      <w:tblPr/>
      <w:tcPr>
        <w:shd w:val="clear" w:color="auto" w:fill="ECEDCF" w:themeFill="accent2" w:themeFillTint="7F"/>
      </w:tcPr>
    </w:tblStylePr>
    <w:tblStylePr w:type="band1Horz">
      <w:tblPr/>
      <w:tcPr>
        <w:shd w:val="clear" w:color="auto" w:fill="ECEDCF" w:themeFill="accent2" w:themeFillTint="7F"/>
      </w:tcPr>
    </w:tblStylePr>
  </w:style>
  <w:style w:type="table" w:styleId="MediumShading1-Accent6">
    <w:name w:val="Medium Shading 1 Accent 6"/>
    <w:basedOn w:val="TableNormal"/>
    <w:uiPriority w:val="63"/>
    <w:rsid w:val="00A52F6D"/>
    <w:tblPr>
      <w:tblStyleRowBandSize w:val="1"/>
      <w:tblStyleColBandSize w:val="1"/>
      <w:tblBorders>
        <w:top w:val="single" w:sz="8" w:space="0" w:color="5C5C5C" w:themeColor="accent6" w:themeTint="BF"/>
        <w:left w:val="single" w:sz="8" w:space="0" w:color="5C5C5C" w:themeColor="accent6" w:themeTint="BF"/>
        <w:bottom w:val="single" w:sz="8" w:space="0" w:color="5C5C5C" w:themeColor="accent6" w:themeTint="BF"/>
        <w:right w:val="single" w:sz="8" w:space="0" w:color="5C5C5C" w:themeColor="accent6" w:themeTint="BF"/>
        <w:insideH w:val="single" w:sz="8" w:space="0" w:color="5C5C5C" w:themeColor="accent6" w:themeTint="BF"/>
      </w:tblBorders>
    </w:tblPr>
    <w:tblStylePr w:type="firstRow">
      <w:pPr>
        <w:spacing w:before="0" w:after="0" w:line="240" w:lineRule="auto"/>
      </w:pPr>
      <w:rPr>
        <w:b/>
        <w:bCs/>
        <w:color w:val="FFFFFF" w:themeColor="background1"/>
      </w:rPr>
      <w:tblPr/>
      <w:tcPr>
        <w:tcBorders>
          <w:top w:val="single" w:sz="8" w:space="0" w:color="5C5C5C" w:themeColor="accent6" w:themeTint="BF"/>
          <w:left w:val="single" w:sz="8" w:space="0" w:color="5C5C5C" w:themeColor="accent6" w:themeTint="BF"/>
          <w:bottom w:val="single" w:sz="8" w:space="0" w:color="5C5C5C" w:themeColor="accent6" w:themeTint="BF"/>
          <w:right w:val="single" w:sz="8" w:space="0" w:color="5C5C5C" w:themeColor="accent6" w:themeTint="BF"/>
          <w:insideH w:val="nil"/>
          <w:insideV w:val="nil"/>
        </w:tcBorders>
        <w:shd w:val="clear" w:color="auto" w:fill="262626" w:themeFill="accent6"/>
      </w:tcPr>
    </w:tblStylePr>
    <w:tblStylePr w:type="lastRow">
      <w:pPr>
        <w:spacing w:before="0" w:after="0" w:line="240" w:lineRule="auto"/>
      </w:pPr>
      <w:rPr>
        <w:b/>
        <w:bCs/>
      </w:rPr>
      <w:tblPr/>
      <w:tcPr>
        <w:tcBorders>
          <w:top w:val="double" w:sz="6" w:space="0" w:color="5C5C5C" w:themeColor="accent6" w:themeTint="BF"/>
          <w:left w:val="single" w:sz="8" w:space="0" w:color="5C5C5C" w:themeColor="accent6" w:themeTint="BF"/>
          <w:bottom w:val="single" w:sz="8" w:space="0" w:color="5C5C5C" w:themeColor="accent6" w:themeTint="BF"/>
          <w:right w:val="single" w:sz="8" w:space="0" w:color="5C5C5C" w:themeColor="accent6" w:themeTint="BF"/>
          <w:insideH w:val="nil"/>
          <w:insideV w:val="nil"/>
        </w:tcBorders>
      </w:tcPr>
    </w:tblStylePr>
    <w:tblStylePr w:type="firstCol">
      <w:rPr>
        <w:b/>
        <w:bCs/>
      </w:rPr>
    </w:tblStylePr>
    <w:tblStylePr w:type="lastCol">
      <w:rPr>
        <w:b/>
        <w:bCs/>
      </w:rPr>
    </w:tblStylePr>
    <w:tblStylePr w:type="band1Vert">
      <w:tblPr/>
      <w:tcPr>
        <w:shd w:val="clear" w:color="auto" w:fill="C9C9C9" w:themeFill="accent6" w:themeFillTint="3F"/>
      </w:tcPr>
    </w:tblStylePr>
    <w:tblStylePr w:type="band1Horz">
      <w:tblPr/>
      <w:tcPr>
        <w:tcBorders>
          <w:insideH w:val="nil"/>
          <w:insideV w:val="nil"/>
        </w:tcBorders>
        <w:shd w:val="clear" w:color="auto" w:fill="C9C9C9" w:themeFill="accent6"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A52F6D"/>
    <w:rPr>
      <w:color w:val="333333" w:themeColor="text1"/>
    </w:rPr>
    <w:tblPr>
      <w:tblStyleRowBandSize w:val="1"/>
      <w:tblStyleColBandSize w:val="1"/>
      <w:tblBorders>
        <w:top w:val="single" w:sz="8" w:space="0" w:color="A4A510" w:themeColor="accent1"/>
        <w:bottom w:val="single" w:sz="8" w:space="0" w:color="A4A510" w:themeColor="accent1"/>
      </w:tblBorders>
    </w:tblPr>
    <w:tblStylePr w:type="firstRow">
      <w:rPr>
        <w:rFonts w:asciiTheme="majorHAnsi" w:eastAsiaTheme="majorEastAsia" w:hAnsiTheme="majorHAnsi" w:cstheme="majorBidi"/>
      </w:rPr>
      <w:tblPr/>
      <w:tcPr>
        <w:tcBorders>
          <w:top w:val="nil"/>
          <w:bottom w:val="single" w:sz="8" w:space="0" w:color="A4A510" w:themeColor="accent1"/>
        </w:tcBorders>
      </w:tcPr>
    </w:tblStylePr>
    <w:tblStylePr w:type="lastRow">
      <w:rPr>
        <w:b/>
        <w:bCs/>
        <w:color w:val="848484" w:themeColor="text2"/>
      </w:rPr>
      <w:tblPr/>
      <w:tcPr>
        <w:tcBorders>
          <w:top w:val="single" w:sz="8" w:space="0" w:color="A4A510" w:themeColor="accent1"/>
          <w:bottom w:val="single" w:sz="8" w:space="0" w:color="A4A510" w:themeColor="accent1"/>
        </w:tcBorders>
      </w:tcPr>
    </w:tblStylePr>
    <w:tblStylePr w:type="firstCol">
      <w:rPr>
        <w:b/>
        <w:bCs/>
      </w:rPr>
    </w:tblStylePr>
    <w:tblStylePr w:type="lastCol">
      <w:rPr>
        <w:b/>
        <w:bCs/>
      </w:rPr>
      <w:tblPr/>
      <w:tcPr>
        <w:tcBorders>
          <w:top w:val="single" w:sz="8" w:space="0" w:color="A4A510" w:themeColor="accent1"/>
          <w:bottom w:val="single" w:sz="8" w:space="0" w:color="A4A510" w:themeColor="accent1"/>
        </w:tcBorders>
      </w:tcPr>
    </w:tblStylePr>
    <w:tblStylePr w:type="band1Vert">
      <w:tblPr/>
      <w:tcPr>
        <w:shd w:val="clear" w:color="auto" w:fill="F7F7B4" w:themeFill="accent1" w:themeFillTint="3F"/>
      </w:tcPr>
    </w:tblStylePr>
    <w:tblStylePr w:type="band1Horz">
      <w:tblPr/>
      <w:tcPr>
        <w:shd w:val="clear" w:color="auto" w:fill="F7F7B4" w:themeFill="accent1" w:themeFillTint="3F"/>
      </w:tcPr>
    </w:tblStylePr>
  </w:style>
  <w:style w:type="table" w:styleId="LightShading-Accent3">
    <w:name w:val="Light Shading Accent 3"/>
    <w:basedOn w:val="TableNormal"/>
    <w:uiPriority w:val="60"/>
    <w:rsid w:val="007B5010"/>
    <w:rPr>
      <w:color w:val="57B4EC" w:themeColor="accent3" w:themeShade="BF"/>
    </w:rPr>
    <w:tblPr>
      <w:tblStyleRowBandSize w:val="1"/>
      <w:tblStyleColBandSize w:val="1"/>
      <w:tblBorders>
        <w:top w:val="single" w:sz="8" w:space="0" w:color="B9E0F7" w:themeColor="accent3"/>
        <w:bottom w:val="single" w:sz="8" w:space="0" w:color="B9E0F7" w:themeColor="accent3"/>
      </w:tblBorders>
    </w:tblPr>
    <w:tblStylePr w:type="firstRow">
      <w:pPr>
        <w:spacing w:before="0" w:after="0" w:line="240" w:lineRule="auto"/>
      </w:pPr>
      <w:rPr>
        <w:b/>
        <w:bCs/>
      </w:rPr>
      <w:tblPr/>
      <w:tcPr>
        <w:tcBorders>
          <w:top w:val="single" w:sz="8" w:space="0" w:color="B9E0F7" w:themeColor="accent3"/>
          <w:left w:val="nil"/>
          <w:bottom w:val="single" w:sz="8" w:space="0" w:color="B9E0F7" w:themeColor="accent3"/>
          <w:right w:val="nil"/>
          <w:insideH w:val="nil"/>
          <w:insideV w:val="nil"/>
        </w:tcBorders>
      </w:tcPr>
    </w:tblStylePr>
    <w:tblStylePr w:type="lastRow">
      <w:pPr>
        <w:spacing w:before="0" w:after="0" w:line="240" w:lineRule="auto"/>
      </w:pPr>
      <w:rPr>
        <w:b/>
        <w:bCs/>
      </w:rPr>
      <w:tblPr/>
      <w:tcPr>
        <w:tcBorders>
          <w:top w:val="single" w:sz="8" w:space="0" w:color="B9E0F7" w:themeColor="accent3"/>
          <w:left w:val="nil"/>
          <w:bottom w:val="single" w:sz="8" w:space="0" w:color="B9E0F7"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F7FD" w:themeFill="accent3" w:themeFillTint="3F"/>
      </w:tcPr>
    </w:tblStylePr>
    <w:tblStylePr w:type="band1Horz">
      <w:tblPr/>
      <w:tcPr>
        <w:tcBorders>
          <w:left w:val="nil"/>
          <w:right w:val="nil"/>
          <w:insideH w:val="nil"/>
          <w:insideV w:val="nil"/>
        </w:tcBorders>
        <w:shd w:val="clear" w:color="auto" w:fill="EDF7FD" w:themeFill="accent3" w:themeFillTint="3F"/>
      </w:tcPr>
    </w:tblStylePr>
  </w:style>
  <w:style w:type="table" w:styleId="LightGrid-Accent1">
    <w:name w:val="Light Grid Accent 1"/>
    <w:basedOn w:val="TableNormal"/>
    <w:uiPriority w:val="62"/>
    <w:rsid w:val="007B5010"/>
    <w:tblPr>
      <w:tblStyleRowBandSize w:val="1"/>
      <w:tblStyleColBandSize w:val="1"/>
      <w:tblBorders>
        <w:top w:val="single" w:sz="8" w:space="0" w:color="A4A510" w:themeColor="accent1"/>
        <w:left w:val="single" w:sz="8" w:space="0" w:color="A4A510" w:themeColor="accent1"/>
        <w:bottom w:val="single" w:sz="8" w:space="0" w:color="A4A510" w:themeColor="accent1"/>
        <w:right w:val="single" w:sz="8" w:space="0" w:color="A4A510" w:themeColor="accent1"/>
        <w:insideH w:val="single" w:sz="8" w:space="0" w:color="A4A510" w:themeColor="accent1"/>
        <w:insideV w:val="single" w:sz="8" w:space="0" w:color="A4A51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4A510" w:themeColor="accent1"/>
          <w:left w:val="single" w:sz="8" w:space="0" w:color="A4A510" w:themeColor="accent1"/>
          <w:bottom w:val="single" w:sz="18" w:space="0" w:color="A4A510" w:themeColor="accent1"/>
          <w:right w:val="single" w:sz="8" w:space="0" w:color="A4A510" w:themeColor="accent1"/>
          <w:insideH w:val="nil"/>
          <w:insideV w:val="single" w:sz="8" w:space="0" w:color="A4A51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4A510" w:themeColor="accent1"/>
          <w:left w:val="single" w:sz="8" w:space="0" w:color="A4A510" w:themeColor="accent1"/>
          <w:bottom w:val="single" w:sz="8" w:space="0" w:color="A4A510" w:themeColor="accent1"/>
          <w:right w:val="single" w:sz="8" w:space="0" w:color="A4A510" w:themeColor="accent1"/>
          <w:insideH w:val="nil"/>
          <w:insideV w:val="single" w:sz="8" w:space="0" w:color="A4A51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4A510" w:themeColor="accent1"/>
          <w:left w:val="single" w:sz="8" w:space="0" w:color="A4A510" w:themeColor="accent1"/>
          <w:bottom w:val="single" w:sz="8" w:space="0" w:color="A4A510" w:themeColor="accent1"/>
          <w:right w:val="single" w:sz="8" w:space="0" w:color="A4A510" w:themeColor="accent1"/>
        </w:tcBorders>
      </w:tcPr>
    </w:tblStylePr>
    <w:tblStylePr w:type="band1Vert">
      <w:tblPr/>
      <w:tcPr>
        <w:tcBorders>
          <w:top w:val="single" w:sz="8" w:space="0" w:color="A4A510" w:themeColor="accent1"/>
          <w:left w:val="single" w:sz="8" w:space="0" w:color="A4A510" w:themeColor="accent1"/>
          <w:bottom w:val="single" w:sz="8" w:space="0" w:color="A4A510" w:themeColor="accent1"/>
          <w:right w:val="single" w:sz="8" w:space="0" w:color="A4A510" w:themeColor="accent1"/>
        </w:tcBorders>
        <w:shd w:val="clear" w:color="auto" w:fill="F7F7B4" w:themeFill="accent1" w:themeFillTint="3F"/>
      </w:tcPr>
    </w:tblStylePr>
    <w:tblStylePr w:type="band1Horz">
      <w:tblPr/>
      <w:tcPr>
        <w:tcBorders>
          <w:top w:val="single" w:sz="8" w:space="0" w:color="A4A510" w:themeColor="accent1"/>
          <w:left w:val="single" w:sz="8" w:space="0" w:color="A4A510" w:themeColor="accent1"/>
          <w:bottom w:val="single" w:sz="8" w:space="0" w:color="A4A510" w:themeColor="accent1"/>
          <w:right w:val="single" w:sz="8" w:space="0" w:color="A4A510" w:themeColor="accent1"/>
          <w:insideV w:val="single" w:sz="8" w:space="0" w:color="A4A510" w:themeColor="accent1"/>
        </w:tcBorders>
        <w:shd w:val="clear" w:color="auto" w:fill="F7F7B4" w:themeFill="accent1" w:themeFillTint="3F"/>
      </w:tcPr>
    </w:tblStylePr>
    <w:tblStylePr w:type="band2Horz">
      <w:tblPr/>
      <w:tcPr>
        <w:tcBorders>
          <w:top w:val="single" w:sz="8" w:space="0" w:color="A4A510" w:themeColor="accent1"/>
          <w:left w:val="single" w:sz="8" w:space="0" w:color="A4A510" w:themeColor="accent1"/>
          <w:bottom w:val="single" w:sz="8" w:space="0" w:color="A4A510" w:themeColor="accent1"/>
          <w:right w:val="single" w:sz="8" w:space="0" w:color="A4A510" w:themeColor="accent1"/>
          <w:insideV w:val="single" w:sz="8" w:space="0" w:color="A4A510" w:themeColor="accent1"/>
        </w:tcBorders>
      </w:tcPr>
    </w:tblStylePr>
  </w:style>
  <w:style w:type="paragraph" w:styleId="EndnoteText">
    <w:name w:val="endnote text"/>
    <w:basedOn w:val="Normal"/>
    <w:link w:val="EndnoteTextChar"/>
    <w:uiPriority w:val="99"/>
    <w:semiHidden/>
    <w:unhideWhenUsed/>
    <w:rsid w:val="00093343"/>
    <w:pPr>
      <w:spacing w:after="0" w:line="240" w:lineRule="auto"/>
    </w:pPr>
  </w:style>
  <w:style w:type="character" w:customStyle="1" w:styleId="EndnoteTextChar">
    <w:name w:val="Endnote Text Char"/>
    <w:basedOn w:val="DefaultParagraphFont"/>
    <w:link w:val="EndnoteText"/>
    <w:uiPriority w:val="99"/>
    <w:semiHidden/>
    <w:rsid w:val="00093343"/>
  </w:style>
  <w:style w:type="character" w:styleId="EndnoteReference">
    <w:name w:val="endnote reference"/>
    <w:basedOn w:val="DefaultParagraphFont"/>
    <w:uiPriority w:val="99"/>
    <w:unhideWhenUsed/>
    <w:rsid w:val="00093343"/>
    <w:rPr>
      <w:vertAlign w:val="superscript"/>
    </w:rPr>
  </w:style>
  <w:style w:type="character" w:styleId="CommentReference">
    <w:name w:val="annotation reference"/>
    <w:basedOn w:val="DefaultParagraphFont"/>
    <w:semiHidden/>
    <w:unhideWhenUsed/>
    <w:rsid w:val="003E38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FALLE~1\AppData\Local\Temp\PECI%20Master%20Document%20Template-1.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peci.org\files\commercial\Current\11210%20-%20SCE%20Workpapers%20(CWA)\CWA%20%23%2011%20VFD%20Workpaper%20Update\comparis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CW flow (gpm) vs. PLR</a:t>
            </a:r>
          </a:p>
        </c:rich>
      </c:tx>
      <c:overlay val="0"/>
    </c:title>
    <c:autoTitleDeleted val="0"/>
    <c:plotArea>
      <c:layout>
        <c:manualLayout>
          <c:layoutTarget val="inner"/>
          <c:xMode val="edge"/>
          <c:yMode val="edge"/>
          <c:x val="8.607174103237096E-2"/>
          <c:y val="0.19480351414406533"/>
          <c:w val="0.59874825021872269"/>
          <c:h val="0.68921660834062404"/>
        </c:manualLayout>
      </c:layout>
      <c:scatterChart>
        <c:scatterStyle val="lineMarker"/>
        <c:varyColors val="0"/>
        <c:ser>
          <c:idx val="0"/>
          <c:order val="0"/>
          <c:tx>
            <c:v>Constant CW flow</c:v>
          </c:tx>
          <c:spPr>
            <a:ln w="28575">
              <a:noFill/>
            </a:ln>
          </c:spPr>
          <c:marker>
            <c:symbol val="diamond"/>
            <c:size val="3"/>
          </c:marker>
          <c:xVal>
            <c:numRef>
              <c:f>Jan!$AM$11:$AM$8770</c:f>
              <c:numCache>
                <c:formatCode>General</c:formatCode>
                <c:ptCount val="8760"/>
                <c:pt idx="0">
                  <c:v>0</c:v>
                </c:pt>
                <c:pt idx="1">
                  <c:v>0</c:v>
                </c:pt>
                <c:pt idx="2">
                  <c:v>0</c:v>
                </c:pt>
                <c:pt idx="3">
                  <c:v>0</c:v>
                </c:pt>
                <c:pt idx="4">
                  <c:v>0</c:v>
                </c:pt>
                <c:pt idx="5">
                  <c:v>0</c:v>
                </c:pt>
                <c:pt idx="6">
                  <c:v>0</c:v>
                </c:pt>
                <c:pt idx="7">
                  <c:v>0</c:v>
                </c:pt>
                <c:pt idx="8">
                  <c:v>0.25</c:v>
                </c:pt>
                <c:pt idx="9">
                  <c:v>0.25</c:v>
                </c:pt>
                <c:pt idx="10">
                  <c:v>0.25</c:v>
                </c:pt>
                <c:pt idx="11">
                  <c:v>0.25</c:v>
                </c:pt>
                <c:pt idx="12">
                  <c:v>0.25</c:v>
                </c:pt>
                <c:pt idx="13">
                  <c:v>0.25</c:v>
                </c:pt>
                <c:pt idx="14">
                  <c:v>0.25</c:v>
                </c:pt>
                <c:pt idx="15">
                  <c:v>0.25</c:v>
                </c:pt>
                <c:pt idx="16">
                  <c:v>0.25</c:v>
                </c:pt>
                <c:pt idx="17">
                  <c:v>0.25</c:v>
                </c:pt>
                <c:pt idx="18">
                  <c:v>0.25</c:v>
                </c:pt>
                <c:pt idx="19">
                  <c:v>0.25</c:v>
                </c:pt>
                <c:pt idx="20">
                  <c:v>0.25</c:v>
                </c:pt>
                <c:pt idx="21">
                  <c:v>0.25</c:v>
                </c:pt>
                <c:pt idx="22">
                  <c:v>0</c:v>
                </c:pt>
                <c:pt idx="23">
                  <c:v>0</c:v>
                </c:pt>
                <c:pt idx="24">
                  <c:v>0</c:v>
                </c:pt>
                <c:pt idx="25">
                  <c:v>0</c:v>
                </c:pt>
                <c:pt idx="26">
                  <c:v>0</c:v>
                </c:pt>
                <c:pt idx="27">
                  <c:v>0</c:v>
                </c:pt>
                <c:pt idx="28">
                  <c:v>0</c:v>
                </c:pt>
                <c:pt idx="29">
                  <c:v>0</c:v>
                </c:pt>
                <c:pt idx="30">
                  <c:v>0</c:v>
                </c:pt>
                <c:pt idx="31">
                  <c:v>0</c:v>
                </c:pt>
                <c:pt idx="32">
                  <c:v>0.25</c:v>
                </c:pt>
                <c:pt idx="33">
                  <c:v>0.25</c:v>
                </c:pt>
                <c:pt idx="34">
                  <c:v>0.25</c:v>
                </c:pt>
                <c:pt idx="35">
                  <c:v>0.25</c:v>
                </c:pt>
                <c:pt idx="36">
                  <c:v>0.25</c:v>
                </c:pt>
                <c:pt idx="37">
                  <c:v>0.25</c:v>
                </c:pt>
                <c:pt idx="38">
                  <c:v>0.25</c:v>
                </c:pt>
                <c:pt idx="39">
                  <c:v>0.25</c:v>
                </c:pt>
                <c:pt idx="40">
                  <c:v>0.25</c:v>
                </c:pt>
                <c:pt idx="41">
                  <c:v>0.25</c:v>
                </c:pt>
                <c:pt idx="42">
                  <c:v>0.25</c:v>
                </c:pt>
                <c:pt idx="43">
                  <c:v>0.25</c:v>
                </c:pt>
                <c:pt idx="44">
                  <c:v>0.25</c:v>
                </c:pt>
                <c:pt idx="45">
                  <c:v>0.25</c:v>
                </c:pt>
                <c:pt idx="46">
                  <c:v>0</c:v>
                </c:pt>
                <c:pt idx="47">
                  <c:v>0</c:v>
                </c:pt>
                <c:pt idx="48">
                  <c:v>0</c:v>
                </c:pt>
                <c:pt idx="49">
                  <c:v>0</c:v>
                </c:pt>
                <c:pt idx="50">
                  <c:v>0</c:v>
                </c:pt>
                <c:pt idx="51">
                  <c:v>0</c:v>
                </c:pt>
                <c:pt idx="52">
                  <c:v>0</c:v>
                </c:pt>
                <c:pt idx="53">
                  <c:v>0</c:v>
                </c:pt>
                <c:pt idx="54">
                  <c:v>0</c:v>
                </c:pt>
                <c:pt idx="55">
                  <c:v>0</c:v>
                </c:pt>
                <c:pt idx="56">
                  <c:v>0.25</c:v>
                </c:pt>
                <c:pt idx="57">
                  <c:v>0.25</c:v>
                </c:pt>
                <c:pt idx="58">
                  <c:v>0.25</c:v>
                </c:pt>
                <c:pt idx="59">
                  <c:v>0.25</c:v>
                </c:pt>
                <c:pt idx="60">
                  <c:v>0.25</c:v>
                </c:pt>
                <c:pt idx="61">
                  <c:v>0.25</c:v>
                </c:pt>
                <c:pt idx="62">
                  <c:v>0.25</c:v>
                </c:pt>
                <c:pt idx="63">
                  <c:v>0.25</c:v>
                </c:pt>
                <c:pt idx="64">
                  <c:v>0.25</c:v>
                </c:pt>
                <c:pt idx="65">
                  <c:v>0.25</c:v>
                </c:pt>
                <c:pt idx="66">
                  <c:v>0.25</c:v>
                </c:pt>
                <c:pt idx="67">
                  <c:v>0.25</c:v>
                </c:pt>
                <c:pt idx="68">
                  <c:v>0.25</c:v>
                </c:pt>
                <c:pt idx="69">
                  <c:v>0.25</c:v>
                </c:pt>
                <c:pt idx="70">
                  <c:v>0</c:v>
                </c:pt>
                <c:pt idx="71">
                  <c:v>0</c:v>
                </c:pt>
                <c:pt idx="72">
                  <c:v>0</c:v>
                </c:pt>
                <c:pt idx="73">
                  <c:v>0</c:v>
                </c:pt>
                <c:pt idx="74">
                  <c:v>0</c:v>
                </c:pt>
                <c:pt idx="75">
                  <c:v>0</c:v>
                </c:pt>
                <c:pt idx="76">
                  <c:v>0</c:v>
                </c:pt>
                <c:pt idx="77">
                  <c:v>0</c:v>
                </c:pt>
                <c:pt idx="78">
                  <c:v>0</c:v>
                </c:pt>
                <c:pt idx="79">
                  <c:v>0</c:v>
                </c:pt>
                <c:pt idx="80">
                  <c:v>0.25</c:v>
                </c:pt>
                <c:pt idx="81">
                  <c:v>0.25</c:v>
                </c:pt>
                <c:pt idx="82">
                  <c:v>0.25</c:v>
                </c:pt>
                <c:pt idx="83">
                  <c:v>0.25</c:v>
                </c:pt>
                <c:pt idx="84">
                  <c:v>0.25</c:v>
                </c:pt>
                <c:pt idx="85">
                  <c:v>0.25</c:v>
                </c:pt>
                <c:pt idx="86">
                  <c:v>0.25</c:v>
                </c:pt>
                <c:pt idx="87">
                  <c:v>0.25</c:v>
                </c:pt>
                <c:pt idx="88">
                  <c:v>0.25</c:v>
                </c:pt>
                <c:pt idx="89">
                  <c:v>0.25</c:v>
                </c:pt>
                <c:pt idx="90">
                  <c:v>0.25</c:v>
                </c:pt>
                <c:pt idx="91">
                  <c:v>0.25</c:v>
                </c:pt>
                <c:pt idx="92">
                  <c:v>0.25</c:v>
                </c:pt>
                <c:pt idx="93">
                  <c:v>0.25</c:v>
                </c:pt>
                <c:pt idx="94">
                  <c:v>0</c:v>
                </c:pt>
                <c:pt idx="95">
                  <c:v>0</c:v>
                </c:pt>
                <c:pt idx="96">
                  <c:v>0</c:v>
                </c:pt>
                <c:pt idx="97">
                  <c:v>0</c:v>
                </c:pt>
                <c:pt idx="98">
                  <c:v>0</c:v>
                </c:pt>
                <c:pt idx="99">
                  <c:v>0</c:v>
                </c:pt>
                <c:pt idx="100">
                  <c:v>0</c:v>
                </c:pt>
                <c:pt idx="101">
                  <c:v>0</c:v>
                </c:pt>
                <c:pt idx="102">
                  <c:v>0</c:v>
                </c:pt>
                <c:pt idx="103">
                  <c:v>0</c:v>
                </c:pt>
                <c:pt idx="104">
                  <c:v>0.25</c:v>
                </c:pt>
                <c:pt idx="105">
                  <c:v>0.25</c:v>
                </c:pt>
                <c:pt idx="106">
                  <c:v>0.25</c:v>
                </c:pt>
                <c:pt idx="107">
                  <c:v>0.25</c:v>
                </c:pt>
                <c:pt idx="108">
                  <c:v>0.25</c:v>
                </c:pt>
                <c:pt idx="109">
                  <c:v>0.25</c:v>
                </c:pt>
                <c:pt idx="110">
                  <c:v>0.25</c:v>
                </c:pt>
                <c:pt idx="111">
                  <c:v>0.25</c:v>
                </c:pt>
                <c:pt idx="112">
                  <c:v>0.25</c:v>
                </c:pt>
                <c:pt idx="113">
                  <c:v>0.25</c:v>
                </c:pt>
                <c:pt idx="114">
                  <c:v>0.25</c:v>
                </c:pt>
                <c:pt idx="115">
                  <c:v>0.25</c:v>
                </c:pt>
                <c:pt idx="116">
                  <c:v>0.25</c:v>
                </c:pt>
                <c:pt idx="117">
                  <c:v>0.25</c:v>
                </c:pt>
                <c:pt idx="118">
                  <c:v>0</c:v>
                </c:pt>
                <c:pt idx="119">
                  <c:v>0</c:v>
                </c:pt>
                <c:pt idx="120">
                  <c:v>0</c:v>
                </c:pt>
                <c:pt idx="121">
                  <c:v>0</c:v>
                </c:pt>
                <c:pt idx="122">
                  <c:v>0</c:v>
                </c:pt>
                <c:pt idx="123">
                  <c:v>0</c:v>
                </c:pt>
                <c:pt idx="124">
                  <c:v>0</c:v>
                </c:pt>
                <c:pt idx="125">
                  <c:v>0</c:v>
                </c:pt>
                <c:pt idx="126">
                  <c:v>0</c:v>
                </c:pt>
                <c:pt idx="127">
                  <c:v>0</c:v>
                </c:pt>
                <c:pt idx="128">
                  <c:v>0.25</c:v>
                </c:pt>
                <c:pt idx="129">
                  <c:v>0.25</c:v>
                </c:pt>
                <c:pt idx="130">
                  <c:v>0.25</c:v>
                </c:pt>
                <c:pt idx="131">
                  <c:v>0.25</c:v>
                </c:pt>
                <c:pt idx="132">
                  <c:v>0.25</c:v>
                </c:pt>
                <c:pt idx="133">
                  <c:v>0.25</c:v>
                </c:pt>
                <c:pt idx="134">
                  <c:v>0.25</c:v>
                </c:pt>
                <c:pt idx="135">
                  <c:v>0.25</c:v>
                </c:pt>
                <c:pt idx="136">
                  <c:v>0.25</c:v>
                </c:pt>
                <c:pt idx="137">
                  <c:v>0.25</c:v>
                </c:pt>
                <c:pt idx="138">
                  <c:v>0.25</c:v>
                </c:pt>
                <c:pt idx="139">
                  <c:v>0.25</c:v>
                </c:pt>
                <c:pt idx="140">
                  <c:v>0.25</c:v>
                </c:pt>
                <c:pt idx="141">
                  <c:v>0.25</c:v>
                </c:pt>
                <c:pt idx="142">
                  <c:v>0</c:v>
                </c:pt>
                <c:pt idx="143">
                  <c:v>0</c:v>
                </c:pt>
                <c:pt idx="144">
                  <c:v>0</c:v>
                </c:pt>
                <c:pt idx="145">
                  <c:v>0</c:v>
                </c:pt>
                <c:pt idx="146">
                  <c:v>0</c:v>
                </c:pt>
                <c:pt idx="147">
                  <c:v>0</c:v>
                </c:pt>
                <c:pt idx="148">
                  <c:v>0</c:v>
                </c:pt>
                <c:pt idx="149">
                  <c:v>0</c:v>
                </c:pt>
                <c:pt idx="150">
                  <c:v>0</c:v>
                </c:pt>
                <c:pt idx="151">
                  <c:v>0</c:v>
                </c:pt>
                <c:pt idx="152">
                  <c:v>0.25</c:v>
                </c:pt>
                <c:pt idx="153">
                  <c:v>0.25</c:v>
                </c:pt>
                <c:pt idx="154">
                  <c:v>0.25</c:v>
                </c:pt>
                <c:pt idx="155">
                  <c:v>0.25</c:v>
                </c:pt>
                <c:pt idx="156">
                  <c:v>0.25</c:v>
                </c:pt>
                <c:pt idx="157">
                  <c:v>0.25</c:v>
                </c:pt>
                <c:pt idx="158">
                  <c:v>0.25</c:v>
                </c:pt>
                <c:pt idx="159">
                  <c:v>0.25</c:v>
                </c:pt>
                <c:pt idx="160">
                  <c:v>0.25</c:v>
                </c:pt>
                <c:pt idx="161">
                  <c:v>0.25</c:v>
                </c:pt>
                <c:pt idx="162">
                  <c:v>0.25</c:v>
                </c:pt>
                <c:pt idx="163">
                  <c:v>0.25</c:v>
                </c:pt>
                <c:pt idx="164">
                  <c:v>0.25</c:v>
                </c:pt>
                <c:pt idx="165">
                  <c:v>0.25</c:v>
                </c:pt>
                <c:pt idx="166">
                  <c:v>0</c:v>
                </c:pt>
                <c:pt idx="167">
                  <c:v>0</c:v>
                </c:pt>
                <c:pt idx="168">
                  <c:v>0</c:v>
                </c:pt>
                <c:pt idx="169">
                  <c:v>0</c:v>
                </c:pt>
                <c:pt idx="170">
                  <c:v>0</c:v>
                </c:pt>
                <c:pt idx="171">
                  <c:v>0</c:v>
                </c:pt>
                <c:pt idx="172">
                  <c:v>0</c:v>
                </c:pt>
                <c:pt idx="173">
                  <c:v>0</c:v>
                </c:pt>
                <c:pt idx="174">
                  <c:v>0</c:v>
                </c:pt>
                <c:pt idx="175">
                  <c:v>0</c:v>
                </c:pt>
                <c:pt idx="176">
                  <c:v>0.25</c:v>
                </c:pt>
                <c:pt idx="177">
                  <c:v>0.25</c:v>
                </c:pt>
                <c:pt idx="178">
                  <c:v>0.25</c:v>
                </c:pt>
                <c:pt idx="179">
                  <c:v>0.25</c:v>
                </c:pt>
                <c:pt idx="180">
                  <c:v>0.25</c:v>
                </c:pt>
                <c:pt idx="181">
                  <c:v>0.25</c:v>
                </c:pt>
                <c:pt idx="182">
                  <c:v>0.25</c:v>
                </c:pt>
                <c:pt idx="183">
                  <c:v>0.25</c:v>
                </c:pt>
                <c:pt idx="184">
                  <c:v>0.25</c:v>
                </c:pt>
                <c:pt idx="185">
                  <c:v>0.25</c:v>
                </c:pt>
                <c:pt idx="186">
                  <c:v>0.25</c:v>
                </c:pt>
                <c:pt idx="187">
                  <c:v>0.25</c:v>
                </c:pt>
                <c:pt idx="188">
                  <c:v>0.25</c:v>
                </c:pt>
                <c:pt idx="189">
                  <c:v>0.25</c:v>
                </c:pt>
                <c:pt idx="190">
                  <c:v>0</c:v>
                </c:pt>
                <c:pt idx="191">
                  <c:v>0</c:v>
                </c:pt>
                <c:pt idx="192">
                  <c:v>0</c:v>
                </c:pt>
                <c:pt idx="193">
                  <c:v>0</c:v>
                </c:pt>
                <c:pt idx="194">
                  <c:v>0</c:v>
                </c:pt>
                <c:pt idx="195">
                  <c:v>0</c:v>
                </c:pt>
                <c:pt idx="196">
                  <c:v>0</c:v>
                </c:pt>
                <c:pt idx="197">
                  <c:v>0</c:v>
                </c:pt>
                <c:pt idx="198">
                  <c:v>0</c:v>
                </c:pt>
                <c:pt idx="199">
                  <c:v>0</c:v>
                </c:pt>
                <c:pt idx="200">
                  <c:v>0.25</c:v>
                </c:pt>
                <c:pt idx="201">
                  <c:v>0.25</c:v>
                </c:pt>
                <c:pt idx="202">
                  <c:v>0.25</c:v>
                </c:pt>
                <c:pt idx="203">
                  <c:v>0.25</c:v>
                </c:pt>
                <c:pt idx="204">
                  <c:v>0.25</c:v>
                </c:pt>
                <c:pt idx="205">
                  <c:v>0.25</c:v>
                </c:pt>
                <c:pt idx="206">
                  <c:v>0.25</c:v>
                </c:pt>
                <c:pt idx="207">
                  <c:v>0.25</c:v>
                </c:pt>
                <c:pt idx="208">
                  <c:v>0.25</c:v>
                </c:pt>
                <c:pt idx="209">
                  <c:v>0.25</c:v>
                </c:pt>
                <c:pt idx="210">
                  <c:v>0.25</c:v>
                </c:pt>
                <c:pt idx="211">
                  <c:v>0.25</c:v>
                </c:pt>
                <c:pt idx="212">
                  <c:v>0.25</c:v>
                </c:pt>
                <c:pt idx="213">
                  <c:v>0.25</c:v>
                </c:pt>
                <c:pt idx="214">
                  <c:v>0</c:v>
                </c:pt>
                <c:pt idx="215">
                  <c:v>0</c:v>
                </c:pt>
                <c:pt idx="216">
                  <c:v>0</c:v>
                </c:pt>
                <c:pt idx="217">
                  <c:v>0</c:v>
                </c:pt>
                <c:pt idx="218">
                  <c:v>0</c:v>
                </c:pt>
                <c:pt idx="219">
                  <c:v>0</c:v>
                </c:pt>
                <c:pt idx="220">
                  <c:v>0</c:v>
                </c:pt>
                <c:pt idx="221">
                  <c:v>0</c:v>
                </c:pt>
                <c:pt idx="222">
                  <c:v>0</c:v>
                </c:pt>
                <c:pt idx="223">
                  <c:v>0</c:v>
                </c:pt>
                <c:pt idx="224">
                  <c:v>0.25</c:v>
                </c:pt>
                <c:pt idx="225">
                  <c:v>0.25</c:v>
                </c:pt>
                <c:pt idx="226">
                  <c:v>0.27340799999999998</c:v>
                </c:pt>
                <c:pt idx="227">
                  <c:v>0.42624699999999999</c:v>
                </c:pt>
                <c:pt idx="228">
                  <c:v>0.35452499999999998</c:v>
                </c:pt>
                <c:pt idx="229">
                  <c:v>0.30362</c:v>
                </c:pt>
                <c:pt idx="230">
                  <c:v>0.25</c:v>
                </c:pt>
                <c:pt idx="231">
                  <c:v>0.25</c:v>
                </c:pt>
                <c:pt idx="232">
                  <c:v>0.25</c:v>
                </c:pt>
                <c:pt idx="233">
                  <c:v>0.25</c:v>
                </c:pt>
                <c:pt idx="234">
                  <c:v>0.25</c:v>
                </c:pt>
                <c:pt idx="235">
                  <c:v>0.25</c:v>
                </c:pt>
                <c:pt idx="236">
                  <c:v>0.25</c:v>
                </c:pt>
                <c:pt idx="237">
                  <c:v>0.25</c:v>
                </c:pt>
                <c:pt idx="238">
                  <c:v>0</c:v>
                </c:pt>
                <c:pt idx="239">
                  <c:v>0</c:v>
                </c:pt>
                <c:pt idx="240">
                  <c:v>0</c:v>
                </c:pt>
                <c:pt idx="241">
                  <c:v>0</c:v>
                </c:pt>
                <c:pt idx="242">
                  <c:v>0</c:v>
                </c:pt>
                <c:pt idx="243">
                  <c:v>0</c:v>
                </c:pt>
                <c:pt idx="244">
                  <c:v>0</c:v>
                </c:pt>
                <c:pt idx="245">
                  <c:v>0</c:v>
                </c:pt>
                <c:pt idx="246">
                  <c:v>0</c:v>
                </c:pt>
                <c:pt idx="247">
                  <c:v>0</c:v>
                </c:pt>
                <c:pt idx="248">
                  <c:v>0.25</c:v>
                </c:pt>
                <c:pt idx="249">
                  <c:v>0.25</c:v>
                </c:pt>
                <c:pt idx="250">
                  <c:v>0.28292699999999998</c:v>
                </c:pt>
                <c:pt idx="251">
                  <c:v>0.39597300000000002</c:v>
                </c:pt>
                <c:pt idx="252">
                  <c:v>0.39804200000000001</c:v>
                </c:pt>
                <c:pt idx="253">
                  <c:v>0.29125899999999999</c:v>
                </c:pt>
                <c:pt idx="254">
                  <c:v>0.25</c:v>
                </c:pt>
                <c:pt idx="255">
                  <c:v>0.25</c:v>
                </c:pt>
                <c:pt idx="256">
                  <c:v>0.25</c:v>
                </c:pt>
                <c:pt idx="257">
                  <c:v>0.25</c:v>
                </c:pt>
                <c:pt idx="258">
                  <c:v>0.25</c:v>
                </c:pt>
                <c:pt idx="259">
                  <c:v>0.25</c:v>
                </c:pt>
                <c:pt idx="260">
                  <c:v>0.25</c:v>
                </c:pt>
                <c:pt idx="261">
                  <c:v>0.25</c:v>
                </c:pt>
                <c:pt idx="262">
                  <c:v>0</c:v>
                </c:pt>
                <c:pt idx="263">
                  <c:v>0</c:v>
                </c:pt>
                <c:pt idx="264">
                  <c:v>0</c:v>
                </c:pt>
                <c:pt idx="265">
                  <c:v>0</c:v>
                </c:pt>
                <c:pt idx="266">
                  <c:v>0</c:v>
                </c:pt>
                <c:pt idx="267">
                  <c:v>0</c:v>
                </c:pt>
                <c:pt idx="268">
                  <c:v>0</c:v>
                </c:pt>
                <c:pt idx="269">
                  <c:v>0</c:v>
                </c:pt>
                <c:pt idx="270">
                  <c:v>0</c:v>
                </c:pt>
                <c:pt idx="271">
                  <c:v>0</c:v>
                </c:pt>
                <c:pt idx="272">
                  <c:v>0.25</c:v>
                </c:pt>
                <c:pt idx="273">
                  <c:v>0.25</c:v>
                </c:pt>
                <c:pt idx="274">
                  <c:v>0.25</c:v>
                </c:pt>
                <c:pt idx="275">
                  <c:v>0.25</c:v>
                </c:pt>
                <c:pt idx="276">
                  <c:v>0.25</c:v>
                </c:pt>
                <c:pt idx="277">
                  <c:v>0.25</c:v>
                </c:pt>
                <c:pt idx="278">
                  <c:v>0.25</c:v>
                </c:pt>
                <c:pt idx="279">
                  <c:v>0.25</c:v>
                </c:pt>
                <c:pt idx="280">
                  <c:v>0.25</c:v>
                </c:pt>
                <c:pt idx="281">
                  <c:v>0.25</c:v>
                </c:pt>
                <c:pt idx="282">
                  <c:v>0.25</c:v>
                </c:pt>
                <c:pt idx="283">
                  <c:v>0.25</c:v>
                </c:pt>
                <c:pt idx="284">
                  <c:v>0.25</c:v>
                </c:pt>
                <c:pt idx="285">
                  <c:v>0.25</c:v>
                </c:pt>
                <c:pt idx="286">
                  <c:v>0</c:v>
                </c:pt>
                <c:pt idx="287">
                  <c:v>0</c:v>
                </c:pt>
                <c:pt idx="288">
                  <c:v>0</c:v>
                </c:pt>
                <c:pt idx="289">
                  <c:v>0</c:v>
                </c:pt>
                <c:pt idx="290">
                  <c:v>0</c:v>
                </c:pt>
                <c:pt idx="291">
                  <c:v>0</c:v>
                </c:pt>
                <c:pt idx="292">
                  <c:v>0</c:v>
                </c:pt>
                <c:pt idx="293">
                  <c:v>0</c:v>
                </c:pt>
                <c:pt idx="294">
                  <c:v>0</c:v>
                </c:pt>
                <c:pt idx="295">
                  <c:v>0</c:v>
                </c:pt>
                <c:pt idx="296">
                  <c:v>0.25</c:v>
                </c:pt>
                <c:pt idx="297">
                  <c:v>0.25</c:v>
                </c:pt>
                <c:pt idx="298">
                  <c:v>0.25</c:v>
                </c:pt>
                <c:pt idx="299">
                  <c:v>0.25</c:v>
                </c:pt>
                <c:pt idx="300">
                  <c:v>0.25</c:v>
                </c:pt>
                <c:pt idx="301">
                  <c:v>0.25</c:v>
                </c:pt>
                <c:pt idx="302">
                  <c:v>0.25</c:v>
                </c:pt>
                <c:pt idx="303">
                  <c:v>0.25</c:v>
                </c:pt>
                <c:pt idx="304">
                  <c:v>0.25</c:v>
                </c:pt>
                <c:pt idx="305">
                  <c:v>0.25</c:v>
                </c:pt>
                <c:pt idx="306">
                  <c:v>0.25</c:v>
                </c:pt>
                <c:pt idx="307">
                  <c:v>0.25</c:v>
                </c:pt>
                <c:pt idx="308">
                  <c:v>0.25</c:v>
                </c:pt>
                <c:pt idx="309">
                  <c:v>0.25</c:v>
                </c:pt>
                <c:pt idx="310">
                  <c:v>0</c:v>
                </c:pt>
                <c:pt idx="311">
                  <c:v>0</c:v>
                </c:pt>
                <c:pt idx="312">
                  <c:v>0</c:v>
                </c:pt>
                <c:pt idx="313">
                  <c:v>0</c:v>
                </c:pt>
                <c:pt idx="314">
                  <c:v>0</c:v>
                </c:pt>
                <c:pt idx="315">
                  <c:v>0</c:v>
                </c:pt>
                <c:pt idx="316">
                  <c:v>0</c:v>
                </c:pt>
                <c:pt idx="317">
                  <c:v>0</c:v>
                </c:pt>
                <c:pt idx="318">
                  <c:v>0</c:v>
                </c:pt>
                <c:pt idx="319">
                  <c:v>0</c:v>
                </c:pt>
                <c:pt idx="320">
                  <c:v>0.25</c:v>
                </c:pt>
                <c:pt idx="321">
                  <c:v>0.25</c:v>
                </c:pt>
                <c:pt idx="322">
                  <c:v>0.25</c:v>
                </c:pt>
                <c:pt idx="323">
                  <c:v>0.25</c:v>
                </c:pt>
                <c:pt idx="324">
                  <c:v>0.25</c:v>
                </c:pt>
                <c:pt idx="325">
                  <c:v>0.25</c:v>
                </c:pt>
                <c:pt idx="326">
                  <c:v>0.25</c:v>
                </c:pt>
                <c:pt idx="327">
                  <c:v>0.25</c:v>
                </c:pt>
                <c:pt idx="328">
                  <c:v>0.25</c:v>
                </c:pt>
                <c:pt idx="329">
                  <c:v>0.25</c:v>
                </c:pt>
                <c:pt idx="330">
                  <c:v>0.25</c:v>
                </c:pt>
                <c:pt idx="331">
                  <c:v>0.25</c:v>
                </c:pt>
                <c:pt idx="332">
                  <c:v>0.25</c:v>
                </c:pt>
                <c:pt idx="333">
                  <c:v>0.25</c:v>
                </c:pt>
                <c:pt idx="334">
                  <c:v>0</c:v>
                </c:pt>
                <c:pt idx="335">
                  <c:v>0</c:v>
                </c:pt>
                <c:pt idx="336">
                  <c:v>0</c:v>
                </c:pt>
                <c:pt idx="337">
                  <c:v>0</c:v>
                </c:pt>
                <c:pt idx="338">
                  <c:v>0</c:v>
                </c:pt>
                <c:pt idx="339">
                  <c:v>0</c:v>
                </c:pt>
                <c:pt idx="340">
                  <c:v>0</c:v>
                </c:pt>
                <c:pt idx="341">
                  <c:v>0</c:v>
                </c:pt>
                <c:pt idx="342">
                  <c:v>0</c:v>
                </c:pt>
                <c:pt idx="343">
                  <c:v>0</c:v>
                </c:pt>
                <c:pt idx="344">
                  <c:v>0.25</c:v>
                </c:pt>
                <c:pt idx="345">
                  <c:v>0.25</c:v>
                </c:pt>
                <c:pt idx="346">
                  <c:v>0.25</c:v>
                </c:pt>
                <c:pt idx="347">
                  <c:v>0.25</c:v>
                </c:pt>
                <c:pt idx="348">
                  <c:v>0.25</c:v>
                </c:pt>
                <c:pt idx="349">
                  <c:v>0.25</c:v>
                </c:pt>
                <c:pt idx="350">
                  <c:v>0.25</c:v>
                </c:pt>
                <c:pt idx="351">
                  <c:v>0.25</c:v>
                </c:pt>
                <c:pt idx="352">
                  <c:v>0.25</c:v>
                </c:pt>
                <c:pt idx="353">
                  <c:v>0.25</c:v>
                </c:pt>
                <c:pt idx="354">
                  <c:v>0.25</c:v>
                </c:pt>
                <c:pt idx="355">
                  <c:v>0.25</c:v>
                </c:pt>
                <c:pt idx="356">
                  <c:v>0.25</c:v>
                </c:pt>
                <c:pt idx="357">
                  <c:v>0.25</c:v>
                </c:pt>
                <c:pt idx="358">
                  <c:v>0</c:v>
                </c:pt>
                <c:pt idx="359">
                  <c:v>0</c:v>
                </c:pt>
                <c:pt idx="360">
                  <c:v>0</c:v>
                </c:pt>
                <c:pt idx="361">
                  <c:v>0</c:v>
                </c:pt>
                <c:pt idx="362">
                  <c:v>0</c:v>
                </c:pt>
                <c:pt idx="363">
                  <c:v>0</c:v>
                </c:pt>
                <c:pt idx="364">
                  <c:v>0</c:v>
                </c:pt>
                <c:pt idx="365">
                  <c:v>0</c:v>
                </c:pt>
                <c:pt idx="366">
                  <c:v>0</c:v>
                </c:pt>
                <c:pt idx="367">
                  <c:v>0</c:v>
                </c:pt>
                <c:pt idx="368">
                  <c:v>0.25</c:v>
                </c:pt>
                <c:pt idx="369">
                  <c:v>0.25</c:v>
                </c:pt>
                <c:pt idx="370">
                  <c:v>0.25</c:v>
                </c:pt>
                <c:pt idx="371">
                  <c:v>0.25</c:v>
                </c:pt>
                <c:pt idx="372">
                  <c:v>0.25</c:v>
                </c:pt>
                <c:pt idx="373">
                  <c:v>0.25</c:v>
                </c:pt>
                <c:pt idx="374">
                  <c:v>0.25</c:v>
                </c:pt>
                <c:pt idx="375">
                  <c:v>0.25</c:v>
                </c:pt>
                <c:pt idx="376">
                  <c:v>0.25</c:v>
                </c:pt>
                <c:pt idx="377">
                  <c:v>0.25</c:v>
                </c:pt>
                <c:pt idx="378">
                  <c:v>0.25</c:v>
                </c:pt>
                <c:pt idx="379">
                  <c:v>0.25</c:v>
                </c:pt>
                <c:pt idx="380">
                  <c:v>0.25</c:v>
                </c:pt>
                <c:pt idx="381">
                  <c:v>0.25</c:v>
                </c:pt>
                <c:pt idx="382">
                  <c:v>0</c:v>
                </c:pt>
                <c:pt idx="383">
                  <c:v>0</c:v>
                </c:pt>
                <c:pt idx="384">
                  <c:v>0</c:v>
                </c:pt>
                <c:pt idx="385">
                  <c:v>0</c:v>
                </c:pt>
                <c:pt idx="386">
                  <c:v>0</c:v>
                </c:pt>
                <c:pt idx="387">
                  <c:v>0</c:v>
                </c:pt>
                <c:pt idx="388">
                  <c:v>0</c:v>
                </c:pt>
                <c:pt idx="389">
                  <c:v>0</c:v>
                </c:pt>
                <c:pt idx="390">
                  <c:v>0</c:v>
                </c:pt>
                <c:pt idx="391">
                  <c:v>0</c:v>
                </c:pt>
                <c:pt idx="392">
                  <c:v>0.25</c:v>
                </c:pt>
                <c:pt idx="393">
                  <c:v>0.25</c:v>
                </c:pt>
                <c:pt idx="394">
                  <c:v>0.25</c:v>
                </c:pt>
                <c:pt idx="395">
                  <c:v>0.25</c:v>
                </c:pt>
                <c:pt idx="396">
                  <c:v>0.25</c:v>
                </c:pt>
                <c:pt idx="397">
                  <c:v>0.25</c:v>
                </c:pt>
                <c:pt idx="398">
                  <c:v>0.25</c:v>
                </c:pt>
                <c:pt idx="399">
                  <c:v>0.25</c:v>
                </c:pt>
                <c:pt idx="400">
                  <c:v>0.25</c:v>
                </c:pt>
                <c:pt idx="401">
                  <c:v>0.25</c:v>
                </c:pt>
                <c:pt idx="402">
                  <c:v>0.25</c:v>
                </c:pt>
                <c:pt idx="403">
                  <c:v>0.25</c:v>
                </c:pt>
                <c:pt idx="404">
                  <c:v>0.25</c:v>
                </c:pt>
                <c:pt idx="405">
                  <c:v>0.25</c:v>
                </c:pt>
                <c:pt idx="406">
                  <c:v>0</c:v>
                </c:pt>
                <c:pt idx="407">
                  <c:v>0</c:v>
                </c:pt>
                <c:pt idx="408">
                  <c:v>0</c:v>
                </c:pt>
                <c:pt idx="409">
                  <c:v>0</c:v>
                </c:pt>
                <c:pt idx="410">
                  <c:v>0</c:v>
                </c:pt>
                <c:pt idx="411">
                  <c:v>0</c:v>
                </c:pt>
                <c:pt idx="412">
                  <c:v>0</c:v>
                </c:pt>
                <c:pt idx="413">
                  <c:v>0</c:v>
                </c:pt>
                <c:pt idx="414">
                  <c:v>0</c:v>
                </c:pt>
                <c:pt idx="415">
                  <c:v>0</c:v>
                </c:pt>
                <c:pt idx="416">
                  <c:v>0.25</c:v>
                </c:pt>
                <c:pt idx="417">
                  <c:v>0.25</c:v>
                </c:pt>
                <c:pt idx="418">
                  <c:v>0.25</c:v>
                </c:pt>
                <c:pt idx="419">
                  <c:v>0.30790800000000002</c:v>
                </c:pt>
                <c:pt idx="420">
                  <c:v>0.257075</c:v>
                </c:pt>
                <c:pt idx="421">
                  <c:v>0.25</c:v>
                </c:pt>
                <c:pt idx="422">
                  <c:v>0.25</c:v>
                </c:pt>
                <c:pt idx="423">
                  <c:v>0.25</c:v>
                </c:pt>
                <c:pt idx="424">
                  <c:v>0.25</c:v>
                </c:pt>
                <c:pt idx="425">
                  <c:v>0.25</c:v>
                </c:pt>
                <c:pt idx="426">
                  <c:v>0.25</c:v>
                </c:pt>
                <c:pt idx="427">
                  <c:v>0.25</c:v>
                </c:pt>
                <c:pt idx="428">
                  <c:v>0.25</c:v>
                </c:pt>
                <c:pt idx="429">
                  <c:v>0.25</c:v>
                </c:pt>
                <c:pt idx="430">
                  <c:v>0</c:v>
                </c:pt>
                <c:pt idx="431">
                  <c:v>0</c:v>
                </c:pt>
                <c:pt idx="432">
                  <c:v>0</c:v>
                </c:pt>
                <c:pt idx="433">
                  <c:v>0</c:v>
                </c:pt>
                <c:pt idx="434">
                  <c:v>0</c:v>
                </c:pt>
                <c:pt idx="435">
                  <c:v>0</c:v>
                </c:pt>
                <c:pt idx="436">
                  <c:v>0</c:v>
                </c:pt>
                <c:pt idx="437">
                  <c:v>0</c:v>
                </c:pt>
                <c:pt idx="438">
                  <c:v>0</c:v>
                </c:pt>
                <c:pt idx="439">
                  <c:v>0</c:v>
                </c:pt>
                <c:pt idx="440">
                  <c:v>0.25</c:v>
                </c:pt>
                <c:pt idx="441">
                  <c:v>0.25</c:v>
                </c:pt>
                <c:pt idx="442">
                  <c:v>0.25</c:v>
                </c:pt>
                <c:pt idx="443">
                  <c:v>0.25</c:v>
                </c:pt>
                <c:pt idx="444">
                  <c:v>0.25</c:v>
                </c:pt>
                <c:pt idx="445">
                  <c:v>0.25</c:v>
                </c:pt>
                <c:pt idx="446">
                  <c:v>0.25</c:v>
                </c:pt>
                <c:pt idx="447">
                  <c:v>0.25</c:v>
                </c:pt>
                <c:pt idx="448">
                  <c:v>0.25</c:v>
                </c:pt>
                <c:pt idx="449">
                  <c:v>0.25</c:v>
                </c:pt>
                <c:pt idx="450">
                  <c:v>0.25</c:v>
                </c:pt>
                <c:pt idx="451">
                  <c:v>0.25</c:v>
                </c:pt>
                <c:pt idx="452">
                  <c:v>0.25</c:v>
                </c:pt>
                <c:pt idx="453">
                  <c:v>0.25</c:v>
                </c:pt>
                <c:pt idx="454">
                  <c:v>0</c:v>
                </c:pt>
                <c:pt idx="455">
                  <c:v>0</c:v>
                </c:pt>
                <c:pt idx="456">
                  <c:v>0</c:v>
                </c:pt>
                <c:pt idx="457">
                  <c:v>0</c:v>
                </c:pt>
                <c:pt idx="458">
                  <c:v>0</c:v>
                </c:pt>
                <c:pt idx="459">
                  <c:v>0</c:v>
                </c:pt>
                <c:pt idx="460">
                  <c:v>0</c:v>
                </c:pt>
                <c:pt idx="461">
                  <c:v>0</c:v>
                </c:pt>
                <c:pt idx="462">
                  <c:v>0</c:v>
                </c:pt>
                <c:pt idx="463">
                  <c:v>0</c:v>
                </c:pt>
                <c:pt idx="464">
                  <c:v>0.25</c:v>
                </c:pt>
                <c:pt idx="465">
                  <c:v>0.25</c:v>
                </c:pt>
                <c:pt idx="466">
                  <c:v>0.25</c:v>
                </c:pt>
                <c:pt idx="467">
                  <c:v>0.25</c:v>
                </c:pt>
                <c:pt idx="468">
                  <c:v>0.25</c:v>
                </c:pt>
                <c:pt idx="469">
                  <c:v>0.25</c:v>
                </c:pt>
                <c:pt idx="470">
                  <c:v>0.25</c:v>
                </c:pt>
                <c:pt idx="471">
                  <c:v>0.25</c:v>
                </c:pt>
                <c:pt idx="472">
                  <c:v>0.25</c:v>
                </c:pt>
                <c:pt idx="473">
                  <c:v>0.25</c:v>
                </c:pt>
                <c:pt idx="474">
                  <c:v>0.25</c:v>
                </c:pt>
                <c:pt idx="475">
                  <c:v>0.25</c:v>
                </c:pt>
                <c:pt idx="476">
                  <c:v>0.25</c:v>
                </c:pt>
                <c:pt idx="477">
                  <c:v>0.25</c:v>
                </c:pt>
                <c:pt idx="478">
                  <c:v>0</c:v>
                </c:pt>
                <c:pt idx="479">
                  <c:v>0</c:v>
                </c:pt>
                <c:pt idx="480">
                  <c:v>0</c:v>
                </c:pt>
                <c:pt idx="481">
                  <c:v>0</c:v>
                </c:pt>
                <c:pt idx="482">
                  <c:v>0</c:v>
                </c:pt>
                <c:pt idx="483">
                  <c:v>0</c:v>
                </c:pt>
                <c:pt idx="484">
                  <c:v>0</c:v>
                </c:pt>
                <c:pt idx="485">
                  <c:v>0</c:v>
                </c:pt>
                <c:pt idx="486">
                  <c:v>0</c:v>
                </c:pt>
                <c:pt idx="487">
                  <c:v>0</c:v>
                </c:pt>
                <c:pt idx="488">
                  <c:v>0.25</c:v>
                </c:pt>
                <c:pt idx="489">
                  <c:v>0.25</c:v>
                </c:pt>
                <c:pt idx="490">
                  <c:v>0.25</c:v>
                </c:pt>
                <c:pt idx="491">
                  <c:v>0.25</c:v>
                </c:pt>
                <c:pt idx="492">
                  <c:v>0.25</c:v>
                </c:pt>
                <c:pt idx="493">
                  <c:v>0.25</c:v>
                </c:pt>
                <c:pt idx="494">
                  <c:v>0.25</c:v>
                </c:pt>
                <c:pt idx="495">
                  <c:v>0.25</c:v>
                </c:pt>
                <c:pt idx="496">
                  <c:v>0.25</c:v>
                </c:pt>
                <c:pt idx="497">
                  <c:v>0.25</c:v>
                </c:pt>
                <c:pt idx="498">
                  <c:v>0.25</c:v>
                </c:pt>
                <c:pt idx="499">
                  <c:v>0.25</c:v>
                </c:pt>
                <c:pt idx="500">
                  <c:v>0.25</c:v>
                </c:pt>
                <c:pt idx="501">
                  <c:v>0.25</c:v>
                </c:pt>
                <c:pt idx="502">
                  <c:v>0</c:v>
                </c:pt>
                <c:pt idx="503">
                  <c:v>0</c:v>
                </c:pt>
                <c:pt idx="504">
                  <c:v>0</c:v>
                </c:pt>
                <c:pt idx="505">
                  <c:v>0</c:v>
                </c:pt>
                <c:pt idx="506">
                  <c:v>0</c:v>
                </c:pt>
                <c:pt idx="507">
                  <c:v>0</c:v>
                </c:pt>
                <c:pt idx="508">
                  <c:v>0</c:v>
                </c:pt>
                <c:pt idx="509">
                  <c:v>0</c:v>
                </c:pt>
                <c:pt idx="510">
                  <c:v>0</c:v>
                </c:pt>
                <c:pt idx="511">
                  <c:v>0</c:v>
                </c:pt>
                <c:pt idx="512">
                  <c:v>0.25</c:v>
                </c:pt>
                <c:pt idx="513">
                  <c:v>0.25</c:v>
                </c:pt>
                <c:pt idx="514">
                  <c:v>0.25</c:v>
                </c:pt>
                <c:pt idx="515">
                  <c:v>0.25</c:v>
                </c:pt>
                <c:pt idx="516">
                  <c:v>0.25</c:v>
                </c:pt>
                <c:pt idx="517">
                  <c:v>0.25</c:v>
                </c:pt>
                <c:pt idx="518">
                  <c:v>0.25</c:v>
                </c:pt>
                <c:pt idx="519">
                  <c:v>0.25</c:v>
                </c:pt>
                <c:pt idx="520">
                  <c:v>0.25</c:v>
                </c:pt>
                <c:pt idx="521">
                  <c:v>0.25</c:v>
                </c:pt>
                <c:pt idx="522">
                  <c:v>0.25</c:v>
                </c:pt>
                <c:pt idx="523">
                  <c:v>0.25</c:v>
                </c:pt>
                <c:pt idx="524">
                  <c:v>0.25</c:v>
                </c:pt>
                <c:pt idx="525">
                  <c:v>0.25</c:v>
                </c:pt>
                <c:pt idx="526">
                  <c:v>0</c:v>
                </c:pt>
                <c:pt idx="527">
                  <c:v>0</c:v>
                </c:pt>
                <c:pt idx="528">
                  <c:v>0</c:v>
                </c:pt>
                <c:pt idx="529">
                  <c:v>0</c:v>
                </c:pt>
                <c:pt idx="530">
                  <c:v>0</c:v>
                </c:pt>
                <c:pt idx="531">
                  <c:v>0</c:v>
                </c:pt>
                <c:pt idx="532">
                  <c:v>0</c:v>
                </c:pt>
                <c:pt idx="533">
                  <c:v>0</c:v>
                </c:pt>
                <c:pt idx="534">
                  <c:v>0</c:v>
                </c:pt>
                <c:pt idx="535">
                  <c:v>0</c:v>
                </c:pt>
                <c:pt idx="536">
                  <c:v>0.25</c:v>
                </c:pt>
                <c:pt idx="537">
                  <c:v>0.25</c:v>
                </c:pt>
                <c:pt idx="538">
                  <c:v>0.25</c:v>
                </c:pt>
                <c:pt idx="539">
                  <c:v>0.25</c:v>
                </c:pt>
                <c:pt idx="540">
                  <c:v>0.25</c:v>
                </c:pt>
                <c:pt idx="541">
                  <c:v>0.25</c:v>
                </c:pt>
                <c:pt idx="542">
                  <c:v>0.25</c:v>
                </c:pt>
                <c:pt idx="543">
                  <c:v>0.25</c:v>
                </c:pt>
                <c:pt idx="544">
                  <c:v>0.25</c:v>
                </c:pt>
                <c:pt idx="545">
                  <c:v>0.25</c:v>
                </c:pt>
                <c:pt idx="546">
                  <c:v>0.25</c:v>
                </c:pt>
                <c:pt idx="547">
                  <c:v>0.25</c:v>
                </c:pt>
                <c:pt idx="548">
                  <c:v>0.25</c:v>
                </c:pt>
                <c:pt idx="549">
                  <c:v>0.25</c:v>
                </c:pt>
                <c:pt idx="550">
                  <c:v>0</c:v>
                </c:pt>
                <c:pt idx="551">
                  <c:v>0</c:v>
                </c:pt>
                <c:pt idx="552">
                  <c:v>0</c:v>
                </c:pt>
                <c:pt idx="553">
                  <c:v>0</c:v>
                </c:pt>
                <c:pt idx="554">
                  <c:v>0</c:v>
                </c:pt>
                <c:pt idx="555">
                  <c:v>0</c:v>
                </c:pt>
                <c:pt idx="556">
                  <c:v>0</c:v>
                </c:pt>
                <c:pt idx="557">
                  <c:v>0</c:v>
                </c:pt>
                <c:pt idx="558">
                  <c:v>0</c:v>
                </c:pt>
                <c:pt idx="559">
                  <c:v>0</c:v>
                </c:pt>
                <c:pt idx="560">
                  <c:v>0.25</c:v>
                </c:pt>
                <c:pt idx="561">
                  <c:v>0.25</c:v>
                </c:pt>
                <c:pt idx="562">
                  <c:v>0.25</c:v>
                </c:pt>
                <c:pt idx="563">
                  <c:v>0.25</c:v>
                </c:pt>
                <c:pt idx="564">
                  <c:v>0.25</c:v>
                </c:pt>
                <c:pt idx="565">
                  <c:v>0.25</c:v>
                </c:pt>
                <c:pt idx="566">
                  <c:v>0.25</c:v>
                </c:pt>
                <c:pt idx="567">
                  <c:v>0.25</c:v>
                </c:pt>
                <c:pt idx="568">
                  <c:v>0.25</c:v>
                </c:pt>
                <c:pt idx="569">
                  <c:v>0.25</c:v>
                </c:pt>
                <c:pt idx="570">
                  <c:v>0.25</c:v>
                </c:pt>
                <c:pt idx="571">
                  <c:v>0.25</c:v>
                </c:pt>
                <c:pt idx="572">
                  <c:v>0.25</c:v>
                </c:pt>
                <c:pt idx="573">
                  <c:v>0.25</c:v>
                </c:pt>
                <c:pt idx="574">
                  <c:v>0</c:v>
                </c:pt>
                <c:pt idx="575">
                  <c:v>0</c:v>
                </c:pt>
                <c:pt idx="576">
                  <c:v>0</c:v>
                </c:pt>
                <c:pt idx="577">
                  <c:v>0</c:v>
                </c:pt>
                <c:pt idx="578">
                  <c:v>0</c:v>
                </c:pt>
                <c:pt idx="579">
                  <c:v>0</c:v>
                </c:pt>
                <c:pt idx="580">
                  <c:v>0</c:v>
                </c:pt>
                <c:pt idx="581">
                  <c:v>0</c:v>
                </c:pt>
                <c:pt idx="582">
                  <c:v>0</c:v>
                </c:pt>
                <c:pt idx="583">
                  <c:v>0</c:v>
                </c:pt>
                <c:pt idx="584">
                  <c:v>0.25</c:v>
                </c:pt>
                <c:pt idx="585">
                  <c:v>0.25</c:v>
                </c:pt>
                <c:pt idx="586">
                  <c:v>0.25</c:v>
                </c:pt>
                <c:pt idx="587">
                  <c:v>0.25</c:v>
                </c:pt>
                <c:pt idx="588">
                  <c:v>0.25</c:v>
                </c:pt>
                <c:pt idx="589">
                  <c:v>0.25</c:v>
                </c:pt>
                <c:pt idx="590">
                  <c:v>0.25</c:v>
                </c:pt>
                <c:pt idx="591">
                  <c:v>0.25</c:v>
                </c:pt>
                <c:pt idx="592">
                  <c:v>0.25</c:v>
                </c:pt>
                <c:pt idx="593">
                  <c:v>0.25</c:v>
                </c:pt>
                <c:pt idx="594">
                  <c:v>0.25</c:v>
                </c:pt>
                <c:pt idx="595">
                  <c:v>0.25</c:v>
                </c:pt>
                <c:pt idx="596">
                  <c:v>0.25</c:v>
                </c:pt>
                <c:pt idx="597">
                  <c:v>0.25</c:v>
                </c:pt>
                <c:pt idx="598">
                  <c:v>0</c:v>
                </c:pt>
                <c:pt idx="599">
                  <c:v>0</c:v>
                </c:pt>
                <c:pt idx="600">
                  <c:v>0</c:v>
                </c:pt>
                <c:pt idx="601">
                  <c:v>0</c:v>
                </c:pt>
                <c:pt idx="602">
                  <c:v>0</c:v>
                </c:pt>
                <c:pt idx="603">
                  <c:v>0</c:v>
                </c:pt>
                <c:pt idx="604">
                  <c:v>0</c:v>
                </c:pt>
                <c:pt idx="605">
                  <c:v>0</c:v>
                </c:pt>
                <c:pt idx="606">
                  <c:v>0</c:v>
                </c:pt>
                <c:pt idx="607">
                  <c:v>0</c:v>
                </c:pt>
                <c:pt idx="608">
                  <c:v>0.25</c:v>
                </c:pt>
                <c:pt idx="609">
                  <c:v>0.25</c:v>
                </c:pt>
                <c:pt idx="610">
                  <c:v>0.25</c:v>
                </c:pt>
                <c:pt idx="611">
                  <c:v>0.25</c:v>
                </c:pt>
                <c:pt idx="612">
                  <c:v>0.25</c:v>
                </c:pt>
                <c:pt idx="613">
                  <c:v>0.25</c:v>
                </c:pt>
                <c:pt idx="614">
                  <c:v>0.25</c:v>
                </c:pt>
                <c:pt idx="615">
                  <c:v>0.25</c:v>
                </c:pt>
                <c:pt idx="616">
                  <c:v>0.25</c:v>
                </c:pt>
                <c:pt idx="617">
                  <c:v>0.25</c:v>
                </c:pt>
                <c:pt idx="618">
                  <c:v>0.25</c:v>
                </c:pt>
                <c:pt idx="619">
                  <c:v>0.25</c:v>
                </c:pt>
                <c:pt idx="620">
                  <c:v>0.25</c:v>
                </c:pt>
                <c:pt idx="621">
                  <c:v>0.25</c:v>
                </c:pt>
                <c:pt idx="622">
                  <c:v>0</c:v>
                </c:pt>
                <c:pt idx="623">
                  <c:v>0</c:v>
                </c:pt>
                <c:pt idx="624">
                  <c:v>0</c:v>
                </c:pt>
                <c:pt idx="625">
                  <c:v>0</c:v>
                </c:pt>
                <c:pt idx="626">
                  <c:v>0</c:v>
                </c:pt>
                <c:pt idx="627">
                  <c:v>0</c:v>
                </c:pt>
                <c:pt idx="628">
                  <c:v>0</c:v>
                </c:pt>
                <c:pt idx="629">
                  <c:v>0</c:v>
                </c:pt>
                <c:pt idx="630">
                  <c:v>0</c:v>
                </c:pt>
                <c:pt idx="631">
                  <c:v>0</c:v>
                </c:pt>
                <c:pt idx="632">
                  <c:v>0.25</c:v>
                </c:pt>
                <c:pt idx="633">
                  <c:v>0.25</c:v>
                </c:pt>
                <c:pt idx="634">
                  <c:v>0.25</c:v>
                </c:pt>
                <c:pt idx="635">
                  <c:v>0.275621</c:v>
                </c:pt>
                <c:pt idx="636">
                  <c:v>0.25</c:v>
                </c:pt>
                <c:pt idx="637">
                  <c:v>0.25</c:v>
                </c:pt>
                <c:pt idx="638">
                  <c:v>0.25</c:v>
                </c:pt>
                <c:pt idx="639">
                  <c:v>0.25</c:v>
                </c:pt>
                <c:pt idx="640">
                  <c:v>0.25</c:v>
                </c:pt>
                <c:pt idx="641">
                  <c:v>0.25</c:v>
                </c:pt>
                <c:pt idx="642">
                  <c:v>0.25</c:v>
                </c:pt>
                <c:pt idx="643">
                  <c:v>0.25</c:v>
                </c:pt>
                <c:pt idx="644">
                  <c:v>0.25</c:v>
                </c:pt>
                <c:pt idx="645">
                  <c:v>0.25</c:v>
                </c:pt>
                <c:pt idx="646">
                  <c:v>0</c:v>
                </c:pt>
                <c:pt idx="647">
                  <c:v>0</c:v>
                </c:pt>
                <c:pt idx="648">
                  <c:v>0</c:v>
                </c:pt>
                <c:pt idx="649">
                  <c:v>0</c:v>
                </c:pt>
                <c:pt idx="650">
                  <c:v>0</c:v>
                </c:pt>
                <c:pt idx="651">
                  <c:v>0</c:v>
                </c:pt>
                <c:pt idx="652">
                  <c:v>0</c:v>
                </c:pt>
                <c:pt idx="653">
                  <c:v>0</c:v>
                </c:pt>
                <c:pt idx="654">
                  <c:v>0</c:v>
                </c:pt>
                <c:pt idx="655">
                  <c:v>0</c:v>
                </c:pt>
                <c:pt idx="656">
                  <c:v>0.25</c:v>
                </c:pt>
                <c:pt idx="657">
                  <c:v>0.25</c:v>
                </c:pt>
                <c:pt idx="658">
                  <c:v>0.25</c:v>
                </c:pt>
                <c:pt idx="659">
                  <c:v>0.28063100000000002</c:v>
                </c:pt>
                <c:pt idx="660">
                  <c:v>0.25</c:v>
                </c:pt>
                <c:pt idx="661">
                  <c:v>0.25</c:v>
                </c:pt>
                <c:pt idx="662">
                  <c:v>0.25</c:v>
                </c:pt>
                <c:pt idx="663">
                  <c:v>0.25</c:v>
                </c:pt>
                <c:pt idx="664">
                  <c:v>0.25</c:v>
                </c:pt>
                <c:pt idx="665">
                  <c:v>0.25</c:v>
                </c:pt>
                <c:pt idx="666">
                  <c:v>0.25</c:v>
                </c:pt>
                <c:pt idx="667">
                  <c:v>0.25</c:v>
                </c:pt>
                <c:pt idx="668">
                  <c:v>0.25</c:v>
                </c:pt>
                <c:pt idx="669">
                  <c:v>0.25</c:v>
                </c:pt>
                <c:pt idx="670">
                  <c:v>0</c:v>
                </c:pt>
                <c:pt idx="671">
                  <c:v>0</c:v>
                </c:pt>
                <c:pt idx="672">
                  <c:v>0</c:v>
                </c:pt>
                <c:pt idx="673">
                  <c:v>0</c:v>
                </c:pt>
                <c:pt idx="674">
                  <c:v>0</c:v>
                </c:pt>
                <c:pt idx="675">
                  <c:v>0</c:v>
                </c:pt>
                <c:pt idx="676">
                  <c:v>0</c:v>
                </c:pt>
                <c:pt idx="677">
                  <c:v>0</c:v>
                </c:pt>
                <c:pt idx="678">
                  <c:v>0</c:v>
                </c:pt>
                <c:pt idx="679">
                  <c:v>0</c:v>
                </c:pt>
                <c:pt idx="680">
                  <c:v>0.25</c:v>
                </c:pt>
                <c:pt idx="681">
                  <c:v>0.25</c:v>
                </c:pt>
                <c:pt idx="682">
                  <c:v>0.25</c:v>
                </c:pt>
                <c:pt idx="683">
                  <c:v>0.25</c:v>
                </c:pt>
                <c:pt idx="684">
                  <c:v>0.25</c:v>
                </c:pt>
                <c:pt idx="685">
                  <c:v>0.25</c:v>
                </c:pt>
                <c:pt idx="686">
                  <c:v>0.25</c:v>
                </c:pt>
                <c:pt idx="687">
                  <c:v>0.25</c:v>
                </c:pt>
                <c:pt idx="688">
                  <c:v>0.25</c:v>
                </c:pt>
                <c:pt idx="689">
                  <c:v>0.25</c:v>
                </c:pt>
                <c:pt idx="690">
                  <c:v>0.25</c:v>
                </c:pt>
                <c:pt idx="691">
                  <c:v>0.25</c:v>
                </c:pt>
                <c:pt idx="692">
                  <c:v>0.25</c:v>
                </c:pt>
                <c:pt idx="693">
                  <c:v>0.25</c:v>
                </c:pt>
                <c:pt idx="694">
                  <c:v>0</c:v>
                </c:pt>
                <c:pt idx="695">
                  <c:v>0</c:v>
                </c:pt>
                <c:pt idx="696">
                  <c:v>0</c:v>
                </c:pt>
                <c:pt idx="697">
                  <c:v>0</c:v>
                </c:pt>
                <c:pt idx="698">
                  <c:v>0</c:v>
                </c:pt>
                <c:pt idx="699">
                  <c:v>0</c:v>
                </c:pt>
                <c:pt idx="700">
                  <c:v>0</c:v>
                </c:pt>
                <c:pt idx="701">
                  <c:v>0</c:v>
                </c:pt>
                <c:pt idx="702">
                  <c:v>0</c:v>
                </c:pt>
                <c:pt idx="703">
                  <c:v>0</c:v>
                </c:pt>
                <c:pt idx="704">
                  <c:v>0.25</c:v>
                </c:pt>
                <c:pt idx="705">
                  <c:v>0.25</c:v>
                </c:pt>
                <c:pt idx="706">
                  <c:v>0.25</c:v>
                </c:pt>
                <c:pt idx="707">
                  <c:v>0.25</c:v>
                </c:pt>
                <c:pt idx="708">
                  <c:v>0.25</c:v>
                </c:pt>
                <c:pt idx="709">
                  <c:v>0.25</c:v>
                </c:pt>
                <c:pt idx="710">
                  <c:v>0.25</c:v>
                </c:pt>
                <c:pt idx="711">
                  <c:v>0.25</c:v>
                </c:pt>
                <c:pt idx="712">
                  <c:v>0.25</c:v>
                </c:pt>
                <c:pt idx="713">
                  <c:v>0.25</c:v>
                </c:pt>
                <c:pt idx="714">
                  <c:v>0.25</c:v>
                </c:pt>
                <c:pt idx="715">
                  <c:v>0.25</c:v>
                </c:pt>
                <c:pt idx="716">
                  <c:v>0.25</c:v>
                </c:pt>
                <c:pt idx="717">
                  <c:v>0.25</c:v>
                </c:pt>
                <c:pt idx="718">
                  <c:v>0</c:v>
                </c:pt>
                <c:pt idx="719">
                  <c:v>0</c:v>
                </c:pt>
                <c:pt idx="720">
                  <c:v>0</c:v>
                </c:pt>
                <c:pt idx="721">
                  <c:v>0</c:v>
                </c:pt>
                <c:pt idx="722">
                  <c:v>0</c:v>
                </c:pt>
                <c:pt idx="723">
                  <c:v>0</c:v>
                </c:pt>
                <c:pt idx="724">
                  <c:v>0</c:v>
                </c:pt>
                <c:pt idx="725">
                  <c:v>0</c:v>
                </c:pt>
                <c:pt idx="726">
                  <c:v>0</c:v>
                </c:pt>
                <c:pt idx="727">
                  <c:v>0</c:v>
                </c:pt>
                <c:pt idx="728">
                  <c:v>0.25</c:v>
                </c:pt>
                <c:pt idx="729">
                  <c:v>0.25</c:v>
                </c:pt>
                <c:pt idx="730">
                  <c:v>0.25</c:v>
                </c:pt>
                <c:pt idx="731">
                  <c:v>0.25</c:v>
                </c:pt>
                <c:pt idx="732">
                  <c:v>0.25</c:v>
                </c:pt>
                <c:pt idx="733">
                  <c:v>0.25</c:v>
                </c:pt>
                <c:pt idx="734">
                  <c:v>0.25</c:v>
                </c:pt>
                <c:pt idx="735">
                  <c:v>0.25</c:v>
                </c:pt>
                <c:pt idx="736">
                  <c:v>0.25</c:v>
                </c:pt>
                <c:pt idx="737">
                  <c:v>0.25</c:v>
                </c:pt>
                <c:pt idx="738">
                  <c:v>0.25</c:v>
                </c:pt>
                <c:pt idx="739">
                  <c:v>0.25</c:v>
                </c:pt>
                <c:pt idx="740">
                  <c:v>0.25</c:v>
                </c:pt>
                <c:pt idx="741">
                  <c:v>0.25</c:v>
                </c:pt>
                <c:pt idx="742">
                  <c:v>0</c:v>
                </c:pt>
                <c:pt idx="743">
                  <c:v>0</c:v>
                </c:pt>
                <c:pt idx="744">
                  <c:v>0</c:v>
                </c:pt>
                <c:pt idx="745">
                  <c:v>0</c:v>
                </c:pt>
                <c:pt idx="746">
                  <c:v>0</c:v>
                </c:pt>
                <c:pt idx="747">
                  <c:v>0</c:v>
                </c:pt>
                <c:pt idx="748">
                  <c:v>0</c:v>
                </c:pt>
                <c:pt idx="749">
                  <c:v>0</c:v>
                </c:pt>
                <c:pt idx="750">
                  <c:v>0</c:v>
                </c:pt>
                <c:pt idx="751">
                  <c:v>0</c:v>
                </c:pt>
                <c:pt idx="752">
                  <c:v>0.25</c:v>
                </c:pt>
                <c:pt idx="753">
                  <c:v>0.25</c:v>
                </c:pt>
                <c:pt idx="754">
                  <c:v>0.25</c:v>
                </c:pt>
                <c:pt idx="755">
                  <c:v>0.25</c:v>
                </c:pt>
                <c:pt idx="756">
                  <c:v>0.25</c:v>
                </c:pt>
                <c:pt idx="757">
                  <c:v>0.25</c:v>
                </c:pt>
                <c:pt idx="758">
                  <c:v>0.25</c:v>
                </c:pt>
                <c:pt idx="759">
                  <c:v>0.25</c:v>
                </c:pt>
                <c:pt idx="760">
                  <c:v>0.25</c:v>
                </c:pt>
                <c:pt idx="761">
                  <c:v>0.25</c:v>
                </c:pt>
                <c:pt idx="762">
                  <c:v>0.25</c:v>
                </c:pt>
                <c:pt idx="763">
                  <c:v>0.25</c:v>
                </c:pt>
                <c:pt idx="764">
                  <c:v>0.25</c:v>
                </c:pt>
                <c:pt idx="765">
                  <c:v>0.25</c:v>
                </c:pt>
                <c:pt idx="766">
                  <c:v>0</c:v>
                </c:pt>
                <c:pt idx="767">
                  <c:v>0</c:v>
                </c:pt>
                <c:pt idx="768">
                  <c:v>0</c:v>
                </c:pt>
                <c:pt idx="769">
                  <c:v>0</c:v>
                </c:pt>
                <c:pt idx="770">
                  <c:v>0</c:v>
                </c:pt>
                <c:pt idx="771">
                  <c:v>0</c:v>
                </c:pt>
                <c:pt idx="772">
                  <c:v>0</c:v>
                </c:pt>
                <c:pt idx="773">
                  <c:v>0</c:v>
                </c:pt>
                <c:pt idx="774">
                  <c:v>0</c:v>
                </c:pt>
                <c:pt idx="775">
                  <c:v>0</c:v>
                </c:pt>
                <c:pt idx="776">
                  <c:v>0.25</c:v>
                </c:pt>
                <c:pt idx="777">
                  <c:v>0.25</c:v>
                </c:pt>
                <c:pt idx="778">
                  <c:v>0.25</c:v>
                </c:pt>
                <c:pt idx="779">
                  <c:v>0.25</c:v>
                </c:pt>
                <c:pt idx="780">
                  <c:v>0.25</c:v>
                </c:pt>
                <c:pt idx="781">
                  <c:v>0.25</c:v>
                </c:pt>
                <c:pt idx="782">
                  <c:v>0.25</c:v>
                </c:pt>
                <c:pt idx="783">
                  <c:v>0.25</c:v>
                </c:pt>
                <c:pt idx="784">
                  <c:v>0.25</c:v>
                </c:pt>
                <c:pt idx="785">
                  <c:v>0.25</c:v>
                </c:pt>
                <c:pt idx="786">
                  <c:v>0.25</c:v>
                </c:pt>
                <c:pt idx="787">
                  <c:v>0.25</c:v>
                </c:pt>
                <c:pt idx="788">
                  <c:v>0.25</c:v>
                </c:pt>
                <c:pt idx="789">
                  <c:v>0.25</c:v>
                </c:pt>
                <c:pt idx="790">
                  <c:v>0</c:v>
                </c:pt>
                <c:pt idx="791">
                  <c:v>0</c:v>
                </c:pt>
                <c:pt idx="792">
                  <c:v>0</c:v>
                </c:pt>
                <c:pt idx="793">
                  <c:v>0</c:v>
                </c:pt>
                <c:pt idx="794">
                  <c:v>0</c:v>
                </c:pt>
                <c:pt idx="795">
                  <c:v>0</c:v>
                </c:pt>
                <c:pt idx="796">
                  <c:v>0</c:v>
                </c:pt>
                <c:pt idx="797">
                  <c:v>0</c:v>
                </c:pt>
                <c:pt idx="798">
                  <c:v>0</c:v>
                </c:pt>
                <c:pt idx="799">
                  <c:v>0</c:v>
                </c:pt>
                <c:pt idx="800">
                  <c:v>0.25</c:v>
                </c:pt>
                <c:pt idx="801">
                  <c:v>0.25</c:v>
                </c:pt>
                <c:pt idx="802">
                  <c:v>0.25</c:v>
                </c:pt>
                <c:pt idx="803">
                  <c:v>0.25</c:v>
                </c:pt>
                <c:pt idx="804">
                  <c:v>0.25</c:v>
                </c:pt>
                <c:pt idx="805">
                  <c:v>0.25</c:v>
                </c:pt>
                <c:pt idx="806">
                  <c:v>0.25</c:v>
                </c:pt>
                <c:pt idx="807">
                  <c:v>0.25</c:v>
                </c:pt>
                <c:pt idx="808">
                  <c:v>0.25</c:v>
                </c:pt>
                <c:pt idx="809">
                  <c:v>0.25</c:v>
                </c:pt>
                <c:pt idx="810">
                  <c:v>0.25</c:v>
                </c:pt>
                <c:pt idx="811">
                  <c:v>0.25</c:v>
                </c:pt>
                <c:pt idx="812">
                  <c:v>0.25</c:v>
                </c:pt>
                <c:pt idx="813">
                  <c:v>0.25</c:v>
                </c:pt>
                <c:pt idx="814">
                  <c:v>0</c:v>
                </c:pt>
                <c:pt idx="815">
                  <c:v>0</c:v>
                </c:pt>
                <c:pt idx="816">
                  <c:v>0</c:v>
                </c:pt>
                <c:pt idx="817">
                  <c:v>0</c:v>
                </c:pt>
                <c:pt idx="818">
                  <c:v>0</c:v>
                </c:pt>
                <c:pt idx="819">
                  <c:v>0</c:v>
                </c:pt>
                <c:pt idx="820">
                  <c:v>0</c:v>
                </c:pt>
                <c:pt idx="821">
                  <c:v>0</c:v>
                </c:pt>
                <c:pt idx="822">
                  <c:v>0</c:v>
                </c:pt>
                <c:pt idx="823">
                  <c:v>0</c:v>
                </c:pt>
                <c:pt idx="824">
                  <c:v>0.25</c:v>
                </c:pt>
                <c:pt idx="825">
                  <c:v>0.25</c:v>
                </c:pt>
                <c:pt idx="826">
                  <c:v>0.25</c:v>
                </c:pt>
                <c:pt idx="827">
                  <c:v>0.25</c:v>
                </c:pt>
                <c:pt idx="828">
                  <c:v>0.25</c:v>
                </c:pt>
                <c:pt idx="829">
                  <c:v>0.25</c:v>
                </c:pt>
                <c:pt idx="830">
                  <c:v>0.25</c:v>
                </c:pt>
                <c:pt idx="831">
                  <c:v>0.25</c:v>
                </c:pt>
                <c:pt idx="832">
                  <c:v>0.25</c:v>
                </c:pt>
                <c:pt idx="833">
                  <c:v>0.25</c:v>
                </c:pt>
                <c:pt idx="834">
                  <c:v>0.25</c:v>
                </c:pt>
                <c:pt idx="835">
                  <c:v>0.25</c:v>
                </c:pt>
                <c:pt idx="836">
                  <c:v>0.25</c:v>
                </c:pt>
                <c:pt idx="837">
                  <c:v>0.25</c:v>
                </c:pt>
                <c:pt idx="838">
                  <c:v>0</c:v>
                </c:pt>
                <c:pt idx="839">
                  <c:v>0</c:v>
                </c:pt>
                <c:pt idx="840">
                  <c:v>0</c:v>
                </c:pt>
                <c:pt idx="841">
                  <c:v>0</c:v>
                </c:pt>
                <c:pt idx="842">
                  <c:v>0</c:v>
                </c:pt>
                <c:pt idx="843">
                  <c:v>0</c:v>
                </c:pt>
                <c:pt idx="844">
                  <c:v>0</c:v>
                </c:pt>
                <c:pt idx="845">
                  <c:v>0</c:v>
                </c:pt>
                <c:pt idx="846">
                  <c:v>0</c:v>
                </c:pt>
                <c:pt idx="847">
                  <c:v>0</c:v>
                </c:pt>
                <c:pt idx="848">
                  <c:v>0.25</c:v>
                </c:pt>
                <c:pt idx="849">
                  <c:v>0.25</c:v>
                </c:pt>
                <c:pt idx="850">
                  <c:v>0.25</c:v>
                </c:pt>
                <c:pt idx="851">
                  <c:v>0.25</c:v>
                </c:pt>
                <c:pt idx="852">
                  <c:v>0.25</c:v>
                </c:pt>
                <c:pt idx="853">
                  <c:v>0.25</c:v>
                </c:pt>
                <c:pt idx="854">
                  <c:v>0.25</c:v>
                </c:pt>
                <c:pt idx="855">
                  <c:v>0.25</c:v>
                </c:pt>
                <c:pt idx="856">
                  <c:v>0.25</c:v>
                </c:pt>
                <c:pt idx="857">
                  <c:v>0.25</c:v>
                </c:pt>
                <c:pt idx="858">
                  <c:v>0.25</c:v>
                </c:pt>
                <c:pt idx="859">
                  <c:v>0.25</c:v>
                </c:pt>
                <c:pt idx="860">
                  <c:v>0.25</c:v>
                </c:pt>
                <c:pt idx="861">
                  <c:v>0.25</c:v>
                </c:pt>
                <c:pt idx="862">
                  <c:v>0</c:v>
                </c:pt>
                <c:pt idx="863">
                  <c:v>0</c:v>
                </c:pt>
                <c:pt idx="864">
                  <c:v>0</c:v>
                </c:pt>
                <c:pt idx="865">
                  <c:v>0</c:v>
                </c:pt>
                <c:pt idx="866">
                  <c:v>0</c:v>
                </c:pt>
                <c:pt idx="867">
                  <c:v>0</c:v>
                </c:pt>
                <c:pt idx="868">
                  <c:v>0</c:v>
                </c:pt>
                <c:pt idx="869">
                  <c:v>0</c:v>
                </c:pt>
                <c:pt idx="870">
                  <c:v>0</c:v>
                </c:pt>
                <c:pt idx="871">
                  <c:v>0</c:v>
                </c:pt>
                <c:pt idx="872">
                  <c:v>0.25</c:v>
                </c:pt>
                <c:pt idx="873">
                  <c:v>0.25</c:v>
                </c:pt>
                <c:pt idx="874">
                  <c:v>0.25</c:v>
                </c:pt>
                <c:pt idx="875">
                  <c:v>0.25</c:v>
                </c:pt>
                <c:pt idx="876">
                  <c:v>0.25</c:v>
                </c:pt>
                <c:pt idx="877">
                  <c:v>0.25</c:v>
                </c:pt>
                <c:pt idx="878">
                  <c:v>0.25</c:v>
                </c:pt>
                <c:pt idx="879">
                  <c:v>0.25</c:v>
                </c:pt>
                <c:pt idx="880">
                  <c:v>0.25</c:v>
                </c:pt>
                <c:pt idx="881">
                  <c:v>0.25</c:v>
                </c:pt>
                <c:pt idx="882">
                  <c:v>0.25</c:v>
                </c:pt>
                <c:pt idx="883">
                  <c:v>0.25</c:v>
                </c:pt>
                <c:pt idx="884">
                  <c:v>0.25</c:v>
                </c:pt>
                <c:pt idx="885">
                  <c:v>0.25</c:v>
                </c:pt>
                <c:pt idx="886">
                  <c:v>0</c:v>
                </c:pt>
                <c:pt idx="887">
                  <c:v>0</c:v>
                </c:pt>
                <c:pt idx="888">
                  <c:v>0</c:v>
                </c:pt>
                <c:pt idx="889">
                  <c:v>0</c:v>
                </c:pt>
                <c:pt idx="890">
                  <c:v>0</c:v>
                </c:pt>
                <c:pt idx="891">
                  <c:v>0</c:v>
                </c:pt>
                <c:pt idx="892">
                  <c:v>0</c:v>
                </c:pt>
                <c:pt idx="893">
                  <c:v>0</c:v>
                </c:pt>
                <c:pt idx="894">
                  <c:v>0</c:v>
                </c:pt>
                <c:pt idx="895">
                  <c:v>0</c:v>
                </c:pt>
                <c:pt idx="896">
                  <c:v>0.25</c:v>
                </c:pt>
                <c:pt idx="897">
                  <c:v>0.25</c:v>
                </c:pt>
                <c:pt idx="898">
                  <c:v>0.25</c:v>
                </c:pt>
                <c:pt idx="899">
                  <c:v>0.25</c:v>
                </c:pt>
                <c:pt idx="900">
                  <c:v>0.25</c:v>
                </c:pt>
                <c:pt idx="901">
                  <c:v>0.25</c:v>
                </c:pt>
                <c:pt idx="902">
                  <c:v>0.25</c:v>
                </c:pt>
                <c:pt idx="903">
                  <c:v>0.25</c:v>
                </c:pt>
                <c:pt idx="904">
                  <c:v>0.25</c:v>
                </c:pt>
                <c:pt idx="905">
                  <c:v>0.25</c:v>
                </c:pt>
                <c:pt idx="906">
                  <c:v>0.25</c:v>
                </c:pt>
                <c:pt idx="907">
                  <c:v>0.25</c:v>
                </c:pt>
                <c:pt idx="908">
                  <c:v>0.25</c:v>
                </c:pt>
                <c:pt idx="909">
                  <c:v>0.25</c:v>
                </c:pt>
                <c:pt idx="910">
                  <c:v>0</c:v>
                </c:pt>
                <c:pt idx="911">
                  <c:v>0</c:v>
                </c:pt>
                <c:pt idx="912">
                  <c:v>0</c:v>
                </c:pt>
                <c:pt idx="913">
                  <c:v>0</c:v>
                </c:pt>
                <c:pt idx="914">
                  <c:v>0</c:v>
                </c:pt>
                <c:pt idx="915">
                  <c:v>0</c:v>
                </c:pt>
                <c:pt idx="916">
                  <c:v>0</c:v>
                </c:pt>
                <c:pt idx="917">
                  <c:v>0</c:v>
                </c:pt>
                <c:pt idx="918">
                  <c:v>0</c:v>
                </c:pt>
                <c:pt idx="919">
                  <c:v>0</c:v>
                </c:pt>
                <c:pt idx="920">
                  <c:v>0.25</c:v>
                </c:pt>
                <c:pt idx="921">
                  <c:v>0.25</c:v>
                </c:pt>
                <c:pt idx="922">
                  <c:v>0.25</c:v>
                </c:pt>
                <c:pt idx="923">
                  <c:v>0.25</c:v>
                </c:pt>
                <c:pt idx="924">
                  <c:v>0.25</c:v>
                </c:pt>
                <c:pt idx="925">
                  <c:v>0.25</c:v>
                </c:pt>
                <c:pt idx="926">
                  <c:v>0.25</c:v>
                </c:pt>
                <c:pt idx="927">
                  <c:v>0.25</c:v>
                </c:pt>
                <c:pt idx="928">
                  <c:v>0.25</c:v>
                </c:pt>
                <c:pt idx="929">
                  <c:v>0.25</c:v>
                </c:pt>
                <c:pt idx="930">
                  <c:v>0.25</c:v>
                </c:pt>
                <c:pt idx="931">
                  <c:v>0.25</c:v>
                </c:pt>
                <c:pt idx="932">
                  <c:v>0.25</c:v>
                </c:pt>
                <c:pt idx="933">
                  <c:v>0.25</c:v>
                </c:pt>
                <c:pt idx="934">
                  <c:v>0</c:v>
                </c:pt>
                <c:pt idx="935">
                  <c:v>0</c:v>
                </c:pt>
                <c:pt idx="936">
                  <c:v>0</c:v>
                </c:pt>
                <c:pt idx="937">
                  <c:v>0</c:v>
                </c:pt>
                <c:pt idx="938">
                  <c:v>0</c:v>
                </c:pt>
                <c:pt idx="939">
                  <c:v>0</c:v>
                </c:pt>
                <c:pt idx="940">
                  <c:v>0</c:v>
                </c:pt>
                <c:pt idx="941">
                  <c:v>0</c:v>
                </c:pt>
                <c:pt idx="942">
                  <c:v>0</c:v>
                </c:pt>
                <c:pt idx="943">
                  <c:v>0</c:v>
                </c:pt>
                <c:pt idx="944">
                  <c:v>0.25</c:v>
                </c:pt>
                <c:pt idx="945">
                  <c:v>0.25</c:v>
                </c:pt>
                <c:pt idx="946">
                  <c:v>0.25</c:v>
                </c:pt>
                <c:pt idx="947">
                  <c:v>0.25</c:v>
                </c:pt>
                <c:pt idx="948">
                  <c:v>0.25</c:v>
                </c:pt>
                <c:pt idx="949">
                  <c:v>0.25</c:v>
                </c:pt>
                <c:pt idx="950">
                  <c:v>0.25</c:v>
                </c:pt>
                <c:pt idx="951">
                  <c:v>0.25</c:v>
                </c:pt>
                <c:pt idx="952">
                  <c:v>0.25</c:v>
                </c:pt>
                <c:pt idx="953">
                  <c:v>0.25</c:v>
                </c:pt>
                <c:pt idx="954">
                  <c:v>0.25</c:v>
                </c:pt>
                <c:pt idx="955">
                  <c:v>0.25</c:v>
                </c:pt>
                <c:pt idx="956">
                  <c:v>0.25</c:v>
                </c:pt>
                <c:pt idx="957">
                  <c:v>0.25</c:v>
                </c:pt>
                <c:pt idx="958">
                  <c:v>0</c:v>
                </c:pt>
                <c:pt idx="959">
                  <c:v>0</c:v>
                </c:pt>
                <c:pt idx="960">
                  <c:v>0</c:v>
                </c:pt>
                <c:pt idx="961">
                  <c:v>0</c:v>
                </c:pt>
                <c:pt idx="962">
                  <c:v>0</c:v>
                </c:pt>
                <c:pt idx="963">
                  <c:v>0</c:v>
                </c:pt>
                <c:pt idx="964">
                  <c:v>0</c:v>
                </c:pt>
                <c:pt idx="965">
                  <c:v>0</c:v>
                </c:pt>
                <c:pt idx="966">
                  <c:v>0</c:v>
                </c:pt>
                <c:pt idx="967">
                  <c:v>0</c:v>
                </c:pt>
                <c:pt idx="968">
                  <c:v>0.25</c:v>
                </c:pt>
                <c:pt idx="969">
                  <c:v>0.25</c:v>
                </c:pt>
                <c:pt idx="970">
                  <c:v>0.25</c:v>
                </c:pt>
                <c:pt idx="971">
                  <c:v>0.25</c:v>
                </c:pt>
                <c:pt idx="972">
                  <c:v>0.25</c:v>
                </c:pt>
                <c:pt idx="973">
                  <c:v>0.25</c:v>
                </c:pt>
                <c:pt idx="974">
                  <c:v>0.25</c:v>
                </c:pt>
                <c:pt idx="975">
                  <c:v>0.25</c:v>
                </c:pt>
                <c:pt idx="976">
                  <c:v>0.25</c:v>
                </c:pt>
                <c:pt idx="977">
                  <c:v>0.25</c:v>
                </c:pt>
                <c:pt idx="978">
                  <c:v>0.25</c:v>
                </c:pt>
                <c:pt idx="979">
                  <c:v>0.25</c:v>
                </c:pt>
                <c:pt idx="980">
                  <c:v>0.25</c:v>
                </c:pt>
                <c:pt idx="981">
                  <c:v>0.25</c:v>
                </c:pt>
                <c:pt idx="982">
                  <c:v>0</c:v>
                </c:pt>
                <c:pt idx="983">
                  <c:v>0</c:v>
                </c:pt>
                <c:pt idx="984">
                  <c:v>0</c:v>
                </c:pt>
                <c:pt idx="985">
                  <c:v>0</c:v>
                </c:pt>
                <c:pt idx="986">
                  <c:v>0</c:v>
                </c:pt>
                <c:pt idx="987">
                  <c:v>0</c:v>
                </c:pt>
                <c:pt idx="988">
                  <c:v>0</c:v>
                </c:pt>
                <c:pt idx="989">
                  <c:v>0</c:v>
                </c:pt>
                <c:pt idx="990">
                  <c:v>0</c:v>
                </c:pt>
                <c:pt idx="991">
                  <c:v>0</c:v>
                </c:pt>
                <c:pt idx="992">
                  <c:v>0.25</c:v>
                </c:pt>
                <c:pt idx="993">
                  <c:v>0.25</c:v>
                </c:pt>
                <c:pt idx="994">
                  <c:v>0.25</c:v>
                </c:pt>
                <c:pt idx="995">
                  <c:v>0.341858</c:v>
                </c:pt>
                <c:pt idx="996">
                  <c:v>0.403777</c:v>
                </c:pt>
                <c:pt idx="997">
                  <c:v>0.34151799999999999</c:v>
                </c:pt>
                <c:pt idx="998">
                  <c:v>0.25</c:v>
                </c:pt>
                <c:pt idx="999">
                  <c:v>0.25</c:v>
                </c:pt>
                <c:pt idx="1000">
                  <c:v>0.25</c:v>
                </c:pt>
                <c:pt idx="1001">
                  <c:v>0.25</c:v>
                </c:pt>
                <c:pt idx="1002">
                  <c:v>0.25</c:v>
                </c:pt>
                <c:pt idx="1003">
                  <c:v>0.25</c:v>
                </c:pt>
                <c:pt idx="1004">
                  <c:v>0.25</c:v>
                </c:pt>
                <c:pt idx="1005">
                  <c:v>0.25</c:v>
                </c:pt>
                <c:pt idx="1006">
                  <c:v>0</c:v>
                </c:pt>
                <c:pt idx="1007">
                  <c:v>0</c:v>
                </c:pt>
                <c:pt idx="1008">
                  <c:v>0</c:v>
                </c:pt>
                <c:pt idx="1009">
                  <c:v>0</c:v>
                </c:pt>
                <c:pt idx="1010">
                  <c:v>0</c:v>
                </c:pt>
                <c:pt idx="1011">
                  <c:v>0</c:v>
                </c:pt>
                <c:pt idx="1012">
                  <c:v>0</c:v>
                </c:pt>
                <c:pt idx="1013">
                  <c:v>0</c:v>
                </c:pt>
                <c:pt idx="1014">
                  <c:v>0</c:v>
                </c:pt>
                <c:pt idx="1015">
                  <c:v>0</c:v>
                </c:pt>
                <c:pt idx="1016">
                  <c:v>0.25</c:v>
                </c:pt>
                <c:pt idx="1017">
                  <c:v>0.25</c:v>
                </c:pt>
                <c:pt idx="1018">
                  <c:v>0.25</c:v>
                </c:pt>
                <c:pt idx="1019">
                  <c:v>0.35235100000000003</c:v>
                </c:pt>
                <c:pt idx="1020">
                  <c:v>0.41293600000000003</c:v>
                </c:pt>
                <c:pt idx="1021">
                  <c:v>0.404893</c:v>
                </c:pt>
                <c:pt idx="1022">
                  <c:v>0.29420800000000003</c:v>
                </c:pt>
                <c:pt idx="1023">
                  <c:v>0.25724900000000001</c:v>
                </c:pt>
                <c:pt idx="1024">
                  <c:v>0.25</c:v>
                </c:pt>
                <c:pt idx="1025">
                  <c:v>0.25</c:v>
                </c:pt>
                <c:pt idx="1026">
                  <c:v>0.25</c:v>
                </c:pt>
                <c:pt idx="1027">
                  <c:v>0.25</c:v>
                </c:pt>
                <c:pt idx="1028">
                  <c:v>0.25</c:v>
                </c:pt>
                <c:pt idx="1029">
                  <c:v>0.25</c:v>
                </c:pt>
                <c:pt idx="1030">
                  <c:v>0</c:v>
                </c:pt>
                <c:pt idx="1031">
                  <c:v>0</c:v>
                </c:pt>
                <c:pt idx="1032">
                  <c:v>0</c:v>
                </c:pt>
                <c:pt idx="1033">
                  <c:v>0</c:v>
                </c:pt>
                <c:pt idx="1034">
                  <c:v>0</c:v>
                </c:pt>
                <c:pt idx="1035">
                  <c:v>0</c:v>
                </c:pt>
                <c:pt idx="1036">
                  <c:v>0</c:v>
                </c:pt>
                <c:pt idx="1037">
                  <c:v>0</c:v>
                </c:pt>
                <c:pt idx="1038">
                  <c:v>0</c:v>
                </c:pt>
                <c:pt idx="1039">
                  <c:v>0</c:v>
                </c:pt>
                <c:pt idx="1040">
                  <c:v>0.25</c:v>
                </c:pt>
                <c:pt idx="1041">
                  <c:v>0.25</c:v>
                </c:pt>
                <c:pt idx="1042">
                  <c:v>0.25</c:v>
                </c:pt>
                <c:pt idx="1043">
                  <c:v>0.33330700000000002</c:v>
                </c:pt>
                <c:pt idx="1044">
                  <c:v>0.37618000000000001</c:v>
                </c:pt>
                <c:pt idx="1045">
                  <c:v>0.36646699999999999</c:v>
                </c:pt>
                <c:pt idx="1046">
                  <c:v>0.25652900000000001</c:v>
                </c:pt>
                <c:pt idx="1047">
                  <c:v>0.25</c:v>
                </c:pt>
                <c:pt idx="1048">
                  <c:v>0.25</c:v>
                </c:pt>
                <c:pt idx="1049">
                  <c:v>0.25</c:v>
                </c:pt>
                <c:pt idx="1050">
                  <c:v>0.25</c:v>
                </c:pt>
                <c:pt idx="1051">
                  <c:v>0.25</c:v>
                </c:pt>
                <c:pt idx="1052">
                  <c:v>0.25</c:v>
                </c:pt>
                <c:pt idx="1053">
                  <c:v>0.25</c:v>
                </c:pt>
                <c:pt idx="1054">
                  <c:v>0</c:v>
                </c:pt>
                <c:pt idx="1055">
                  <c:v>0</c:v>
                </c:pt>
                <c:pt idx="1056">
                  <c:v>0</c:v>
                </c:pt>
                <c:pt idx="1057">
                  <c:v>0</c:v>
                </c:pt>
                <c:pt idx="1058">
                  <c:v>0</c:v>
                </c:pt>
                <c:pt idx="1059">
                  <c:v>0</c:v>
                </c:pt>
                <c:pt idx="1060">
                  <c:v>0</c:v>
                </c:pt>
                <c:pt idx="1061">
                  <c:v>0</c:v>
                </c:pt>
                <c:pt idx="1062">
                  <c:v>0</c:v>
                </c:pt>
                <c:pt idx="1063">
                  <c:v>0</c:v>
                </c:pt>
                <c:pt idx="1064">
                  <c:v>0.25</c:v>
                </c:pt>
                <c:pt idx="1065">
                  <c:v>0.25</c:v>
                </c:pt>
                <c:pt idx="1066">
                  <c:v>0.25</c:v>
                </c:pt>
                <c:pt idx="1067">
                  <c:v>0.25</c:v>
                </c:pt>
                <c:pt idx="1068">
                  <c:v>0.25</c:v>
                </c:pt>
                <c:pt idx="1069">
                  <c:v>0.25</c:v>
                </c:pt>
                <c:pt idx="1070">
                  <c:v>0.25</c:v>
                </c:pt>
                <c:pt idx="1071">
                  <c:v>0.25</c:v>
                </c:pt>
                <c:pt idx="1072">
                  <c:v>0.25</c:v>
                </c:pt>
                <c:pt idx="1073">
                  <c:v>0.25</c:v>
                </c:pt>
                <c:pt idx="1074">
                  <c:v>0.25</c:v>
                </c:pt>
                <c:pt idx="1075">
                  <c:v>0.25</c:v>
                </c:pt>
                <c:pt idx="1076">
                  <c:v>0.25</c:v>
                </c:pt>
                <c:pt idx="1077">
                  <c:v>0.25</c:v>
                </c:pt>
                <c:pt idx="1078">
                  <c:v>0</c:v>
                </c:pt>
                <c:pt idx="1079">
                  <c:v>0</c:v>
                </c:pt>
                <c:pt idx="1080">
                  <c:v>0</c:v>
                </c:pt>
                <c:pt idx="1081">
                  <c:v>0</c:v>
                </c:pt>
                <c:pt idx="1082">
                  <c:v>0</c:v>
                </c:pt>
                <c:pt idx="1083">
                  <c:v>0</c:v>
                </c:pt>
                <c:pt idx="1084">
                  <c:v>0</c:v>
                </c:pt>
                <c:pt idx="1085">
                  <c:v>0</c:v>
                </c:pt>
                <c:pt idx="1086">
                  <c:v>0</c:v>
                </c:pt>
                <c:pt idx="1087">
                  <c:v>0</c:v>
                </c:pt>
                <c:pt idx="1088">
                  <c:v>0.25</c:v>
                </c:pt>
                <c:pt idx="1089">
                  <c:v>0.25</c:v>
                </c:pt>
                <c:pt idx="1090">
                  <c:v>0.25</c:v>
                </c:pt>
                <c:pt idx="1091">
                  <c:v>0.25</c:v>
                </c:pt>
                <c:pt idx="1092">
                  <c:v>0.25</c:v>
                </c:pt>
                <c:pt idx="1093">
                  <c:v>0.25</c:v>
                </c:pt>
                <c:pt idx="1094">
                  <c:v>0.25</c:v>
                </c:pt>
                <c:pt idx="1095">
                  <c:v>0.25</c:v>
                </c:pt>
                <c:pt idx="1096">
                  <c:v>0.25</c:v>
                </c:pt>
                <c:pt idx="1097">
                  <c:v>0.25</c:v>
                </c:pt>
                <c:pt idx="1098">
                  <c:v>0.25</c:v>
                </c:pt>
                <c:pt idx="1099">
                  <c:v>0.25</c:v>
                </c:pt>
                <c:pt idx="1100">
                  <c:v>0.25</c:v>
                </c:pt>
                <c:pt idx="1101">
                  <c:v>0.25</c:v>
                </c:pt>
                <c:pt idx="1102">
                  <c:v>0</c:v>
                </c:pt>
                <c:pt idx="1103">
                  <c:v>0</c:v>
                </c:pt>
                <c:pt idx="1104">
                  <c:v>0</c:v>
                </c:pt>
                <c:pt idx="1105">
                  <c:v>0</c:v>
                </c:pt>
                <c:pt idx="1106">
                  <c:v>0</c:v>
                </c:pt>
                <c:pt idx="1107">
                  <c:v>0</c:v>
                </c:pt>
                <c:pt idx="1108">
                  <c:v>0</c:v>
                </c:pt>
                <c:pt idx="1109">
                  <c:v>0</c:v>
                </c:pt>
                <c:pt idx="1110">
                  <c:v>0</c:v>
                </c:pt>
                <c:pt idx="1111">
                  <c:v>0</c:v>
                </c:pt>
                <c:pt idx="1112">
                  <c:v>0.25</c:v>
                </c:pt>
                <c:pt idx="1113">
                  <c:v>0.25</c:v>
                </c:pt>
                <c:pt idx="1114">
                  <c:v>0.25</c:v>
                </c:pt>
                <c:pt idx="1115">
                  <c:v>0.25</c:v>
                </c:pt>
                <c:pt idx="1116">
                  <c:v>0.25</c:v>
                </c:pt>
                <c:pt idx="1117">
                  <c:v>0.25</c:v>
                </c:pt>
                <c:pt idx="1118">
                  <c:v>0.25</c:v>
                </c:pt>
                <c:pt idx="1119">
                  <c:v>0.25</c:v>
                </c:pt>
                <c:pt idx="1120">
                  <c:v>0.25</c:v>
                </c:pt>
                <c:pt idx="1121">
                  <c:v>0.25</c:v>
                </c:pt>
                <c:pt idx="1122">
                  <c:v>0.25</c:v>
                </c:pt>
                <c:pt idx="1123">
                  <c:v>0.25</c:v>
                </c:pt>
                <c:pt idx="1124">
                  <c:v>0.25</c:v>
                </c:pt>
                <c:pt idx="1125">
                  <c:v>0.25</c:v>
                </c:pt>
                <c:pt idx="1126">
                  <c:v>0</c:v>
                </c:pt>
                <c:pt idx="1127">
                  <c:v>0</c:v>
                </c:pt>
                <c:pt idx="1128">
                  <c:v>0</c:v>
                </c:pt>
                <c:pt idx="1129">
                  <c:v>0</c:v>
                </c:pt>
                <c:pt idx="1130">
                  <c:v>0</c:v>
                </c:pt>
                <c:pt idx="1131">
                  <c:v>0</c:v>
                </c:pt>
                <c:pt idx="1132">
                  <c:v>0</c:v>
                </c:pt>
                <c:pt idx="1133">
                  <c:v>0</c:v>
                </c:pt>
                <c:pt idx="1134">
                  <c:v>0</c:v>
                </c:pt>
                <c:pt idx="1135">
                  <c:v>0</c:v>
                </c:pt>
                <c:pt idx="1136">
                  <c:v>0.25</c:v>
                </c:pt>
                <c:pt idx="1137">
                  <c:v>0.25</c:v>
                </c:pt>
                <c:pt idx="1138">
                  <c:v>0.25</c:v>
                </c:pt>
                <c:pt idx="1139">
                  <c:v>0.25</c:v>
                </c:pt>
                <c:pt idx="1140">
                  <c:v>0.25</c:v>
                </c:pt>
                <c:pt idx="1141">
                  <c:v>0.25</c:v>
                </c:pt>
                <c:pt idx="1142">
                  <c:v>0.25</c:v>
                </c:pt>
                <c:pt idx="1143">
                  <c:v>0.25</c:v>
                </c:pt>
                <c:pt idx="1144">
                  <c:v>0.25</c:v>
                </c:pt>
                <c:pt idx="1145">
                  <c:v>0.25</c:v>
                </c:pt>
                <c:pt idx="1146">
                  <c:v>0.25</c:v>
                </c:pt>
                <c:pt idx="1147">
                  <c:v>0.25</c:v>
                </c:pt>
                <c:pt idx="1148">
                  <c:v>0.25</c:v>
                </c:pt>
                <c:pt idx="1149">
                  <c:v>0.25</c:v>
                </c:pt>
                <c:pt idx="1150">
                  <c:v>0</c:v>
                </c:pt>
                <c:pt idx="1151">
                  <c:v>0</c:v>
                </c:pt>
                <c:pt idx="1152">
                  <c:v>0</c:v>
                </c:pt>
                <c:pt idx="1153">
                  <c:v>0</c:v>
                </c:pt>
                <c:pt idx="1154">
                  <c:v>0</c:v>
                </c:pt>
                <c:pt idx="1155">
                  <c:v>0</c:v>
                </c:pt>
                <c:pt idx="1156">
                  <c:v>0</c:v>
                </c:pt>
                <c:pt idx="1157">
                  <c:v>0</c:v>
                </c:pt>
                <c:pt idx="1158">
                  <c:v>0</c:v>
                </c:pt>
                <c:pt idx="1159">
                  <c:v>0</c:v>
                </c:pt>
                <c:pt idx="1160">
                  <c:v>0.25</c:v>
                </c:pt>
                <c:pt idx="1161">
                  <c:v>0.25</c:v>
                </c:pt>
                <c:pt idx="1162">
                  <c:v>0.25</c:v>
                </c:pt>
                <c:pt idx="1163">
                  <c:v>0.25</c:v>
                </c:pt>
                <c:pt idx="1164">
                  <c:v>0.25</c:v>
                </c:pt>
                <c:pt idx="1165">
                  <c:v>0.25</c:v>
                </c:pt>
                <c:pt idx="1166">
                  <c:v>0.25</c:v>
                </c:pt>
                <c:pt idx="1167">
                  <c:v>0.25</c:v>
                </c:pt>
                <c:pt idx="1168">
                  <c:v>0.25</c:v>
                </c:pt>
                <c:pt idx="1169">
                  <c:v>0.25</c:v>
                </c:pt>
                <c:pt idx="1170">
                  <c:v>0.25</c:v>
                </c:pt>
                <c:pt idx="1171">
                  <c:v>0.25</c:v>
                </c:pt>
                <c:pt idx="1172">
                  <c:v>0.25</c:v>
                </c:pt>
                <c:pt idx="1173">
                  <c:v>0.25</c:v>
                </c:pt>
                <c:pt idx="1174">
                  <c:v>0</c:v>
                </c:pt>
                <c:pt idx="1175">
                  <c:v>0</c:v>
                </c:pt>
                <c:pt idx="1176">
                  <c:v>0</c:v>
                </c:pt>
                <c:pt idx="1177">
                  <c:v>0</c:v>
                </c:pt>
                <c:pt idx="1178">
                  <c:v>0</c:v>
                </c:pt>
                <c:pt idx="1179">
                  <c:v>0</c:v>
                </c:pt>
                <c:pt idx="1180">
                  <c:v>0</c:v>
                </c:pt>
                <c:pt idx="1181">
                  <c:v>0</c:v>
                </c:pt>
                <c:pt idx="1182">
                  <c:v>0</c:v>
                </c:pt>
                <c:pt idx="1183">
                  <c:v>0</c:v>
                </c:pt>
                <c:pt idx="1184">
                  <c:v>0.25</c:v>
                </c:pt>
                <c:pt idx="1185">
                  <c:v>0.25</c:v>
                </c:pt>
                <c:pt idx="1186">
                  <c:v>0.25</c:v>
                </c:pt>
                <c:pt idx="1187">
                  <c:v>0.25</c:v>
                </c:pt>
                <c:pt idx="1188">
                  <c:v>0.25</c:v>
                </c:pt>
                <c:pt idx="1189">
                  <c:v>0.25</c:v>
                </c:pt>
                <c:pt idx="1190">
                  <c:v>0.25</c:v>
                </c:pt>
                <c:pt idx="1191">
                  <c:v>0.25</c:v>
                </c:pt>
                <c:pt idx="1192">
                  <c:v>0.25</c:v>
                </c:pt>
                <c:pt idx="1193">
                  <c:v>0.25</c:v>
                </c:pt>
                <c:pt idx="1194">
                  <c:v>0.25</c:v>
                </c:pt>
                <c:pt idx="1195">
                  <c:v>0.25</c:v>
                </c:pt>
                <c:pt idx="1196">
                  <c:v>0.25</c:v>
                </c:pt>
                <c:pt idx="1197">
                  <c:v>0.25</c:v>
                </c:pt>
                <c:pt idx="1198">
                  <c:v>0</c:v>
                </c:pt>
                <c:pt idx="1199">
                  <c:v>0</c:v>
                </c:pt>
                <c:pt idx="1200">
                  <c:v>0</c:v>
                </c:pt>
                <c:pt idx="1201">
                  <c:v>0</c:v>
                </c:pt>
                <c:pt idx="1202">
                  <c:v>0</c:v>
                </c:pt>
                <c:pt idx="1203">
                  <c:v>0</c:v>
                </c:pt>
                <c:pt idx="1204">
                  <c:v>0</c:v>
                </c:pt>
                <c:pt idx="1205">
                  <c:v>0</c:v>
                </c:pt>
                <c:pt idx="1206">
                  <c:v>0</c:v>
                </c:pt>
                <c:pt idx="1207">
                  <c:v>0</c:v>
                </c:pt>
                <c:pt idx="1208">
                  <c:v>0.25</c:v>
                </c:pt>
                <c:pt idx="1209">
                  <c:v>0.25</c:v>
                </c:pt>
                <c:pt idx="1210">
                  <c:v>0.25</c:v>
                </c:pt>
                <c:pt idx="1211">
                  <c:v>0.25</c:v>
                </c:pt>
                <c:pt idx="1212">
                  <c:v>0.25</c:v>
                </c:pt>
                <c:pt idx="1213">
                  <c:v>0.25</c:v>
                </c:pt>
                <c:pt idx="1214">
                  <c:v>0.25</c:v>
                </c:pt>
                <c:pt idx="1215">
                  <c:v>0.25</c:v>
                </c:pt>
                <c:pt idx="1216">
                  <c:v>0.25</c:v>
                </c:pt>
                <c:pt idx="1217">
                  <c:v>0.25</c:v>
                </c:pt>
                <c:pt idx="1218">
                  <c:v>0.25</c:v>
                </c:pt>
                <c:pt idx="1219">
                  <c:v>0.25</c:v>
                </c:pt>
                <c:pt idx="1220">
                  <c:v>0.25</c:v>
                </c:pt>
                <c:pt idx="1221">
                  <c:v>0.25</c:v>
                </c:pt>
                <c:pt idx="1222">
                  <c:v>0</c:v>
                </c:pt>
                <c:pt idx="1223">
                  <c:v>0</c:v>
                </c:pt>
                <c:pt idx="1224">
                  <c:v>0</c:v>
                </c:pt>
                <c:pt idx="1225">
                  <c:v>0</c:v>
                </c:pt>
                <c:pt idx="1226">
                  <c:v>0</c:v>
                </c:pt>
                <c:pt idx="1227">
                  <c:v>0</c:v>
                </c:pt>
                <c:pt idx="1228">
                  <c:v>0</c:v>
                </c:pt>
                <c:pt idx="1229">
                  <c:v>0</c:v>
                </c:pt>
                <c:pt idx="1230">
                  <c:v>0</c:v>
                </c:pt>
                <c:pt idx="1231">
                  <c:v>0</c:v>
                </c:pt>
                <c:pt idx="1232">
                  <c:v>0.25</c:v>
                </c:pt>
                <c:pt idx="1233">
                  <c:v>0.25</c:v>
                </c:pt>
                <c:pt idx="1234">
                  <c:v>0.25</c:v>
                </c:pt>
                <c:pt idx="1235">
                  <c:v>0.25</c:v>
                </c:pt>
                <c:pt idx="1236">
                  <c:v>0.25</c:v>
                </c:pt>
                <c:pt idx="1237">
                  <c:v>0.25</c:v>
                </c:pt>
                <c:pt idx="1238">
                  <c:v>0.25</c:v>
                </c:pt>
                <c:pt idx="1239">
                  <c:v>0.25</c:v>
                </c:pt>
                <c:pt idx="1240">
                  <c:v>0.25</c:v>
                </c:pt>
                <c:pt idx="1241">
                  <c:v>0.25</c:v>
                </c:pt>
                <c:pt idx="1242">
                  <c:v>0.25</c:v>
                </c:pt>
                <c:pt idx="1243">
                  <c:v>0.25</c:v>
                </c:pt>
                <c:pt idx="1244">
                  <c:v>0.25</c:v>
                </c:pt>
                <c:pt idx="1245">
                  <c:v>0.25</c:v>
                </c:pt>
                <c:pt idx="1246">
                  <c:v>0</c:v>
                </c:pt>
                <c:pt idx="1247">
                  <c:v>0</c:v>
                </c:pt>
                <c:pt idx="1248">
                  <c:v>0</c:v>
                </c:pt>
                <c:pt idx="1249">
                  <c:v>0</c:v>
                </c:pt>
                <c:pt idx="1250">
                  <c:v>0</c:v>
                </c:pt>
                <c:pt idx="1251">
                  <c:v>0</c:v>
                </c:pt>
                <c:pt idx="1252">
                  <c:v>0</c:v>
                </c:pt>
                <c:pt idx="1253">
                  <c:v>0</c:v>
                </c:pt>
                <c:pt idx="1254">
                  <c:v>0</c:v>
                </c:pt>
                <c:pt idx="1255">
                  <c:v>0</c:v>
                </c:pt>
                <c:pt idx="1256">
                  <c:v>0.25</c:v>
                </c:pt>
                <c:pt idx="1257">
                  <c:v>0.25</c:v>
                </c:pt>
                <c:pt idx="1258">
                  <c:v>0.25</c:v>
                </c:pt>
                <c:pt idx="1259">
                  <c:v>0.25</c:v>
                </c:pt>
                <c:pt idx="1260">
                  <c:v>0.25</c:v>
                </c:pt>
                <c:pt idx="1261">
                  <c:v>0.25</c:v>
                </c:pt>
                <c:pt idx="1262">
                  <c:v>0.25</c:v>
                </c:pt>
                <c:pt idx="1263">
                  <c:v>0.25</c:v>
                </c:pt>
                <c:pt idx="1264">
                  <c:v>0.25</c:v>
                </c:pt>
                <c:pt idx="1265">
                  <c:v>0.25</c:v>
                </c:pt>
                <c:pt idx="1266">
                  <c:v>0.25</c:v>
                </c:pt>
                <c:pt idx="1267">
                  <c:v>0.25</c:v>
                </c:pt>
                <c:pt idx="1268">
                  <c:v>0.25</c:v>
                </c:pt>
                <c:pt idx="1269">
                  <c:v>0.25</c:v>
                </c:pt>
                <c:pt idx="1270">
                  <c:v>0</c:v>
                </c:pt>
                <c:pt idx="1271">
                  <c:v>0</c:v>
                </c:pt>
                <c:pt idx="1272">
                  <c:v>0</c:v>
                </c:pt>
                <c:pt idx="1273">
                  <c:v>0</c:v>
                </c:pt>
                <c:pt idx="1274">
                  <c:v>0</c:v>
                </c:pt>
                <c:pt idx="1275">
                  <c:v>0</c:v>
                </c:pt>
                <c:pt idx="1276">
                  <c:v>0</c:v>
                </c:pt>
                <c:pt idx="1277">
                  <c:v>0</c:v>
                </c:pt>
                <c:pt idx="1278">
                  <c:v>0</c:v>
                </c:pt>
                <c:pt idx="1279">
                  <c:v>0</c:v>
                </c:pt>
                <c:pt idx="1280">
                  <c:v>0.25</c:v>
                </c:pt>
                <c:pt idx="1281">
                  <c:v>0.25</c:v>
                </c:pt>
                <c:pt idx="1282">
                  <c:v>0.25</c:v>
                </c:pt>
                <c:pt idx="1283">
                  <c:v>0.25</c:v>
                </c:pt>
                <c:pt idx="1284">
                  <c:v>0.25</c:v>
                </c:pt>
                <c:pt idx="1285">
                  <c:v>0.25</c:v>
                </c:pt>
                <c:pt idx="1286">
                  <c:v>0.25</c:v>
                </c:pt>
                <c:pt idx="1287">
                  <c:v>0.25</c:v>
                </c:pt>
                <c:pt idx="1288">
                  <c:v>0.25</c:v>
                </c:pt>
                <c:pt idx="1289">
                  <c:v>0.25</c:v>
                </c:pt>
                <c:pt idx="1290">
                  <c:v>0.25</c:v>
                </c:pt>
                <c:pt idx="1291">
                  <c:v>0.25</c:v>
                </c:pt>
                <c:pt idx="1292">
                  <c:v>0.25</c:v>
                </c:pt>
                <c:pt idx="1293">
                  <c:v>0.25</c:v>
                </c:pt>
                <c:pt idx="1294">
                  <c:v>0</c:v>
                </c:pt>
                <c:pt idx="1295">
                  <c:v>0</c:v>
                </c:pt>
                <c:pt idx="1296">
                  <c:v>0</c:v>
                </c:pt>
                <c:pt idx="1297">
                  <c:v>0</c:v>
                </c:pt>
                <c:pt idx="1298">
                  <c:v>0</c:v>
                </c:pt>
                <c:pt idx="1299">
                  <c:v>0</c:v>
                </c:pt>
                <c:pt idx="1300">
                  <c:v>0</c:v>
                </c:pt>
                <c:pt idx="1301">
                  <c:v>0</c:v>
                </c:pt>
                <c:pt idx="1302">
                  <c:v>0</c:v>
                </c:pt>
                <c:pt idx="1303">
                  <c:v>0</c:v>
                </c:pt>
                <c:pt idx="1304">
                  <c:v>0.25</c:v>
                </c:pt>
                <c:pt idx="1305">
                  <c:v>0.25</c:v>
                </c:pt>
                <c:pt idx="1306">
                  <c:v>0.25</c:v>
                </c:pt>
                <c:pt idx="1307">
                  <c:v>0.25</c:v>
                </c:pt>
                <c:pt idx="1308">
                  <c:v>0.25</c:v>
                </c:pt>
                <c:pt idx="1309">
                  <c:v>0.25</c:v>
                </c:pt>
                <c:pt idx="1310">
                  <c:v>0.25</c:v>
                </c:pt>
                <c:pt idx="1311">
                  <c:v>0.25</c:v>
                </c:pt>
                <c:pt idx="1312">
                  <c:v>0.25</c:v>
                </c:pt>
                <c:pt idx="1313">
                  <c:v>0.25</c:v>
                </c:pt>
                <c:pt idx="1314">
                  <c:v>0.25</c:v>
                </c:pt>
                <c:pt idx="1315">
                  <c:v>0.25</c:v>
                </c:pt>
                <c:pt idx="1316">
                  <c:v>0.25</c:v>
                </c:pt>
                <c:pt idx="1317">
                  <c:v>0.25</c:v>
                </c:pt>
                <c:pt idx="1318">
                  <c:v>0</c:v>
                </c:pt>
                <c:pt idx="1319">
                  <c:v>0</c:v>
                </c:pt>
                <c:pt idx="1320">
                  <c:v>0</c:v>
                </c:pt>
                <c:pt idx="1321">
                  <c:v>0</c:v>
                </c:pt>
                <c:pt idx="1322">
                  <c:v>0</c:v>
                </c:pt>
                <c:pt idx="1323">
                  <c:v>0</c:v>
                </c:pt>
                <c:pt idx="1324">
                  <c:v>0</c:v>
                </c:pt>
                <c:pt idx="1325">
                  <c:v>0</c:v>
                </c:pt>
                <c:pt idx="1326">
                  <c:v>0</c:v>
                </c:pt>
                <c:pt idx="1327">
                  <c:v>0</c:v>
                </c:pt>
                <c:pt idx="1328">
                  <c:v>0.25</c:v>
                </c:pt>
                <c:pt idx="1329">
                  <c:v>0.25</c:v>
                </c:pt>
                <c:pt idx="1330">
                  <c:v>0.25</c:v>
                </c:pt>
                <c:pt idx="1331">
                  <c:v>0.25</c:v>
                </c:pt>
                <c:pt idx="1332">
                  <c:v>0.28082099999999999</c:v>
                </c:pt>
                <c:pt idx="1333">
                  <c:v>0.27075300000000002</c:v>
                </c:pt>
                <c:pt idx="1334">
                  <c:v>0.25</c:v>
                </c:pt>
                <c:pt idx="1335">
                  <c:v>0.25</c:v>
                </c:pt>
                <c:pt idx="1336">
                  <c:v>0.25</c:v>
                </c:pt>
                <c:pt idx="1337">
                  <c:v>0.25</c:v>
                </c:pt>
                <c:pt idx="1338">
                  <c:v>0.25</c:v>
                </c:pt>
                <c:pt idx="1339">
                  <c:v>0.25</c:v>
                </c:pt>
                <c:pt idx="1340">
                  <c:v>0.25</c:v>
                </c:pt>
                <c:pt idx="1341">
                  <c:v>0.25</c:v>
                </c:pt>
                <c:pt idx="1342">
                  <c:v>0</c:v>
                </c:pt>
                <c:pt idx="1343">
                  <c:v>0</c:v>
                </c:pt>
                <c:pt idx="1344">
                  <c:v>0</c:v>
                </c:pt>
                <c:pt idx="1345">
                  <c:v>0</c:v>
                </c:pt>
                <c:pt idx="1346">
                  <c:v>0</c:v>
                </c:pt>
                <c:pt idx="1347">
                  <c:v>0</c:v>
                </c:pt>
                <c:pt idx="1348">
                  <c:v>0</c:v>
                </c:pt>
                <c:pt idx="1349">
                  <c:v>0</c:v>
                </c:pt>
                <c:pt idx="1350">
                  <c:v>0</c:v>
                </c:pt>
                <c:pt idx="1351">
                  <c:v>0</c:v>
                </c:pt>
                <c:pt idx="1352">
                  <c:v>0.25</c:v>
                </c:pt>
                <c:pt idx="1353">
                  <c:v>0.25</c:v>
                </c:pt>
                <c:pt idx="1354">
                  <c:v>0.25</c:v>
                </c:pt>
                <c:pt idx="1355">
                  <c:v>0.25</c:v>
                </c:pt>
                <c:pt idx="1356">
                  <c:v>0.25</c:v>
                </c:pt>
                <c:pt idx="1357">
                  <c:v>0.25</c:v>
                </c:pt>
                <c:pt idx="1358">
                  <c:v>0.25</c:v>
                </c:pt>
                <c:pt idx="1359">
                  <c:v>0.25</c:v>
                </c:pt>
                <c:pt idx="1360">
                  <c:v>0.25</c:v>
                </c:pt>
                <c:pt idx="1361">
                  <c:v>0.25</c:v>
                </c:pt>
                <c:pt idx="1362">
                  <c:v>0.25</c:v>
                </c:pt>
                <c:pt idx="1363">
                  <c:v>0.25</c:v>
                </c:pt>
                <c:pt idx="1364">
                  <c:v>0.25</c:v>
                </c:pt>
                <c:pt idx="1365">
                  <c:v>0.25</c:v>
                </c:pt>
                <c:pt idx="1366">
                  <c:v>0</c:v>
                </c:pt>
                <c:pt idx="1367">
                  <c:v>0</c:v>
                </c:pt>
                <c:pt idx="1368">
                  <c:v>0</c:v>
                </c:pt>
                <c:pt idx="1369">
                  <c:v>0</c:v>
                </c:pt>
                <c:pt idx="1370">
                  <c:v>0</c:v>
                </c:pt>
                <c:pt idx="1371">
                  <c:v>0</c:v>
                </c:pt>
                <c:pt idx="1372">
                  <c:v>0</c:v>
                </c:pt>
                <c:pt idx="1373">
                  <c:v>0</c:v>
                </c:pt>
                <c:pt idx="1374">
                  <c:v>0</c:v>
                </c:pt>
                <c:pt idx="1375">
                  <c:v>0</c:v>
                </c:pt>
                <c:pt idx="1376">
                  <c:v>0.25</c:v>
                </c:pt>
                <c:pt idx="1377">
                  <c:v>0.25</c:v>
                </c:pt>
                <c:pt idx="1378">
                  <c:v>0.25</c:v>
                </c:pt>
                <c:pt idx="1379">
                  <c:v>0.25</c:v>
                </c:pt>
                <c:pt idx="1380">
                  <c:v>0.25</c:v>
                </c:pt>
                <c:pt idx="1381">
                  <c:v>0.25</c:v>
                </c:pt>
                <c:pt idx="1382">
                  <c:v>0.25</c:v>
                </c:pt>
                <c:pt idx="1383">
                  <c:v>0.25</c:v>
                </c:pt>
                <c:pt idx="1384">
                  <c:v>0.25</c:v>
                </c:pt>
                <c:pt idx="1385">
                  <c:v>0.25</c:v>
                </c:pt>
                <c:pt idx="1386">
                  <c:v>0.25</c:v>
                </c:pt>
                <c:pt idx="1387">
                  <c:v>0.25</c:v>
                </c:pt>
                <c:pt idx="1388">
                  <c:v>0.25</c:v>
                </c:pt>
                <c:pt idx="1389">
                  <c:v>0.25</c:v>
                </c:pt>
                <c:pt idx="1390">
                  <c:v>0</c:v>
                </c:pt>
                <c:pt idx="1391">
                  <c:v>0</c:v>
                </c:pt>
                <c:pt idx="1392">
                  <c:v>0</c:v>
                </c:pt>
                <c:pt idx="1393">
                  <c:v>0</c:v>
                </c:pt>
                <c:pt idx="1394">
                  <c:v>0</c:v>
                </c:pt>
                <c:pt idx="1395">
                  <c:v>0</c:v>
                </c:pt>
                <c:pt idx="1396">
                  <c:v>0</c:v>
                </c:pt>
                <c:pt idx="1397">
                  <c:v>0</c:v>
                </c:pt>
                <c:pt idx="1398">
                  <c:v>0</c:v>
                </c:pt>
                <c:pt idx="1399">
                  <c:v>0</c:v>
                </c:pt>
                <c:pt idx="1400">
                  <c:v>0.25</c:v>
                </c:pt>
                <c:pt idx="1401">
                  <c:v>0.25</c:v>
                </c:pt>
                <c:pt idx="1402">
                  <c:v>0.25</c:v>
                </c:pt>
                <c:pt idx="1403">
                  <c:v>0.25</c:v>
                </c:pt>
                <c:pt idx="1404">
                  <c:v>0.25</c:v>
                </c:pt>
                <c:pt idx="1405">
                  <c:v>0.25</c:v>
                </c:pt>
                <c:pt idx="1406">
                  <c:v>0.25</c:v>
                </c:pt>
                <c:pt idx="1407">
                  <c:v>0.25</c:v>
                </c:pt>
                <c:pt idx="1408">
                  <c:v>0.25</c:v>
                </c:pt>
                <c:pt idx="1409">
                  <c:v>0.25</c:v>
                </c:pt>
                <c:pt idx="1410">
                  <c:v>0.25</c:v>
                </c:pt>
                <c:pt idx="1411">
                  <c:v>0.25</c:v>
                </c:pt>
                <c:pt idx="1412">
                  <c:v>0.25</c:v>
                </c:pt>
                <c:pt idx="1413">
                  <c:v>0.25</c:v>
                </c:pt>
                <c:pt idx="1414">
                  <c:v>0</c:v>
                </c:pt>
                <c:pt idx="1415">
                  <c:v>0</c:v>
                </c:pt>
                <c:pt idx="1416">
                  <c:v>0</c:v>
                </c:pt>
                <c:pt idx="1417">
                  <c:v>0</c:v>
                </c:pt>
                <c:pt idx="1418">
                  <c:v>0</c:v>
                </c:pt>
                <c:pt idx="1419">
                  <c:v>0</c:v>
                </c:pt>
                <c:pt idx="1420">
                  <c:v>0</c:v>
                </c:pt>
                <c:pt idx="1421">
                  <c:v>0</c:v>
                </c:pt>
                <c:pt idx="1422">
                  <c:v>0</c:v>
                </c:pt>
                <c:pt idx="1423">
                  <c:v>0</c:v>
                </c:pt>
                <c:pt idx="1424">
                  <c:v>0.25</c:v>
                </c:pt>
                <c:pt idx="1425">
                  <c:v>0.25</c:v>
                </c:pt>
                <c:pt idx="1426">
                  <c:v>0.25</c:v>
                </c:pt>
                <c:pt idx="1427">
                  <c:v>0.25</c:v>
                </c:pt>
                <c:pt idx="1428">
                  <c:v>0.25</c:v>
                </c:pt>
                <c:pt idx="1429">
                  <c:v>0.25</c:v>
                </c:pt>
                <c:pt idx="1430">
                  <c:v>0.25</c:v>
                </c:pt>
                <c:pt idx="1431">
                  <c:v>0.25</c:v>
                </c:pt>
                <c:pt idx="1432">
                  <c:v>0.25</c:v>
                </c:pt>
                <c:pt idx="1433">
                  <c:v>0.25</c:v>
                </c:pt>
                <c:pt idx="1434">
                  <c:v>0.25</c:v>
                </c:pt>
                <c:pt idx="1435">
                  <c:v>0.25</c:v>
                </c:pt>
                <c:pt idx="1436">
                  <c:v>0.25</c:v>
                </c:pt>
                <c:pt idx="1437">
                  <c:v>0.25</c:v>
                </c:pt>
                <c:pt idx="1438">
                  <c:v>0</c:v>
                </c:pt>
                <c:pt idx="1439">
                  <c:v>0</c:v>
                </c:pt>
                <c:pt idx="1440">
                  <c:v>0</c:v>
                </c:pt>
                <c:pt idx="1441">
                  <c:v>0</c:v>
                </c:pt>
                <c:pt idx="1442">
                  <c:v>0</c:v>
                </c:pt>
                <c:pt idx="1443">
                  <c:v>0</c:v>
                </c:pt>
                <c:pt idx="1444">
                  <c:v>0</c:v>
                </c:pt>
                <c:pt idx="1445">
                  <c:v>0</c:v>
                </c:pt>
                <c:pt idx="1446">
                  <c:v>0</c:v>
                </c:pt>
                <c:pt idx="1447">
                  <c:v>0</c:v>
                </c:pt>
                <c:pt idx="1448">
                  <c:v>0.25</c:v>
                </c:pt>
                <c:pt idx="1449">
                  <c:v>0.25</c:v>
                </c:pt>
                <c:pt idx="1450">
                  <c:v>0.25</c:v>
                </c:pt>
                <c:pt idx="1451">
                  <c:v>0.25</c:v>
                </c:pt>
                <c:pt idx="1452">
                  <c:v>0.25</c:v>
                </c:pt>
                <c:pt idx="1453">
                  <c:v>0.25</c:v>
                </c:pt>
                <c:pt idx="1454">
                  <c:v>0.25</c:v>
                </c:pt>
                <c:pt idx="1455">
                  <c:v>0.25</c:v>
                </c:pt>
                <c:pt idx="1456">
                  <c:v>0.25</c:v>
                </c:pt>
                <c:pt idx="1457">
                  <c:v>0.25</c:v>
                </c:pt>
                <c:pt idx="1458">
                  <c:v>0.25</c:v>
                </c:pt>
                <c:pt idx="1459">
                  <c:v>0.25</c:v>
                </c:pt>
                <c:pt idx="1460">
                  <c:v>0.25</c:v>
                </c:pt>
                <c:pt idx="1461">
                  <c:v>0.25</c:v>
                </c:pt>
                <c:pt idx="1462">
                  <c:v>0</c:v>
                </c:pt>
                <c:pt idx="1463">
                  <c:v>0</c:v>
                </c:pt>
                <c:pt idx="1464">
                  <c:v>0</c:v>
                </c:pt>
                <c:pt idx="1465">
                  <c:v>0</c:v>
                </c:pt>
                <c:pt idx="1466">
                  <c:v>0</c:v>
                </c:pt>
                <c:pt idx="1467">
                  <c:v>0</c:v>
                </c:pt>
                <c:pt idx="1468">
                  <c:v>0</c:v>
                </c:pt>
                <c:pt idx="1469">
                  <c:v>0</c:v>
                </c:pt>
                <c:pt idx="1470">
                  <c:v>0</c:v>
                </c:pt>
                <c:pt idx="1471">
                  <c:v>0</c:v>
                </c:pt>
                <c:pt idx="1472">
                  <c:v>0.25</c:v>
                </c:pt>
                <c:pt idx="1473">
                  <c:v>0.25</c:v>
                </c:pt>
                <c:pt idx="1474">
                  <c:v>0.25</c:v>
                </c:pt>
                <c:pt idx="1475">
                  <c:v>0.25</c:v>
                </c:pt>
                <c:pt idx="1476">
                  <c:v>0.25</c:v>
                </c:pt>
                <c:pt idx="1477">
                  <c:v>0.25</c:v>
                </c:pt>
                <c:pt idx="1478">
                  <c:v>0.25</c:v>
                </c:pt>
                <c:pt idx="1479">
                  <c:v>0.25</c:v>
                </c:pt>
                <c:pt idx="1480">
                  <c:v>0.25</c:v>
                </c:pt>
                <c:pt idx="1481">
                  <c:v>0.25</c:v>
                </c:pt>
                <c:pt idx="1482">
                  <c:v>0.25</c:v>
                </c:pt>
                <c:pt idx="1483">
                  <c:v>0.25</c:v>
                </c:pt>
                <c:pt idx="1484">
                  <c:v>0.25</c:v>
                </c:pt>
                <c:pt idx="1485">
                  <c:v>0.25</c:v>
                </c:pt>
                <c:pt idx="1486">
                  <c:v>0</c:v>
                </c:pt>
                <c:pt idx="1487">
                  <c:v>0</c:v>
                </c:pt>
                <c:pt idx="1488">
                  <c:v>0</c:v>
                </c:pt>
                <c:pt idx="1489">
                  <c:v>0</c:v>
                </c:pt>
                <c:pt idx="1490">
                  <c:v>0</c:v>
                </c:pt>
                <c:pt idx="1491">
                  <c:v>0</c:v>
                </c:pt>
                <c:pt idx="1492">
                  <c:v>0</c:v>
                </c:pt>
                <c:pt idx="1493">
                  <c:v>0</c:v>
                </c:pt>
                <c:pt idx="1494">
                  <c:v>0</c:v>
                </c:pt>
                <c:pt idx="1495">
                  <c:v>0</c:v>
                </c:pt>
                <c:pt idx="1496">
                  <c:v>0.25</c:v>
                </c:pt>
                <c:pt idx="1497">
                  <c:v>0.25</c:v>
                </c:pt>
                <c:pt idx="1498">
                  <c:v>0.25</c:v>
                </c:pt>
                <c:pt idx="1499">
                  <c:v>0.25</c:v>
                </c:pt>
                <c:pt idx="1500">
                  <c:v>0.25</c:v>
                </c:pt>
                <c:pt idx="1501">
                  <c:v>0.25</c:v>
                </c:pt>
                <c:pt idx="1502">
                  <c:v>0.25</c:v>
                </c:pt>
                <c:pt idx="1503">
                  <c:v>0.25</c:v>
                </c:pt>
                <c:pt idx="1504">
                  <c:v>0.25</c:v>
                </c:pt>
                <c:pt idx="1505">
                  <c:v>0.25</c:v>
                </c:pt>
                <c:pt idx="1506">
                  <c:v>0.25</c:v>
                </c:pt>
                <c:pt idx="1507">
                  <c:v>0.25</c:v>
                </c:pt>
                <c:pt idx="1508">
                  <c:v>0.25</c:v>
                </c:pt>
                <c:pt idx="1509">
                  <c:v>0.25</c:v>
                </c:pt>
                <c:pt idx="1510">
                  <c:v>0</c:v>
                </c:pt>
                <c:pt idx="1511">
                  <c:v>0</c:v>
                </c:pt>
                <c:pt idx="1512">
                  <c:v>0</c:v>
                </c:pt>
                <c:pt idx="1513">
                  <c:v>0</c:v>
                </c:pt>
                <c:pt idx="1514">
                  <c:v>0</c:v>
                </c:pt>
                <c:pt idx="1515">
                  <c:v>0</c:v>
                </c:pt>
                <c:pt idx="1516">
                  <c:v>0</c:v>
                </c:pt>
                <c:pt idx="1517">
                  <c:v>0</c:v>
                </c:pt>
                <c:pt idx="1518">
                  <c:v>0</c:v>
                </c:pt>
                <c:pt idx="1519">
                  <c:v>0</c:v>
                </c:pt>
                <c:pt idx="1520">
                  <c:v>0.25</c:v>
                </c:pt>
                <c:pt idx="1521">
                  <c:v>0.25</c:v>
                </c:pt>
                <c:pt idx="1522">
                  <c:v>0.25</c:v>
                </c:pt>
                <c:pt idx="1523">
                  <c:v>0.25</c:v>
                </c:pt>
                <c:pt idx="1524">
                  <c:v>0.25</c:v>
                </c:pt>
                <c:pt idx="1525">
                  <c:v>0.25</c:v>
                </c:pt>
                <c:pt idx="1526">
                  <c:v>0.25</c:v>
                </c:pt>
                <c:pt idx="1527">
                  <c:v>0.25</c:v>
                </c:pt>
                <c:pt idx="1528">
                  <c:v>0.25</c:v>
                </c:pt>
                <c:pt idx="1529">
                  <c:v>0.25</c:v>
                </c:pt>
                <c:pt idx="1530">
                  <c:v>0.25</c:v>
                </c:pt>
                <c:pt idx="1531">
                  <c:v>0.25</c:v>
                </c:pt>
                <c:pt idx="1532">
                  <c:v>0.25</c:v>
                </c:pt>
                <c:pt idx="1533">
                  <c:v>0.25</c:v>
                </c:pt>
                <c:pt idx="1534">
                  <c:v>0</c:v>
                </c:pt>
                <c:pt idx="1535">
                  <c:v>0</c:v>
                </c:pt>
                <c:pt idx="1536">
                  <c:v>0</c:v>
                </c:pt>
                <c:pt idx="1537">
                  <c:v>0</c:v>
                </c:pt>
                <c:pt idx="1538">
                  <c:v>0</c:v>
                </c:pt>
                <c:pt idx="1539">
                  <c:v>0</c:v>
                </c:pt>
                <c:pt idx="1540">
                  <c:v>0</c:v>
                </c:pt>
                <c:pt idx="1541">
                  <c:v>0</c:v>
                </c:pt>
                <c:pt idx="1542">
                  <c:v>0</c:v>
                </c:pt>
                <c:pt idx="1543">
                  <c:v>0</c:v>
                </c:pt>
                <c:pt idx="1544">
                  <c:v>0.25</c:v>
                </c:pt>
                <c:pt idx="1545">
                  <c:v>0.25</c:v>
                </c:pt>
                <c:pt idx="1546">
                  <c:v>0.25</c:v>
                </c:pt>
                <c:pt idx="1547">
                  <c:v>0.31176900000000002</c:v>
                </c:pt>
                <c:pt idx="1548">
                  <c:v>0.35714800000000002</c:v>
                </c:pt>
                <c:pt idx="1549">
                  <c:v>0.36941200000000002</c:v>
                </c:pt>
                <c:pt idx="1550">
                  <c:v>0.27954000000000001</c:v>
                </c:pt>
                <c:pt idx="1551">
                  <c:v>0.26212400000000002</c:v>
                </c:pt>
                <c:pt idx="1552">
                  <c:v>0.25</c:v>
                </c:pt>
                <c:pt idx="1553">
                  <c:v>0.25</c:v>
                </c:pt>
                <c:pt idx="1554">
                  <c:v>0.25</c:v>
                </c:pt>
                <c:pt idx="1555">
                  <c:v>0.25</c:v>
                </c:pt>
                <c:pt idx="1556">
                  <c:v>0.25</c:v>
                </c:pt>
                <c:pt idx="1557">
                  <c:v>0.25</c:v>
                </c:pt>
                <c:pt idx="1558">
                  <c:v>0</c:v>
                </c:pt>
                <c:pt idx="1559">
                  <c:v>0</c:v>
                </c:pt>
                <c:pt idx="1560">
                  <c:v>0</c:v>
                </c:pt>
                <c:pt idx="1561">
                  <c:v>0</c:v>
                </c:pt>
                <c:pt idx="1562">
                  <c:v>0</c:v>
                </c:pt>
                <c:pt idx="1563">
                  <c:v>0</c:v>
                </c:pt>
                <c:pt idx="1564">
                  <c:v>0</c:v>
                </c:pt>
                <c:pt idx="1565">
                  <c:v>0</c:v>
                </c:pt>
                <c:pt idx="1566">
                  <c:v>0</c:v>
                </c:pt>
                <c:pt idx="1567">
                  <c:v>0</c:v>
                </c:pt>
                <c:pt idx="1568">
                  <c:v>0.25</c:v>
                </c:pt>
                <c:pt idx="1569">
                  <c:v>0.25</c:v>
                </c:pt>
                <c:pt idx="1570">
                  <c:v>0.25</c:v>
                </c:pt>
                <c:pt idx="1571">
                  <c:v>0.30499799999999999</c:v>
                </c:pt>
                <c:pt idx="1572">
                  <c:v>0.28677999999999998</c:v>
                </c:pt>
                <c:pt idx="1573">
                  <c:v>0.25</c:v>
                </c:pt>
                <c:pt idx="1574">
                  <c:v>0.25</c:v>
                </c:pt>
                <c:pt idx="1575">
                  <c:v>0.25</c:v>
                </c:pt>
                <c:pt idx="1576">
                  <c:v>0.25</c:v>
                </c:pt>
                <c:pt idx="1577">
                  <c:v>0.25</c:v>
                </c:pt>
                <c:pt idx="1578">
                  <c:v>0.25</c:v>
                </c:pt>
                <c:pt idx="1579">
                  <c:v>0.25</c:v>
                </c:pt>
                <c:pt idx="1580">
                  <c:v>0.25</c:v>
                </c:pt>
                <c:pt idx="1581">
                  <c:v>0.25</c:v>
                </c:pt>
                <c:pt idx="1582">
                  <c:v>0</c:v>
                </c:pt>
                <c:pt idx="1583">
                  <c:v>0</c:v>
                </c:pt>
                <c:pt idx="1584">
                  <c:v>0</c:v>
                </c:pt>
                <c:pt idx="1585">
                  <c:v>0</c:v>
                </c:pt>
                <c:pt idx="1586">
                  <c:v>0</c:v>
                </c:pt>
                <c:pt idx="1587">
                  <c:v>0</c:v>
                </c:pt>
                <c:pt idx="1588">
                  <c:v>0</c:v>
                </c:pt>
                <c:pt idx="1589">
                  <c:v>0</c:v>
                </c:pt>
                <c:pt idx="1590">
                  <c:v>0</c:v>
                </c:pt>
                <c:pt idx="1591">
                  <c:v>0</c:v>
                </c:pt>
                <c:pt idx="1592">
                  <c:v>0.25</c:v>
                </c:pt>
                <c:pt idx="1593">
                  <c:v>0.25</c:v>
                </c:pt>
                <c:pt idx="1594">
                  <c:v>0.25</c:v>
                </c:pt>
                <c:pt idx="1595">
                  <c:v>0.25</c:v>
                </c:pt>
                <c:pt idx="1596">
                  <c:v>0.25</c:v>
                </c:pt>
                <c:pt idx="1597">
                  <c:v>0.25</c:v>
                </c:pt>
                <c:pt idx="1598">
                  <c:v>0.25</c:v>
                </c:pt>
                <c:pt idx="1599">
                  <c:v>0.25</c:v>
                </c:pt>
                <c:pt idx="1600">
                  <c:v>0.25</c:v>
                </c:pt>
                <c:pt idx="1601">
                  <c:v>0.25</c:v>
                </c:pt>
                <c:pt idx="1602">
                  <c:v>0.25</c:v>
                </c:pt>
                <c:pt idx="1603">
                  <c:v>0.25</c:v>
                </c:pt>
                <c:pt idx="1604">
                  <c:v>0.25</c:v>
                </c:pt>
                <c:pt idx="1605">
                  <c:v>0.25</c:v>
                </c:pt>
                <c:pt idx="1606">
                  <c:v>0</c:v>
                </c:pt>
                <c:pt idx="1607">
                  <c:v>0</c:v>
                </c:pt>
                <c:pt idx="1608">
                  <c:v>0</c:v>
                </c:pt>
                <c:pt idx="1609">
                  <c:v>0</c:v>
                </c:pt>
                <c:pt idx="1610">
                  <c:v>0</c:v>
                </c:pt>
                <c:pt idx="1611">
                  <c:v>0</c:v>
                </c:pt>
                <c:pt idx="1612">
                  <c:v>0</c:v>
                </c:pt>
                <c:pt idx="1613">
                  <c:v>0</c:v>
                </c:pt>
                <c:pt idx="1614">
                  <c:v>0</c:v>
                </c:pt>
                <c:pt idx="1615">
                  <c:v>0</c:v>
                </c:pt>
                <c:pt idx="1616">
                  <c:v>0.25</c:v>
                </c:pt>
                <c:pt idx="1617">
                  <c:v>0.25</c:v>
                </c:pt>
                <c:pt idx="1618">
                  <c:v>0.25</c:v>
                </c:pt>
                <c:pt idx="1619">
                  <c:v>0.25</c:v>
                </c:pt>
                <c:pt idx="1620">
                  <c:v>0.25</c:v>
                </c:pt>
                <c:pt idx="1621">
                  <c:v>0.25</c:v>
                </c:pt>
                <c:pt idx="1622">
                  <c:v>0.25</c:v>
                </c:pt>
                <c:pt idx="1623">
                  <c:v>0.25</c:v>
                </c:pt>
                <c:pt idx="1624">
                  <c:v>0.25</c:v>
                </c:pt>
                <c:pt idx="1625">
                  <c:v>0.25</c:v>
                </c:pt>
                <c:pt idx="1626">
                  <c:v>0.25</c:v>
                </c:pt>
                <c:pt idx="1627">
                  <c:v>0.25</c:v>
                </c:pt>
                <c:pt idx="1628">
                  <c:v>0.25</c:v>
                </c:pt>
                <c:pt idx="1629">
                  <c:v>0.25</c:v>
                </c:pt>
                <c:pt idx="1630">
                  <c:v>0</c:v>
                </c:pt>
                <c:pt idx="1631">
                  <c:v>0</c:v>
                </c:pt>
                <c:pt idx="1632">
                  <c:v>0</c:v>
                </c:pt>
                <c:pt idx="1633">
                  <c:v>0</c:v>
                </c:pt>
                <c:pt idx="1634">
                  <c:v>0</c:v>
                </c:pt>
                <c:pt idx="1635">
                  <c:v>0</c:v>
                </c:pt>
                <c:pt idx="1636">
                  <c:v>0</c:v>
                </c:pt>
                <c:pt idx="1637">
                  <c:v>0</c:v>
                </c:pt>
                <c:pt idx="1638">
                  <c:v>0</c:v>
                </c:pt>
                <c:pt idx="1639">
                  <c:v>0</c:v>
                </c:pt>
                <c:pt idx="1640">
                  <c:v>0.25</c:v>
                </c:pt>
                <c:pt idx="1641">
                  <c:v>0.25</c:v>
                </c:pt>
                <c:pt idx="1642">
                  <c:v>0.25</c:v>
                </c:pt>
                <c:pt idx="1643">
                  <c:v>0.25</c:v>
                </c:pt>
                <c:pt idx="1644">
                  <c:v>0.25</c:v>
                </c:pt>
                <c:pt idx="1645">
                  <c:v>0.25</c:v>
                </c:pt>
                <c:pt idx="1646">
                  <c:v>0.25</c:v>
                </c:pt>
                <c:pt idx="1647">
                  <c:v>0.25</c:v>
                </c:pt>
                <c:pt idx="1648">
                  <c:v>0.25</c:v>
                </c:pt>
                <c:pt idx="1649">
                  <c:v>0.25</c:v>
                </c:pt>
                <c:pt idx="1650">
                  <c:v>0.25</c:v>
                </c:pt>
                <c:pt idx="1651">
                  <c:v>0.25</c:v>
                </c:pt>
                <c:pt idx="1652">
                  <c:v>0.25</c:v>
                </c:pt>
                <c:pt idx="1653">
                  <c:v>0.25</c:v>
                </c:pt>
                <c:pt idx="1654">
                  <c:v>0</c:v>
                </c:pt>
                <c:pt idx="1655">
                  <c:v>0</c:v>
                </c:pt>
                <c:pt idx="1656">
                  <c:v>0</c:v>
                </c:pt>
                <c:pt idx="1657">
                  <c:v>0</c:v>
                </c:pt>
                <c:pt idx="1658">
                  <c:v>0</c:v>
                </c:pt>
                <c:pt idx="1659">
                  <c:v>0</c:v>
                </c:pt>
                <c:pt idx="1660">
                  <c:v>0</c:v>
                </c:pt>
                <c:pt idx="1661">
                  <c:v>0</c:v>
                </c:pt>
                <c:pt idx="1662">
                  <c:v>0</c:v>
                </c:pt>
                <c:pt idx="1663">
                  <c:v>0</c:v>
                </c:pt>
                <c:pt idx="1664">
                  <c:v>0.25</c:v>
                </c:pt>
                <c:pt idx="1665">
                  <c:v>0.25</c:v>
                </c:pt>
                <c:pt idx="1666">
                  <c:v>0.25</c:v>
                </c:pt>
                <c:pt idx="1667">
                  <c:v>0.25</c:v>
                </c:pt>
                <c:pt idx="1668">
                  <c:v>0.25</c:v>
                </c:pt>
                <c:pt idx="1669">
                  <c:v>0.25</c:v>
                </c:pt>
                <c:pt idx="1670">
                  <c:v>0.25</c:v>
                </c:pt>
                <c:pt idx="1671">
                  <c:v>0.25</c:v>
                </c:pt>
                <c:pt idx="1672">
                  <c:v>0.25</c:v>
                </c:pt>
                <c:pt idx="1673">
                  <c:v>0.25</c:v>
                </c:pt>
                <c:pt idx="1674">
                  <c:v>0.25</c:v>
                </c:pt>
                <c:pt idx="1675">
                  <c:v>0.25</c:v>
                </c:pt>
                <c:pt idx="1676">
                  <c:v>0.25</c:v>
                </c:pt>
                <c:pt idx="1677">
                  <c:v>0.25</c:v>
                </c:pt>
                <c:pt idx="1678">
                  <c:v>0</c:v>
                </c:pt>
                <c:pt idx="1679">
                  <c:v>0</c:v>
                </c:pt>
                <c:pt idx="1680">
                  <c:v>0</c:v>
                </c:pt>
                <c:pt idx="1681">
                  <c:v>0</c:v>
                </c:pt>
                <c:pt idx="1682">
                  <c:v>0</c:v>
                </c:pt>
                <c:pt idx="1683">
                  <c:v>0</c:v>
                </c:pt>
                <c:pt idx="1684">
                  <c:v>0</c:v>
                </c:pt>
                <c:pt idx="1685">
                  <c:v>0</c:v>
                </c:pt>
                <c:pt idx="1686">
                  <c:v>0</c:v>
                </c:pt>
                <c:pt idx="1687">
                  <c:v>0</c:v>
                </c:pt>
                <c:pt idx="1688">
                  <c:v>0.25</c:v>
                </c:pt>
                <c:pt idx="1689">
                  <c:v>0.25</c:v>
                </c:pt>
                <c:pt idx="1690">
                  <c:v>0.25</c:v>
                </c:pt>
                <c:pt idx="1691">
                  <c:v>0.25</c:v>
                </c:pt>
                <c:pt idx="1692">
                  <c:v>0.25</c:v>
                </c:pt>
                <c:pt idx="1693">
                  <c:v>0.25</c:v>
                </c:pt>
                <c:pt idx="1694">
                  <c:v>0.25</c:v>
                </c:pt>
                <c:pt idx="1695">
                  <c:v>0.25</c:v>
                </c:pt>
                <c:pt idx="1696">
                  <c:v>0.25</c:v>
                </c:pt>
                <c:pt idx="1697">
                  <c:v>0.25</c:v>
                </c:pt>
                <c:pt idx="1698">
                  <c:v>0.25</c:v>
                </c:pt>
                <c:pt idx="1699">
                  <c:v>0.25</c:v>
                </c:pt>
                <c:pt idx="1700">
                  <c:v>0.25</c:v>
                </c:pt>
                <c:pt idx="1701">
                  <c:v>0.25</c:v>
                </c:pt>
                <c:pt idx="1702">
                  <c:v>0</c:v>
                </c:pt>
                <c:pt idx="1703">
                  <c:v>0</c:v>
                </c:pt>
                <c:pt idx="1704">
                  <c:v>0</c:v>
                </c:pt>
                <c:pt idx="1705">
                  <c:v>0</c:v>
                </c:pt>
                <c:pt idx="1706">
                  <c:v>0</c:v>
                </c:pt>
                <c:pt idx="1707">
                  <c:v>0</c:v>
                </c:pt>
                <c:pt idx="1708">
                  <c:v>0</c:v>
                </c:pt>
                <c:pt idx="1709">
                  <c:v>0</c:v>
                </c:pt>
                <c:pt idx="1710">
                  <c:v>0</c:v>
                </c:pt>
                <c:pt idx="1711">
                  <c:v>0</c:v>
                </c:pt>
                <c:pt idx="1712">
                  <c:v>0.25</c:v>
                </c:pt>
                <c:pt idx="1713">
                  <c:v>0.25</c:v>
                </c:pt>
                <c:pt idx="1714">
                  <c:v>0.25</c:v>
                </c:pt>
                <c:pt idx="1715">
                  <c:v>0.25</c:v>
                </c:pt>
                <c:pt idx="1716">
                  <c:v>0.25</c:v>
                </c:pt>
                <c:pt idx="1717">
                  <c:v>0.25</c:v>
                </c:pt>
                <c:pt idx="1718">
                  <c:v>0.25</c:v>
                </c:pt>
                <c:pt idx="1719">
                  <c:v>0.25</c:v>
                </c:pt>
                <c:pt idx="1720">
                  <c:v>0.25</c:v>
                </c:pt>
                <c:pt idx="1721">
                  <c:v>0.25</c:v>
                </c:pt>
                <c:pt idx="1722">
                  <c:v>0.25</c:v>
                </c:pt>
                <c:pt idx="1723">
                  <c:v>0.25</c:v>
                </c:pt>
                <c:pt idx="1724">
                  <c:v>0.25</c:v>
                </c:pt>
                <c:pt idx="1725">
                  <c:v>0.25</c:v>
                </c:pt>
                <c:pt idx="1726">
                  <c:v>0</c:v>
                </c:pt>
                <c:pt idx="1727">
                  <c:v>0</c:v>
                </c:pt>
                <c:pt idx="1728">
                  <c:v>0</c:v>
                </c:pt>
                <c:pt idx="1729">
                  <c:v>0</c:v>
                </c:pt>
                <c:pt idx="1730">
                  <c:v>0</c:v>
                </c:pt>
                <c:pt idx="1731">
                  <c:v>0</c:v>
                </c:pt>
                <c:pt idx="1732">
                  <c:v>0</c:v>
                </c:pt>
                <c:pt idx="1733">
                  <c:v>0</c:v>
                </c:pt>
                <c:pt idx="1734">
                  <c:v>0</c:v>
                </c:pt>
                <c:pt idx="1735">
                  <c:v>0</c:v>
                </c:pt>
                <c:pt idx="1736">
                  <c:v>0.25</c:v>
                </c:pt>
                <c:pt idx="1737">
                  <c:v>0.25</c:v>
                </c:pt>
                <c:pt idx="1738">
                  <c:v>0.25</c:v>
                </c:pt>
                <c:pt idx="1739">
                  <c:v>0.25</c:v>
                </c:pt>
                <c:pt idx="1740">
                  <c:v>0.25</c:v>
                </c:pt>
                <c:pt idx="1741">
                  <c:v>0.25</c:v>
                </c:pt>
                <c:pt idx="1742">
                  <c:v>0.25</c:v>
                </c:pt>
                <c:pt idx="1743">
                  <c:v>0.25</c:v>
                </c:pt>
                <c:pt idx="1744">
                  <c:v>0.25</c:v>
                </c:pt>
                <c:pt idx="1745">
                  <c:v>0.25</c:v>
                </c:pt>
                <c:pt idx="1746">
                  <c:v>0.25</c:v>
                </c:pt>
                <c:pt idx="1747">
                  <c:v>0.25</c:v>
                </c:pt>
                <c:pt idx="1748">
                  <c:v>0.25</c:v>
                </c:pt>
                <c:pt idx="1749">
                  <c:v>0.25</c:v>
                </c:pt>
                <c:pt idx="1750">
                  <c:v>0</c:v>
                </c:pt>
                <c:pt idx="1751">
                  <c:v>0</c:v>
                </c:pt>
                <c:pt idx="1752">
                  <c:v>0</c:v>
                </c:pt>
                <c:pt idx="1753">
                  <c:v>0</c:v>
                </c:pt>
                <c:pt idx="1754">
                  <c:v>0</c:v>
                </c:pt>
                <c:pt idx="1755">
                  <c:v>0</c:v>
                </c:pt>
                <c:pt idx="1756">
                  <c:v>0</c:v>
                </c:pt>
                <c:pt idx="1757">
                  <c:v>0</c:v>
                </c:pt>
                <c:pt idx="1758">
                  <c:v>0</c:v>
                </c:pt>
                <c:pt idx="1759">
                  <c:v>0</c:v>
                </c:pt>
                <c:pt idx="1760">
                  <c:v>0.25</c:v>
                </c:pt>
                <c:pt idx="1761">
                  <c:v>0.25</c:v>
                </c:pt>
                <c:pt idx="1762">
                  <c:v>0.25</c:v>
                </c:pt>
                <c:pt idx="1763">
                  <c:v>0.25</c:v>
                </c:pt>
                <c:pt idx="1764">
                  <c:v>0.27939999999999998</c:v>
                </c:pt>
                <c:pt idx="1765">
                  <c:v>0.29405399999999998</c:v>
                </c:pt>
                <c:pt idx="1766">
                  <c:v>0.25</c:v>
                </c:pt>
                <c:pt idx="1767">
                  <c:v>0.25</c:v>
                </c:pt>
                <c:pt idx="1768">
                  <c:v>0.25</c:v>
                </c:pt>
                <c:pt idx="1769">
                  <c:v>0.25</c:v>
                </c:pt>
                <c:pt idx="1770">
                  <c:v>0.25</c:v>
                </c:pt>
                <c:pt idx="1771">
                  <c:v>0.25</c:v>
                </c:pt>
                <c:pt idx="1772">
                  <c:v>0.25</c:v>
                </c:pt>
                <c:pt idx="1773">
                  <c:v>0.25</c:v>
                </c:pt>
                <c:pt idx="1774">
                  <c:v>0</c:v>
                </c:pt>
                <c:pt idx="1775">
                  <c:v>0</c:v>
                </c:pt>
                <c:pt idx="1776">
                  <c:v>0</c:v>
                </c:pt>
                <c:pt idx="1777">
                  <c:v>0</c:v>
                </c:pt>
                <c:pt idx="1778">
                  <c:v>0</c:v>
                </c:pt>
                <c:pt idx="1779">
                  <c:v>0</c:v>
                </c:pt>
                <c:pt idx="1780">
                  <c:v>0</c:v>
                </c:pt>
                <c:pt idx="1781">
                  <c:v>0</c:v>
                </c:pt>
                <c:pt idx="1782">
                  <c:v>0</c:v>
                </c:pt>
                <c:pt idx="1783">
                  <c:v>0</c:v>
                </c:pt>
                <c:pt idx="1784">
                  <c:v>0.25</c:v>
                </c:pt>
                <c:pt idx="1785">
                  <c:v>0.31686500000000001</c:v>
                </c:pt>
                <c:pt idx="1786">
                  <c:v>0.31982500000000003</c:v>
                </c:pt>
                <c:pt idx="1787">
                  <c:v>0.41285899999999998</c:v>
                </c:pt>
                <c:pt idx="1788">
                  <c:v>0.38791599999999998</c:v>
                </c:pt>
                <c:pt idx="1789">
                  <c:v>0.34276000000000001</c:v>
                </c:pt>
                <c:pt idx="1790">
                  <c:v>0.25</c:v>
                </c:pt>
                <c:pt idx="1791">
                  <c:v>0.25</c:v>
                </c:pt>
                <c:pt idx="1792">
                  <c:v>0.25</c:v>
                </c:pt>
                <c:pt idx="1793">
                  <c:v>0.25</c:v>
                </c:pt>
                <c:pt idx="1794">
                  <c:v>0.25</c:v>
                </c:pt>
                <c:pt idx="1795">
                  <c:v>0.25</c:v>
                </c:pt>
                <c:pt idx="1796">
                  <c:v>0.25</c:v>
                </c:pt>
                <c:pt idx="1797">
                  <c:v>0.25</c:v>
                </c:pt>
                <c:pt idx="1798">
                  <c:v>0</c:v>
                </c:pt>
                <c:pt idx="1799">
                  <c:v>0</c:v>
                </c:pt>
                <c:pt idx="1800">
                  <c:v>0</c:v>
                </c:pt>
                <c:pt idx="1801">
                  <c:v>0</c:v>
                </c:pt>
                <c:pt idx="1802">
                  <c:v>0</c:v>
                </c:pt>
                <c:pt idx="1803">
                  <c:v>0</c:v>
                </c:pt>
                <c:pt idx="1804">
                  <c:v>0</c:v>
                </c:pt>
                <c:pt idx="1805">
                  <c:v>0</c:v>
                </c:pt>
                <c:pt idx="1806">
                  <c:v>0</c:v>
                </c:pt>
                <c:pt idx="1807">
                  <c:v>0</c:v>
                </c:pt>
                <c:pt idx="1808">
                  <c:v>0.25</c:v>
                </c:pt>
                <c:pt idx="1809">
                  <c:v>0.25</c:v>
                </c:pt>
                <c:pt idx="1810">
                  <c:v>0.25</c:v>
                </c:pt>
                <c:pt idx="1811">
                  <c:v>0.30627700000000002</c:v>
                </c:pt>
                <c:pt idx="1812">
                  <c:v>0.41631899999999999</c:v>
                </c:pt>
                <c:pt idx="1813">
                  <c:v>0.43106100000000003</c:v>
                </c:pt>
                <c:pt idx="1814">
                  <c:v>0.33987899999999999</c:v>
                </c:pt>
                <c:pt idx="1815">
                  <c:v>0.32213999999999998</c:v>
                </c:pt>
                <c:pt idx="1816">
                  <c:v>0.25337100000000001</c:v>
                </c:pt>
                <c:pt idx="1817">
                  <c:v>0.25</c:v>
                </c:pt>
                <c:pt idx="1818">
                  <c:v>0.25</c:v>
                </c:pt>
                <c:pt idx="1819">
                  <c:v>0.25</c:v>
                </c:pt>
                <c:pt idx="1820">
                  <c:v>0.25</c:v>
                </c:pt>
                <c:pt idx="1821">
                  <c:v>0.25</c:v>
                </c:pt>
                <c:pt idx="1822">
                  <c:v>0</c:v>
                </c:pt>
                <c:pt idx="1823">
                  <c:v>0</c:v>
                </c:pt>
                <c:pt idx="1824">
                  <c:v>0</c:v>
                </c:pt>
                <c:pt idx="1825">
                  <c:v>0</c:v>
                </c:pt>
                <c:pt idx="1826">
                  <c:v>0</c:v>
                </c:pt>
                <c:pt idx="1827">
                  <c:v>0</c:v>
                </c:pt>
                <c:pt idx="1828">
                  <c:v>0</c:v>
                </c:pt>
                <c:pt idx="1829">
                  <c:v>0</c:v>
                </c:pt>
                <c:pt idx="1830">
                  <c:v>0</c:v>
                </c:pt>
                <c:pt idx="1831">
                  <c:v>0</c:v>
                </c:pt>
                <c:pt idx="1832">
                  <c:v>0.25</c:v>
                </c:pt>
                <c:pt idx="1833">
                  <c:v>0.25</c:v>
                </c:pt>
                <c:pt idx="1834">
                  <c:v>0.27909499999999998</c:v>
                </c:pt>
                <c:pt idx="1835">
                  <c:v>0.47625899999999999</c:v>
                </c:pt>
                <c:pt idx="1836">
                  <c:v>0.65229700000000002</c:v>
                </c:pt>
                <c:pt idx="1837">
                  <c:v>0.52651400000000004</c:v>
                </c:pt>
                <c:pt idx="1838">
                  <c:v>0.33984599999999998</c:v>
                </c:pt>
                <c:pt idx="1839">
                  <c:v>0.25</c:v>
                </c:pt>
                <c:pt idx="1840">
                  <c:v>0.25</c:v>
                </c:pt>
                <c:pt idx="1841">
                  <c:v>0.25</c:v>
                </c:pt>
                <c:pt idx="1842">
                  <c:v>0.25</c:v>
                </c:pt>
                <c:pt idx="1843">
                  <c:v>0.25</c:v>
                </c:pt>
                <c:pt idx="1844">
                  <c:v>0.25</c:v>
                </c:pt>
                <c:pt idx="1845">
                  <c:v>0.25</c:v>
                </c:pt>
                <c:pt idx="1846">
                  <c:v>0</c:v>
                </c:pt>
                <c:pt idx="1847">
                  <c:v>0</c:v>
                </c:pt>
                <c:pt idx="1848">
                  <c:v>0</c:v>
                </c:pt>
                <c:pt idx="1849">
                  <c:v>0</c:v>
                </c:pt>
                <c:pt idx="1850">
                  <c:v>0</c:v>
                </c:pt>
                <c:pt idx="1851">
                  <c:v>0</c:v>
                </c:pt>
                <c:pt idx="1852">
                  <c:v>0</c:v>
                </c:pt>
                <c:pt idx="1853">
                  <c:v>0</c:v>
                </c:pt>
                <c:pt idx="1854">
                  <c:v>0</c:v>
                </c:pt>
                <c:pt idx="1855">
                  <c:v>0</c:v>
                </c:pt>
                <c:pt idx="1856">
                  <c:v>0.25</c:v>
                </c:pt>
                <c:pt idx="1857">
                  <c:v>0.25</c:v>
                </c:pt>
                <c:pt idx="1858">
                  <c:v>0.25</c:v>
                </c:pt>
                <c:pt idx="1859">
                  <c:v>0.26928800000000003</c:v>
                </c:pt>
                <c:pt idx="1860">
                  <c:v>0.25</c:v>
                </c:pt>
                <c:pt idx="1861">
                  <c:v>0.25</c:v>
                </c:pt>
                <c:pt idx="1862">
                  <c:v>0.25</c:v>
                </c:pt>
                <c:pt idx="1863">
                  <c:v>0.25</c:v>
                </c:pt>
                <c:pt idx="1864">
                  <c:v>0.25</c:v>
                </c:pt>
                <c:pt idx="1865">
                  <c:v>0.25</c:v>
                </c:pt>
                <c:pt idx="1866">
                  <c:v>0.25</c:v>
                </c:pt>
                <c:pt idx="1867">
                  <c:v>0.25</c:v>
                </c:pt>
                <c:pt idx="1868">
                  <c:v>0.25</c:v>
                </c:pt>
                <c:pt idx="1869">
                  <c:v>0.25</c:v>
                </c:pt>
                <c:pt idx="1870">
                  <c:v>0</c:v>
                </c:pt>
                <c:pt idx="1871">
                  <c:v>0</c:v>
                </c:pt>
                <c:pt idx="1872">
                  <c:v>0</c:v>
                </c:pt>
                <c:pt idx="1873">
                  <c:v>0</c:v>
                </c:pt>
                <c:pt idx="1874">
                  <c:v>0</c:v>
                </c:pt>
                <c:pt idx="1875">
                  <c:v>0</c:v>
                </c:pt>
                <c:pt idx="1876">
                  <c:v>0</c:v>
                </c:pt>
                <c:pt idx="1877">
                  <c:v>0</c:v>
                </c:pt>
                <c:pt idx="1878">
                  <c:v>0</c:v>
                </c:pt>
                <c:pt idx="1879">
                  <c:v>0</c:v>
                </c:pt>
                <c:pt idx="1880">
                  <c:v>0.25</c:v>
                </c:pt>
                <c:pt idx="1881">
                  <c:v>0.25</c:v>
                </c:pt>
                <c:pt idx="1882">
                  <c:v>0.25</c:v>
                </c:pt>
                <c:pt idx="1883">
                  <c:v>0.25</c:v>
                </c:pt>
                <c:pt idx="1884">
                  <c:v>0.25</c:v>
                </c:pt>
                <c:pt idx="1885">
                  <c:v>0.25</c:v>
                </c:pt>
                <c:pt idx="1886">
                  <c:v>0.25</c:v>
                </c:pt>
                <c:pt idx="1887">
                  <c:v>0.25</c:v>
                </c:pt>
                <c:pt idx="1888">
                  <c:v>0.25</c:v>
                </c:pt>
                <c:pt idx="1889">
                  <c:v>0.25</c:v>
                </c:pt>
                <c:pt idx="1890">
                  <c:v>0.25</c:v>
                </c:pt>
                <c:pt idx="1891">
                  <c:v>0.25</c:v>
                </c:pt>
                <c:pt idx="1892">
                  <c:v>0.25</c:v>
                </c:pt>
                <c:pt idx="1893">
                  <c:v>0.25</c:v>
                </c:pt>
                <c:pt idx="1894">
                  <c:v>0</c:v>
                </c:pt>
                <c:pt idx="1895">
                  <c:v>0</c:v>
                </c:pt>
                <c:pt idx="1896">
                  <c:v>0</c:v>
                </c:pt>
                <c:pt idx="1897">
                  <c:v>0</c:v>
                </c:pt>
                <c:pt idx="1898">
                  <c:v>0</c:v>
                </c:pt>
                <c:pt idx="1899">
                  <c:v>0</c:v>
                </c:pt>
                <c:pt idx="1900">
                  <c:v>0</c:v>
                </c:pt>
                <c:pt idx="1901">
                  <c:v>0</c:v>
                </c:pt>
                <c:pt idx="1902">
                  <c:v>0</c:v>
                </c:pt>
                <c:pt idx="1903">
                  <c:v>0</c:v>
                </c:pt>
                <c:pt idx="1904">
                  <c:v>0.25</c:v>
                </c:pt>
                <c:pt idx="1905">
                  <c:v>0.25</c:v>
                </c:pt>
                <c:pt idx="1906">
                  <c:v>0.25</c:v>
                </c:pt>
                <c:pt idx="1907">
                  <c:v>0.25</c:v>
                </c:pt>
                <c:pt idx="1908">
                  <c:v>0.25</c:v>
                </c:pt>
                <c:pt idx="1909">
                  <c:v>0.25</c:v>
                </c:pt>
                <c:pt idx="1910">
                  <c:v>0.25</c:v>
                </c:pt>
                <c:pt idx="1911">
                  <c:v>0.25</c:v>
                </c:pt>
                <c:pt idx="1912">
                  <c:v>0.25</c:v>
                </c:pt>
                <c:pt idx="1913">
                  <c:v>0.25</c:v>
                </c:pt>
                <c:pt idx="1914">
                  <c:v>0.25</c:v>
                </c:pt>
                <c:pt idx="1915">
                  <c:v>0.25</c:v>
                </c:pt>
                <c:pt idx="1916">
                  <c:v>0.25</c:v>
                </c:pt>
                <c:pt idx="1917">
                  <c:v>0.25</c:v>
                </c:pt>
                <c:pt idx="1918">
                  <c:v>0</c:v>
                </c:pt>
                <c:pt idx="1919">
                  <c:v>0</c:v>
                </c:pt>
                <c:pt idx="1920">
                  <c:v>0</c:v>
                </c:pt>
                <c:pt idx="1921">
                  <c:v>0</c:v>
                </c:pt>
                <c:pt idx="1922">
                  <c:v>0</c:v>
                </c:pt>
                <c:pt idx="1923">
                  <c:v>0</c:v>
                </c:pt>
                <c:pt idx="1924">
                  <c:v>0</c:v>
                </c:pt>
                <c:pt idx="1925">
                  <c:v>0</c:v>
                </c:pt>
                <c:pt idx="1926">
                  <c:v>0</c:v>
                </c:pt>
                <c:pt idx="1927">
                  <c:v>0</c:v>
                </c:pt>
                <c:pt idx="1928">
                  <c:v>0.25</c:v>
                </c:pt>
                <c:pt idx="1929">
                  <c:v>0.25</c:v>
                </c:pt>
                <c:pt idx="1930">
                  <c:v>0.25</c:v>
                </c:pt>
                <c:pt idx="1931">
                  <c:v>0.25</c:v>
                </c:pt>
                <c:pt idx="1932">
                  <c:v>0.25</c:v>
                </c:pt>
                <c:pt idx="1933">
                  <c:v>0.25</c:v>
                </c:pt>
                <c:pt idx="1934">
                  <c:v>0.25</c:v>
                </c:pt>
                <c:pt idx="1935">
                  <c:v>0.25</c:v>
                </c:pt>
                <c:pt idx="1936">
                  <c:v>0.25</c:v>
                </c:pt>
                <c:pt idx="1937">
                  <c:v>0.25</c:v>
                </c:pt>
                <c:pt idx="1938">
                  <c:v>0.25</c:v>
                </c:pt>
                <c:pt idx="1939">
                  <c:v>0.25</c:v>
                </c:pt>
                <c:pt idx="1940">
                  <c:v>0.25</c:v>
                </c:pt>
                <c:pt idx="1941">
                  <c:v>0.25</c:v>
                </c:pt>
                <c:pt idx="1942">
                  <c:v>0</c:v>
                </c:pt>
                <c:pt idx="1943">
                  <c:v>0</c:v>
                </c:pt>
                <c:pt idx="1944">
                  <c:v>0</c:v>
                </c:pt>
                <c:pt idx="1945">
                  <c:v>0</c:v>
                </c:pt>
                <c:pt idx="1946">
                  <c:v>0</c:v>
                </c:pt>
                <c:pt idx="1947">
                  <c:v>0</c:v>
                </c:pt>
                <c:pt idx="1948">
                  <c:v>0</c:v>
                </c:pt>
                <c:pt idx="1949">
                  <c:v>0</c:v>
                </c:pt>
                <c:pt idx="1950">
                  <c:v>0</c:v>
                </c:pt>
                <c:pt idx="1951">
                  <c:v>0</c:v>
                </c:pt>
                <c:pt idx="1952">
                  <c:v>0.25</c:v>
                </c:pt>
                <c:pt idx="1953">
                  <c:v>0.25</c:v>
                </c:pt>
                <c:pt idx="1954">
                  <c:v>0.25</c:v>
                </c:pt>
                <c:pt idx="1955">
                  <c:v>0.25</c:v>
                </c:pt>
                <c:pt idx="1956">
                  <c:v>0.25</c:v>
                </c:pt>
                <c:pt idx="1957">
                  <c:v>0.25</c:v>
                </c:pt>
                <c:pt idx="1958">
                  <c:v>0.25</c:v>
                </c:pt>
                <c:pt idx="1959">
                  <c:v>0.25</c:v>
                </c:pt>
                <c:pt idx="1960">
                  <c:v>0.25</c:v>
                </c:pt>
                <c:pt idx="1961">
                  <c:v>0.25</c:v>
                </c:pt>
                <c:pt idx="1962">
                  <c:v>0.25</c:v>
                </c:pt>
                <c:pt idx="1963">
                  <c:v>0.25</c:v>
                </c:pt>
                <c:pt idx="1964">
                  <c:v>0.25</c:v>
                </c:pt>
                <c:pt idx="1965">
                  <c:v>0.25</c:v>
                </c:pt>
                <c:pt idx="1966">
                  <c:v>0</c:v>
                </c:pt>
                <c:pt idx="1967">
                  <c:v>0</c:v>
                </c:pt>
                <c:pt idx="1968">
                  <c:v>0</c:v>
                </c:pt>
                <c:pt idx="1969">
                  <c:v>0</c:v>
                </c:pt>
                <c:pt idx="1970">
                  <c:v>0</c:v>
                </c:pt>
                <c:pt idx="1971">
                  <c:v>0</c:v>
                </c:pt>
                <c:pt idx="1972">
                  <c:v>0</c:v>
                </c:pt>
                <c:pt idx="1973">
                  <c:v>0</c:v>
                </c:pt>
                <c:pt idx="1974">
                  <c:v>0</c:v>
                </c:pt>
                <c:pt idx="1975">
                  <c:v>0</c:v>
                </c:pt>
                <c:pt idx="1976">
                  <c:v>0.25</c:v>
                </c:pt>
                <c:pt idx="1977">
                  <c:v>0.25</c:v>
                </c:pt>
                <c:pt idx="1978">
                  <c:v>0.25</c:v>
                </c:pt>
                <c:pt idx="1979">
                  <c:v>0.25</c:v>
                </c:pt>
                <c:pt idx="1980">
                  <c:v>0.25</c:v>
                </c:pt>
                <c:pt idx="1981">
                  <c:v>0.25</c:v>
                </c:pt>
                <c:pt idx="1982">
                  <c:v>0.25</c:v>
                </c:pt>
                <c:pt idx="1983">
                  <c:v>0.25</c:v>
                </c:pt>
                <c:pt idx="1984">
                  <c:v>0.25</c:v>
                </c:pt>
                <c:pt idx="1985">
                  <c:v>0.25</c:v>
                </c:pt>
                <c:pt idx="1986">
                  <c:v>0.25</c:v>
                </c:pt>
                <c:pt idx="1987">
                  <c:v>0.25</c:v>
                </c:pt>
                <c:pt idx="1988">
                  <c:v>0.25</c:v>
                </c:pt>
                <c:pt idx="1989">
                  <c:v>0.25</c:v>
                </c:pt>
                <c:pt idx="1990">
                  <c:v>0</c:v>
                </c:pt>
                <c:pt idx="1991">
                  <c:v>0</c:v>
                </c:pt>
                <c:pt idx="1992">
                  <c:v>0</c:v>
                </c:pt>
                <c:pt idx="1993">
                  <c:v>0</c:v>
                </c:pt>
                <c:pt idx="1994">
                  <c:v>0</c:v>
                </c:pt>
                <c:pt idx="1995">
                  <c:v>0</c:v>
                </c:pt>
                <c:pt idx="1996">
                  <c:v>0</c:v>
                </c:pt>
                <c:pt idx="1997">
                  <c:v>0</c:v>
                </c:pt>
                <c:pt idx="1998">
                  <c:v>0</c:v>
                </c:pt>
                <c:pt idx="1999">
                  <c:v>0</c:v>
                </c:pt>
                <c:pt idx="2000">
                  <c:v>0.25</c:v>
                </c:pt>
                <c:pt idx="2001">
                  <c:v>0.25</c:v>
                </c:pt>
                <c:pt idx="2002">
                  <c:v>0.25</c:v>
                </c:pt>
                <c:pt idx="2003">
                  <c:v>0.25</c:v>
                </c:pt>
                <c:pt idx="2004">
                  <c:v>0.25</c:v>
                </c:pt>
                <c:pt idx="2005">
                  <c:v>0.25</c:v>
                </c:pt>
                <c:pt idx="2006">
                  <c:v>0.25</c:v>
                </c:pt>
                <c:pt idx="2007">
                  <c:v>0.25</c:v>
                </c:pt>
                <c:pt idx="2008">
                  <c:v>0.25</c:v>
                </c:pt>
                <c:pt idx="2009">
                  <c:v>0.25</c:v>
                </c:pt>
                <c:pt idx="2010">
                  <c:v>0.25</c:v>
                </c:pt>
                <c:pt idx="2011">
                  <c:v>0.25</c:v>
                </c:pt>
                <c:pt idx="2012">
                  <c:v>0.25</c:v>
                </c:pt>
                <c:pt idx="2013">
                  <c:v>0.25</c:v>
                </c:pt>
                <c:pt idx="2014">
                  <c:v>0</c:v>
                </c:pt>
                <c:pt idx="2015">
                  <c:v>0</c:v>
                </c:pt>
                <c:pt idx="2016">
                  <c:v>0</c:v>
                </c:pt>
                <c:pt idx="2017">
                  <c:v>0</c:v>
                </c:pt>
                <c:pt idx="2018">
                  <c:v>0</c:v>
                </c:pt>
                <c:pt idx="2019">
                  <c:v>0</c:v>
                </c:pt>
                <c:pt idx="2020">
                  <c:v>0</c:v>
                </c:pt>
                <c:pt idx="2021">
                  <c:v>0</c:v>
                </c:pt>
                <c:pt idx="2022">
                  <c:v>0</c:v>
                </c:pt>
                <c:pt idx="2023">
                  <c:v>0</c:v>
                </c:pt>
                <c:pt idx="2024">
                  <c:v>0.25</c:v>
                </c:pt>
                <c:pt idx="2025">
                  <c:v>0.25</c:v>
                </c:pt>
                <c:pt idx="2026">
                  <c:v>0.25</c:v>
                </c:pt>
                <c:pt idx="2027">
                  <c:v>0.25</c:v>
                </c:pt>
                <c:pt idx="2028">
                  <c:v>0.25</c:v>
                </c:pt>
                <c:pt idx="2029">
                  <c:v>0.25</c:v>
                </c:pt>
                <c:pt idx="2030">
                  <c:v>0.25</c:v>
                </c:pt>
                <c:pt idx="2031">
                  <c:v>0.25</c:v>
                </c:pt>
                <c:pt idx="2032">
                  <c:v>0.25</c:v>
                </c:pt>
                <c:pt idx="2033">
                  <c:v>0.25</c:v>
                </c:pt>
                <c:pt idx="2034">
                  <c:v>0.25</c:v>
                </c:pt>
                <c:pt idx="2035">
                  <c:v>0.25</c:v>
                </c:pt>
                <c:pt idx="2036">
                  <c:v>0.25</c:v>
                </c:pt>
                <c:pt idx="2037">
                  <c:v>0.25</c:v>
                </c:pt>
                <c:pt idx="2038">
                  <c:v>0</c:v>
                </c:pt>
                <c:pt idx="2039">
                  <c:v>0</c:v>
                </c:pt>
                <c:pt idx="2040">
                  <c:v>0</c:v>
                </c:pt>
                <c:pt idx="2041">
                  <c:v>0</c:v>
                </c:pt>
                <c:pt idx="2042">
                  <c:v>0</c:v>
                </c:pt>
                <c:pt idx="2043">
                  <c:v>0</c:v>
                </c:pt>
                <c:pt idx="2044">
                  <c:v>0</c:v>
                </c:pt>
                <c:pt idx="2045">
                  <c:v>0</c:v>
                </c:pt>
                <c:pt idx="2046">
                  <c:v>0</c:v>
                </c:pt>
                <c:pt idx="2047">
                  <c:v>0</c:v>
                </c:pt>
                <c:pt idx="2048">
                  <c:v>0.25</c:v>
                </c:pt>
                <c:pt idx="2049">
                  <c:v>0.25</c:v>
                </c:pt>
                <c:pt idx="2050">
                  <c:v>0.25</c:v>
                </c:pt>
                <c:pt idx="2051">
                  <c:v>0.25</c:v>
                </c:pt>
                <c:pt idx="2052">
                  <c:v>0.25</c:v>
                </c:pt>
                <c:pt idx="2053">
                  <c:v>0.25</c:v>
                </c:pt>
                <c:pt idx="2054">
                  <c:v>0.25</c:v>
                </c:pt>
                <c:pt idx="2055">
                  <c:v>0.25</c:v>
                </c:pt>
                <c:pt idx="2056">
                  <c:v>0.25</c:v>
                </c:pt>
                <c:pt idx="2057">
                  <c:v>0.25</c:v>
                </c:pt>
                <c:pt idx="2058">
                  <c:v>0.25</c:v>
                </c:pt>
                <c:pt idx="2059">
                  <c:v>0.25</c:v>
                </c:pt>
                <c:pt idx="2060">
                  <c:v>0.25</c:v>
                </c:pt>
                <c:pt idx="2061">
                  <c:v>0.25</c:v>
                </c:pt>
                <c:pt idx="2062">
                  <c:v>0</c:v>
                </c:pt>
                <c:pt idx="2063">
                  <c:v>0</c:v>
                </c:pt>
                <c:pt idx="2064">
                  <c:v>0</c:v>
                </c:pt>
                <c:pt idx="2065">
                  <c:v>0</c:v>
                </c:pt>
                <c:pt idx="2066">
                  <c:v>0</c:v>
                </c:pt>
                <c:pt idx="2067">
                  <c:v>0</c:v>
                </c:pt>
                <c:pt idx="2068">
                  <c:v>0</c:v>
                </c:pt>
                <c:pt idx="2069">
                  <c:v>0</c:v>
                </c:pt>
                <c:pt idx="2070">
                  <c:v>0</c:v>
                </c:pt>
                <c:pt idx="2071">
                  <c:v>0</c:v>
                </c:pt>
                <c:pt idx="2072">
                  <c:v>0.25</c:v>
                </c:pt>
                <c:pt idx="2073">
                  <c:v>0.25</c:v>
                </c:pt>
                <c:pt idx="2074">
                  <c:v>0.25</c:v>
                </c:pt>
                <c:pt idx="2075">
                  <c:v>0.25</c:v>
                </c:pt>
                <c:pt idx="2076">
                  <c:v>0.25</c:v>
                </c:pt>
                <c:pt idx="2077">
                  <c:v>0.25</c:v>
                </c:pt>
                <c:pt idx="2078">
                  <c:v>0.25</c:v>
                </c:pt>
                <c:pt idx="2079">
                  <c:v>0.25</c:v>
                </c:pt>
                <c:pt idx="2080">
                  <c:v>0.25</c:v>
                </c:pt>
                <c:pt idx="2081">
                  <c:v>0.25</c:v>
                </c:pt>
                <c:pt idx="2082">
                  <c:v>0.25</c:v>
                </c:pt>
                <c:pt idx="2083">
                  <c:v>0.25</c:v>
                </c:pt>
                <c:pt idx="2084">
                  <c:v>0.25</c:v>
                </c:pt>
                <c:pt idx="2085">
                  <c:v>0.25</c:v>
                </c:pt>
                <c:pt idx="2086">
                  <c:v>0</c:v>
                </c:pt>
                <c:pt idx="2087">
                  <c:v>0</c:v>
                </c:pt>
                <c:pt idx="2088">
                  <c:v>0</c:v>
                </c:pt>
                <c:pt idx="2089">
                  <c:v>0</c:v>
                </c:pt>
                <c:pt idx="2090">
                  <c:v>0</c:v>
                </c:pt>
                <c:pt idx="2091">
                  <c:v>0</c:v>
                </c:pt>
                <c:pt idx="2092">
                  <c:v>0</c:v>
                </c:pt>
                <c:pt idx="2093">
                  <c:v>0</c:v>
                </c:pt>
                <c:pt idx="2094">
                  <c:v>0</c:v>
                </c:pt>
                <c:pt idx="2095">
                  <c:v>0</c:v>
                </c:pt>
                <c:pt idx="2096">
                  <c:v>0.25</c:v>
                </c:pt>
                <c:pt idx="2097">
                  <c:v>0.25</c:v>
                </c:pt>
                <c:pt idx="2098">
                  <c:v>0.25</c:v>
                </c:pt>
                <c:pt idx="2099">
                  <c:v>0.25</c:v>
                </c:pt>
                <c:pt idx="2100">
                  <c:v>0.25</c:v>
                </c:pt>
                <c:pt idx="2101">
                  <c:v>0.25</c:v>
                </c:pt>
                <c:pt idx="2102">
                  <c:v>0.25</c:v>
                </c:pt>
                <c:pt idx="2103">
                  <c:v>0.25</c:v>
                </c:pt>
                <c:pt idx="2104">
                  <c:v>0.25</c:v>
                </c:pt>
                <c:pt idx="2105">
                  <c:v>0.25</c:v>
                </c:pt>
                <c:pt idx="2106">
                  <c:v>0.25</c:v>
                </c:pt>
                <c:pt idx="2107">
                  <c:v>0.25</c:v>
                </c:pt>
                <c:pt idx="2108">
                  <c:v>0.25</c:v>
                </c:pt>
                <c:pt idx="2109">
                  <c:v>0.25</c:v>
                </c:pt>
                <c:pt idx="2110">
                  <c:v>0</c:v>
                </c:pt>
                <c:pt idx="2111">
                  <c:v>0</c:v>
                </c:pt>
                <c:pt idx="2112">
                  <c:v>0</c:v>
                </c:pt>
                <c:pt idx="2113">
                  <c:v>0</c:v>
                </c:pt>
                <c:pt idx="2114">
                  <c:v>0</c:v>
                </c:pt>
                <c:pt idx="2115">
                  <c:v>0</c:v>
                </c:pt>
                <c:pt idx="2116">
                  <c:v>0</c:v>
                </c:pt>
                <c:pt idx="2117">
                  <c:v>0</c:v>
                </c:pt>
                <c:pt idx="2118">
                  <c:v>0</c:v>
                </c:pt>
                <c:pt idx="2119">
                  <c:v>0</c:v>
                </c:pt>
                <c:pt idx="2120">
                  <c:v>0.25</c:v>
                </c:pt>
                <c:pt idx="2121">
                  <c:v>0.25</c:v>
                </c:pt>
                <c:pt idx="2122">
                  <c:v>0.25</c:v>
                </c:pt>
                <c:pt idx="2123">
                  <c:v>0.25</c:v>
                </c:pt>
                <c:pt idx="2124">
                  <c:v>0.25</c:v>
                </c:pt>
                <c:pt idx="2125">
                  <c:v>0.25</c:v>
                </c:pt>
                <c:pt idx="2126">
                  <c:v>0.25</c:v>
                </c:pt>
                <c:pt idx="2127">
                  <c:v>0.25</c:v>
                </c:pt>
                <c:pt idx="2128">
                  <c:v>0.25</c:v>
                </c:pt>
                <c:pt idx="2129">
                  <c:v>0.25</c:v>
                </c:pt>
                <c:pt idx="2130">
                  <c:v>0.25</c:v>
                </c:pt>
                <c:pt idx="2131">
                  <c:v>0.25</c:v>
                </c:pt>
                <c:pt idx="2132">
                  <c:v>0.25</c:v>
                </c:pt>
                <c:pt idx="2133">
                  <c:v>0.25</c:v>
                </c:pt>
                <c:pt idx="2134">
                  <c:v>0</c:v>
                </c:pt>
                <c:pt idx="2135">
                  <c:v>0</c:v>
                </c:pt>
                <c:pt idx="2136">
                  <c:v>0</c:v>
                </c:pt>
                <c:pt idx="2137">
                  <c:v>0</c:v>
                </c:pt>
                <c:pt idx="2138">
                  <c:v>0</c:v>
                </c:pt>
                <c:pt idx="2139">
                  <c:v>0</c:v>
                </c:pt>
                <c:pt idx="2140">
                  <c:v>0</c:v>
                </c:pt>
                <c:pt idx="2141">
                  <c:v>0</c:v>
                </c:pt>
                <c:pt idx="2142">
                  <c:v>0</c:v>
                </c:pt>
                <c:pt idx="2143">
                  <c:v>0</c:v>
                </c:pt>
                <c:pt idx="2144">
                  <c:v>0.25</c:v>
                </c:pt>
                <c:pt idx="2145">
                  <c:v>0.25</c:v>
                </c:pt>
                <c:pt idx="2146">
                  <c:v>0.25</c:v>
                </c:pt>
                <c:pt idx="2147">
                  <c:v>0.25</c:v>
                </c:pt>
                <c:pt idx="2148">
                  <c:v>0.25</c:v>
                </c:pt>
                <c:pt idx="2149">
                  <c:v>0.25</c:v>
                </c:pt>
                <c:pt idx="2150">
                  <c:v>0.25</c:v>
                </c:pt>
                <c:pt idx="2151">
                  <c:v>0.25</c:v>
                </c:pt>
                <c:pt idx="2152">
                  <c:v>0.25</c:v>
                </c:pt>
                <c:pt idx="2153">
                  <c:v>0.25</c:v>
                </c:pt>
                <c:pt idx="2154">
                  <c:v>0.25</c:v>
                </c:pt>
                <c:pt idx="2155">
                  <c:v>0.25</c:v>
                </c:pt>
                <c:pt idx="2156">
                  <c:v>0.25</c:v>
                </c:pt>
                <c:pt idx="2157">
                  <c:v>0.25</c:v>
                </c:pt>
                <c:pt idx="2158">
                  <c:v>0</c:v>
                </c:pt>
                <c:pt idx="2159">
                  <c:v>0</c:v>
                </c:pt>
                <c:pt idx="2160">
                  <c:v>0</c:v>
                </c:pt>
                <c:pt idx="2161">
                  <c:v>0</c:v>
                </c:pt>
                <c:pt idx="2162">
                  <c:v>0</c:v>
                </c:pt>
                <c:pt idx="2163">
                  <c:v>0</c:v>
                </c:pt>
                <c:pt idx="2164">
                  <c:v>0</c:v>
                </c:pt>
                <c:pt idx="2165">
                  <c:v>0</c:v>
                </c:pt>
                <c:pt idx="2166">
                  <c:v>0</c:v>
                </c:pt>
                <c:pt idx="2167">
                  <c:v>0</c:v>
                </c:pt>
                <c:pt idx="2168">
                  <c:v>0.25</c:v>
                </c:pt>
                <c:pt idx="2169">
                  <c:v>0.25</c:v>
                </c:pt>
                <c:pt idx="2170">
                  <c:v>0.25</c:v>
                </c:pt>
                <c:pt idx="2171">
                  <c:v>0.25</c:v>
                </c:pt>
                <c:pt idx="2172">
                  <c:v>0.25</c:v>
                </c:pt>
                <c:pt idx="2173">
                  <c:v>0.25</c:v>
                </c:pt>
                <c:pt idx="2174">
                  <c:v>0.25</c:v>
                </c:pt>
                <c:pt idx="2175">
                  <c:v>0.25</c:v>
                </c:pt>
                <c:pt idx="2176">
                  <c:v>0.25</c:v>
                </c:pt>
                <c:pt idx="2177">
                  <c:v>0.25</c:v>
                </c:pt>
                <c:pt idx="2178">
                  <c:v>0.25</c:v>
                </c:pt>
                <c:pt idx="2179">
                  <c:v>0.25</c:v>
                </c:pt>
                <c:pt idx="2180">
                  <c:v>0.25</c:v>
                </c:pt>
                <c:pt idx="2181">
                  <c:v>0.25</c:v>
                </c:pt>
                <c:pt idx="2182">
                  <c:v>0</c:v>
                </c:pt>
                <c:pt idx="2183">
                  <c:v>0</c:v>
                </c:pt>
                <c:pt idx="2184">
                  <c:v>0</c:v>
                </c:pt>
                <c:pt idx="2185">
                  <c:v>0</c:v>
                </c:pt>
                <c:pt idx="2186">
                  <c:v>0</c:v>
                </c:pt>
                <c:pt idx="2187">
                  <c:v>0</c:v>
                </c:pt>
                <c:pt idx="2188">
                  <c:v>0</c:v>
                </c:pt>
                <c:pt idx="2189">
                  <c:v>0</c:v>
                </c:pt>
                <c:pt idx="2190">
                  <c:v>0</c:v>
                </c:pt>
                <c:pt idx="2191">
                  <c:v>0</c:v>
                </c:pt>
                <c:pt idx="2192">
                  <c:v>0.25</c:v>
                </c:pt>
                <c:pt idx="2193">
                  <c:v>0.25</c:v>
                </c:pt>
                <c:pt idx="2194">
                  <c:v>0.25</c:v>
                </c:pt>
                <c:pt idx="2195">
                  <c:v>0.25</c:v>
                </c:pt>
                <c:pt idx="2196">
                  <c:v>0.25</c:v>
                </c:pt>
                <c:pt idx="2197">
                  <c:v>0.25</c:v>
                </c:pt>
                <c:pt idx="2198">
                  <c:v>0.25</c:v>
                </c:pt>
                <c:pt idx="2199">
                  <c:v>0.25</c:v>
                </c:pt>
                <c:pt idx="2200">
                  <c:v>0.25</c:v>
                </c:pt>
                <c:pt idx="2201">
                  <c:v>0.25</c:v>
                </c:pt>
                <c:pt idx="2202">
                  <c:v>0.25</c:v>
                </c:pt>
                <c:pt idx="2203">
                  <c:v>0.25</c:v>
                </c:pt>
                <c:pt idx="2204">
                  <c:v>0.25</c:v>
                </c:pt>
                <c:pt idx="2205">
                  <c:v>0.25</c:v>
                </c:pt>
                <c:pt idx="2206">
                  <c:v>0</c:v>
                </c:pt>
                <c:pt idx="2207">
                  <c:v>0</c:v>
                </c:pt>
                <c:pt idx="2208">
                  <c:v>0</c:v>
                </c:pt>
                <c:pt idx="2209">
                  <c:v>0</c:v>
                </c:pt>
                <c:pt idx="2210">
                  <c:v>0</c:v>
                </c:pt>
                <c:pt idx="2211">
                  <c:v>0</c:v>
                </c:pt>
                <c:pt idx="2212">
                  <c:v>0</c:v>
                </c:pt>
                <c:pt idx="2213">
                  <c:v>0</c:v>
                </c:pt>
                <c:pt idx="2214">
                  <c:v>0</c:v>
                </c:pt>
                <c:pt idx="2215">
                  <c:v>0</c:v>
                </c:pt>
                <c:pt idx="2216">
                  <c:v>0.25</c:v>
                </c:pt>
                <c:pt idx="2217">
                  <c:v>0.26249699999999998</c:v>
                </c:pt>
                <c:pt idx="2218">
                  <c:v>0.29916500000000001</c:v>
                </c:pt>
                <c:pt idx="2219">
                  <c:v>0.37863400000000003</c:v>
                </c:pt>
                <c:pt idx="2220">
                  <c:v>0.34784199999999998</c:v>
                </c:pt>
                <c:pt idx="2221">
                  <c:v>0.37389600000000001</c:v>
                </c:pt>
                <c:pt idx="2222">
                  <c:v>0.29934100000000002</c:v>
                </c:pt>
                <c:pt idx="2223">
                  <c:v>0.26369100000000001</c:v>
                </c:pt>
                <c:pt idx="2224">
                  <c:v>0.25</c:v>
                </c:pt>
                <c:pt idx="2225">
                  <c:v>0.25</c:v>
                </c:pt>
                <c:pt idx="2226">
                  <c:v>0.25</c:v>
                </c:pt>
                <c:pt idx="2227">
                  <c:v>0.25</c:v>
                </c:pt>
                <c:pt idx="2228">
                  <c:v>0.25</c:v>
                </c:pt>
                <c:pt idx="2229">
                  <c:v>0.25</c:v>
                </c:pt>
                <c:pt idx="2230">
                  <c:v>0</c:v>
                </c:pt>
                <c:pt idx="2231">
                  <c:v>0</c:v>
                </c:pt>
                <c:pt idx="2232">
                  <c:v>0</c:v>
                </c:pt>
                <c:pt idx="2233">
                  <c:v>0</c:v>
                </c:pt>
                <c:pt idx="2234">
                  <c:v>0</c:v>
                </c:pt>
                <c:pt idx="2235">
                  <c:v>0</c:v>
                </c:pt>
                <c:pt idx="2236">
                  <c:v>0</c:v>
                </c:pt>
                <c:pt idx="2237">
                  <c:v>0</c:v>
                </c:pt>
                <c:pt idx="2238">
                  <c:v>0</c:v>
                </c:pt>
                <c:pt idx="2239">
                  <c:v>0</c:v>
                </c:pt>
                <c:pt idx="2240">
                  <c:v>0.25</c:v>
                </c:pt>
                <c:pt idx="2241">
                  <c:v>0.25638499999999997</c:v>
                </c:pt>
                <c:pt idx="2242">
                  <c:v>0.29880899999999999</c:v>
                </c:pt>
                <c:pt idx="2243">
                  <c:v>0.38322699999999998</c:v>
                </c:pt>
                <c:pt idx="2244">
                  <c:v>0.45785100000000001</c:v>
                </c:pt>
                <c:pt idx="2245">
                  <c:v>0.40779799999999999</c:v>
                </c:pt>
                <c:pt idx="2246">
                  <c:v>0.41028300000000001</c:v>
                </c:pt>
                <c:pt idx="2247">
                  <c:v>0.42055300000000001</c:v>
                </c:pt>
                <c:pt idx="2248">
                  <c:v>0.39385399999999998</c:v>
                </c:pt>
                <c:pt idx="2249">
                  <c:v>0.341173</c:v>
                </c:pt>
                <c:pt idx="2250">
                  <c:v>0.310303</c:v>
                </c:pt>
                <c:pt idx="2251">
                  <c:v>0.25</c:v>
                </c:pt>
                <c:pt idx="2252">
                  <c:v>0.25</c:v>
                </c:pt>
                <c:pt idx="2253">
                  <c:v>0.25</c:v>
                </c:pt>
                <c:pt idx="2254">
                  <c:v>0</c:v>
                </c:pt>
                <c:pt idx="2255">
                  <c:v>0</c:v>
                </c:pt>
                <c:pt idx="2256">
                  <c:v>0</c:v>
                </c:pt>
                <c:pt idx="2257">
                  <c:v>0</c:v>
                </c:pt>
                <c:pt idx="2258">
                  <c:v>0</c:v>
                </c:pt>
                <c:pt idx="2259">
                  <c:v>0</c:v>
                </c:pt>
                <c:pt idx="2260">
                  <c:v>0</c:v>
                </c:pt>
                <c:pt idx="2261">
                  <c:v>0</c:v>
                </c:pt>
                <c:pt idx="2262">
                  <c:v>0</c:v>
                </c:pt>
                <c:pt idx="2263">
                  <c:v>0</c:v>
                </c:pt>
                <c:pt idx="2264">
                  <c:v>0.25</c:v>
                </c:pt>
                <c:pt idx="2265">
                  <c:v>0.27819300000000002</c:v>
                </c:pt>
                <c:pt idx="2266">
                  <c:v>0.31002099999999999</c:v>
                </c:pt>
                <c:pt idx="2267">
                  <c:v>0.365643</c:v>
                </c:pt>
                <c:pt idx="2268">
                  <c:v>0.36985499999999999</c:v>
                </c:pt>
                <c:pt idx="2269">
                  <c:v>0.35895500000000002</c:v>
                </c:pt>
                <c:pt idx="2270">
                  <c:v>0.283333</c:v>
                </c:pt>
                <c:pt idx="2271">
                  <c:v>0.25</c:v>
                </c:pt>
                <c:pt idx="2272">
                  <c:v>0.25</c:v>
                </c:pt>
                <c:pt idx="2273">
                  <c:v>0.25</c:v>
                </c:pt>
                <c:pt idx="2274">
                  <c:v>0.25</c:v>
                </c:pt>
                <c:pt idx="2275">
                  <c:v>0.25</c:v>
                </c:pt>
                <c:pt idx="2276">
                  <c:v>0.25</c:v>
                </c:pt>
                <c:pt idx="2277">
                  <c:v>0.25</c:v>
                </c:pt>
                <c:pt idx="2278">
                  <c:v>0</c:v>
                </c:pt>
                <c:pt idx="2279">
                  <c:v>0</c:v>
                </c:pt>
                <c:pt idx="2280">
                  <c:v>0</c:v>
                </c:pt>
                <c:pt idx="2281">
                  <c:v>0</c:v>
                </c:pt>
                <c:pt idx="2282">
                  <c:v>0</c:v>
                </c:pt>
                <c:pt idx="2283">
                  <c:v>0</c:v>
                </c:pt>
                <c:pt idx="2284">
                  <c:v>0</c:v>
                </c:pt>
                <c:pt idx="2285">
                  <c:v>0</c:v>
                </c:pt>
                <c:pt idx="2286">
                  <c:v>0</c:v>
                </c:pt>
                <c:pt idx="2287">
                  <c:v>0</c:v>
                </c:pt>
                <c:pt idx="2288">
                  <c:v>0.25</c:v>
                </c:pt>
                <c:pt idx="2289">
                  <c:v>0.25</c:v>
                </c:pt>
                <c:pt idx="2290">
                  <c:v>0.31459700000000002</c:v>
                </c:pt>
                <c:pt idx="2291">
                  <c:v>0.37647700000000001</c:v>
                </c:pt>
                <c:pt idx="2292">
                  <c:v>0.38505699999999998</c:v>
                </c:pt>
                <c:pt idx="2293">
                  <c:v>0.25</c:v>
                </c:pt>
                <c:pt idx="2294">
                  <c:v>0.25</c:v>
                </c:pt>
                <c:pt idx="2295">
                  <c:v>0.25</c:v>
                </c:pt>
                <c:pt idx="2296">
                  <c:v>0.25</c:v>
                </c:pt>
                <c:pt idx="2297">
                  <c:v>0.25</c:v>
                </c:pt>
                <c:pt idx="2298">
                  <c:v>0.25</c:v>
                </c:pt>
                <c:pt idx="2299">
                  <c:v>0.25</c:v>
                </c:pt>
                <c:pt idx="2300">
                  <c:v>0.25</c:v>
                </c:pt>
                <c:pt idx="2301">
                  <c:v>0.25</c:v>
                </c:pt>
                <c:pt idx="2302">
                  <c:v>0</c:v>
                </c:pt>
                <c:pt idx="2303">
                  <c:v>0</c:v>
                </c:pt>
                <c:pt idx="2304">
                  <c:v>0</c:v>
                </c:pt>
                <c:pt idx="2305">
                  <c:v>0</c:v>
                </c:pt>
                <c:pt idx="2306">
                  <c:v>0</c:v>
                </c:pt>
                <c:pt idx="2307">
                  <c:v>0</c:v>
                </c:pt>
                <c:pt idx="2308">
                  <c:v>0</c:v>
                </c:pt>
                <c:pt idx="2309">
                  <c:v>0</c:v>
                </c:pt>
                <c:pt idx="2310">
                  <c:v>0</c:v>
                </c:pt>
                <c:pt idx="2311">
                  <c:v>0.25</c:v>
                </c:pt>
                <c:pt idx="2312">
                  <c:v>0.25</c:v>
                </c:pt>
                <c:pt idx="2313">
                  <c:v>0.25</c:v>
                </c:pt>
                <c:pt idx="2314">
                  <c:v>0.25</c:v>
                </c:pt>
                <c:pt idx="2315">
                  <c:v>0.25</c:v>
                </c:pt>
                <c:pt idx="2316">
                  <c:v>0.25</c:v>
                </c:pt>
                <c:pt idx="2317">
                  <c:v>0.25</c:v>
                </c:pt>
                <c:pt idx="2318">
                  <c:v>0.25</c:v>
                </c:pt>
                <c:pt idx="2319">
                  <c:v>0.25</c:v>
                </c:pt>
                <c:pt idx="2320">
                  <c:v>0.25</c:v>
                </c:pt>
                <c:pt idx="2321">
                  <c:v>0.25</c:v>
                </c:pt>
                <c:pt idx="2322">
                  <c:v>0.25</c:v>
                </c:pt>
                <c:pt idx="2323">
                  <c:v>0.25</c:v>
                </c:pt>
                <c:pt idx="2324">
                  <c:v>0.25</c:v>
                </c:pt>
                <c:pt idx="2325">
                  <c:v>0</c:v>
                </c:pt>
                <c:pt idx="2326">
                  <c:v>0</c:v>
                </c:pt>
                <c:pt idx="2327">
                  <c:v>0</c:v>
                </c:pt>
                <c:pt idx="2328">
                  <c:v>0</c:v>
                </c:pt>
                <c:pt idx="2329">
                  <c:v>0</c:v>
                </c:pt>
                <c:pt idx="2330">
                  <c:v>0</c:v>
                </c:pt>
                <c:pt idx="2331">
                  <c:v>0</c:v>
                </c:pt>
                <c:pt idx="2332">
                  <c:v>0</c:v>
                </c:pt>
                <c:pt idx="2333">
                  <c:v>0</c:v>
                </c:pt>
                <c:pt idx="2334">
                  <c:v>0</c:v>
                </c:pt>
                <c:pt idx="2335">
                  <c:v>0.25</c:v>
                </c:pt>
                <c:pt idx="2336">
                  <c:v>0.25</c:v>
                </c:pt>
                <c:pt idx="2337">
                  <c:v>0.28533700000000001</c:v>
                </c:pt>
                <c:pt idx="2338">
                  <c:v>0.38344200000000001</c:v>
                </c:pt>
                <c:pt idx="2339">
                  <c:v>0.42327599999999999</c:v>
                </c:pt>
                <c:pt idx="2340">
                  <c:v>0.353688</c:v>
                </c:pt>
                <c:pt idx="2341">
                  <c:v>0.29744500000000001</c:v>
                </c:pt>
                <c:pt idx="2342">
                  <c:v>0.25</c:v>
                </c:pt>
                <c:pt idx="2343">
                  <c:v>0.25</c:v>
                </c:pt>
                <c:pt idx="2344">
                  <c:v>0.25</c:v>
                </c:pt>
                <c:pt idx="2345">
                  <c:v>0.25</c:v>
                </c:pt>
                <c:pt idx="2346">
                  <c:v>0.25</c:v>
                </c:pt>
                <c:pt idx="2347">
                  <c:v>0.25</c:v>
                </c:pt>
                <c:pt idx="2348">
                  <c:v>0.25</c:v>
                </c:pt>
                <c:pt idx="2349">
                  <c:v>0</c:v>
                </c:pt>
                <c:pt idx="2350">
                  <c:v>0</c:v>
                </c:pt>
                <c:pt idx="2351">
                  <c:v>0</c:v>
                </c:pt>
                <c:pt idx="2352">
                  <c:v>0</c:v>
                </c:pt>
                <c:pt idx="2353">
                  <c:v>0</c:v>
                </c:pt>
                <c:pt idx="2354">
                  <c:v>0</c:v>
                </c:pt>
                <c:pt idx="2355">
                  <c:v>0</c:v>
                </c:pt>
                <c:pt idx="2356">
                  <c:v>0</c:v>
                </c:pt>
                <c:pt idx="2357">
                  <c:v>0</c:v>
                </c:pt>
                <c:pt idx="2358">
                  <c:v>0</c:v>
                </c:pt>
                <c:pt idx="2359">
                  <c:v>0.25</c:v>
                </c:pt>
                <c:pt idx="2360">
                  <c:v>0.25</c:v>
                </c:pt>
                <c:pt idx="2361">
                  <c:v>0.25</c:v>
                </c:pt>
                <c:pt idx="2362">
                  <c:v>0.28314</c:v>
                </c:pt>
                <c:pt idx="2363">
                  <c:v>0.25</c:v>
                </c:pt>
                <c:pt idx="2364">
                  <c:v>0.25</c:v>
                </c:pt>
                <c:pt idx="2365">
                  <c:v>0.25</c:v>
                </c:pt>
                <c:pt idx="2366">
                  <c:v>0.25</c:v>
                </c:pt>
                <c:pt idx="2367">
                  <c:v>0.26671499999999998</c:v>
                </c:pt>
                <c:pt idx="2368">
                  <c:v>0.25</c:v>
                </c:pt>
                <c:pt idx="2369">
                  <c:v>0.25</c:v>
                </c:pt>
                <c:pt idx="2370">
                  <c:v>0.25</c:v>
                </c:pt>
                <c:pt idx="2371">
                  <c:v>0.25</c:v>
                </c:pt>
                <c:pt idx="2372">
                  <c:v>0.25</c:v>
                </c:pt>
                <c:pt idx="2373">
                  <c:v>0</c:v>
                </c:pt>
                <c:pt idx="2374">
                  <c:v>0</c:v>
                </c:pt>
                <c:pt idx="2375">
                  <c:v>0</c:v>
                </c:pt>
                <c:pt idx="2376">
                  <c:v>0</c:v>
                </c:pt>
                <c:pt idx="2377">
                  <c:v>0</c:v>
                </c:pt>
                <c:pt idx="2378">
                  <c:v>0</c:v>
                </c:pt>
                <c:pt idx="2379">
                  <c:v>0</c:v>
                </c:pt>
                <c:pt idx="2380">
                  <c:v>0</c:v>
                </c:pt>
                <c:pt idx="2381">
                  <c:v>0</c:v>
                </c:pt>
                <c:pt idx="2382">
                  <c:v>0</c:v>
                </c:pt>
                <c:pt idx="2383">
                  <c:v>0.25</c:v>
                </c:pt>
                <c:pt idx="2384">
                  <c:v>0.25</c:v>
                </c:pt>
                <c:pt idx="2385">
                  <c:v>0.25</c:v>
                </c:pt>
                <c:pt idx="2386">
                  <c:v>0.36979000000000001</c:v>
                </c:pt>
                <c:pt idx="2387">
                  <c:v>0.43611100000000003</c:v>
                </c:pt>
                <c:pt idx="2388">
                  <c:v>0.25</c:v>
                </c:pt>
                <c:pt idx="2389">
                  <c:v>0.25</c:v>
                </c:pt>
                <c:pt idx="2390">
                  <c:v>0.25</c:v>
                </c:pt>
                <c:pt idx="2391">
                  <c:v>0.25</c:v>
                </c:pt>
                <c:pt idx="2392">
                  <c:v>0.25</c:v>
                </c:pt>
                <c:pt idx="2393">
                  <c:v>0.25</c:v>
                </c:pt>
                <c:pt idx="2394">
                  <c:v>0.25</c:v>
                </c:pt>
                <c:pt idx="2395">
                  <c:v>0.25</c:v>
                </c:pt>
                <c:pt idx="2396">
                  <c:v>0.25</c:v>
                </c:pt>
                <c:pt idx="2397">
                  <c:v>0</c:v>
                </c:pt>
                <c:pt idx="2398">
                  <c:v>0</c:v>
                </c:pt>
                <c:pt idx="2399">
                  <c:v>0</c:v>
                </c:pt>
                <c:pt idx="2400">
                  <c:v>0</c:v>
                </c:pt>
                <c:pt idx="2401">
                  <c:v>0</c:v>
                </c:pt>
                <c:pt idx="2402">
                  <c:v>0</c:v>
                </c:pt>
                <c:pt idx="2403">
                  <c:v>0</c:v>
                </c:pt>
                <c:pt idx="2404">
                  <c:v>0</c:v>
                </c:pt>
                <c:pt idx="2405">
                  <c:v>0</c:v>
                </c:pt>
                <c:pt idx="2406">
                  <c:v>0</c:v>
                </c:pt>
                <c:pt idx="2407">
                  <c:v>0.25</c:v>
                </c:pt>
                <c:pt idx="2408">
                  <c:v>0.25</c:v>
                </c:pt>
                <c:pt idx="2409">
                  <c:v>0.25</c:v>
                </c:pt>
                <c:pt idx="2410">
                  <c:v>0.25</c:v>
                </c:pt>
                <c:pt idx="2411">
                  <c:v>0.25</c:v>
                </c:pt>
                <c:pt idx="2412">
                  <c:v>0.25</c:v>
                </c:pt>
                <c:pt idx="2413">
                  <c:v>0.25</c:v>
                </c:pt>
                <c:pt idx="2414">
                  <c:v>0.25</c:v>
                </c:pt>
                <c:pt idx="2415">
                  <c:v>0.25</c:v>
                </c:pt>
                <c:pt idx="2416">
                  <c:v>0.25</c:v>
                </c:pt>
                <c:pt idx="2417">
                  <c:v>0.25</c:v>
                </c:pt>
                <c:pt idx="2418">
                  <c:v>0.25</c:v>
                </c:pt>
                <c:pt idx="2419">
                  <c:v>0.25</c:v>
                </c:pt>
                <c:pt idx="2420">
                  <c:v>0.25</c:v>
                </c:pt>
                <c:pt idx="2421">
                  <c:v>0</c:v>
                </c:pt>
                <c:pt idx="2422">
                  <c:v>0</c:v>
                </c:pt>
                <c:pt idx="2423">
                  <c:v>0</c:v>
                </c:pt>
                <c:pt idx="2424">
                  <c:v>0</c:v>
                </c:pt>
                <c:pt idx="2425">
                  <c:v>0</c:v>
                </c:pt>
                <c:pt idx="2426">
                  <c:v>0</c:v>
                </c:pt>
                <c:pt idx="2427">
                  <c:v>0</c:v>
                </c:pt>
                <c:pt idx="2428">
                  <c:v>0</c:v>
                </c:pt>
                <c:pt idx="2429">
                  <c:v>0</c:v>
                </c:pt>
                <c:pt idx="2430">
                  <c:v>0</c:v>
                </c:pt>
                <c:pt idx="2431">
                  <c:v>0.25</c:v>
                </c:pt>
                <c:pt idx="2432">
                  <c:v>0.25</c:v>
                </c:pt>
                <c:pt idx="2433">
                  <c:v>0.25</c:v>
                </c:pt>
                <c:pt idx="2434">
                  <c:v>0.25</c:v>
                </c:pt>
                <c:pt idx="2435">
                  <c:v>0.25</c:v>
                </c:pt>
                <c:pt idx="2436">
                  <c:v>0.25</c:v>
                </c:pt>
                <c:pt idx="2437">
                  <c:v>0.25</c:v>
                </c:pt>
                <c:pt idx="2438">
                  <c:v>0.25</c:v>
                </c:pt>
                <c:pt idx="2439">
                  <c:v>0.25</c:v>
                </c:pt>
                <c:pt idx="2440">
                  <c:v>0.25</c:v>
                </c:pt>
                <c:pt idx="2441">
                  <c:v>0.25</c:v>
                </c:pt>
                <c:pt idx="2442">
                  <c:v>0.25</c:v>
                </c:pt>
                <c:pt idx="2443">
                  <c:v>0.25</c:v>
                </c:pt>
                <c:pt idx="2444">
                  <c:v>0.25</c:v>
                </c:pt>
                <c:pt idx="2445">
                  <c:v>0</c:v>
                </c:pt>
                <c:pt idx="2446">
                  <c:v>0</c:v>
                </c:pt>
                <c:pt idx="2447">
                  <c:v>0</c:v>
                </c:pt>
                <c:pt idx="2448">
                  <c:v>0</c:v>
                </c:pt>
                <c:pt idx="2449">
                  <c:v>0</c:v>
                </c:pt>
                <c:pt idx="2450">
                  <c:v>0</c:v>
                </c:pt>
                <c:pt idx="2451">
                  <c:v>0</c:v>
                </c:pt>
                <c:pt idx="2452">
                  <c:v>0</c:v>
                </c:pt>
                <c:pt idx="2453">
                  <c:v>0</c:v>
                </c:pt>
                <c:pt idx="2454">
                  <c:v>0</c:v>
                </c:pt>
                <c:pt idx="2455">
                  <c:v>0.25</c:v>
                </c:pt>
                <c:pt idx="2456">
                  <c:v>0.25</c:v>
                </c:pt>
                <c:pt idx="2457">
                  <c:v>0.25</c:v>
                </c:pt>
                <c:pt idx="2458">
                  <c:v>0.25</c:v>
                </c:pt>
                <c:pt idx="2459">
                  <c:v>0.25</c:v>
                </c:pt>
                <c:pt idx="2460">
                  <c:v>0.25</c:v>
                </c:pt>
                <c:pt idx="2461">
                  <c:v>0.25</c:v>
                </c:pt>
                <c:pt idx="2462">
                  <c:v>0.25</c:v>
                </c:pt>
                <c:pt idx="2463">
                  <c:v>0.25</c:v>
                </c:pt>
                <c:pt idx="2464">
                  <c:v>0.25</c:v>
                </c:pt>
                <c:pt idx="2465">
                  <c:v>0.25</c:v>
                </c:pt>
                <c:pt idx="2466">
                  <c:v>0.25</c:v>
                </c:pt>
                <c:pt idx="2467">
                  <c:v>0.25</c:v>
                </c:pt>
                <c:pt idx="2468">
                  <c:v>0.25</c:v>
                </c:pt>
                <c:pt idx="2469">
                  <c:v>0</c:v>
                </c:pt>
                <c:pt idx="2470">
                  <c:v>0</c:v>
                </c:pt>
                <c:pt idx="2471">
                  <c:v>0</c:v>
                </c:pt>
                <c:pt idx="2472">
                  <c:v>0</c:v>
                </c:pt>
                <c:pt idx="2473">
                  <c:v>0</c:v>
                </c:pt>
                <c:pt idx="2474">
                  <c:v>0</c:v>
                </c:pt>
                <c:pt idx="2475">
                  <c:v>0</c:v>
                </c:pt>
                <c:pt idx="2476">
                  <c:v>0</c:v>
                </c:pt>
                <c:pt idx="2477">
                  <c:v>0</c:v>
                </c:pt>
                <c:pt idx="2478">
                  <c:v>0</c:v>
                </c:pt>
                <c:pt idx="2479">
                  <c:v>0.25</c:v>
                </c:pt>
                <c:pt idx="2480">
                  <c:v>0.25</c:v>
                </c:pt>
                <c:pt idx="2481">
                  <c:v>0.25</c:v>
                </c:pt>
                <c:pt idx="2482">
                  <c:v>0.25</c:v>
                </c:pt>
                <c:pt idx="2483">
                  <c:v>0.25</c:v>
                </c:pt>
                <c:pt idx="2484">
                  <c:v>0.25</c:v>
                </c:pt>
                <c:pt idx="2485">
                  <c:v>0.25</c:v>
                </c:pt>
                <c:pt idx="2486">
                  <c:v>0.25</c:v>
                </c:pt>
                <c:pt idx="2487">
                  <c:v>0.25</c:v>
                </c:pt>
                <c:pt idx="2488">
                  <c:v>0.25</c:v>
                </c:pt>
                <c:pt idx="2489">
                  <c:v>0.25</c:v>
                </c:pt>
                <c:pt idx="2490">
                  <c:v>0.25</c:v>
                </c:pt>
                <c:pt idx="2491">
                  <c:v>0.25</c:v>
                </c:pt>
                <c:pt idx="2492">
                  <c:v>0.25</c:v>
                </c:pt>
                <c:pt idx="2493">
                  <c:v>0</c:v>
                </c:pt>
                <c:pt idx="2494">
                  <c:v>0</c:v>
                </c:pt>
                <c:pt idx="2495">
                  <c:v>0</c:v>
                </c:pt>
                <c:pt idx="2496">
                  <c:v>0</c:v>
                </c:pt>
                <c:pt idx="2497">
                  <c:v>0</c:v>
                </c:pt>
                <c:pt idx="2498">
                  <c:v>0</c:v>
                </c:pt>
                <c:pt idx="2499">
                  <c:v>0</c:v>
                </c:pt>
                <c:pt idx="2500">
                  <c:v>0</c:v>
                </c:pt>
                <c:pt idx="2501">
                  <c:v>0</c:v>
                </c:pt>
                <c:pt idx="2502">
                  <c:v>0</c:v>
                </c:pt>
                <c:pt idx="2503">
                  <c:v>0.25</c:v>
                </c:pt>
                <c:pt idx="2504">
                  <c:v>0.25</c:v>
                </c:pt>
                <c:pt idx="2505">
                  <c:v>0.25</c:v>
                </c:pt>
                <c:pt idx="2506">
                  <c:v>0.25</c:v>
                </c:pt>
                <c:pt idx="2507">
                  <c:v>0.25</c:v>
                </c:pt>
                <c:pt idx="2508">
                  <c:v>0.25</c:v>
                </c:pt>
                <c:pt idx="2509">
                  <c:v>0.25</c:v>
                </c:pt>
                <c:pt idx="2510">
                  <c:v>0.25</c:v>
                </c:pt>
                <c:pt idx="2511">
                  <c:v>0.25</c:v>
                </c:pt>
                <c:pt idx="2512">
                  <c:v>0.25</c:v>
                </c:pt>
                <c:pt idx="2513">
                  <c:v>0.25</c:v>
                </c:pt>
                <c:pt idx="2514">
                  <c:v>0.25</c:v>
                </c:pt>
                <c:pt idx="2515">
                  <c:v>0.25</c:v>
                </c:pt>
                <c:pt idx="2516">
                  <c:v>0.25</c:v>
                </c:pt>
                <c:pt idx="2517">
                  <c:v>0</c:v>
                </c:pt>
                <c:pt idx="2518">
                  <c:v>0</c:v>
                </c:pt>
                <c:pt idx="2519">
                  <c:v>0</c:v>
                </c:pt>
                <c:pt idx="2520">
                  <c:v>0</c:v>
                </c:pt>
                <c:pt idx="2521">
                  <c:v>0</c:v>
                </c:pt>
                <c:pt idx="2522">
                  <c:v>0</c:v>
                </c:pt>
                <c:pt idx="2523">
                  <c:v>0</c:v>
                </c:pt>
                <c:pt idx="2524">
                  <c:v>0</c:v>
                </c:pt>
                <c:pt idx="2525">
                  <c:v>0</c:v>
                </c:pt>
                <c:pt idx="2526">
                  <c:v>0</c:v>
                </c:pt>
                <c:pt idx="2527">
                  <c:v>0.25</c:v>
                </c:pt>
                <c:pt idx="2528">
                  <c:v>0.25</c:v>
                </c:pt>
                <c:pt idx="2529">
                  <c:v>0.25</c:v>
                </c:pt>
                <c:pt idx="2530">
                  <c:v>0.25</c:v>
                </c:pt>
                <c:pt idx="2531">
                  <c:v>0.25</c:v>
                </c:pt>
                <c:pt idx="2532">
                  <c:v>0.25</c:v>
                </c:pt>
                <c:pt idx="2533">
                  <c:v>0.25</c:v>
                </c:pt>
                <c:pt idx="2534">
                  <c:v>0.25</c:v>
                </c:pt>
                <c:pt idx="2535">
                  <c:v>0.25</c:v>
                </c:pt>
                <c:pt idx="2536">
                  <c:v>0.25</c:v>
                </c:pt>
                <c:pt idx="2537">
                  <c:v>0.25</c:v>
                </c:pt>
                <c:pt idx="2538">
                  <c:v>0.25</c:v>
                </c:pt>
                <c:pt idx="2539">
                  <c:v>0.25</c:v>
                </c:pt>
                <c:pt idx="2540">
                  <c:v>0.25</c:v>
                </c:pt>
                <c:pt idx="2541">
                  <c:v>0</c:v>
                </c:pt>
                <c:pt idx="2542">
                  <c:v>0</c:v>
                </c:pt>
                <c:pt idx="2543">
                  <c:v>0</c:v>
                </c:pt>
                <c:pt idx="2544">
                  <c:v>0</c:v>
                </c:pt>
                <c:pt idx="2545">
                  <c:v>0</c:v>
                </c:pt>
                <c:pt idx="2546">
                  <c:v>0</c:v>
                </c:pt>
                <c:pt idx="2547">
                  <c:v>0</c:v>
                </c:pt>
                <c:pt idx="2548">
                  <c:v>0</c:v>
                </c:pt>
                <c:pt idx="2549">
                  <c:v>0</c:v>
                </c:pt>
                <c:pt idx="2550">
                  <c:v>0</c:v>
                </c:pt>
                <c:pt idx="2551">
                  <c:v>0.25</c:v>
                </c:pt>
                <c:pt idx="2552">
                  <c:v>0.25</c:v>
                </c:pt>
                <c:pt idx="2553">
                  <c:v>0.25</c:v>
                </c:pt>
                <c:pt idx="2554">
                  <c:v>0.25</c:v>
                </c:pt>
                <c:pt idx="2555">
                  <c:v>0.25</c:v>
                </c:pt>
                <c:pt idx="2556">
                  <c:v>0.25</c:v>
                </c:pt>
                <c:pt idx="2557">
                  <c:v>0.25</c:v>
                </c:pt>
                <c:pt idx="2558">
                  <c:v>0.25</c:v>
                </c:pt>
                <c:pt idx="2559">
                  <c:v>0.25</c:v>
                </c:pt>
                <c:pt idx="2560">
                  <c:v>0.25</c:v>
                </c:pt>
                <c:pt idx="2561">
                  <c:v>0.25</c:v>
                </c:pt>
                <c:pt idx="2562">
                  <c:v>0.25</c:v>
                </c:pt>
                <c:pt idx="2563">
                  <c:v>0.25</c:v>
                </c:pt>
                <c:pt idx="2564">
                  <c:v>0.25</c:v>
                </c:pt>
                <c:pt idx="2565">
                  <c:v>0</c:v>
                </c:pt>
                <c:pt idx="2566">
                  <c:v>0</c:v>
                </c:pt>
                <c:pt idx="2567">
                  <c:v>0</c:v>
                </c:pt>
                <c:pt idx="2568">
                  <c:v>0</c:v>
                </c:pt>
                <c:pt idx="2569">
                  <c:v>0</c:v>
                </c:pt>
                <c:pt idx="2570">
                  <c:v>0</c:v>
                </c:pt>
                <c:pt idx="2571">
                  <c:v>0</c:v>
                </c:pt>
                <c:pt idx="2572">
                  <c:v>0</c:v>
                </c:pt>
                <c:pt idx="2573">
                  <c:v>0</c:v>
                </c:pt>
                <c:pt idx="2574">
                  <c:v>0</c:v>
                </c:pt>
                <c:pt idx="2575">
                  <c:v>0.25</c:v>
                </c:pt>
                <c:pt idx="2576">
                  <c:v>0.25</c:v>
                </c:pt>
                <c:pt idx="2577">
                  <c:v>0.25</c:v>
                </c:pt>
                <c:pt idx="2578">
                  <c:v>0.25</c:v>
                </c:pt>
                <c:pt idx="2579">
                  <c:v>0.25</c:v>
                </c:pt>
                <c:pt idx="2580">
                  <c:v>0.25</c:v>
                </c:pt>
                <c:pt idx="2581">
                  <c:v>0.25</c:v>
                </c:pt>
                <c:pt idx="2582">
                  <c:v>0.25</c:v>
                </c:pt>
                <c:pt idx="2583">
                  <c:v>0.25</c:v>
                </c:pt>
                <c:pt idx="2584">
                  <c:v>0.25</c:v>
                </c:pt>
                <c:pt idx="2585">
                  <c:v>0.25</c:v>
                </c:pt>
                <c:pt idx="2586">
                  <c:v>0.25</c:v>
                </c:pt>
                <c:pt idx="2587">
                  <c:v>0.25</c:v>
                </c:pt>
                <c:pt idx="2588">
                  <c:v>0.25</c:v>
                </c:pt>
                <c:pt idx="2589">
                  <c:v>0</c:v>
                </c:pt>
                <c:pt idx="2590">
                  <c:v>0</c:v>
                </c:pt>
                <c:pt idx="2591">
                  <c:v>0</c:v>
                </c:pt>
                <c:pt idx="2592">
                  <c:v>0</c:v>
                </c:pt>
                <c:pt idx="2593">
                  <c:v>0</c:v>
                </c:pt>
                <c:pt idx="2594">
                  <c:v>0</c:v>
                </c:pt>
                <c:pt idx="2595">
                  <c:v>0</c:v>
                </c:pt>
                <c:pt idx="2596">
                  <c:v>0</c:v>
                </c:pt>
                <c:pt idx="2597">
                  <c:v>0</c:v>
                </c:pt>
                <c:pt idx="2598">
                  <c:v>0</c:v>
                </c:pt>
                <c:pt idx="2599">
                  <c:v>0.25</c:v>
                </c:pt>
                <c:pt idx="2600">
                  <c:v>0.25</c:v>
                </c:pt>
                <c:pt idx="2601">
                  <c:v>0.25</c:v>
                </c:pt>
                <c:pt idx="2602">
                  <c:v>0.25</c:v>
                </c:pt>
                <c:pt idx="2603">
                  <c:v>0.25</c:v>
                </c:pt>
                <c:pt idx="2604">
                  <c:v>0.25</c:v>
                </c:pt>
                <c:pt idx="2605">
                  <c:v>0.25</c:v>
                </c:pt>
                <c:pt idx="2606">
                  <c:v>0.25</c:v>
                </c:pt>
                <c:pt idx="2607">
                  <c:v>0.25</c:v>
                </c:pt>
                <c:pt idx="2608">
                  <c:v>0.25</c:v>
                </c:pt>
                <c:pt idx="2609">
                  <c:v>0.25</c:v>
                </c:pt>
                <c:pt idx="2610">
                  <c:v>0.25</c:v>
                </c:pt>
                <c:pt idx="2611">
                  <c:v>0.25</c:v>
                </c:pt>
                <c:pt idx="2612">
                  <c:v>0.25</c:v>
                </c:pt>
                <c:pt idx="2613">
                  <c:v>0</c:v>
                </c:pt>
                <c:pt idx="2614">
                  <c:v>0</c:v>
                </c:pt>
                <c:pt idx="2615">
                  <c:v>0</c:v>
                </c:pt>
                <c:pt idx="2616">
                  <c:v>0</c:v>
                </c:pt>
                <c:pt idx="2617">
                  <c:v>0</c:v>
                </c:pt>
                <c:pt idx="2618">
                  <c:v>0</c:v>
                </c:pt>
                <c:pt idx="2619">
                  <c:v>0</c:v>
                </c:pt>
                <c:pt idx="2620">
                  <c:v>0</c:v>
                </c:pt>
                <c:pt idx="2621">
                  <c:v>0</c:v>
                </c:pt>
                <c:pt idx="2622">
                  <c:v>0</c:v>
                </c:pt>
                <c:pt idx="2623">
                  <c:v>0.25</c:v>
                </c:pt>
                <c:pt idx="2624">
                  <c:v>0.25</c:v>
                </c:pt>
                <c:pt idx="2625">
                  <c:v>0.25</c:v>
                </c:pt>
                <c:pt idx="2626">
                  <c:v>0.25</c:v>
                </c:pt>
                <c:pt idx="2627">
                  <c:v>0.25</c:v>
                </c:pt>
                <c:pt idx="2628">
                  <c:v>0.25</c:v>
                </c:pt>
                <c:pt idx="2629">
                  <c:v>0.25</c:v>
                </c:pt>
                <c:pt idx="2630">
                  <c:v>0.25</c:v>
                </c:pt>
                <c:pt idx="2631">
                  <c:v>0.25</c:v>
                </c:pt>
                <c:pt idx="2632">
                  <c:v>0.25</c:v>
                </c:pt>
                <c:pt idx="2633">
                  <c:v>0.25</c:v>
                </c:pt>
                <c:pt idx="2634">
                  <c:v>0.25</c:v>
                </c:pt>
                <c:pt idx="2635">
                  <c:v>0.25</c:v>
                </c:pt>
                <c:pt idx="2636">
                  <c:v>0.25</c:v>
                </c:pt>
                <c:pt idx="2637">
                  <c:v>0</c:v>
                </c:pt>
                <c:pt idx="2638">
                  <c:v>0</c:v>
                </c:pt>
                <c:pt idx="2639">
                  <c:v>0</c:v>
                </c:pt>
                <c:pt idx="2640">
                  <c:v>0</c:v>
                </c:pt>
                <c:pt idx="2641">
                  <c:v>0</c:v>
                </c:pt>
                <c:pt idx="2642">
                  <c:v>0</c:v>
                </c:pt>
                <c:pt idx="2643">
                  <c:v>0</c:v>
                </c:pt>
                <c:pt idx="2644">
                  <c:v>0</c:v>
                </c:pt>
                <c:pt idx="2645">
                  <c:v>0</c:v>
                </c:pt>
                <c:pt idx="2646">
                  <c:v>0</c:v>
                </c:pt>
                <c:pt idx="2647">
                  <c:v>0.25</c:v>
                </c:pt>
                <c:pt idx="2648">
                  <c:v>0.25</c:v>
                </c:pt>
                <c:pt idx="2649">
                  <c:v>0.25</c:v>
                </c:pt>
                <c:pt idx="2650">
                  <c:v>0.27324500000000002</c:v>
                </c:pt>
                <c:pt idx="2651">
                  <c:v>0.25</c:v>
                </c:pt>
                <c:pt idx="2652">
                  <c:v>0.273733</c:v>
                </c:pt>
                <c:pt idx="2653">
                  <c:v>0.25</c:v>
                </c:pt>
                <c:pt idx="2654">
                  <c:v>0.25</c:v>
                </c:pt>
                <c:pt idx="2655">
                  <c:v>0.26063700000000001</c:v>
                </c:pt>
                <c:pt idx="2656">
                  <c:v>0.30895</c:v>
                </c:pt>
                <c:pt idx="2657">
                  <c:v>0.25</c:v>
                </c:pt>
                <c:pt idx="2658">
                  <c:v>0.25</c:v>
                </c:pt>
                <c:pt idx="2659">
                  <c:v>0.25</c:v>
                </c:pt>
                <c:pt idx="2660">
                  <c:v>0.25</c:v>
                </c:pt>
                <c:pt idx="2661">
                  <c:v>0</c:v>
                </c:pt>
                <c:pt idx="2662">
                  <c:v>0</c:v>
                </c:pt>
                <c:pt idx="2663">
                  <c:v>0</c:v>
                </c:pt>
                <c:pt idx="2664">
                  <c:v>0</c:v>
                </c:pt>
                <c:pt idx="2665">
                  <c:v>0</c:v>
                </c:pt>
                <c:pt idx="2666">
                  <c:v>0</c:v>
                </c:pt>
                <c:pt idx="2667">
                  <c:v>0</c:v>
                </c:pt>
                <c:pt idx="2668">
                  <c:v>0</c:v>
                </c:pt>
                <c:pt idx="2669">
                  <c:v>0</c:v>
                </c:pt>
                <c:pt idx="2670">
                  <c:v>0</c:v>
                </c:pt>
                <c:pt idx="2671">
                  <c:v>0.25</c:v>
                </c:pt>
                <c:pt idx="2672">
                  <c:v>0.286912</c:v>
                </c:pt>
                <c:pt idx="2673">
                  <c:v>0.38261400000000001</c:v>
                </c:pt>
                <c:pt idx="2674">
                  <c:v>0.54178000000000004</c:v>
                </c:pt>
                <c:pt idx="2675">
                  <c:v>0.46729799999999999</c:v>
                </c:pt>
                <c:pt idx="2676">
                  <c:v>0.49221100000000001</c:v>
                </c:pt>
                <c:pt idx="2677">
                  <c:v>0.35229300000000002</c:v>
                </c:pt>
                <c:pt idx="2678">
                  <c:v>0.31041099999999999</c:v>
                </c:pt>
                <c:pt idx="2679">
                  <c:v>0.32668000000000003</c:v>
                </c:pt>
                <c:pt idx="2680">
                  <c:v>0.31688100000000002</c:v>
                </c:pt>
                <c:pt idx="2681">
                  <c:v>0.27250099999999999</c:v>
                </c:pt>
                <c:pt idx="2682">
                  <c:v>0.25</c:v>
                </c:pt>
                <c:pt idx="2683">
                  <c:v>0.25</c:v>
                </c:pt>
                <c:pt idx="2684">
                  <c:v>0.25</c:v>
                </c:pt>
                <c:pt idx="2685">
                  <c:v>0</c:v>
                </c:pt>
                <c:pt idx="2686">
                  <c:v>0</c:v>
                </c:pt>
                <c:pt idx="2687">
                  <c:v>0</c:v>
                </c:pt>
                <c:pt idx="2688">
                  <c:v>0</c:v>
                </c:pt>
                <c:pt idx="2689">
                  <c:v>0</c:v>
                </c:pt>
                <c:pt idx="2690">
                  <c:v>0</c:v>
                </c:pt>
                <c:pt idx="2691">
                  <c:v>0</c:v>
                </c:pt>
                <c:pt idx="2692">
                  <c:v>0</c:v>
                </c:pt>
                <c:pt idx="2693">
                  <c:v>0</c:v>
                </c:pt>
                <c:pt idx="2694">
                  <c:v>0</c:v>
                </c:pt>
                <c:pt idx="2695">
                  <c:v>0.25</c:v>
                </c:pt>
                <c:pt idx="2696">
                  <c:v>0.25</c:v>
                </c:pt>
                <c:pt idx="2697">
                  <c:v>0.253691</c:v>
                </c:pt>
                <c:pt idx="2698">
                  <c:v>0.45824199999999998</c:v>
                </c:pt>
                <c:pt idx="2699">
                  <c:v>0.26186100000000001</c:v>
                </c:pt>
                <c:pt idx="2700">
                  <c:v>0.314664</c:v>
                </c:pt>
                <c:pt idx="2701">
                  <c:v>0.25</c:v>
                </c:pt>
                <c:pt idx="2702">
                  <c:v>0.25</c:v>
                </c:pt>
                <c:pt idx="2703">
                  <c:v>0.25</c:v>
                </c:pt>
                <c:pt idx="2704">
                  <c:v>0.25</c:v>
                </c:pt>
                <c:pt idx="2705">
                  <c:v>0.25</c:v>
                </c:pt>
                <c:pt idx="2706">
                  <c:v>0.25</c:v>
                </c:pt>
                <c:pt idx="2707">
                  <c:v>0.25</c:v>
                </c:pt>
                <c:pt idx="2708">
                  <c:v>0.25</c:v>
                </c:pt>
                <c:pt idx="2709">
                  <c:v>0</c:v>
                </c:pt>
                <c:pt idx="2710">
                  <c:v>0</c:v>
                </c:pt>
                <c:pt idx="2711">
                  <c:v>0</c:v>
                </c:pt>
                <c:pt idx="2712">
                  <c:v>0</c:v>
                </c:pt>
                <c:pt idx="2713">
                  <c:v>0</c:v>
                </c:pt>
                <c:pt idx="2714">
                  <c:v>0</c:v>
                </c:pt>
                <c:pt idx="2715">
                  <c:v>0</c:v>
                </c:pt>
                <c:pt idx="2716">
                  <c:v>0</c:v>
                </c:pt>
                <c:pt idx="2717">
                  <c:v>0</c:v>
                </c:pt>
                <c:pt idx="2718">
                  <c:v>0</c:v>
                </c:pt>
                <c:pt idx="2719">
                  <c:v>0.25</c:v>
                </c:pt>
                <c:pt idx="2720">
                  <c:v>0.25</c:v>
                </c:pt>
                <c:pt idx="2721">
                  <c:v>0.25</c:v>
                </c:pt>
                <c:pt idx="2722">
                  <c:v>0.25</c:v>
                </c:pt>
                <c:pt idx="2723">
                  <c:v>0.25</c:v>
                </c:pt>
                <c:pt idx="2724">
                  <c:v>0.25</c:v>
                </c:pt>
                <c:pt idx="2725">
                  <c:v>0.25</c:v>
                </c:pt>
                <c:pt idx="2726">
                  <c:v>0.25</c:v>
                </c:pt>
                <c:pt idx="2727">
                  <c:v>0.25</c:v>
                </c:pt>
                <c:pt idx="2728">
                  <c:v>0.25</c:v>
                </c:pt>
                <c:pt idx="2729">
                  <c:v>0.25</c:v>
                </c:pt>
                <c:pt idx="2730">
                  <c:v>0.25</c:v>
                </c:pt>
                <c:pt idx="2731">
                  <c:v>0.25</c:v>
                </c:pt>
                <c:pt idx="2732">
                  <c:v>0.25</c:v>
                </c:pt>
                <c:pt idx="2733">
                  <c:v>0</c:v>
                </c:pt>
                <c:pt idx="2734">
                  <c:v>0</c:v>
                </c:pt>
                <c:pt idx="2735">
                  <c:v>0</c:v>
                </c:pt>
                <c:pt idx="2736">
                  <c:v>0</c:v>
                </c:pt>
                <c:pt idx="2737">
                  <c:v>0</c:v>
                </c:pt>
                <c:pt idx="2738">
                  <c:v>0</c:v>
                </c:pt>
                <c:pt idx="2739">
                  <c:v>0</c:v>
                </c:pt>
                <c:pt idx="2740">
                  <c:v>0</c:v>
                </c:pt>
                <c:pt idx="2741">
                  <c:v>0</c:v>
                </c:pt>
                <c:pt idx="2742">
                  <c:v>0</c:v>
                </c:pt>
                <c:pt idx="2743">
                  <c:v>0.25</c:v>
                </c:pt>
                <c:pt idx="2744">
                  <c:v>0.25</c:v>
                </c:pt>
                <c:pt idx="2745">
                  <c:v>0.25</c:v>
                </c:pt>
                <c:pt idx="2746">
                  <c:v>0.25</c:v>
                </c:pt>
                <c:pt idx="2747">
                  <c:v>0.25</c:v>
                </c:pt>
                <c:pt idx="2748">
                  <c:v>0.25</c:v>
                </c:pt>
                <c:pt idx="2749">
                  <c:v>0.25</c:v>
                </c:pt>
                <c:pt idx="2750">
                  <c:v>0.25</c:v>
                </c:pt>
                <c:pt idx="2751">
                  <c:v>0.25</c:v>
                </c:pt>
                <c:pt idx="2752">
                  <c:v>0.25</c:v>
                </c:pt>
                <c:pt idx="2753">
                  <c:v>0.25</c:v>
                </c:pt>
                <c:pt idx="2754">
                  <c:v>0.25</c:v>
                </c:pt>
                <c:pt idx="2755">
                  <c:v>0.25</c:v>
                </c:pt>
                <c:pt idx="2756">
                  <c:v>0.25</c:v>
                </c:pt>
                <c:pt idx="2757">
                  <c:v>0</c:v>
                </c:pt>
                <c:pt idx="2758">
                  <c:v>0</c:v>
                </c:pt>
                <c:pt idx="2759">
                  <c:v>0</c:v>
                </c:pt>
                <c:pt idx="2760">
                  <c:v>0</c:v>
                </c:pt>
                <c:pt idx="2761">
                  <c:v>0</c:v>
                </c:pt>
                <c:pt idx="2762">
                  <c:v>0</c:v>
                </c:pt>
                <c:pt idx="2763">
                  <c:v>0</c:v>
                </c:pt>
                <c:pt idx="2764">
                  <c:v>0</c:v>
                </c:pt>
                <c:pt idx="2765">
                  <c:v>0</c:v>
                </c:pt>
                <c:pt idx="2766">
                  <c:v>0</c:v>
                </c:pt>
                <c:pt idx="2767">
                  <c:v>0.25</c:v>
                </c:pt>
                <c:pt idx="2768">
                  <c:v>0.25</c:v>
                </c:pt>
                <c:pt idx="2769">
                  <c:v>0.25</c:v>
                </c:pt>
                <c:pt idx="2770">
                  <c:v>0.25</c:v>
                </c:pt>
                <c:pt idx="2771">
                  <c:v>0.25</c:v>
                </c:pt>
                <c:pt idx="2772">
                  <c:v>0.25</c:v>
                </c:pt>
                <c:pt idx="2773">
                  <c:v>0.25</c:v>
                </c:pt>
                <c:pt idx="2774">
                  <c:v>0.25</c:v>
                </c:pt>
                <c:pt idx="2775">
                  <c:v>0.25</c:v>
                </c:pt>
                <c:pt idx="2776">
                  <c:v>0.25</c:v>
                </c:pt>
                <c:pt idx="2777">
                  <c:v>0.25</c:v>
                </c:pt>
                <c:pt idx="2778">
                  <c:v>0.25</c:v>
                </c:pt>
                <c:pt idx="2779">
                  <c:v>0.25</c:v>
                </c:pt>
                <c:pt idx="2780">
                  <c:v>0.25</c:v>
                </c:pt>
                <c:pt idx="2781">
                  <c:v>0</c:v>
                </c:pt>
                <c:pt idx="2782">
                  <c:v>0</c:v>
                </c:pt>
                <c:pt idx="2783">
                  <c:v>0</c:v>
                </c:pt>
                <c:pt idx="2784">
                  <c:v>0</c:v>
                </c:pt>
                <c:pt idx="2785">
                  <c:v>0</c:v>
                </c:pt>
                <c:pt idx="2786">
                  <c:v>0</c:v>
                </c:pt>
                <c:pt idx="2787">
                  <c:v>0</c:v>
                </c:pt>
                <c:pt idx="2788">
                  <c:v>0</c:v>
                </c:pt>
                <c:pt idx="2789">
                  <c:v>0</c:v>
                </c:pt>
                <c:pt idx="2790">
                  <c:v>0</c:v>
                </c:pt>
                <c:pt idx="2791">
                  <c:v>0.25</c:v>
                </c:pt>
                <c:pt idx="2792">
                  <c:v>0.25</c:v>
                </c:pt>
                <c:pt idx="2793">
                  <c:v>0.25</c:v>
                </c:pt>
                <c:pt idx="2794">
                  <c:v>0.25</c:v>
                </c:pt>
                <c:pt idx="2795">
                  <c:v>0.25</c:v>
                </c:pt>
                <c:pt idx="2796">
                  <c:v>0.25</c:v>
                </c:pt>
                <c:pt idx="2797">
                  <c:v>0.25</c:v>
                </c:pt>
                <c:pt idx="2798">
                  <c:v>0.25</c:v>
                </c:pt>
                <c:pt idx="2799">
                  <c:v>0.25</c:v>
                </c:pt>
                <c:pt idx="2800">
                  <c:v>0.25</c:v>
                </c:pt>
                <c:pt idx="2801">
                  <c:v>0.25</c:v>
                </c:pt>
                <c:pt idx="2802">
                  <c:v>0.25</c:v>
                </c:pt>
                <c:pt idx="2803">
                  <c:v>0.25</c:v>
                </c:pt>
                <c:pt idx="2804">
                  <c:v>0.25</c:v>
                </c:pt>
                <c:pt idx="2805">
                  <c:v>0</c:v>
                </c:pt>
                <c:pt idx="2806">
                  <c:v>0</c:v>
                </c:pt>
                <c:pt idx="2807">
                  <c:v>0</c:v>
                </c:pt>
                <c:pt idx="2808">
                  <c:v>0</c:v>
                </c:pt>
                <c:pt idx="2809">
                  <c:v>0</c:v>
                </c:pt>
                <c:pt idx="2810">
                  <c:v>0</c:v>
                </c:pt>
                <c:pt idx="2811">
                  <c:v>0</c:v>
                </c:pt>
                <c:pt idx="2812">
                  <c:v>0</c:v>
                </c:pt>
                <c:pt idx="2813">
                  <c:v>0</c:v>
                </c:pt>
                <c:pt idx="2814">
                  <c:v>0</c:v>
                </c:pt>
                <c:pt idx="2815">
                  <c:v>0.25</c:v>
                </c:pt>
                <c:pt idx="2816">
                  <c:v>0.25</c:v>
                </c:pt>
                <c:pt idx="2817">
                  <c:v>0.25</c:v>
                </c:pt>
                <c:pt idx="2818">
                  <c:v>0.25</c:v>
                </c:pt>
                <c:pt idx="2819">
                  <c:v>0.25</c:v>
                </c:pt>
                <c:pt idx="2820">
                  <c:v>0.25</c:v>
                </c:pt>
                <c:pt idx="2821">
                  <c:v>0.25</c:v>
                </c:pt>
                <c:pt idx="2822">
                  <c:v>0.25</c:v>
                </c:pt>
                <c:pt idx="2823">
                  <c:v>0.25</c:v>
                </c:pt>
                <c:pt idx="2824">
                  <c:v>0.25</c:v>
                </c:pt>
                <c:pt idx="2825">
                  <c:v>0.25</c:v>
                </c:pt>
                <c:pt idx="2826">
                  <c:v>0.25</c:v>
                </c:pt>
                <c:pt idx="2827">
                  <c:v>0.25</c:v>
                </c:pt>
                <c:pt idx="2828">
                  <c:v>0.25</c:v>
                </c:pt>
                <c:pt idx="2829">
                  <c:v>0</c:v>
                </c:pt>
                <c:pt idx="2830">
                  <c:v>0</c:v>
                </c:pt>
                <c:pt idx="2831">
                  <c:v>0</c:v>
                </c:pt>
                <c:pt idx="2832">
                  <c:v>0</c:v>
                </c:pt>
                <c:pt idx="2833">
                  <c:v>0</c:v>
                </c:pt>
                <c:pt idx="2834">
                  <c:v>0</c:v>
                </c:pt>
                <c:pt idx="2835">
                  <c:v>0</c:v>
                </c:pt>
                <c:pt idx="2836">
                  <c:v>0</c:v>
                </c:pt>
                <c:pt idx="2837">
                  <c:v>0</c:v>
                </c:pt>
                <c:pt idx="2838">
                  <c:v>0</c:v>
                </c:pt>
                <c:pt idx="2839">
                  <c:v>0.25</c:v>
                </c:pt>
                <c:pt idx="2840">
                  <c:v>0.25</c:v>
                </c:pt>
                <c:pt idx="2841">
                  <c:v>0.25</c:v>
                </c:pt>
                <c:pt idx="2842">
                  <c:v>0.25</c:v>
                </c:pt>
                <c:pt idx="2843">
                  <c:v>0.25</c:v>
                </c:pt>
                <c:pt idx="2844">
                  <c:v>0.25</c:v>
                </c:pt>
                <c:pt idx="2845">
                  <c:v>0.25</c:v>
                </c:pt>
                <c:pt idx="2846">
                  <c:v>0.25</c:v>
                </c:pt>
                <c:pt idx="2847">
                  <c:v>0.25</c:v>
                </c:pt>
                <c:pt idx="2848">
                  <c:v>0.25</c:v>
                </c:pt>
                <c:pt idx="2849">
                  <c:v>0.25</c:v>
                </c:pt>
                <c:pt idx="2850">
                  <c:v>0.25</c:v>
                </c:pt>
                <c:pt idx="2851">
                  <c:v>0.25</c:v>
                </c:pt>
                <c:pt idx="2852">
                  <c:v>0.25</c:v>
                </c:pt>
                <c:pt idx="2853">
                  <c:v>0</c:v>
                </c:pt>
                <c:pt idx="2854">
                  <c:v>0</c:v>
                </c:pt>
                <c:pt idx="2855">
                  <c:v>0</c:v>
                </c:pt>
                <c:pt idx="2856">
                  <c:v>0</c:v>
                </c:pt>
                <c:pt idx="2857">
                  <c:v>0</c:v>
                </c:pt>
                <c:pt idx="2858">
                  <c:v>0</c:v>
                </c:pt>
                <c:pt idx="2859">
                  <c:v>0</c:v>
                </c:pt>
                <c:pt idx="2860">
                  <c:v>0</c:v>
                </c:pt>
                <c:pt idx="2861">
                  <c:v>0</c:v>
                </c:pt>
                <c:pt idx="2862">
                  <c:v>0</c:v>
                </c:pt>
                <c:pt idx="2863">
                  <c:v>0.25</c:v>
                </c:pt>
                <c:pt idx="2864">
                  <c:v>0.25</c:v>
                </c:pt>
                <c:pt idx="2865">
                  <c:v>0.25</c:v>
                </c:pt>
                <c:pt idx="2866">
                  <c:v>0.25</c:v>
                </c:pt>
                <c:pt idx="2867">
                  <c:v>0.25</c:v>
                </c:pt>
                <c:pt idx="2868">
                  <c:v>0.25</c:v>
                </c:pt>
                <c:pt idx="2869">
                  <c:v>0.25</c:v>
                </c:pt>
                <c:pt idx="2870">
                  <c:v>0.25</c:v>
                </c:pt>
                <c:pt idx="2871">
                  <c:v>0.25</c:v>
                </c:pt>
                <c:pt idx="2872">
                  <c:v>0.25</c:v>
                </c:pt>
                <c:pt idx="2873">
                  <c:v>0.25</c:v>
                </c:pt>
                <c:pt idx="2874">
                  <c:v>0.25</c:v>
                </c:pt>
                <c:pt idx="2875">
                  <c:v>0.25</c:v>
                </c:pt>
                <c:pt idx="2876">
                  <c:v>0.25</c:v>
                </c:pt>
                <c:pt idx="2877">
                  <c:v>0</c:v>
                </c:pt>
                <c:pt idx="2878">
                  <c:v>0</c:v>
                </c:pt>
                <c:pt idx="2879">
                  <c:v>0</c:v>
                </c:pt>
                <c:pt idx="2880">
                  <c:v>0</c:v>
                </c:pt>
                <c:pt idx="2881">
                  <c:v>0</c:v>
                </c:pt>
                <c:pt idx="2882">
                  <c:v>0</c:v>
                </c:pt>
                <c:pt idx="2883">
                  <c:v>0</c:v>
                </c:pt>
                <c:pt idx="2884">
                  <c:v>0</c:v>
                </c:pt>
                <c:pt idx="2885">
                  <c:v>0</c:v>
                </c:pt>
                <c:pt idx="2886">
                  <c:v>0</c:v>
                </c:pt>
                <c:pt idx="2887">
                  <c:v>0.25</c:v>
                </c:pt>
                <c:pt idx="2888">
                  <c:v>0.25</c:v>
                </c:pt>
                <c:pt idx="2889">
                  <c:v>0.25</c:v>
                </c:pt>
                <c:pt idx="2890">
                  <c:v>0.26959899999999998</c:v>
                </c:pt>
                <c:pt idx="2891">
                  <c:v>0.28417100000000001</c:v>
                </c:pt>
                <c:pt idx="2892">
                  <c:v>0.34623399999999999</c:v>
                </c:pt>
                <c:pt idx="2893">
                  <c:v>0.25</c:v>
                </c:pt>
                <c:pt idx="2894">
                  <c:v>0.25</c:v>
                </c:pt>
                <c:pt idx="2895">
                  <c:v>0.28253200000000001</c:v>
                </c:pt>
                <c:pt idx="2896">
                  <c:v>0.25</c:v>
                </c:pt>
                <c:pt idx="2897">
                  <c:v>0.25</c:v>
                </c:pt>
                <c:pt idx="2898">
                  <c:v>0.25</c:v>
                </c:pt>
                <c:pt idx="2899">
                  <c:v>0.25</c:v>
                </c:pt>
                <c:pt idx="2900">
                  <c:v>0.25</c:v>
                </c:pt>
                <c:pt idx="2901">
                  <c:v>0</c:v>
                </c:pt>
                <c:pt idx="2902">
                  <c:v>0</c:v>
                </c:pt>
                <c:pt idx="2903">
                  <c:v>0</c:v>
                </c:pt>
                <c:pt idx="2904">
                  <c:v>0</c:v>
                </c:pt>
                <c:pt idx="2905">
                  <c:v>0</c:v>
                </c:pt>
                <c:pt idx="2906">
                  <c:v>0</c:v>
                </c:pt>
                <c:pt idx="2907">
                  <c:v>0</c:v>
                </c:pt>
                <c:pt idx="2908">
                  <c:v>0</c:v>
                </c:pt>
                <c:pt idx="2909">
                  <c:v>0</c:v>
                </c:pt>
                <c:pt idx="2910">
                  <c:v>0</c:v>
                </c:pt>
                <c:pt idx="2911">
                  <c:v>0.25</c:v>
                </c:pt>
                <c:pt idx="2912">
                  <c:v>0.25</c:v>
                </c:pt>
                <c:pt idx="2913">
                  <c:v>0.25</c:v>
                </c:pt>
                <c:pt idx="2914">
                  <c:v>0.25</c:v>
                </c:pt>
                <c:pt idx="2915">
                  <c:v>0.25</c:v>
                </c:pt>
                <c:pt idx="2916">
                  <c:v>0.25356400000000001</c:v>
                </c:pt>
                <c:pt idx="2917">
                  <c:v>0.25</c:v>
                </c:pt>
                <c:pt idx="2918">
                  <c:v>0.25</c:v>
                </c:pt>
                <c:pt idx="2919">
                  <c:v>0.25</c:v>
                </c:pt>
                <c:pt idx="2920">
                  <c:v>0.25</c:v>
                </c:pt>
                <c:pt idx="2921">
                  <c:v>0.25</c:v>
                </c:pt>
                <c:pt idx="2922">
                  <c:v>0.25</c:v>
                </c:pt>
                <c:pt idx="2923">
                  <c:v>0.25</c:v>
                </c:pt>
                <c:pt idx="2924">
                  <c:v>0.25</c:v>
                </c:pt>
                <c:pt idx="2925">
                  <c:v>0</c:v>
                </c:pt>
                <c:pt idx="2926">
                  <c:v>0</c:v>
                </c:pt>
                <c:pt idx="2927">
                  <c:v>0</c:v>
                </c:pt>
                <c:pt idx="2928">
                  <c:v>0</c:v>
                </c:pt>
                <c:pt idx="2929">
                  <c:v>0</c:v>
                </c:pt>
                <c:pt idx="2930">
                  <c:v>0</c:v>
                </c:pt>
                <c:pt idx="2931">
                  <c:v>0</c:v>
                </c:pt>
                <c:pt idx="2932">
                  <c:v>0</c:v>
                </c:pt>
                <c:pt idx="2933">
                  <c:v>0</c:v>
                </c:pt>
                <c:pt idx="2934">
                  <c:v>0</c:v>
                </c:pt>
                <c:pt idx="2935">
                  <c:v>0.25</c:v>
                </c:pt>
                <c:pt idx="2936">
                  <c:v>0.25</c:v>
                </c:pt>
                <c:pt idx="2937">
                  <c:v>0.25</c:v>
                </c:pt>
                <c:pt idx="2938">
                  <c:v>0.25</c:v>
                </c:pt>
                <c:pt idx="2939">
                  <c:v>0.25</c:v>
                </c:pt>
                <c:pt idx="2940">
                  <c:v>0.25</c:v>
                </c:pt>
                <c:pt idx="2941">
                  <c:v>0.25</c:v>
                </c:pt>
                <c:pt idx="2942">
                  <c:v>0.25</c:v>
                </c:pt>
                <c:pt idx="2943">
                  <c:v>0.25</c:v>
                </c:pt>
                <c:pt idx="2944">
                  <c:v>0.25</c:v>
                </c:pt>
                <c:pt idx="2945">
                  <c:v>0.25</c:v>
                </c:pt>
                <c:pt idx="2946">
                  <c:v>0.25</c:v>
                </c:pt>
                <c:pt idx="2947">
                  <c:v>0.25</c:v>
                </c:pt>
                <c:pt idx="2948">
                  <c:v>0.25</c:v>
                </c:pt>
                <c:pt idx="2949">
                  <c:v>0</c:v>
                </c:pt>
                <c:pt idx="2950">
                  <c:v>0</c:v>
                </c:pt>
                <c:pt idx="2951">
                  <c:v>0</c:v>
                </c:pt>
                <c:pt idx="2952">
                  <c:v>0</c:v>
                </c:pt>
                <c:pt idx="2953">
                  <c:v>0</c:v>
                </c:pt>
                <c:pt idx="2954">
                  <c:v>0</c:v>
                </c:pt>
                <c:pt idx="2955">
                  <c:v>0</c:v>
                </c:pt>
                <c:pt idx="2956">
                  <c:v>0</c:v>
                </c:pt>
                <c:pt idx="2957">
                  <c:v>0</c:v>
                </c:pt>
                <c:pt idx="2958">
                  <c:v>0</c:v>
                </c:pt>
                <c:pt idx="2959">
                  <c:v>0.25</c:v>
                </c:pt>
                <c:pt idx="2960">
                  <c:v>0.25</c:v>
                </c:pt>
                <c:pt idx="2961">
                  <c:v>0.25</c:v>
                </c:pt>
                <c:pt idx="2962">
                  <c:v>0.25</c:v>
                </c:pt>
                <c:pt idx="2963">
                  <c:v>0.25</c:v>
                </c:pt>
                <c:pt idx="2964">
                  <c:v>0.25</c:v>
                </c:pt>
                <c:pt idx="2965">
                  <c:v>0.25</c:v>
                </c:pt>
                <c:pt idx="2966">
                  <c:v>0.25</c:v>
                </c:pt>
                <c:pt idx="2967">
                  <c:v>0.25</c:v>
                </c:pt>
                <c:pt idx="2968">
                  <c:v>0.25</c:v>
                </c:pt>
                <c:pt idx="2969">
                  <c:v>0.25</c:v>
                </c:pt>
                <c:pt idx="2970">
                  <c:v>0.25</c:v>
                </c:pt>
                <c:pt idx="2971">
                  <c:v>0.25</c:v>
                </c:pt>
                <c:pt idx="2972">
                  <c:v>0.25</c:v>
                </c:pt>
                <c:pt idx="2973">
                  <c:v>0</c:v>
                </c:pt>
                <c:pt idx="2974">
                  <c:v>0</c:v>
                </c:pt>
                <c:pt idx="2975">
                  <c:v>0</c:v>
                </c:pt>
                <c:pt idx="2976">
                  <c:v>0</c:v>
                </c:pt>
                <c:pt idx="2977">
                  <c:v>0</c:v>
                </c:pt>
                <c:pt idx="2978">
                  <c:v>0</c:v>
                </c:pt>
                <c:pt idx="2979">
                  <c:v>0</c:v>
                </c:pt>
                <c:pt idx="2980">
                  <c:v>0</c:v>
                </c:pt>
                <c:pt idx="2981">
                  <c:v>0</c:v>
                </c:pt>
                <c:pt idx="2982">
                  <c:v>0</c:v>
                </c:pt>
                <c:pt idx="2983">
                  <c:v>0.25</c:v>
                </c:pt>
                <c:pt idx="2984">
                  <c:v>0.25</c:v>
                </c:pt>
                <c:pt idx="2985">
                  <c:v>0.25</c:v>
                </c:pt>
                <c:pt idx="2986">
                  <c:v>0.25</c:v>
                </c:pt>
                <c:pt idx="2987">
                  <c:v>0.25</c:v>
                </c:pt>
                <c:pt idx="2988">
                  <c:v>0.25</c:v>
                </c:pt>
                <c:pt idx="2989">
                  <c:v>0.25</c:v>
                </c:pt>
                <c:pt idx="2990">
                  <c:v>0.25</c:v>
                </c:pt>
                <c:pt idx="2991">
                  <c:v>0.25</c:v>
                </c:pt>
                <c:pt idx="2992">
                  <c:v>0.25</c:v>
                </c:pt>
                <c:pt idx="2993">
                  <c:v>0.25</c:v>
                </c:pt>
                <c:pt idx="2994">
                  <c:v>0.25</c:v>
                </c:pt>
                <c:pt idx="2995">
                  <c:v>0.25</c:v>
                </c:pt>
                <c:pt idx="2996">
                  <c:v>0.25</c:v>
                </c:pt>
                <c:pt idx="2997">
                  <c:v>0</c:v>
                </c:pt>
                <c:pt idx="2998">
                  <c:v>0</c:v>
                </c:pt>
                <c:pt idx="2999">
                  <c:v>0</c:v>
                </c:pt>
                <c:pt idx="3000">
                  <c:v>0</c:v>
                </c:pt>
                <c:pt idx="3001">
                  <c:v>0</c:v>
                </c:pt>
                <c:pt idx="3002">
                  <c:v>0</c:v>
                </c:pt>
                <c:pt idx="3003">
                  <c:v>0</c:v>
                </c:pt>
                <c:pt idx="3004">
                  <c:v>0</c:v>
                </c:pt>
                <c:pt idx="3005">
                  <c:v>0</c:v>
                </c:pt>
                <c:pt idx="3006">
                  <c:v>0</c:v>
                </c:pt>
                <c:pt idx="3007">
                  <c:v>0.25</c:v>
                </c:pt>
                <c:pt idx="3008">
                  <c:v>0.25</c:v>
                </c:pt>
                <c:pt idx="3009">
                  <c:v>0.25</c:v>
                </c:pt>
                <c:pt idx="3010">
                  <c:v>0.25</c:v>
                </c:pt>
                <c:pt idx="3011">
                  <c:v>0.25</c:v>
                </c:pt>
                <c:pt idx="3012">
                  <c:v>0.25</c:v>
                </c:pt>
                <c:pt idx="3013">
                  <c:v>0.25</c:v>
                </c:pt>
                <c:pt idx="3014">
                  <c:v>0.25</c:v>
                </c:pt>
                <c:pt idx="3015">
                  <c:v>0.25</c:v>
                </c:pt>
                <c:pt idx="3016">
                  <c:v>0.25</c:v>
                </c:pt>
                <c:pt idx="3017">
                  <c:v>0.25</c:v>
                </c:pt>
                <c:pt idx="3018">
                  <c:v>0.25</c:v>
                </c:pt>
                <c:pt idx="3019">
                  <c:v>0.25</c:v>
                </c:pt>
                <c:pt idx="3020">
                  <c:v>0.25</c:v>
                </c:pt>
                <c:pt idx="3021">
                  <c:v>0</c:v>
                </c:pt>
                <c:pt idx="3022">
                  <c:v>0</c:v>
                </c:pt>
                <c:pt idx="3023">
                  <c:v>0</c:v>
                </c:pt>
                <c:pt idx="3024">
                  <c:v>0</c:v>
                </c:pt>
                <c:pt idx="3025">
                  <c:v>0</c:v>
                </c:pt>
                <c:pt idx="3026">
                  <c:v>0</c:v>
                </c:pt>
                <c:pt idx="3027">
                  <c:v>0</c:v>
                </c:pt>
                <c:pt idx="3028">
                  <c:v>0</c:v>
                </c:pt>
                <c:pt idx="3029">
                  <c:v>0</c:v>
                </c:pt>
                <c:pt idx="3030">
                  <c:v>0</c:v>
                </c:pt>
                <c:pt idx="3031">
                  <c:v>0.25</c:v>
                </c:pt>
                <c:pt idx="3032">
                  <c:v>0.25</c:v>
                </c:pt>
                <c:pt idx="3033">
                  <c:v>0.25</c:v>
                </c:pt>
                <c:pt idx="3034">
                  <c:v>0.25</c:v>
                </c:pt>
                <c:pt idx="3035">
                  <c:v>0.25</c:v>
                </c:pt>
                <c:pt idx="3036">
                  <c:v>0.25</c:v>
                </c:pt>
                <c:pt idx="3037">
                  <c:v>0.25</c:v>
                </c:pt>
                <c:pt idx="3038">
                  <c:v>0.25</c:v>
                </c:pt>
                <c:pt idx="3039">
                  <c:v>0.25</c:v>
                </c:pt>
                <c:pt idx="3040">
                  <c:v>0.25</c:v>
                </c:pt>
                <c:pt idx="3041">
                  <c:v>0.25</c:v>
                </c:pt>
                <c:pt idx="3042">
                  <c:v>0.25</c:v>
                </c:pt>
                <c:pt idx="3043">
                  <c:v>0.25</c:v>
                </c:pt>
                <c:pt idx="3044">
                  <c:v>0.25</c:v>
                </c:pt>
                <c:pt idx="3045">
                  <c:v>0</c:v>
                </c:pt>
                <c:pt idx="3046">
                  <c:v>0</c:v>
                </c:pt>
                <c:pt idx="3047">
                  <c:v>0</c:v>
                </c:pt>
                <c:pt idx="3048">
                  <c:v>0</c:v>
                </c:pt>
                <c:pt idx="3049">
                  <c:v>0</c:v>
                </c:pt>
                <c:pt idx="3050">
                  <c:v>0</c:v>
                </c:pt>
                <c:pt idx="3051">
                  <c:v>0</c:v>
                </c:pt>
                <c:pt idx="3052">
                  <c:v>0</c:v>
                </c:pt>
                <c:pt idx="3053">
                  <c:v>0</c:v>
                </c:pt>
                <c:pt idx="3054">
                  <c:v>0</c:v>
                </c:pt>
                <c:pt idx="3055">
                  <c:v>0.25</c:v>
                </c:pt>
                <c:pt idx="3056">
                  <c:v>0.25</c:v>
                </c:pt>
                <c:pt idx="3057">
                  <c:v>0.25</c:v>
                </c:pt>
                <c:pt idx="3058">
                  <c:v>0.25</c:v>
                </c:pt>
                <c:pt idx="3059">
                  <c:v>0.25</c:v>
                </c:pt>
                <c:pt idx="3060">
                  <c:v>0.25</c:v>
                </c:pt>
                <c:pt idx="3061">
                  <c:v>0.25</c:v>
                </c:pt>
                <c:pt idx="3062">
                  <c:v>0.25</c:v>
                </c:pt>
                <c:pt idx="3063">
                  <c:v>0.25</c:v>
                </c:pt>
                <c:pt idx="3064">
                  <c:v>0.25</c:v>
                </c:pt>
                <c:pt idx="3065">
                  <c:v>0.25</c:v>
                </c:pt>
                <c:pt idx="3066">
                  <c:v>0.25</c:v>
                </c:pt>
                <c:pt idx="3067">
                  <c:v>0.25</c:v>
                </c:pt>
                <c:pt idx="3068">
                  <c:v>0.25</c:v>
                </c:pt>
                <c:pt idx="3069">
                  <c:v>0</c:v>
                </c:pt>
                <c:pt idx="3070">
                  <c:v>0</c:v>
                </c:pt>
                <c:pt idx="3071">
                  <c:v>0</c:v>
                </c:pt>
                <c:pt idx="3072">
                  <c:v>0</c:v>
                </c:pt>
                <c:pt idx="3073">
                  <c:v>0</c:v>
                </c:pt>
                <c:pt idx="3074">
                  <c:v>0</c:v>
                </c:pt>
                <c:pt idx="3075">
                  <c:v>0</c:v>
                </c:pt>
                <c:pt idx="3076">
                  <c:v>0</c:v>
                </c:pt>
                <c:pt idx="3077">
                  <c:v>0</c:v>
                </c:pt>
                <c:pt idx="3078">
                  <c:v>0</c:v>
                </c:pt>
                <c:pt idx="3079">
                  <c:v>0.25</c:v>
                </c:pt>
                <c:pt idx="3080">
                  <c:v>0.25</c:v>
                </c:pt>
                <c:pt idx="3081">
                  <c:v>0.25</c:v>
                </c:pt>
                <c:pt idx="3082">
                  <c:v>0.25</c:v>
                </c:pt>
                <c:pt idx="3083">
                  <c:v>0.25</c:v>
                </c:pt>
                <c:pt idx="3084">
                  <c:v>0.25</c:v>
                </c:pt>
                <c:pt idx="3085">
                  <c:v>0.25</c:v>
                </c:pt>
                <c:pt idx="3086">
                  <c:v>0.25</c:v>
                </c:pt>
                <c:pt idx="3087">
                  <c:v>0.25</c:v>
                </c:pt>
                <c:pt idx="3088">
                  <c:v>0.25</c:v>
                </c:pt>
                <c:pt idx="3089">
                  <c:v>0.25</c:v>
                </c:pt>
                <c:pt idx="3090">
                  <c:v>0.25</c:v>
                </c:pt>
                <c:pt idx="3091">
                  <c:v>0.25</c:v>
                </c:pt>
                <c:pt idx="3092">
                  <c:v>0.25</c:v>
                </c:pt>
                <c:pt idx="3093">
                  <c:v>0</c:v>
                </c:pt>
                <c:pt idx="3094">
                  <c:v>0</c:v>
                </c:pt>
                <c:pt idx="3095">
                  <c:v>0</c:v>
                </c:pt>
                <c:pt idx="3096">
                  <c:v>0</c:v>
                </c:pt>
                <c:pt idx="3097">
                  <c:v>0</c:v>
                </c:pt>
                <c:pt idx="3098">
                  <c:v>0</c:v>
                </c:pt>
                <c:pt idx="3099">
                  <c:v>0</c:v>
                </c:pt>
                <c:pt idx="3100">
                  <c:v>0</c:v>
                </c:pt>
                <c:pt idx="3101">
                  <c:v>0</c:v>
                </c:pt>
                <c:pt idx="3102">
                  <c:v>0</c:v>
                </c:pt>
                <c:pt idx="3103">
                  <c:v>0.25</c:v>
                </c:pt>
                <c:pt idx="3104">
                  <c:v>0.25</c:v>
                </c:pt>
                <c:pt idx="3105">
                  <c:v>0.30981300000000001</c:v>
                </c:pt>
                <c:pt idx="3106">
                  <c:v>0.38680999999999999</c:v>
                </c:pt>
                <c:pt idx="3107">
                  <c:v>0.35750999999999999</c:v>
                </c:pt>
                <c:pt idx="3108">
                  <c:v>0.389845</c:v>
                </c:pt>
                <c:pt idx="3109">
                  <c:v>0.267009</c:v>
                </c:pt>
                <c:pt idx="3110">
                  <c:v>0.25192700000000001</c:v>
                </c:pt>
                <c:pt idx="3111">
                  <c:v>0.29727100000000001</c:v>
                </c:pt>
                <c:pt idx="3112">
                  <c:v>0.25</c:v>
                </c:pt>
                <c:pt idx="3113">
                  <c:v>0.25</c:v>
                </c:pt>
                <c:pt idx="3114">
                  <c:v>0.25</c:v>
                </c:pt>
                <c:pt idx="3115">
                  <c:v>0.25</c:v>
                </c:pt>
                <c:pt idx="3116">
                  <c:v>0.25</c:v>
                </c:pt>
                <c:pt idx="3117">
                  <c:v>0</c:v>
                </c:pt>
                <c:pt idx="3118">
                  <c:v>0</c:v>
                </c:pt>
                <c:pt idx="3119">
                  <c:v>0</c:v>
                </c:pt>
                <c:pt idx="3120">
                  <c:v>0</c:v>
                </c:pt>
                <c:pt idx="3121">
                  <c:v>0</c:v>
                </c:pt>
                <c:pt idx="3122">
                  <c:v>0</c:v>
                </c:pt>
                <c:pt idx="3123">
                  <c:v>0</c:v>
                </c:pt>
                <c:pt idx="3124">
                  <c:v>0</c:v>
                </c:pt>
                <c:pt idx="3125">
                  <c:v>0</c:v>
                </c:pt>
                <c:pt idx="3126">
                  <c:v>0</c:v>
                </c:pt>
                <c:pt idx="3127">
                  <c:v>0.25</c:v>
                </c:pt>
                <c:pt idx="3128">
                  <c:v>0.25</c:v>
                </c:pt>
                <c:pt idx="3129">
                  <c:v>0.26697199999999999</c:v>
                </c:pt>
                <c:pt idx="3130">
                  <c:v>0.36642999999999998</c:v>
                </c:pt>
                <c:pt idx="3131">
                  <c:v>0.33392899999999998</c:v>
                </c:pt>
                <c:pt idx="3132">
                  <c:v>0.36388599999999999</c:v>
                </c:pt>
                <c:pt idx="3133">
                  <c:v>0.25</c:v>
                </c:pt>
                <c:pt idx="3134">
                  <c:v>0.25346099999999999</c:v>
                </c:pt>
                <c:pt idx="3135">
                  <c:v>0.28139900000000001</c:v>
                </c:pt>
                <c:pt idx="3136">
                  <c:v>0.25715300000000002</c:v>
                </c:pt>
                <c:pt idx="3137">
                  <c:v>0.25</c:v>
                </c:pt>
                <c:pt idx="3138">
                  <c:v>0.25</c:v>
                </c:pt>
                <c:pt idx="3139">
                  <c:v>0.25</c:v>
                </c:pt>
                <c:pt idx="3140">
                  <c:v>0.25</c:v>
                </c:pt>
                <c:pt idx="3141">
                  <c:v>0</c:v>
                </c:pt>
                <c:pt idx="3142">
                  <c:v>0</c:v>
                </c:pt>
                <c:pt idx="3143">
                  <c:v>0</c:v>
                </c:pt>
                <c:pt idx="3144">
                  <c:v>0</c:v>
                </c:pt>
                <c:pt idx="3145">
                  <c:v>0</c:v>
                </c:pt>
                <c:pt idx="3146">
                  <c:v>0</c:v>
                </c:pt>
                <c:pt idx="3147">
                  <c:v>0</c:v>
                </c:pt>
                <c:pt idx="3148">
                  <c:v>0</c:v>
                </c:pt>
                <c:pt idx="3149">
                  <c:v>0</c:v>
                </c:pt>
                <c:pt idx="3150">
                  <c:v>0</c:v>
                </c:pt>
                <c:pt idx="3151">
                  <c:v>0.25</c:v>
                </c:pt>
                <c:pt idx="3152">
                  <c:v>0.25</c:v>
                </c:pt>
                <c:pt idx="3153">
                  <c:v>0.25</c:v>
                </c:pt>
                <c:pt idx="3154">
                  <c:v>0.30836400000000003</c:v>
                </c:pt>
                <c:pt idx="3155">
                  <c:v>0.315776</c:v>
                </c:pt>
                <c:pt idx="3156">
                  <c:v>0.42390299999999997</c:v>
                </c:pt>
                <c:pt idx="3157">
                  <c:v>0.33447900000000003</c:v>
                </c:pt>
                <c:pt idx="3158">
                  <c:v>0.272839</c:v>
                </c:pt>
                <c:pt idx="3159">
                  <c:v>0.34568399999999999</c:v>
                </c:pt>
                <c:pt idx="3160">
                  <c:v>0.30274499999999999</c:v>
                </c:pt>
                <c:pt idx="3161">
                  <c:v>0.25</c:v>
                </c:pt>
                <c:pt idx="3162">
                  <c:v>0.25</c:v>
                </c:pt>
                <c:pt idx="3163">
                  <c:v>0.25</c:v>
                </c:pt>
                <c:pt idx="3164">
                  <c:v>0.25</c:v>
                </c:pt>
                <c:pt idx="3165">
                  <c:v>0</c:v>
                </c:pt>
                <c:pt idx="3166">
                  <c:v>0</c:v>
                </c:pt>
                <c:pt idx="3167">
                  <c:v>0</c:v>
                </c:pt>
                <c:pt idx="3168">
                  <c:v>0</c:v>
                </c:pt>
                <c:pt idx="3169">
                  <c:v>0</c:v>
                </c:pt>
                <c:pt idx="3170">
                  <c:v>0</c:v>
                </c:pt>
                <c:pt idx="3171">
                  <c:v>0</c:v>
                </c:pt>
                <c:pt idx="3172">
                  <c:v>0</c:v>
                </c:pt>
                <c:pt idx="3173">
                  <c:v>0</c:v>
                </c:pt>
                <c:pt idx="3174">
                  <c:v>0</c:v>
                </c:pt>
                <c:pt idx="3175">
                  <c:v>0.25</c:v>
                </c:pt>
                <c:pt idx="3176">
                  <c:v>0.25</c:v>
                </c:pt>
                <c:pt idx="3177">
                  <c:v>0.25</c:v>
                </c:pt>
                <c:pt idx="3178">
                  <c:v>0.28388400000000003</c:v>
                </c:pt>
                <c:pt idx="3179">
                  <c:v>0.268901</c:v>
                </c:pt>
                <c:pt idx="3180">
                  <c:v>0.35213800000000001</c:v>
                </c:pt>
                <c:pt idx="3181">
                  <c:v>0.26371699999999998</c:v>
                </c:pt>
                <c:pt idx="3182">
                  <c:v>0.27334399999999998</c:v>
                </c:pt>
                <c:pt idx="3183">
                  <c:v>0.325818</c:v>
                </c:pt>
                <c:pt idx="3184">
                  <c:v>0.27038000000000001</c:v>
                </c:pt>
                <c:pt idx="3185">
                  <c:v>0.25</c:v>
                </c:pt>
                <c:pt idx="3186">
                  <c:v>0.25</c:v>
                </c:pt>
                <c:pt idx="3187">
                  <c:v>0.25</c:v>
                </c:pt>
                <c:pt idx="3188">
                  <c:v>0.25</c:v>
                </c:pt>
                <c:pt idx="3189">
                  <c:v>0</c:v>
                </c:pt>
                <c:pt idx="3190">
                  <c:v>0</c:v>
                </c:pt>
                <c:pt idx="3191">
                  <c:v>0</c:v>
                </c:pt>
                <c:pt idx="3192">
                  <c:v>0</c:v>
                </c:pt>
                <c:pt idx="3193">
                  <c:v>0</c:v>
                </c:pt>
                <c:pt idx="3194">
                  <c:v>0</c:v>
                </c:pt>
                <c:pt idx="3195">
                  <c:v>0</c:v>
                </c:pt>
                <c:pt idx="3196">
                  <c:v>0</c:v>
                </c:pt>
                <c:pt idx="3197">
                  <c:v>0</c:v>
                </c:pt>
                <c:pt idx="3198">
                  <c:v>0</c:v>
                </c:pt>
                <c:pt idx="3199">
                  <c:v>0.25</c:v>
                </c:pt>
                <c:pt idx="3200">
                  <c:v>0.25</c:v>
                </c:pt>
                <c:pt idx="3201">
                  <c:v>0.252967</c:v>
                </c:pt>
                <c:pt idx="3202">
                  <c:v>0.37664999999999998</c:v>
                </c:pt>
                <c:pt idx="3203">
                  <c:v>0.31042500000000001</c:v>
                </c:pt>
                <c:pt idx="3204">
                  <c:v>0.34783199999999997</c:v>
                </c:pt>
                <c:pt idx="3205">
                  <c:v>0.25911200000000001</c:v>
                </c:pt>
                <c:pt idx="3206">
                  <c:v>0.25</c:v>
                </c:pt>
                <c:pt idx="3207">
                  <c:v>0.274538</c:v>
                </c:pt>
                <c:pt idx="3208">
                  <c:v>0.25</c:v>
                </c:pt>
                <c:pt idx="3209">
                  <c:v>0.25</c:v>
                </c:pt>
                <c:pt idx="3210">
                  <c:v>0.25</c:v>
                </c:pt>
                <c:pt idx="3211">
                  <c:v>0.25</c:v>
                </c:pt>
                <c:pt idx="3212">
                  <c:v>0.25</c:v>
                </c:pt>
                <c:pt idx="3213">
                  <c:v>0</c:v>
                </c:pt>
                <c:pt idx="3214">
                  <c:v>0</c:v>
                </c:pt>
                <c:pt idx="3215">
                  <c:v>0</c:v>
                </c:pt>
                <c:pt idx="3216">
                  <c:v>0</c:v>
                </c:pt>
                <c:pt idx="3217">
                  <c:v>0</c:v>
                </c:pt>
                <c:pt idx="3218">
                  <c:v>0</c:v>
                </c:pt>
                <c:pt idx="3219">
                  <c:v>0</c:v>
                </c:pt>
                <c:pt idx="3220">
                  <c:v>0</c:v>
                </c:pt>
                <c:pt idx="3221">
                  <c:v>0</c:v>
                </c:pt>
                <c:pt idx="3222">
                  <c:v>0</c:v>
                </c:pt>
                <c:pt idx="3223">
                  <c:v>0.25</c:v>
                </c:pt>
                <c:pt idx="3224">
                  <c:v>0.25</c:v>
                </c:pt>
                <c:pt idx="3225">
                  <c:v>0.25</c:v>
                </c:pt>
                <c:pt idx="3226">
                  <c:v>0.26697300000000002</c:v>
                </c:pt>
                <c:pt idx="3227">
                  <c:v>0.25871</c:v>
                </c:pt>
                <c:pt idx="3228">
                  <c:v>0.29246299999999997</c:v>
                </c:pt>
                <c:pt idx="3229">
                  <c:v>0.25</c:v>
                </c:pt>
                <c:pt idx="3230">
                  <c:v>0.25</c:v>
                </c:pt>
                <c:pt idx="3231">
                  <c:v>0.25</c:v>
                </c:pt>
                <c:pt idx="3232">
                  <c:v>0.25</c:v>
                </c:pt>
                <c:pt idx="3233">
                  <c:v>0.25</c:v>
                </c:pt>
                <c:pt idx="3234">
                  <c:v>0.25</c:v>
                </c:pt>
                <c:pt idx="3235">
                  <c:v>0.25</c:v>
                </c:pt>
                <c:pt idx="3236">
                  <c:v>0.25</c:v>
                </c:pt>
                <c:pt idx="3237">
                  <c:v>0</c:v>
                </c:pt>
                <c:pt idx="3238">
                  <c:v>0</c:v>
                </c:pt>
                <c:pt idx="3239">
                  <c:v>0</c:v>
                </c:pt>
                <c:pt idx="3240">
                  <c:v>0</c:v>
                </c:pt>
                <c:pt idx="3241">
                  <c:v>0</c:v>
                </c:pt>
                <c:pt idx="3242">
                  <c:v>0</c:v>
                </c:pt>
                <c:pt idx="3243">
                  <c:v>0</c:v>
                </c:pt>
                <c:pt idx="3244">
                  <c:v>0</c:v>
                </c:pt>
                <c:pt idx="3245">
                  <c:v>0</c:v>
                </c:pt>
                <c:pt idx="3246">
                  <c:v>0</c:v>
                </c:pt>
                <c:pt idx="3247">
                  <c:v>0.25</c:v>
                </c:pt>
                <c:pt idx="3248">
                  <c:v>0.25</c:v>
                </c:pt>
                <c:pt idx="3249">
                  <c:v>0.25</c:v>
                </c:pt>
                <c:pt idx="3250">
                  <c:v>0.25</c:v>
                </c:pt>
                <c:pt idx="3251">
                  <c:v>0.25</c:v>
                </c:pt>
                <c:pt idx="3252">
                  <c:v>0.27134900000000001</c:v>
                </c:pt>
                <c:pt idx="3253">
                  <c:v>0.25</c:v>
                </c:pt>
                <c:pt idx="3254">
                  <c:v>0.25</c:v>
                </c:pt>
                <c:pt idx="3255">
                  <c:v>0.25</c:v>
                </c:pt>
                <c:pt idx="3256">
                  <c:v>0.25</c:v>
                </c:pt>
                <c:pt idx="3257">
                  <c:v>0.25</c:v>
                </c:pt>
                <c:pt idx="3258">
                  <c:v>0.25</c:v>
                </c:pt>
                <c:pt idx="3259">
                  <c:v>0.25</c:v>
                </c:pt>
                <c:pt idx="3260">
                  <c:v>0.25</c:v>
                </c:pt>
                <c:pt idx="3261">
                  <c:v>0</c:v>
                </c:pt>
                <c:pt idx="3262">
                  <c:v>0</c:v>
                </c:pt>
                <c:pt idx="3263">
                  <c:v>0</c:v>
                </c:pt>
                <c:pt idx="3264">
                  <c:v>0</c:v>
                </c:pt>
                <c:pt idx="3265">
                  <c:v>0</c:v>
                </c:pt>
                <c:pt idx="3266">
                  <c:v>0</c:v>
                </c:pt>
                <c:pt idx="3267">
                  <c:v>0</c:v>
                </c:pt>
                <c:pt idx="3268">
                  <c:v>0</c:v>
                </c:pt>
                <c:pt idx="3269">
                  <c:v>0</c:v>
                </c:pt>
                <c:pt idx="3270">
                  <c:v>0</c:v>
                </c:pt>
                <c:pt idx="3271">
                  <c:v>0.25</c:v>
                </c:pt>
                <c:pt idx="3272">
                  <c:v>0.25</c:v>
                </c:pt>
                <c:pt idx="3273">
                  <c:v>0.25</c:v>
                </c:pt>
                <c:pt idx="3274">
                  <c:v>0.25</c:v>
                </c:pt>
                <c:pt idx="3275">
                  <c:v>0.25</c:v>
                </c:pt>
                <c:pt idx="3276">
                  <c:v>0.25</c:v>
                </c:pt>
                <c:pt idx="3277">
                  <c:v>0.25</c:v>
                </c:pt>
                <c:pt idx="3278">
                  <c:v>0.25</c:v>
                </c:pt>
                <c:pt idx="3279">
                  <c:v>0.25</c:v>
                </c:pt>
                <c:pt idx="3280">
                  <c:v>0.25</c:v>
                </c:pt>
                <c:pt idx="3281">
                  <c:v>0.25</c:v>
                </c:pt>
                <c:pt idx="3282">
                  <c:v>0.25</c:v>
                </c:pt>
                <c:pt idx="3283">
                  <c:v>0.25</c:v>
                </c:pt>
                <c:pt idx="3284">
                  <c:v>0.25</c:v>
                </c:pt>
                <c:pt idx="3285">
                  <c:v>0</c:v>
                </c:pt>
                <c:pt idx="3286">
                  <c:v>0</c:v>
                </c:pt>
                <c:pt idx="3287">
                  <c:v>0</c:v>
                </c:pt>
                <c:pt idx="3288">
                  <c:v>0</c:v>
                </c:pt>
                <c:pt idx="3289">
                  <c:v>0</c:v>
                </c:pt>
                <c:pt idx="3290">
                  <c:v>0</c:v>
                </c:pt>
                <c:pt idx="3291">
                  <c:v>0</c:v>
                </c:pt>
                <c:pt idx="3292">
                  <c:v>0</c:v>
                </c:pt>
                <c:pt idx="3293">
                  <c:v>0</c:v>
                </c:pt>
                <c:pt idx="3294">
                  <c:v>0</c:v>
                </c:pt>
                <c:pt idx="3295">
                  <c:v>0.25</c:v>
                </c:pt>
                <c:pt idx="3296">
                  <c:v>0.25</c:v>
                </c:pt>
                <c:pt idx="3297">
                  <c:v>0.25</c:v>
                </c:pt>
                <c:pt idx="3298">
                  <c:v>0.25</c:v>
                </c:pt>
                <c:pt idx="3299">
                  <c:v>0.25</c:v>
                </c:pt>
                <c:pt idx="3300">
                  <c:v>0.25</c:v>
                </c:pt>
                <c:pt idx="3301">
                  <c:v>0.25</c:v>
                </c:pt>
                <c:pt idx="3302">
                  <c:v>0.25</c:v>
                </c:pt>
                <c:pt idx="3303">
                  <c:v>0.25</c:v>
                </c:pt>
                <c:pt idx="3304">
                  <c:v>0.25</c:v>
                </c:pt>
                <c:pt idx="3305">
                  <c:v>0.25</c:v>
                </c:pt>
                <c:pt idx="3306">
                  <c:v>0.25</c:v>
                </c:pt>
                <c:pt idx="3307">
                  <c:v>0.25</c:v>
                </c:pt>
                <c:pt idx="3308">
                  <c:v>0.25</c:v>
                </c:pt>
                <c:pt idx="3309">
                  <c:v>0</c:v>
                </c:pt>
                <c:pt idx="3310">
                  <c:v>0</c:v>
                </c:pt>
                <c:pt idx="3311">
                  <c:v>0</c:v>
                </c:pt>
                <c:pt idx="3312">
                  <c:v>0</c:v>
                </c:pt>
                <c:pt idx="3313">
                  <c:v>0</c:v>
                </c:pt>
                <c:pt idx="3314">
                  <c:v>0</c:v>
                </c:pt>
                <c:pt idx="3315">
                  <c:v>0</c:v>
                </c:pt>
                <c:pt idx="3316">
                  <c:v>0</c:v>
                </c:pt>
                <c:pt idx="3317">
                  <c:v>0</c:v>
                </c:pt>
                <c:pt idx="3318">
                  <c:v>0</c:v>
                </c:pt>
                <c:pt idx="3319">
                  <c:v>0.25</c:v>
                </c:pt>
                <c:pt idx="3320">
                  <c:v>0.25</c:v>
                </c:pt>
                <c:pt idx="3321">
                  <c:v>0.25</c:v>
                </c:pt>
                <c:pt idx="3322">
                  <c:v>0.25</c:v>
                </c:pt>
                <c:pt idx="3323">
                  <c:v>0.25</c:v>
                </c:pt>
                <c:pt idx="3324">
                  <c:v>0.25</c:v>
                </c:pt>
                <c:pt idx="3325">
                  <c:v>0.25</c:v>
                </c:pt>
                <c:pt idx="3326">
                  <c:v>0.25</c:v>
                </c:pt>
                <c:pt idx="3327">
                  <c:v>0.25</c:v>
                </c:pt>
                <c:pt idx="3328">
                  <c:v>0.25</c:v>
                </c:pt>
                <c:pt idx="3329">
                  <c:v>0.25</c:v>
                </c:pt>
                <c:pt idx="3330">
                  <c:v>0.25</c:v>
                </c:pt>
                <c:pt idx="3331">
                  <c:v>0.25</c:v>
                </c:pt>
                <c:pt idx="3332">
                  <c:v>0.25</c:v>
                </c:pt>
                <c:pt idx="3333">
                  <c:v>0</c:v>
                </c:pt>
                <c:pt idx="3334">
                  <c:v>0</c:v>
                </c:pt>
                <c:pt idx="3335">
                  <c:v>0</c:v>
                </c:pt>
                <c:pt idx="3336">
                  <c:v>0</c:v>
                </c:pt>
                <c:pt idx="3337">
                  <c:v>0</c:v>
                </c:pt>
                <c:pt idx="3338">
                  <c:v>0</c:v>
                </c:pt>
                <c:pt idx="3339">
                  <c:v>0</c:v>
                </c:pt>
                <c:pt idx="3340">
                  <c:v>0</c:v>
                </c:pt>
                <c:pt idx="3341">
                  <c:v>0</c:v>
                </c:pt>
                <c:pt idx="3342">
                  <c:v>0</c:v>
                </c:pt>
                <c:pt idx="3343">
                  <c:v>0.25</c:v>
                </c:pt>
                <c:pt idx="3344">
                  <c:v>0.25</c:v>
                </c:pt>
                <c:pt idx="3345">
                  <c:v>0.25</c:v>
                </c:pt>
                <c:pt idx="3346">
                  <c:v>0.25</c:v>
                </c:pt>
                <c:pt idx="3347">
                  <c:v>0.25</c:v>
                </c:pt>
                <c:pt idx="3348">
                  <c:v>0.25</c:v>
                </c:pt>
                <c:pt idx="3349">
                  <c:v>0.25</c:v>
                </c:pt>
                <c:pt idx="3350">
                  <c:v>0.25</c:v>
                </c:pt>
                <c:pt idx="3351">
                  <c:v>0.25</c:v>
                </c:pt>
                <c:pt idx="3352">
                  <c:v>0.25</c:v>
                </c:pt>
                <c:pt idx="3353">
                  <c:v>0.25</c:v>
                </c:pt>
                <c:pt idx="3354">
                  <c:v>0.25</c:v>
                </c:pt>
                <c:pt idx="3355">
                  <c:v>0.25</c:v>
                </c:pt>
                <c:pt idx="3356">
                  <c:v>0.25</c:v>
                </c:pt>
                <c:pt idx="3357">
                  <c:v>0</c:v>
                </c:pt>
                <c:pt idx="3358">
                  <c:v>0</c:v>
                </c:pt>
                <c:pt idx="3359">
                  <c:v>0</c:v>
                </c:pt>
                <c:pt idx="3360">
                  <c:v>0</c:v>
                </c:pt>
                <c:pt idx="3361">
                  <c:v>0</c:v>
                </c:pt>
                <c:pt idx="3362">
                  <c:v>0</c:v>
                </c:pt>
                <c:pt idx="3363">
                  <c:v>0</c:v>
                </c:pt>
                <c:pt idx="3364">
                  <c:v>0</c:v>
                </c:pt>
                <c:pt idx="3365">
                  <c:v>0</c:v>
                </c:pt>
                <c:pt idx="3366">
                  <c:v>0</c:v>
                </c:pt>
                <c:pt idx="3367">
                  <c:v>0.25</c:v>
                </c:pt>
                <c:pt idx="3368">
                  <c:v>0.25</c:v>
                </c:pt>
                <c:pt idx="3369">
                  <c:v>0.25</c:v>
                </c:pt>
                <c:pt idx="3370">
                  <c:v>0.25</c:v>
                </c:pt>
                <c:pt idx="3371">
                  <c:v>0.25</c:v>
                </c:pt>
                <c:pt idx="3372">
                  <c:v>0.25</c:v>
                </c:pt>
                <c:pt idx="3373">
                  <c:v>0.25</c:v>
                </c:pt>
                <c:pt idx="3374">
                  <c:v>0.25</c:v>
                </c:pt>
                <c:pt idx="3375">
                  <c:v>0.25</c:v>
                </c:pt>
                <c:pt idx="3376">
                  <c:v>0.25</c:v>
                </c:pt>
                <c:pt idx="3377">
                  <c:v>0.25</c:v>
                </c:pt>
                <c:pt idx="3378">
                  <c:v>0.25</c:v>
                </c:pt>
                <c:pt idx="3379">
                  <c:v>0.25</c:v>
                </c:pt>
                <c:pt idx="3380">
                  <c:v>0.25</c:v>
                </c:pt>
                <c:pt idx="3381">
                  <c:v>0</c:v>
                </c:pt>
                <c:pt idx="3382">
                  <c:v>0</c:v>
                </c:pt>
                <c:pt idx="3383">
                  <c:v>0</c:v>
                </c:pt>
                <c:pt idx="3384">
                  <c:v>0</c:v>
                </c:pt>
                <c:pt idx="3385">
                  <c:v>0</c:v>
                </c:pt>
                <c:pt idx="3386">
                  <c:v>0</c:v>
                </c:pt>
                <c:pt idx="3387">
                  <c:v>0</c:v>
                </c:pt>
                <c:pt idx="3388">
                  <c:v>0</c:v>
                </c:pt>
                <c:pt idx="3389">
                  <c:v>0</c:v>
                </c:pt>
                <c:pt idx="3390">
                  <c:v>0</c:v>
                </c:pt>
                <c:pt idx="3391">
                  <c:v>0.25</c:v>
                </c:pt>
                <c:pt idx="3392">
                  <c:v>0.25</c:v>
                </c:pt>
                <c:pt idx="3393">
                  <c:v>0.25</c:v>
                </c:pt>
                <c:pt idx="3394">
                  <c:v>0.34070600000000001</c:v>
                </c:pt>
                <c:pt idx="3395">
                  <c:v>0.28192400000000001</c:v>
                </c:pt>
                <c:pt idx="3396">
                  <c:v>0.355263</c:v>
                </c:pt>
                <c:pt idx="3397">
                  <c:v>0.25</c:v>
                </c:pt>
                <c:pt idx="3398">
                  <c:v>0.25</c:v>
                </c:pt>
                <c:pt idx="3399">
                  <c:v>0.26994699999999999</c:v>
                </c:pt>
                <c:pt idx="3400">
                  <c:v>0.25</c:v>
                </c:pt>
                <c:pt idx="3401">
                  <c:v>0.25</c:v>
                </c:pt>
                <c:pt idx="3402">
                  <c:v>0.25</c:v>
                </c:pt>
                <c:pt idx="3403">
                  <c:v>0.25</c:v>
                </c:pt>
                <c:pt idx="3404">
                  <c:v>0.25</c:v>
                </c:pt>
                <c:pt idx="3405">
                  <c:v>0</c:v>
                </c:pt>
                <c:pt idx="3406">
                  <c:v>0</c:v>
                </c:pt>
                <c:pt idx="3407">
                  <c:v>0</c:v>
                </c:pt>
                <c:pt idx="3408">
                  <c:v>0</c:v>
                </c:pt>
                <c:pt idx="3409">
                  <c:v>0</c:v>
                </c:pt>
                <c:pt idx="3410">
                  <c:v>0</c:v>
                </c:pt>
                <c:pt idx="3411">
                  <c:v>0</c:v>
                </c:pt>
                <c:pt idx="3412">
                  <c:v>0</c:v>
                </c:pt>
                <c:pt idx="3413">
                  <c:v>0</c:v>
                </c:pt>
                <c:pt idx="3414">
                  <c:v>0</c:v>
                </c:pt>
                <c:pt idx="3415">
                  <c:v>0.25</c:v>
                </c:pt>
                <c:pt idx="3416">
                  <c:v>0.25</c:v>
                </c:pt>
                <c:pt idx="3417">
                  <c:v>0.2858</c:v>
                </c:pt>
                <c:pt idx="3418">
                  <c:v>0.34237200000000001</c:v>
                </c:pt>
                <c:pt idx="3419">
                  <c:v>0.28567199999999998</c:v>
                </c:pt>
                <c:pt idx="3420">
                  <c:v>0.31884899999999999</c:v>
                </c:pt>
                <c:pt idx="3421">
                  <c:v>0.25</c:v>
                </c:pt>
                <c:pt idx="3422">
                  <c:v>0.25</c:v>
                </c:pt>
                <c:pt idx="3423">
                  <c:v>0.27044600000000002</c:v>
                </c:pt>
                <c:pt idx="3424">
                  <c:v>0.25</c:v>
                </c:pt>
                <c:pt idx="3425">
                  <c:v>0.25</c:v>
                </c:pt>
                <c:pt idx="3426">
                  <c:v>0.25</c:v>
                </c:pt>
                <c:pt idx="3427">
                  <c:v>0.25</c:v>
                </c:pt>
                <c:pt idx="3428">
                  <c:v>0.25</c:v>
                </c:pt>
                <c:pt idx="3429">
                  <c:v>0</c:v>
                </c:pt>
                <c:pt idx="3430">
                  <c:v>0</c:v>
                </c:pt>
                <c:pt idx="3431">
                  <c:v>0</c:v>
                </c:pt>
                <c:pt idx="3432">
                  <c:v>0</c:v>
                </c:pt>
                <c:pt idx="3433">
                  <c:v>0</c:v>
                </c:pt>
                <c:pt idx="3434">
                  <c:v>0</c:v>
                </c:pt>
                <c:pt idx="3435">
                  <c:v>0</c:v>
                </c:pt>
                <c:pt idx="3436">
                  <c:v>0</c:v>
                </c:pt>
                <c:pt idx="3437">
                  <c:v>0</c:v>
                </c:pt>
                <c:pt idx="3438">
                  <c:v>0</c:v>
                </c:pt>
                <c:pt idx="3439">
                  <c:v>0.25</c:v>
                </c:pt>
                <c:pt idx="3440">
                  <c:v>0.25</c:v>
                </c:pt>
                <c:pt idx="3441">
                  <c:v>0.25</c:v>
                </c:pt>
                <c:pt idx="3442">
                  <c:v>0.25</c:v>
                </c:pt>
                <c:pt idx="3443">
                  <c:v>0.25</c:v>
                </c:pt>
                <c:pt idx="3444">
                  <c:v>0.26957300000000001</c:v>
                </c:pt>
                <c:pt idx="3445">
                  <c:v>0.25</c:v>
                </c:pt>
                <c:pt idx="3446">
                  <c:v>0.25</c:v>
                </c:pt>
                <c:pt idx="3447">
                  <c:v>0.25</c:v>
                </c:pt>
                <c:pt idx="3448">
                  <c:v>0.25</c:v>
                </c:pt>
                <c:pt idx="3449">
                  <c:v>0.25</c:v>
                </c:pt>
                <c:pt idx="3450">
                  <c:v>0.25</c:v>
                </c:pt>
                <c:pt idx="3451">
                  <c:v>0.25</c:v>
                </c:pt>
                <c:pt idx="3452">
                  <c:v>0.25</c:v>
                </c:pt>
                <c:pt idx="3453">
                  <c:v>0</c:v>
                </c:pt>
                <c:pt idx="3454">
                  <c:v>0</c:v>
                </c:pt>
                <c:pt idx="3455">
                  <c:v>0</c:v>
                </c:pt>
                <c:pt idx="3456">
                  <c:v>0</c:v>
                </c:pt>
                <c:pt idx="3457">
                  <c:v>0</c:v>
                </c:pt>
                <c:pt idx="3458">
                  <c:v>0</c:v>
                </c:pt>
                <c:pt idx="3459">
                  <c:v>0</c:v>
                </c:pt>
                <c:pt idx="3460">
                  <c:v>0</c:v>
                </c:pt>
                <c:pt idx="3461">
                  <c:v>0</c:v>
                </c:pt>
                <c:pt idx="3462">
                  <c:v>0</c:v>
                </c:pt>
                <c:pt idx="3463">
                  <c:v>0.25</c:v>
                </c:pt>
                <c:pt idx="3464">
                  <c:v>0.25</c:v>
                </c:pt>
                <c:pt idx="3465">
                  <c:v>0.25</c:v>
                </c:pt>
                <c:pt idx="3466">
                  <c:v>0.25</c:v>
                </c:pt>
                <c:pt idx="3467">
                  <c:v>0.25</c:v>
                </c:pt>
                <c:pt idx="3468">
                  <c:v>0.25</c:v>
                </c:pt>
                <c:pt idx="3469">
                  <c:v>0.25</c:v>
                </c:pt>
                <c:pt idx="3470">
                  <c:v>0.25</c:v>
                </c:pt>
                <c:pt idx="3471">
                  <c:v>0.25</c:v>
                </c:pt>
                <c:pt idx="3472">
                  <c:v>0.25</c:v>
                </c:pt>
                <c:pt idx="3473">
                  <c:v>0.25</c:v>
                </c:pt>
                <c:pt idx="3474">
                  <c:v>0.25</c:v>
                </c:pt>
                <c:pt idx="3475">
                  <c:v>0.25</c:v>
                </c:pt>
                <c:pt idx="3476">
                  <c:v>0.25</c:v>
                </c:pt>
                <c:pt idx="3477">
                  <c:v>0</c:v>
                </c:pt>
                <c:pt idx="3478">
                  <c:v>0</c:v>
                </c:pt>
                <c:pt idx="3479">
                  <c:v>0</c:v>
                </c:pt>
                <c:pt idx="3480">
                  <c:v>0</c:v>
                </c:pt>
                <c:pt idx="3481">
                  <c:v>0</c:v>
                </c:pt>
                <c:pt idx="3482">
                  <c:v>0</c:v>
                </c:pt>
                <c:pt idx="3483">
                  <c:v>0</c:v>
                </c:pt>
                <c:pt idx="3484">
                  <c:v>0</c:v>
                </c:pt>
                <c:pt idx="3485">
                  <c:v>0</c:v>
                </c:pt>
                <c:pt idx="3486">
                  <c:v>0</c:v>
                </c:pt>
                <c:pt idx="3487">
                  <c:v>0.25</c:v>
                </c:pt>
                <c:pt idx="3488">
                  <c:v>0.25</c:v>
                </c:pt>
                <c:pt idx="3489">
                  <c:v>0.25</c:v>
                </c:pt>
                <c:pt idx="3490">
                  <c:v>0.25</c:v>
                </c:pt>
                <c:pt idx="3491">
                  <c:v>0.25</c:v>
                </c:pt>
                <c:pt idx="3492">
                  <c:v>0.25</c:v>
                </c:pt>
                <c:pt idx="3493">
                  <c:v>0.25</c:v>
                </c:pt>
                <c:pt idx="3494">
                  <c:v>0.25</c:v>
                </c:pt>
                <c:pt idx="3495">
                  <c:v>0.25</c:v>
                </c:pt>
                <c:pt idx="3496">
                  <c:v>0.25</c:v>
                </c:pt>
                <c:pt idx="3497">
                  <c:v>0.25</c:v>
                </c:pt>
                <c:pt idx="3498">
                  <c:v>0.25</c:v>
                </c:pt>
                <c:pt idx="3499">
                  <c:v>0.25</c:v>
                </c:pt>
                <c:pt idx="3500">
                  <c:v>0.25</c:v>
                </c:pt>
                <c:pt idx="3501">
                  <c:v>0</c:v>
                </c:pt>
                <c:pt idx="3502">
                  <c:v>0</c:v>
                </c:pt>
                <c:pt idx="3503">
                  <c:v>0</c:v>
                </c:pt>
                <c:pt idx="3504">
                  <c:v>0</c:v>
                </c:pt>
                <c:pt idx="3505">
                  <c:v>0</c:v>
                </c:pt>
                <c:pt idx="3506">
                  <c:v>0</c:v>
                </c:pt>
                <c:pt idx="3507">
                  <c:v>0</c:v>
                </c:pt>
                <c:pt idx="3508">
                  <c:v>0</c:v>
                </c:pt>
                <c:pt idx="3509">
                  <c:v>0</c:v>
                </c:pt>
                <c:pt idx="3510">
                  <c:v>0</c:v>
                </c:pt>
                <c:pt idx="3511">
                  <c:v>0.25</c:v>
                </c:pt>
                <c:pt idx="3512">
                  <c:v>0.25</c:v>
                </c:pt>
                <c:pt idx="3513">
                  <c:v>0.25</c:v>
                </c:pt>
                <c:pt idx="3514">
                  <c:v>0.25</c:v>
                </c:pt>
                <c:pt idx="3515">
                  <c:v>0.30974800000000002</c:v>
                </c:pt>
                <c:pt idx="3516">
                  <c:v>0.46235199999999999</c:v>
                </c:pt>
                <c:pt idx="3517">
                  <c:v>0.31574200000000002</c:v>
                </c:pt>
                <c:pt idx="3518">
                  <c:v>0.25</c:v>
                </c:pt>
                <c:pt idx="3519">
                  <c:v>0.25</c:v>
                </c:pt>
                <c:pt idx="3520">
                  <c:v>0.25</c:v>
                </c:pt>
                <c:pt idx="3521">
                  <c:v>0.25</c:v>
                </c:pt>
                <c:pt idx="3522">
                  <c:v>0.25</c:v>
                </c:pt>
                <c:pt idx="3523">
                  <c:v>0.25</c:v>
                </c:pt>
                <c:pt idx="3524">
                  <c:v>0.25</c:v>
                </c:pt>
                <c:pt idx="3525">
                  <c:v>0</c:v>
                </c:pt>
                <c:pt idx="3526">
                  <c:v>0</c:v>
                </c:pt>
                <c:pt idx="3527">
                  <c:v>0</c:v>
                </c:pt>
                <c:pt idx="3528">
                  <c:v>0</c:v>
                </c:pt>
                <c:pt idx="3529">
                  <c:v>0</c:v>
                </c:pt>
                <c:pt idx="3530">
                  <c:v>0</c:v>
                </c:pt>
                <c:pt idx="3531">
                  <c:v>0</c:v>
                </c:pt>
                <c:pt idx="3532">
                  <c:v>0</c:v>
                </c:pt>
                <c:pt idx="3533">
                  <c:v>0</c:v>
                </c:pt>
                <c:pt idx="3534">
                  <c:v>0</c:v>
                </c:pt>
                <c:pt idx="3535">
                  <c:v>0.25</c:v>
                </c:pt>
                <c:pt idx="3536">
                  <c:v>0.38246999999999998</c:v>
                </c:pt>
                <c:pt idx="3537">
                  <c:v>0.50256699999999999</c:v>
                </c:pt>
                <c:pt idx="3538">
                  <c:v>0.50682400000000005</c:v>
                </c:pt>
                <c:pt idx="3539">
                  <c:v>0.41078900000000002</c:v>
                </c:pt>
                <c:pt idx="3540">
                  <c:v>0.34800900000000001</c:v>
                </c:pt>
                <c:pt idx="3541">
                  <c:v>0.25</c:v>
                </c:pt>
                <c:pt idx="3542">
                  <c:v>0.25</c:v>
                </c:pt>
                <c:pt idx="3543">
                  <c:v>0.29175200000000001</c:v>
                </c:pt>
                <c:pt idx="3544">
                  <c:v>0.27813700000000002</c:v>
                </c:pt>
                <c:pt idx="3545">
                  <c:v>0.25100299999999998</c:v>
                </c:pt>
                <c:pt idx="3546">
                  <c:v>0.25</c:v>
                </c:pt>
                <c:pt idx="3547">
                  <c:v>0.25</c:v>
                </c:pt>
                <c:pt idx="3548">
                  <c:v>0.25</c:v>
                </c:pt>
                <c:pt idx="3549">
                  <c:v>0</c:v>
                </c:pt>
                <c:pt idx="3550">
                  <c:v>0</c:v>
                </c:pt>
                <c:pt idx="3551">
                  <c:v>0</c:v>
                </c:pt>
                <c:pt idx="3552">
                  <c:v>0</c:v>
                </c:pt>
                <c:pt idx="3553">
                  <c:v>0</c:v>
                </c:pt>
                <c:pt idx="3554">
                  <c:v>0</c:v>
                </c:pt>
                <c:pt idx="3555">
                  <c:v>0</c:v>
                </c:pt>
                <c:pt idx="3556">
                  <c:v>0</c:v>
                </c:pt>
                <c:pt idx="3557">
                  <c:v>0</c:v>
                </c:pt>
                <c:pt idx="3558">
                  <c:v>0</c:v>
                </c:pt>
                <c:pt idx="3559">
                  <c:v>0.25</c:v>
                </c:pt>
                <c:pt idx="3560">
                  <c:v>0.25</c:v>
                </c:pt>
                <c:pt idx="3561">
                  <c:v>0.36846800000000002</c:v>
                </c:pt>
                <c:pt idx="3562">
                  <c:v>0.52559100000000003</c:v>
                </c:pt>
                <c:pt idx="3563">
                  <c:v>0.54719799999999996</c:v>
                </c:pt>
                <c:pt idx="3564">
                  <c:v>0.65877799999999997</c:v>
                </c:pt>
                <c:pt idx="3565">
                  <c:v>0.50785499999999995</c:v>
                </c:pt>
                <c:pt idx="3566">
                  <c:v>0.44380599999999998</c:v>
                </c:pt>
                <c:pt idx="3567">
                  <c:v>0.45721299999999998</c:v>
                </c:pt>
                <c:pt idx="3568">
                  <c:v>0.37856899999999999</c:v>
                </c:pt>
                <c:pt idx="3569">
                  <c:v>0.29876900000000001</c:v>
                </c:pt>
                <c:pt idx="3570">
                  <c:v>0.25</c:v>
                </c:pt>
                <c:pt idx="3571">
                  <c:v>0.25</c:v>
                </c:pt>
                <c:pt idx="3572">
                  <c:v>0.25</c:v>
                </c:pt>
                <c:pt idx="3573">
                  <c:v>0</c:v>
                </c:pt>
                <c:pt idx="3574">
                  <c:v>0</c:v>
                </c:pt>
                <c:pt idx="3575">
                  <c:v>0</c:v>
                </c:pt>
                <c:pt idx="3576">
                  <c:v>0</c:v>
                </c:pt>
                <c:pt idx="3577">
                  <c:v>0</c:v>
                </c:pt>
                <c:pt idx="3578">
                  <c:v>0</c:v>
                </c:pt>
                <c:pt idx="3579">
                  <c:v>0</c:v>
                </c:pt>
                <c:pt idx="3580">
                  <c:v>0</c:v>
                </c:pt>
                <c:pt idx="3581">
                  <c:v>0</c:v>
                </c:pt>
                <c:pt idx="3582">
                  <c:v>0</c:v>
                </c:pt>
                <c:pt idx="3583">
                  <c:v>0.25</c:v>
                </c:pt>
                <c:pt idx="3584">
                  <c:v>0.415713</c:v>
                </c:pt>
                <c:pt idx="3585">
                  <c:v>0.49280499999999999</c:v>
                </c:pt>
                <c:pt idx="3586">
                  <c:v>0.59105399999999997</c:v>
                </c:pt>
                <c:pt idx="3587">
                  <c:v>0.51197800000000004</c:v>
                </c:pt>
                <c:pt idx="3588">
                  <c:v>0.54156199999999999</c:v>
                </c:pt>
                <c:pt idx="3589">
                  <c:v>0.39482699999999998</c:v>
                </c:pt>
                <c:pt idx="3590">
                  <c:v>0.401785</c:v>
                </c:pt>
                <c:pt idx="3591">
                  <c:v>0.450019</c:v>
                </c:pt>
                <c:pt idx="3592">
                  <c:v>0.414358</c:v>
                </c:pt>
                <c:pt idx="3593">
                  <c:v>0.32765100000000003</c:v>
                </c:pt>
                <c:pt idx="3594">
                  <c:v>0.25</c:v>
                </c:pt>
                <c:pt idx="3595">
                  <c:v>0.25</c:v>
                </c:pt>
                <c:pt idx="3596">
                  <c:v>0.25</c:v>
                </c:pt>
                <c:pt idx="3597">
                  <c:v>0</c:v>
                </c:pt>
                <c:pt idx="3598">
                  <c:v>0</c:v>
                </c:pt>
                <c:pt idx="3599">
                  <c:v>0</c:v>
                </c:pt>
                <c:pt idx="3600">
                  <c:v>0</c:v>
                </c:pt>
                <c:pt idx="3601">
                  <c:v>0</c:v>
                </c:pt>
                <c:pt idx="3602">
                  <c:v>0</c:v>
                </c:pt>
                <c:pt idx="3603">
                  <c:v>0</c:v>
                </c:pt>
                <c:pt idx="3604">
                  <c:v>0</c:v>
                </c:pt>
                <c:pt idx="3605">
                  <c:v>0</c:v>
                </c:pt>
                <c:pt idx="3606">
                  <c:v>0</c:v>
                </c:pt>
                <c:pt idx="3607">
                  <c:v>0.25</c:v>
                </c:pt>
                <c:pt idx="3608">
                  <c:v>0.341831</c:v>
                </c:pt>
                <c:pt idx="3609">
                  <c:v>0.38189400000000001</c:v>
                </c:pt>
                <c:pt idx="3610">
                  <c:v>0.51295400000000002</c:v>
                </c:pt>
                <c:pt idx="3611">
                  <c:v>0.49301200000000001</c:v>
                </c:pt>
                <c:pt idx="3612">
                  <c:v>0.57218400000000003</c:v>
                </c:pt>
                <c:pt idx="3613">
                  <c:v>0.418049</c:v>
                </c:pt>
                <c:pt idx="3614">
                  <c:v>0.36324000000000001</c:v>
                </c:pt>
                <c:pt idx="3615">
                  <c:v>0.36885400000000002</c:v>
                </c:pt>
                <c:pt idx="3616">
                  <c:v>0.28283900000000001</c:v>
                </c:pt>
                <c:pt idx="3617">
                  <c:v>0.29199900000000001</c:v>
                </c:pt>
                <c:pt idx="3618">
                  <c:v>0.25</c:v>
                </c:pt>
                <c:pt idx="3619">
                  <c:v>0.25</c:v>
                </c:pt>
                <c:pt idx="3620">
                  <c:v>0.25</c:v>
                </c:pt>
                <c:pt idx="3621">
                  <c:v>0</c:v>
                </c:pt>
                <c:pt idx="3622">
                  <c:v>0</c:v>
                </c:pt>
                <c:pt idx="3623">
                  <c:v>0</c:v>
                </c:pt>
                <c:pt idx="3624">
                  <c:v>0</c:v>
                </c:pt>
                <c:pt idx="3625">
                  <c:v>0</c:v>
                </c:pt>
                <c:pt idx="3626">
                  <c:v>0</c:v>
                </c:pt>
                <c:pt idx="3627">
                  <c:v>0</c:v>
                </c:pt>
                <c:pt idx="3628">
                  <c:v>0</c:v>
                </c:pt>
                <c:pt idx="3629">
                  <c:v>0</c:v>
                </c:pt>
                <c:pt idx="3630">
                  <c:v>0</c:v>
                </c:pt>
                <c:pt idx="3631">
                  <c:v>0.25</c:v>
                </c:pt>
                <c:pt idx="3632">
                  <c:v>0.25</c:v>
                </c:pt>
                <c:pt idx="3633">
                  <c:v>0.25</c:v>
                </c:pt>
                <c:pt idx="3634">
                  <c:v>0.262048</c:v>
                </c:pt>
                <c:pt idx="3635">
                  <c:v>0.25</c:v>
                </c:pt>
                <c:pt idx="3636">
                  <c:v>0.294572</c:v>
                </c:pt>
                <c:pt idx="3637">
                  <c:v>0.25</c:v>
                </c:pt>
                <c:pt idx="3638">
                  <c:v>0.25</c:v>
                </c:pt>
                <c:pt idx="3639">
                  <c:v>0.25</c:v>
                </c:pt>
                <c:pt idx="3640">
                  <c:v>0.25</c:v>
                </c:pt>
                <c:pt idx="3641">
                  <c:v>0.25</c:v>
                </c:pt>
                <c:pt idx="3642">
                  <c:v>0.25</c:v>
                </c:pt>
                <c:pt idx="3643">
                  <c:v>0.25</c:v>
                </c:pt>
                <c:pt idx="3644">
                  <c:v>0.25</c:v>
                </c:pt>
                <c:pt idx="3645">
                  <c:v>0</c:v>
                </c:pt>
                <c:pt idx="3646">
                  <c:v>0</c:v>
                </c:pt>
                <c:pt idx="3647">
                  <c:v>0</c:v>
                </c:pt>
                <c:pt idx="3648">
                  <c:v>0</c:v>
                </c:pt>
                <c:pt idx="3649">
                  <c:v>0</c:v>
                </c:pt>
                <c:pt idx="3650">
                  <c:v>0</c:v>
                </c:pt>
                <c:pt idx="3651">
                  <c:v>0</c:v>
                </c:pt>
                <c:pt idx="3652">
                  <c:v>0</c:v>
                </c:pt>
                <c:pt idx="3653">
                  <c:v>0</c:v>
                </c:pt>
                <c:pt idx="3654">
                  <c:v>0</c:v>
                </c:pt>
                <c:pt idx="3655">
                  <c:v>0.25</c:v>
                </c:pt>
                <c:pt idx="3656">
                  <c:v>0.25</c:v>
                </c:pt>
                <c:pt idx="3657">
                  <c:v>0.25</c:v>
                </c:pt>
                <c:pt idx="3658">
                  <c:v>0.25</c:v>
                </c:pt>
                <c:pt idx="3659">
                  <c:v>0.25</c:v>
                </c:pt>
                <c:pt idx="3660">
                  <c:v>0.28707199999999999</c:v>
                </c:pt>
                <c:pt idx="3661">
                  <c:v>0.25</c:v>
                </c:pt>
                <c:pt idx="3662">
                  <c:v>0.25</c:v>
                </c:pt>
                <c:pt idx="3663">
                  <c:v>0.26128600000000002</c:v>
                </c:pt>
                <c:pt idx="3664">
                  <c:v>0.25</c:v>
                </c:pt>
                <c:pt idx="3665">
                  <c:v>0.25</c:v>
                </c:pt>
                <c:pt idx="3666">
                  <c:v>0.25</c:v>
                </c:pt>
                <c:pt idx="3667">
                  <c:v>0.25</c:v>
                </c:pt>
                <c:pt idx="3668">
                  <c:v>0.25</c:v>
                </c:pt>
                <c:pt idx="3669">
                  <c:v>0</c:v>
                </c:pt>
                <c:pt idx="3670">
                  <c:v>0</c:v>
                </c:pt>
                <c:pt idx="3671">
                  <c:v>0</c:v>
                </c:pt>
                <c:pt idx="3672">
                  <c:v>0</c:v>
                </c:pt>
                <c:pt idx="3673">
                  <c:v>0</c:v>
                </c:pt>
                <c:pt idx="3674">
                  <c:v>0</c:v>
                </c:pt>
                <c:pt idx="3675">
                  <c:v>0</c:v>
                </c:pt>
                <c:pt idx="3676">
                  <c:v>0</c:v>
                </c:pt>
                <c:pt idx="3677">
                  <c:v>0</c:v>
                </c:pt>
                <c:pt idx="3678">
                  <c:v>0</c:v>
                </c:pt>
                <c:pt idx="3679">
                  <c:v>0.25</c:v>
                </c:pt>
                <c:pt idx="3680">
                  <c:v>0.25</c:v>
                </c:pt>
                <c:pt idx="3681">
                  <c:v>0.25</c:v>
                </c:pt>
                <c:pt idx="3682">
                  <c:v>0.25</c:v>
                </c:pt>
                <c:pt idx="3683">
                  <c:v>0.25</c:v>
                </c:pt>
                <c:pt idx="3684">
                  <c:v>0.33693000000000001</c:v>
                </c:pt>
                <c:pt idx="3685">
                  <c:v>0.25</c:v>
                </c:pt>
                <c:pt idx="3686">
                  <c:v>0.25</c:v>
                </c:pt>
                <c:pt idx="3687">
                  <c:v>0.25</c:v>
                </c:pt>
                <c:pt idx="3688">
                  <c:v>0.25</c:v>
                </c:pt>
                <c:pt idx="3689">
                  <c:v>0.25</c:v>
                </c:pt>
                <c:pt idx="3690">
                  <c:v>0.25</c:v>
                </c:pt>
                <c:pt idx="3691">
                  <c:v>0.25</c:v>
                </c:pt>
                <c:pt idx="3692">
                  <c:v>0.25</c:v>
                </c:pt>
                <c:pt idx="3693">
                  <c:v>0</c:v>
                </c:pt>
                <c:pt idx="3694">
                  <c:v>0</c:v>
                </c:pt>
                <c:pt idx="3695">
                  <c:v>0</c:v>
                </c:pt>
                <c:pt idx="3696">
                  <c:v>0</c:v>
                </c:pt>
                <c:pt idx="3697">
                  <c:v>0</c:v>
                </c:pt>
                <c:pt idx="3698">
                  <c:v>0</c:v>
                </c:pt>
                <c:pt idx="3699">
                  <c:v>0</c:v>
                </c:pt>
                <c:pt idx="3700">
                  <c:v>0</c:v>
                </c:pt>
                <c:pt idx="3701">
                  <c:v>0</c:v>
                </c:pt>
                <c:pt idx="3702">
                  <c:v>0</c:v>
                </c:pt>
                <c:pt idx="3703">
                  <c:v>0.25</c:v>
                </c:pt>
                <c:pt idx="3704">
                  <c:v>0.25</c:v>
                </c:pt>
                <c:pt idx="3705">
                  <c:v>0.25</c:v>
                </c:pt>
                <c:pt idx="3706">
                  <c:v>0.30274000000000001</c:v>
                </c:pt>
                <c:pt idx="3707">
                  <c:v>0.31202000000000002</c:v>
                </c:pt>
                <c:pt idx="3708">
                  <c:v>0.41404999999999997</c:v>
                </c:pt>
                <c:pt idx="3709">
                  <c:v>0.284995</c:v>
                </c:pt>
                <c:pt idx="3710">
                  <c:v>0.26705800000000002</c:v>
                </c:pt>
                <c:pt idx="3711">
                  <c:v>0.32345800000000002</c:v>
                </c:pt>
                <c:pt idx="3712">
                  <c:v>0.26658900000000002</c:v>
                </c:pt>
                <c:pt idx="3713">
                  <c:v>0.25</c:v>
                </c:pt>
                <c:pt idx="3714">
                  <c:v>0.25</c:v>
                </c:pt>
                <c:pt idx="3715">
                  <c:v>0.25</c:v>
                </c:pt>
                <c:pt idx="3716">
                  <c:v>0.25</c:v>
                </c:pt>
                <c:pt idx="3717">
                  <c:v>0</c:v>
                </c:pt>
                <c:pt idx="3718">
                  <c:v>0</c:v>
                </c:pt>
                <c:pt idx="3719">
                  <c:v>0</c:v>
                </c:pt>
                <c:pt idx="3720">
                  <c:v>0</c:v>
                </c:pt>
                <c:pt idx="3721">
                  <c:v>0</c:v>
                </c:pt>
                <c:pt idx="3722">
                  <c:v>0</c:v>
                </c:pt>
                <c:pt idx="3723">
                  <c:v>0</c:v>
                </c:pt>
                <c:pt idx="3724">
                  <c:v>0</c:v>
                </c:pt>
                <c:pt idx="3725">
                  <c:v>0</c:v>
                </c:pt>
                <c:pt idx="3726">
                  <c:v>0</c:v>
                </c:pt>
                <c:pt idx="3727">
                  <c:v>0.25</c:v>
                </c:pt>
                <c:pt idx="3728">
                  <c:v>0.25</c:v>
                </c:pt>
                <c:pt idx="3729">
                  <c:v>0.25</c:v>
                </c:pt>
                <c:pt idx="3730">
                  <c:v>0.30350199999999999</c:v>
                </c:pt>
                <c:pt idx="3731">
                  <c:v>0.34315699999999999</c:v>
                </c:pt>
                <c:pt idx="3732">
                  <c:v>0.51234299999999999</c:v>
                </c:pt>
                <c:pt idx="3733">
                  <c:v>0.35492400000000002</c:v>
                </c:pt>
                <c:pt idx="3734">
                  <c:v>0.301039</c:v>
                </c:pt>
                <c:pt idx="3735">
                  <c:v>0.309529</c:v>
                </c:pt>
                <c:pt idx="3736">
                  <c:v>0.25</c:v>
                </c:pt>
                <c:pt idx="3737">
                  <c:v>0.25</c:v>
                </c:pt>
                <c:pt idx="3738">
                  <c:v>0.25</c:v>
                </c:pt>
                <c:pt idx="3739">
                  <c:v>0.25</c:v>
                </c:pt>
                <c:pt idx="3740">
                  <c:v>0.25</c:v>
                </c:pt>
                <c:pt idx="3741">
                  <c:v>0</c:v>
                </c:pt>
                <c:pt idx="3742">
                  <c:v>0</c:v>
                </c:pt>
                <c:pt idx="3743">
                  <c:v>0</c:v>
                </c:pt>
                <c:pt idx="3744">
                  <c:v>0</c:v>
                </c:pt>
                <c:pt idx="3745">
                  <c:v>0</c:v>
                </c:pt>
                <c:pt idx="3746">
                  <c:v>0</c:v>
                </c:pt>
                <c:pt idx="3747">
                  <c:v>0</c:v>
                </c:pt>
                <c:pt idx="3748">
                  <c:v>0</c:v>
                </c:pt>
                <c:pt idx="3749">
                  <c:v>0</c:v>
                </c:pt>
                <c:pt idx="3750">
                  <c:v>0</c:v>
                </c:pt>
                <c:pt idx="3751">
                  <c:v>0.25</c:v>
                </c:pt>
                <c:pt idx="3752">
                  <c:v>0.25</c:v>
                </c:pt>
                <c:pt idx="3753">
                  <c:v>0.25</c:v>
                </c:pt>
                <c:pt idx="3754">
                  <c:v>0.25</c:v>
                </c:pt>
                <c:pt idx="3755">
                  <c:v>0.25</c:v>
                </c:pt>
                <c:pt idx="3756">
                  <c:v>0.35237299999999999</c:v>
                </c:pt>
                <c:pt idx="3757">
                  <c:v>0.25</c:v>
                </c:pt>
                <c:pt idx="3758">
                  <c:v>0.25177699999999997</c:v>
                </c:pt>
                <c:pt idx="3759">
                  <c:v>0.33473399999999998</c:v>
                </c:pt>
                <c:pt idx="3760">
                  <c:v>0.25</c:v>
                </c:pt>
                <c:pt idx="3761">
                  <c:v>0.25</c:v>
                </c:pt>
                <c:pt idx="3762">
                  <c:v>0.25</c:v>
                </c:pt>
                <c:pt idx="3763">
                  <c:v>0.25</c:v>
                </c:pt>
                <c:pt idx="3764">
                  <c:v>0.25</c:v>
                </c:pt>
                <c:pt idx="3765">
                  <c:v>0</c:v>
                </c:pt>
                <c:pt idx="3766">
                  <c:v>0</c:v>
                </c:pt>
                <c:pt idx="3767">
                  <c:v>0</c:v>
                </c:pt>
                <c:pt idx="3768">
                  <c:v>0</c:v>
                </c:pt>
                <c:pt idx="3769">
                  <c:v>0</c:v>
                </c:pt>
                <c:pt idx="3770">
                  <c:v>0</c:v>
                </c:pt>
                <c:pt idx="3771">
                  <c:v>0</c:v>
                </c:pt>
                <c:pt idx="3772">
                  <c:v>0</c:v>
                </c:pt>
                <c:pt idx="3773">
                  <c:v>0</c:v>
                </c:pt>
                <c:pt idx="3774">
                  <c:v>0</c:v>
                </c:pt>
                <c:pt idx="3775">
                  <c:v>0.25</c:v>
                </c:pt>
                <c:pt idx="3776">
                  <c:v>0.25</c:v>
                </c:pt>
                <c:pt idx="3777">
                  <c:v>0.25</c:v>
                </c:pt>
                <c:pt idx="3778">
                  <c:v>0.25</c:v>
                </c:pt>
                <c:pt idx="3779">
                  <c:v>0.25</c:v>
                </c:pt>
                <c:pt idx="3780">
                  <c:v>0.329123</c:v>
                </c:pt>
                <c:pt idx="3781">
                  <c:v>0.25</c:v>
                </c:pt>
                <c:pt idx="3782">
                  <c:v>0.25</c:v>
                </c:pt>
                <c:pt idx="3783">
                  <c:v>0.25</c:v>
                </c:pt>
                <c:pt idx="3784">
                  <c:v>0.25</c:v>
                </c:pt>
                <c:pt idx="3785">
                  <c:v>0.25</c:v>
                </c:pt>
                <c:pt idx="3786">
                  <c:v>0.25</c:v>
                </c:pt>
                <c:pt idx="3787">
                  <c:v>0.25</c:v>
                </c:pt>
                <c:pt idx="3788">
                  <c:v>0.25</c:v>
                </c:pt>
                <c:pt idx="3789">
                  <c:v>0</c:v>
                </c:pt>
                <c:pt idx="3790">
                  <c:v>0</c:v>
                </c:pt>
                <c:pt idx="3791">
                  <c:v>0</c:v>
                </c:pt>
                <c:pt idx="3792">
                  <c:v>0</c:v>
                </c:pt>
                <c:pt idx="3793">
                  <c:v>0</c:v>
                </c:pt>
                <c:pt idx="3794">
                  <c:v>0</c:v>
                </c:pt>
                <c:pt idx="3795">
                  <c:v>0</c:v>
                </c:pt>
                <c:pt idx="3796">
                  <c:v>0</c:v>
                </c:pt>
                <c:pt idx="3797">
                  <c:v>0</c:v>
                </c:pt>
                <c:pt idx="3798">
                  <c:v>0</c:v>
                </c:pt>
                <c:pt idx="3799">
                  <c:v>0.25</c:v>
                </c:pt>
                <c:pt idx="3800">
                  <c:v>0.25</c:v>
                </c:pt>
                <c:pt idx="3801">
                  <c:v>0.25</c:v>
                </c:pt>
                <c:pt idx="3802">
                  <c:v>0.25</c:v>
                </c:pt>
                <c:pt idx="3803">
                  <c:v>0.25</c:v>
                </c:pt>
                <c:pt idx="3804">
                  <c:v>0.25</c:v>
                </c:pt>
                <c:pt idx="3805">
                  <c:v>0.25</c:v>
                </c:pt>
                <c:pt idx="3806">
                  <c:v>0.25</c:v>
                </c:pt>
                <c:pt idx="3807">
                  <c:v>0.25</c:v>
                </c:pt>
                <c:pt idx="3808">
                  <c:v>0.25</c:v>
                </c:pt>
                <c:pt idx="3809">
                  <c:v>0.25</c:v>
                </c:pt>
                <c:pt idx="3810">
                  <c:v>0.25</c:v>
                </c:pt>
                <c:pt idx="3811">
                  <c:v>0.25</c:v>
                </c:pt>
                <c:pt idx="3812">
                  <c:v>0.25</c:v>
                </c:pt>
                <c:pt idx="3813">
                  <c:v>0</c:v>
                </c:pt>
                <c:pt idx="3814">
                  <c:v>0</c:v>
                </c:pt>
                <c:pt idx="3815">
                  <c:v>0</c:v>
                </c:pt>
                <c:pt idx="3816">
                  <c:v>0</c:v>
                </c:pt>
                <c:pt idx="3817">
                  <c:v>0</c:v>
                </c:pt>
                <c:pt idx="3818">
                  <c:v>0</c:v>
                </c:pt>
                <c:pt idx="3819">
                  <c:v>0</c:v>
                </c:pt>
                <c:pt idx="3820">
                  <c:v>0</c:v>
                </c:pt>
                <c:pt idx="3821">
                  <c:v>0</c:v>
                </c:pt>
                <c:pt idx="3822">
                  <c:v>0</c:v>
                </c:pt>
                <c:pt idx="3823">
                  <c:v>0.25</c:v>
                </c:pt>
                <c:pt idx="3824">
                  <c:v>0.25</c:v>
                </c:pt>
                <c:pt idx="3825">
                  <c:v>0.25</c:v>
                </c:pt>
                <c:pt idx="3826">
                  <c:v>0.25</c:v>
                </c:pt>
                <c:pt idx="3827">
                  <c:v>0.25</c:v>
                </c:pt>
                <c:pt idx="3828">
                  <c:v>0.25</c:v>
                </c:pt>
                <c:pt idx="3829">
                  <c:v>0.25</c:v>
                </c:pt>
                <c:pt idx="3830">
                  <c:v>0.25</c:v>
                </c:pt>
                <c:pt idx="3831">
                  <c:v>0.25</c:v>
                </c:pt>
                <c:pt idx="3832">
                  <c:v>0.25</c:v>
                </c:pt>
                <c:pt idx="3833">
                  <c:v>0.25</c:v>
                </c:pt>
                <c:pt idx="3834">
                  <c:v>0.25</c:v>
                </c:pt>
                <c:pt idx="3835">
                  <c:v>0.25</c:v>
                </c:pt>
                <c:pt idx="3836">
                  <c:v>0.25</c:v>
                </c:pt>
                <c:pt idx="3837">
                  <c:v>0</c:v>
                </c:pt>
                <c:pt idx="3838">
                  <c:v>0</c:v>
                </c:pt>
                <c:pt idx="3839">
                  <c:v>0</c:v>
                </c:pt>
                <c:pt idx="3840">
                  <c:v>0</c:v>
                </c:pt>
                <c:pt idx="3841">
                  <c:v>0</c:v>
                </c:pt>
                <c:pt idx="3842">
                  <c:v>0</c:v>
                </c:pt>
                <c:pt idx="3843">
                  <c:v>0</c:v>
                </c:pt>
                <c:pt idx="3844">
                  <c:v>0</c:v>
                </c:pt>
                <c:pt idx="3845">
                  <c:v>0</c:v>
                </c:pt>
                <c:pt idx="3846">
                  <c:v>0</c:v>
                </c:pt>
                <c:pt idx="3847">
                  <c:v>0.25</c:v>
                </c:pt>
                <c:pt idx="3848">
                  <c:v>0.25</c:v>
                </c:pt>
                <c:pt idx="3849">
                  <c:v>0.25</c:v>
                </c:pt>
                <c:pt idx="3850">
                  <c:v>0.25</c:v>
                </c:pt>
                <c:pt idx="3851">
                  <c:v>0.25</c:v>
                </c:pt>
                <c:pt idx="3852">
                  <c:v>0.25</c:v>
                </c:pt>
                <c:pt idx="3853">
                  <c:v>0.25</c:v>
                </c:pt>
                <c:pt idx="3854">
                  <c:v>0.25</c:v>
                </c:pt>
                <c:pt idx="3855">
                  <c:v>0.25</c:v>
                </c:pt>
                <c:pt idx="3856">
                  <c:v>0.25</c:v>
                </c:pt>
                <c:pt idx="3857">
                  <c:v>0.25</c:v>
                </c:pt>
                <c:pt idx="3858">
                  <c:v>0.25</c:v>
                </c:pt>
                <c:pt idx="3859">
                  <c:v>0.25</c:v>
                </c:pt>
                <c:pt idx="3860">
                  <c:v>0.25</c:v>
                </c:pt>
                <c:pt idx="3861">
                  <c:v>0</c:v>
                </c:pt>
                <c:pt idx="3862">
                  <c:v>0</c:v>
                </c:pt>
                <c:pt idx="3863">
                  <c:v>0</c:v>
                </c:pt>
                <c:pt idx="3864">
                  <c:v>0</c:v>
                </c:pt>
                <c:pt idx="3865">
                  <c:v>0</c:v>
                </c:pt>
                <c:pt idx="3866">
                  <c:v>0</c:v>
                </c:pt>
                <c:pt idx="3867">
                  <c:v>0</c:v>
                </c:pt>
                <c:pt idx="3868">
                  <c:v>0</c:v>
                </c:pt>
                <c:pt idx="3869">
                  <c:v>0</c:v>
                </c:pt>
                <c:pt idx="3870">
                  <c:v>0</c:v>
                </c:pt>
                <c:pt idx="3871">
                  <c:v>0.25</c:v>
                </c:pt>
                <c:pt idx="3872">
                  <c:v>0.25</c:v>
                </c:pt>
                <c:pt idx="3873">
                  <c:v>0.26108799999999999</c:v>
                </c:pt>
                <c:pt idx="3874">
                  <c:v>0.346049</c:v>
                </c:pt>
                <c:pt idx="3875">
                  <c:v>0.362952</c:v>
                </c:pt>
                <c:pt idx="3876">
                  <c:v>0.43124000000000001</c:v>
                </c:pt>
                <c:pt idx="3877">
                  <c:v>0.31534699999999999</c:v>
                </c:pt>
                <c:pt idx="3878">
                  <c:v>0.287136</c:v>
                </c:pt>
                <c:pt idx="3879">
                  <c:v>0.374222</c:v>
                </c:pt>
                <c:pt idx="3880">
                  <c:v>0.266179</c:v>
                </c:pt>
                <c:pt idx="3881">
                  <c:v>0.25</c:v>
                </c:pt>
                <c:pt idx="3882">
                  <c:v>0.25</c:v>
                </c:pt>
                <c:pt idx="3883">
                  <c:v>0.25</c:v>
                </c:pt>
                <c:pt idx="3884">
                  <c:v>0.25</c:v>
                </c:pt>
                <c:pt idx="3885">
                  <c:v>0</c:v>
                </c:pt>
                <c:pt idx="3886">
                  <c:v>0</c:v>
                </c:pt>
                <c:pt idx="3887">
                  <c:v>0</c:v>
                </c:pt>
                <c:pt idx="3888">
                  <c:v>0</c:v>
                </c:pt>
                <c:pt idx="3889">
                  <c:v>0</c:v>
                </c:pt>
                <c:pt idx="3890">
                  <c:v>0</c:v>
                </c:pt>
                <c:pt idx="3891">
                  <c:v>0</c:v>
                </c:pt>
                <c:pt idx="3892">
                  <c:v>0</c:v>
                </c:pt>
                <c:pt idx="3893">
                  <c:v>0</c:v>
                </c:pt>
                <c:pt idx="3894">
                  <c:v>0</c:v>
                </c:pt>
                <c:pt idx="3895">
                  <c:v>0.25</c:v>
                </c:pt>
                <c:pt idx="3896">
                  <c:v>0.25</c:v>
                </c:pt>
                <c:pt idx="3897">
                  <c:v>0.25</c:v>
                </c:pt>
                <c:pt idx="3898">
                  <c:v>0.36592400000000003</c:v>
                </c:pt>
                <c:pt idx="3899">
                  <c:v>0.37833299999999997</c:v>
                </c:pt>
                <c:pt idx="3900">
                  <c:v>0.45978799999999997</c:v>
                </c:pt>
                <c:pt idx="3901">
                  <c:v>0.36454199999999998</c:v>
                </c:pt>
                <c:pt idx="3902">
                  <c:v>0.39826699999999998</c:v>
                </c:pt>
                <c:pt idx="3903">
                  <c:v>0.48654799999999998</c:v>
                </c:pt>
                <c:pt idx="3904">
                  <c:v>0.36505700000000002</c:v>
                </c:pt>
                <c:pt idx="3905">
                  <c:v>0.25</c:v>
                </c:pt>
                <c:pt idx="3906">
                  <c:v>0.25</c:v>
                </c:pt>
                <c:pt idx="3907">
                  <c:v>0.25</c:v>
                </c:pt>
                <c:pt idx="3908">
                  <c:v>0.25</c:v>
                </c:pt>
                <c:pt idx="3909">
                  <c:v>0</c:v>
                </c:pt>
                <c:pt idx="3910">
                  <c:v>0</c:v>
                </c:pt>
                <c:pt idx="3911">
                  <c:v>0</c:v>
                </c:pt>
                <c:pt idx="3912">
                  <c:v>0</c:v>
                </c:pt>
                <c:pt idx="3913">
                  <c:v>0</c:v>
                </c:pt>
                <c:pt idx="3914">
                  <c:v>0</c:v>
                </c:pt>
                <c:pt idx="3915">
                  <c:v>0</c:v>
                </c:pt>
                <c:pt idx="3916">
                  <c:v>0</c:v>
                </c:pt>
                <c:pt idx="3917">
                  <c:v>0</c:v>
                </c:pt>
                <c:pt idx="3918">
                  <c:v>0</c:v>
                </c:pt>
                <c:pt idx="3919">
                  <c:v>0.25</c:v>
                </c:pt>
                <c:pt idx="3920">
                  <c:v>0.25</c:v>
                </c:pt>
                <c:pt idx="3921">
                  <c:v>0.33425300000000002</c:v>
                </c:pt>
                <c:pt idx="3922">
                  <c:v>0.49958599999999997</c:v>
                </c:pt>
                <c:pt idx="3923">
                  <c:v>0.45954800000000001</c:v>
                </c:pt>
                <c:pt idx="3924">
                  <c:v>0.55055299999999996</c:v>
                </c:pt>
                <c:pt idx="3925">
                  <c:v>0.30269400000000002</c:v>
                </c:pt>
                <c:pt idx="3926">
                  <c:v>0.25</c:v>
                </c:pt>
                <c:pt idx="3927">
                  <c:v>0.25</c:v>
                </c:pt>
                <c:pt idx="3928">
                  <c:v>0.25</c:v>
                </c:pt>
                <c:pt idx="3929">
                  <c:v>0.25</c:v>
                </c:pt>
                <c:pt idx="3930">
                  <c:v>0.25</c:v>
                </c:pt>
                <c:pt idx="3931">
                  <c:v>0.25</c:v>
                </c:pt>
                <c:pt idx="3932">
                  <c:v>0.25</c:v>
                </c:pt>
                <c:pt idx="3933">
                  <c:v>0</c:v>
                </c:pt>
                <c:pt idx="3934">
                  <c:v>0</c:v>
                </c:pt>
                <c:pt idx="3935">
                  <c:v>0</c:v>
                </c:pt>
                <c:pt idx="3936">
                  <c:v>0</c:v>
                </c:pt>
                <c:pt idx="3937">
                  <c:v>0</c:v>
                </c:pt>
                <c:pt idx="3938">
                  <c:v>0</c:v>
                </c:pt>
                <c:pt idx="3939">
                  <c:v>0</c:v>
                </c:pt>
                <c:pt idx="3940">
                  <c:v>0</c:v>
                </c:pt>
                <c:pt idx="3941">
                  <c:v>0</c:v>
                </c:pt>
                <c:pt idx="3942">
                  <c:v>0</c:v>
                </c:pt>
                <c:pt idx="3943">
                  <c:v>0.25</c:v>
                </c:pt>
                <c:pt idx="3944">
                  <c:v>0.50769299999999995</c:v>
                </c:pt>
                <c:pt idx="3945">
                  <c:v>0.69841699999999995</c:v>
                </c:pt>
                <c:pt idx="3946">
                  <c:v>0.80087299999999995</c:v>
                </c:pt>
                <c:pt idx="3947">
                  <c:v>0.71705799999999997</c:v>
                </c:pt>
                <c:pt idx="3948">
                  <c:v>0.77712599999999998</c:v>
                </c:pt>
                <c:pt idx="3949">
                  <c:v>0.67668099999999998</c:v>
                </c:pt>
                <c:pt idx="3950">
                  <c:v>0.69165399999999999</c:v>
                </c:pt>
                <c:pt idx="3951">
                  <c:v>0.77208699999999997</c:v>
                </c:pt>
                <c:pt idx="3952">
                  <c:v>0.71048100000000003</c:v>
                </c:pt>
                <c:pt idx="3953">
                  <c:v>0.52967200000000003</c:v>
                </c:pt>
                <c:pt idx="3954">
                  <c:v>0.33777800000000002</c:v>
                </c:pt>
                <c:pt idx="3955">
                  <c:v>0.25</c:v>
                </c:pt>
                <c:pt idx="3956">
                  <c:v>0.25</c:v>
                </c:pt>
                <c:pt idx="3957">
                  <c:v>0</c:v>
                </c:pt>
                <c:pt idx="3958">
                  <c:v>0</c:v>
                </c:pt>
                <c:pt idx="3959">
                  <c:v>0</c:v>
                </c:pt>
                <c:pt idx="3960">
                  <c:v>0</c:v>
                </c:pt>
                <c:pt idx="3961">
                  <c:v>0</c:v>
                </c:pt>
                <c:pt idx="3962">
                  <c:v>0</c:v>
                </c:pt>
                <c:pt idx="3963">
                  <c:v>0</c:v>
                </c:pt>
                <c:pt idx="3964">
                  <c:v>0</c:v>
                </c:pt>
                <c:pt idx="3965">
                  <c:v>0</c:v>
                </c:pt>
                <c:pt idx="3966">
                  <c:v>0</c:v>
                </c:pt>
                <c:pt idx="3967">
                  <c:v>0.25</c:v>
                </c:pt>
                <c:pt idx="3968">
                  <c:v>0.25</c:v>
                </c:pt>
                <c:pt idx="3969">
                  <c:v>0.27599099999999999</c:v>
                </c:pt>
                <c:pt idx="3970">
                  <c:v>0.44769900000000001</c:v>
                </c:pt>
                <c:pt idx="3971">
                  <c:v>0.48610500000000001</c:v>
                </c:pt>
                <c:pt idx="3972">
                  <c:v>0.59898600000000002</c:v>
                </c:pt>
                <c:pt idx="3973">
                  <c:v>0.48872900000000002</c:v>
                </c:pt>
                <c:pt idx="3974">
                  <c:v>0.50068100000000004</c:v>
                </c:pt>
                <c:pt idx="3975">
                  <c:v>0.59527699999999995</c:v>
                </c:pt>
                <c:pt idx="3976">
                  <c:v>0.48447200000000001</c:v>
                </c:pt>
                <c:pt idx="3977">
                  <c:v>0.34015800000000002</c:v>
                </c:pt>
                <c:pt idx="3978">
                  <c:v>0.25</c:v>
                </c:pt>
                <c:pt idx="3979">
                  <c:v>0.25</c:v>
                </c:pt>
                <c:pt idx="3980">
                  <c:v>0.25</c:v>
                </c:pt>
                <c:pt idx="3981">
                  <c:v>0</c:v>
                </c:pt>
                <c:pt idx="3982">
                  <c:v>0</c:v>
                </c:pt>
                <c:pt idx="3983">
                  <c:v>0</c:v>
                </c:pt>
                <c:pt idx="3984">
                  <c:v>0</c:v>
                </c:pt>
                <c:pt idx="3985">
                  <c:v>0</c:v>
                </c:pt>
                <c:pt idx="3986">
                  <c:v>0</c:v>
                </c:pt>
                <c:pt idx="3987">
                  <c:v>0</c:v>
                </c:pt>
                <c:pt idx="3988">
                  <c:v>0</c:v>
                </c:pt>
                <c:pt idx="3989">
                  <c:v>0</c:v>
                </c:pt>
                <c:pt idx="3990">
                  <c:v>0</c:v>
                </c:pt>
                <c:pt idx="3991">
                  <c:v>0.25</c:v>
                </c:pt>
                <c:pt idx="3992">
                  <c:v>0.34727400000000003</c:v>
                </c:pt>
                <c:pt idx="3993">
                  <c:v>0.46511000000000002</c:v>
                </c:pt>
                <c:pt idx="3994">
                  <c:v>0.58896000000000004</c:v>
                </c:pt>
                <c:pt idx="3995">
                  <c:v>0.56271199999999999</c:v>
                </c:pt>
                <c:pt idx="3996">
                  <c:v>0.60754200000000003</c:v>
                </c:pt>
                <c:pt idx="3997">
                  <c:v>0.46541399999999999</c:v>
                </c:pt>
                <c:pt idx="3998">
                  <c:v>0.41984900000000003</c:v>
                </c:pt>
                <c:pt idx="3999">
                  <c:v>0.50885800000000003</c:v>
                </c:pt>
                <c:pt idx="4000">
                  <c:v>0.44118600000000002</c:v>
                </c:pt>
                <c:pt idx="4001">
                  <c:v>0.32078600000000002</c:v>
                </c:pt>
                <c:pt idx="4002">
                  <c:v>0.25</c:v>
                </c:pt>
                <c:pt idx="4003">
                  <c:v>0.25</c:v>
                </c:pt>
                <c:pt idx="4004">
                  <c:v>0.25</c:v>
                </c:pt>
                <c:pt idx="4005">
                  <c:v>0</c:v>
                </c:pt>
                <c:pt idx="4006">
                  <c:v>0</c:v>
                </c:pt>
                <c:pt idx="4007">
                  <c:v>0</c:v>
                </c:pt>
                <c:pt idx="4008">
                  <c:v>0</c:v>
                </c:pt>
                <c:pt idx="4009">
                  <c:v>0</c:v>
                </c:pt>
                <c:pt idx="4010">
                  <c:v>0</c:v>
                </c:pt>
                <c:pt idx="4011">
                  <c:v>0</c:v>
                </c:pt>
                <c:pt idx="4012">
                  <c:v>0</c:v>
                </c:pt>
                <c:pt idx="4013">
                  <c:v>0</c:v>
                </c:pt>
                <c:pt idx="4014">
                  <c:v>0</c:v>
                </c:pt>
                <c:pt idx="4015">
                  <c:v>0.25</c:v>
                </c:pt>
                <c:pt idx="4016">
                  <c:v>0.25</c:v>
                </c:pt>
                <c:pt idx="4017">
                  <c:v>0.31945400000000002</c:v>
                </c:pt>
                <c:pt idx="4018">
                  <c:v>0.44871100000000003</c:v>
                </c:pt>
                <c:pt idx="4019">
                  <c:v>0.45499499999999998</c:v>
                </c:pt>
                <c:pt idx="4020">
                  <c:v>0.53222700000000001</c:v>
                </c:pt>
                <c:pt idx="4021">
                  <c:v>0.42544100000000001</c:v>
                </c:pt>
                <c:pt idx="4022">
                  <c:v>0.43260900000000002</c:v>
                </c:pt>
                <c:pt idx="4023">
                  <c:v>0.519451</c:v>
                </c:pt>
                <c:pt idx="4024">
                  <c:v>0.42299700000000001</c:v>
                </c:pt>
                <c:pt idx="4025">
                  <c:v>0.27969100000000002</c:v>
                </c:pt>
                <c:pt idx="4026">
                  <c:v>0.25</c:v>
                </c:pt>
                <c:pt idx="4027">
                  <c:v>0.25</c:v>
                </c:pt>
                <c:pt idx="4028">
                  <c:v>0.25</c:v>
                </c:pt>
                <c:pt idx="4029">
                  <c:v>0</c:v>
                </c:pt>
                <c:pt idx="4030">
                  <c:v>0</c:v>
                </c:pt>
                <c:pt idx="4031">
                  <c:v>0</c:v>
                </c:pt>
                <c:pt idx="4032">
                  <c:v>0</c:v>
                </c:pt>
                <c:pt idx="4033">
                  <c:v>0</c:v>
                </c:pt>
                <c:pt idx="4034">
                  <c:v>0</c:v>
                </c:pt>
                <c:pt idx="4035">
                  <c:v>0</c:v>
                </c:pt>
                <c:pt idx="4036">
                  <c:v>0</c:v>
                </c:pt>
                <c:pt idx="4037">
                  <c:v>0</c:v>
                </c:pt>
                <c:pt idx="4038">
                  <c:v>0</c:v>
                </c:pt>
                <c:pt idx="4039">
                  <c:v>0.25</c:v>
                </c:pt>
                <c:pt idx="4040">
                  <c:v>0.29577100000000001</c:v>
                </c:pt>
                <c:pt idx="4041">
                  <c:v>0.49308200000000002</c:v>
                </c:pt>
                <c:pt idx="4042">
                  <c:v>0.58991800000000005</c:v>
                </c:pt>
                <c:pt idx="4043">
                  <c:v>0.54631600000000002</c:v>
                </c:pt>
                <c:pt idx="4044">
                  <c:v>0.586677</c:v>
                </c:pt>
                <c:pt idx="4045">
                  <c:v>0.41874</c:v>
                </c:pt>
                <c:pt idx="4046">
                  <c:v>0.40047899999999997</c:v>
                </c:pt>
                <c:pt idx="4047">
                  <c:v>0.42137799999999997</c:v>
                </c:pt>
                <c:pt idx="4048">
                  <c:v>0.332598</c:v>
                </c:pt>
                <c:pt idx="4049">
                  <c:v>0.25</c:v>
                </c:pt>
                <c:pt idx="4050">
                  <c:v>0.25</c:v>
                </c:pt>
                <c:pt idx="4051">
                  <c:v>0.25</c:v>
                </c:pt>
                <c:pt idx="4052">
                  <c:v>0.25</c:v>
                </c:pt>
                <c:pt idx="4053">
                  <c:v>0</c:v>
                </c:pt>
                <c:pt idx="4054">
                  <c:v>0</c:v>
                </c:pt>
                <c:pt idx="4055">
                  <c:v>0</c:v>
                </c:pt>
                <c:pt idx="4056">
                  <c:v>0</c:v>
                </c:pt>
                <c:pt idx="4057">
                  <c:v>0</c:v>
                </c:pt>
                <c:pt idx="4058">
                  <c:v>0</c:v>
                </c:pt>
                <c:pt idx="4059">
                  <c:v>0</c:v>
                </c:pt>
                <c:pt idx="4060">
                  <c:v>0</c:v>
                </c:pt>
                <c:pt idx="4061">
                  <c:v>0</c:v>
                </c:pt>
                <c:pt idx="4062">
                  <c:v>0</c:v>
                </c:pt>
                <c:pt idx="4063">
                  <c:v>0.25</c:v>
                </c:pt>
                <c:pt idx="4064">
                  <c:v>0.25</c:v>
                </c:pt>
                <c:pt idx="4065">
                  <c:v>0.37373099999999998</c:v>
                </c:pt>
                <c:pt idx="4066">
                  <c:v>0.54446600000000001</c:v>
                </c:pt>
                <c:pt idx="4067">
                  <c:v>0.52192300000000003</c:v>
                </c:pt>
                <c:pt idx="4068">
                  <c:v>0.61588900000000002</c:v>
                </c:pt>
                <c:pt idx="4069">
                  <c:v>0.47911399999999998</c:v>
                </c:pt>
                <c:pt idx="4070">
                  <c:v>0.46776800000000002</c:v>
                </c:pt>
                <c:pt idx="4071">
                  <c:v>0.55894600000000005</c:v>
                </c:pt>
                <c:pt idx="4072">
                  <c:v>0.506046</c:v>
                </c:pt>
                <c:pt idx="4073">
                  <c:v>0.384797</c:v>
                </c:pt>
                <c:pt idx="4074">
                  <c:v>0.25</c:v>
                </c:pt>
                <c:pt idx="4075">
                  <c:v>0.25</c:v>
                </c:pt>
                <c:pt idx="4076">
                  <c:v>0.25</c:v>
                </c:pt>
                <c:pt idx="4077">
                  <c:v>0</c:v>
                </c:pt>
                <c:pt idx="4078">
                  <c:v>0</c:v>
                </c:pt>
                <c:pt idx="4079">
                  <c:v>0</c:v>
                </c:pt>
                <c:pt idx="4080">
                  <c:v>0</c:v>
                </c:pt>
                <c:pt idx="4081">
                  <c:v>0</c:v>
                </c:pt>
                <c:pt idx="4082">
                  <c:v>0</c:v>
                </c:pt>
                <c:pt idx="4083">
                  <c:v>0</c:v>
                </c:pt>
                <c:pt idx="4084">
                  <c:v>0</c:v>
                </c:pt>
                <c:pt idx="4085">
                  <c:v>0</c:v>
                </c:pt>
                <c:pt idx="4086">
                  <c:v>0</c:v>
                </c:pt>
                <c:pt idx="4087">
                  <c:v>0.25</c:v>
                </c:pt>
                <c:pt idx="4088">
                  <c:v>0.57564599999999999</c:v>
                </c:pt>
                <c:pt idx="4089">
                  <c:v>0.77604899999999999</c:v>
                </c:pt>
                <c:pt idx="4090">
                  <c:v>0.81999500000000003</c:v>
                </c:pt>
                <c:pt idx="4091">
                  <c:v>0.85813200000000001</c:v>
                </c:pt>
                <c:pt idx="4092">
                  <c:v>0.79535599999999995</c:v>
                </c:pt>
                <c:pt idx="4093">
                  <c:v>0.66064599999999996</c:v>
                </c:pt>
                <c:pt idx="4094">
                  <c:v>0.73724100000000004</c:v>
                </c:pt>
                <c:pt idx="4095">
                  <c:v>0.79317099999999996</c:v>
                </c:pt>
                <c:pt idx="4096">
                  <c:v>0.73349799999999998</c:v>
                </c:pt>
                <c:pt idx="4097">
                  <c:v>0.59315300000000004</c:v>
                </c:pt>
                <c:pt idx="4098">
                  <c:v>0.408748</c:v>
                </c:pt>
                <c:pt idx="4099">
                  <c:v>0.25</c:v>
                </c:pt>
                <c:pt idx="4100">
                  <c:v>0.25</c:v>
                </c:pt>
                <c:pt idx="4101">
                  <c:v>0</c:v>
                </c:pt>
                <c:pt idx="4102">
                  <c:v>0</c:v>
                </c:pt>
                <c:pt idx="4103">
                  <c:v>0</c:v>
                </c:pt>
                <c:pt idx="4104">
                  <c:v>0</c:v>
                </c:pt>
                <c:pt idx="4105">
                  <c:v>0</c:v>
                </c:pt>
                <c:pt idx="4106">
                  <c:v>0</c:v>
                </c:pt>
                <c:pt idx="4107">
                  <c:v>0</c:v>
                </c:pt>
                <c:pt idx="4108">
                  <c:v>0</c:v>
                </c:pt>
                <c:pt idx="4109">
                  <c:v>0</c:v>
                </c:pt>
                <c:pt idx="4110">
                  <c:v>0</c:v>
                </c:pt>
                <c:pt idx="4111">
                  <c:v>0.25</c:v>
                </c:pt>
                <c:pt idx="4112">
                  <c:v>0.52249699999999999</c:v>
                </c:pt>
                <c:pt idx="4113">
                  <c:v>0.81990600000000002</c:v>
                </c:pt>
                <c:pt idx="4114">
                  <c:v>0.88691399999999998</c:v>
                </c:pt>
                <c:pt idx="4115">
                  <c:v>0.78435699999999997</c:v>
                </c:pt>
                <c:pt idx="4116">
                  <c:v>0.84623099999999996</c:v>
                </c:pt>
                <c:pt idx="4117">
                  <c:v>0.73309800000000003</c:v>
                </c:pt>
                <c:pt idx="4118">
                  <c:v>0.695407</c:v>
                </c:pt>
                <c:pt idx="4119">
                  <c:v>0.79561700000000002</c:v>
                </c:pt>
                <c:pt idx="4120">
                  <c:v>0.72163500000000003</c:v>
                </c:pt>
                <c:pt idx="4121">
                  <c:v>0.57272599999999996</c:v>
                </c:pt>
                <c:pt idx="4122">
                  <c:v>0.40445599999999998</c:v>
                </c:pt>
                <c:pt idx="4123">
                  <c:v>0.25</c:v>
                </c:pt>
                <c:pt idx="4124">
                  <c:v>0.25</c:v>
                </c:pt>
                <c:pt idx="4125">
                  <c:v>0</c:v>
                </c:pt>
                <c:pt idx="4126">
                  <c:v>0</c:v>
                </c:pt>
                <c:pt idx="4127">
                  <c:v>0</c:v>
                </c:pt>
                <c:pt idx="4128">
                  <c:v>0</c:v>
                </c:pt>
                <c:pt idx="4129">
                  <c:v>0</c:v>
                </c:pt>
                <c:pt idx="4130">
                  <c:v>0</c:v>
                </c:pt>
                <c:pt idx="4131">
                  <c:v>0</c:v>
                </c:pt>
                <c:pt idx="4132">
                  <c:v>0</c:v>
                </c:pt>
                <c:pt idx="4133">
                  <c:v>0</c:v>
                </c:pt>
                <c:pt idx="4134">
                  <c:v>0</c:v>
                </c:pt>
                <c:pt idx="4135">
                  <c:v>0.25</c:v>
                </c:pt>
                <c:pt idx="4136">
                  <c:v>0.44089400000000001</c:v>
                </c:pt>
                <c:pt idx="4137">
                  <c:v>0.61693699999999996</c:v>
                </c:pt>
                <c:pt idx="4138">
                  <c:v>0.68052500000000005</c:v>
                </c:pt>
                <c:pt idx="4139">
                  <c:v>0.60261699999999996</c:v>
                </c:pt>
                <c:pt idx="4140">
                  <c:v>0.63800599999999996</c:v>
                </c:pt>
                <c:pt idx="4141">
                  <c:v>0.52681900000000004</c:v>
                </c:pt>
                <c:pt idx="4142">
                  <c:v>0.50570199999999998</c:v>
                </c:pt>
                <c:pt idx="4143">
                  <c:v>0.58964799999999995</c:v>
                </c:pt>
                <c:pt idx="4144">
                  <c:v>0.53938600000000003</c:v>
                </c:pt>
                <c:pt idx="4145">
                  <c:v>0.38037599999999999</c:v>
                </c:pt>
                <c:pt idx="4146">
                  <c:v>0.25582199999999999</c:v>
                </c:pt>
                <c:pt idx="4147">
                  <c:v>0.25</c:v>
                </c:pt>
                <c:pt idx="4148">
                  <c:v>0.25</c:v>
                </c:pt>
                <c:pt idx="4149">
                  <c:v>0</c:v>
                </c:pt>
                <c:pt idx="4150">
                  <c:v>0</c:v>
                </c:pt>
                <c:pt idx="4151">
                  <c:v>0</c:v>
                </c:pt>
                <c:pt idx="4152">
                  <c:v>0</c:v>
                </c:pt>
                <c:pt idx="4153">
                  <c:v>0</c:v>
                </c:pt>
                <c:pt idx="4154">
                  <c:v>0</c:v>
                </c:pt>
                <c:pt idx="4155">
                  <c:v>0</c:v>
                </c:pt>
                <c:pt idx="4156">
                  <c:v>0</c:v>
                </c:pt>
                <c:pt idx="4157">
                  <c:v>0</c:v>
                </c:pt>
                <c:pt idx="4158">
                  <c:v>0</c:v>
                </c:pt>
                <c:pt idx="4159">
                  <c:v>0.25</c:v>
                </c:pt>
                <c:pt idx="4160">
                  <c:v>0.46801100000000001</c:v>
                </c:pt>
                <c:pt idx="4161">
                  <c:v>0.62040600000000001</c:v>
                </c:pt>
                <c:pt idx="4162">
                  <c:v>0.72646900000000003</c:v>
                </c:pt>
                <c:pt idx="4163">
                  <c:v>0.74392800000000003</c:v>
                </c:pt>
                <c:pt idx="4164">
                  <c:v>0.782551</c:v>
                </c:pt>
                <c:pt idx="4165">
                  <c:v>0.66850799999999999</c:v>
                </c:pt>
                <c:pt idx="4166">
                  <c:v>0.67927800000000005</c:v>
                </c:pt>
                <c:pt idx="4167">
                  <c:v>0.77591699999999997</c:v>
                </c:pt>
                <c:pt idx="4168">
                  <c:v>0.75049900000000003</c:v>
                </c:pt>
                <c:pt idx="4169">
                  <c:v>0.59795299999999996</c:v>
                </c:pt>
                <c:pt idx="4170">
                  <c:v>0.38534200000000002</c:v>
                </c:pt>
                <c:pt idx="4171">
                  <c:v>0.306786</c:v>
                </c:pt>
                <c:pt idx="4172">
                  <c:v>0.25</c:v>
                </c:pt>
                <c:pt idx="4173">
                  <c:v>0</c:v>
                </c:pt>
                <c:pt idx="4174">
                  <c:v>0</c:v>
                </c:pt>
                <c:pt idx="4175">
                  <c:v>0</c:v>
                </c:pt>
                <c:pt idx="4176">
                  <c:v>0</c:v>
                </c:pt>
                <c:pt idx="4177">
                  <c:v>0</c:v>
                </c:pt>
                <c:pt idx="4178">
                  <c:v>0</c:v>
                </c:pt>
                <c:pt idx="4179">
                  <c:v>0</c:v>
                </c:pt>
                <c:pt idx="4180">
                  <c:v>0</c:v>
                </c:pt>
                <c:pt idx="4181">
                  <c:v>0</c:v>
                </c:pt>
                <c:pt idx="4182">
                  <c:v>0</c:v>
                </c:pt>
                <c:pt idx="4183">
                  <c:v>0.25</c:v>
                </c:pt>
                <c:pt idx="4184">
                  <c:v>0.25</c:v>
                </c:pt>
                <c:pt idx="4185">
                  <c:v>0.29938599999999999</c:v>
                </c:pt>
                <c:pt idx="4186">
                  <c:v>0.49828099999999997</c:v>
                </c:pt>
                <c:pt idx="4187">
                  <c:v>0.52085599999999999</c:v>
                </c:pt>
                <c:pt idx="4188">
                  <c:v>0.58870500000000003</c:v>
                </c:pt>
                <c:pt idx="4189">
                  <c:v>0.479134</c:v>
                </c:pt>
                <c:pt idx="4190">
                  <c:v>0.48754500000000001</c:v>
                </c:pt>
                <c:pt idx="4191">
                  <c:v>0.57842300000000002</c:v>
                </c:pt>
                <c:pt idx="4192">
                  <c:v>0.51114599999999999</c:v>
                </c:pt>
                <c:pt idx="4193">
                  <c:v>0.33195400000000003</c:v>
                </c:pt>
                <c:pt idx="4194">
                  <c:v>0.25</c:v>
                </c:pt>
                <c:pt idx="4195">
                  <c:v>0.25</c:v>
                </c:pt>
                <c:pt idx="4196">
                  <c:v>0.25</c:v>
                </c:pt>
                <c:pt idx="4197">
                  <c:v>0</c:v>
                </c:pt>
                <c:pt idx="4198">
                  <c:v>0</c:v>
                </c:pt>
                <c:pt idx="4199">
                  <c:v>0</c:v>
                </c:pt>
                <c:pt idx="4200">
                  <c:v>0</c:v>
                </c:pt>
                <c:pt idx="4201">
                  <c:v>0</c:v>
                </c:pt>
                <c:pt idx="4202">
                  <c:v>0</c:v>
                </c:pt>
                <c:pt idx="4203">
                  <c:v>0</c:v>
                </c:pt>
                <c:pt idx="4204">
                  <c:v>0</c:v>
                </c:pt>
                <c:pt idx="4205">
                  <c:v>0</c:v>
                </c:pt>
                <c:pt idx="4206">
                  <c:v>0</c:v>
                </c:pt>
                <c:pt idx="4207">
                  <c:v>0.25</c:v>
                </c:pt>
                <c:pt idx="4208">
                  <c:v>0.25</c:v>
                </c:pt>
                <c:pt idx="4209">
                  <c:v>0.27449299999999999</c:v>
                </c:pt>
                <c:pt idx="4210">
                  <c:v>0.44778499999999999</c:v>
                </c:pt>
                <c:pt idx="4211">
                  <c:v>0.52301900000000001</c:v>
                </c:pt>
                <c:pt idx="4212">
                  <c:v>0.63019700000000001</c:v>
                </c:pt>
                <c:pt idx="4213">
                  <c:v>0.498977</c:v>
                </c:pt>
                <c:pt idx="4214">
                  <c:v>0.50842200000000004</c:v>
                </c:pt>
                <c:pt idx="4215">
                  <c:v>0.57212600000000002</c:v>
                </c:pt>
                <c:pt idx="4216">
                  <c:v>0.50236199999999998</c:v>
                </c:pt>
                <c:pt idx="4217">
                  <c:v>0.32427400000000001</c:v>
                </c:pt>
                <c:pt idx="4218">
                  <c:v>0.25</c:v>
                </c:pt>
                <c:pt idx="4219">
                  <c:v>0.25</c:v>
                </c:pt>
                <c:pt idx="4220">
                  <c:v>0.25</c:v>
                </c:pt>
                <c:pt idx="4221">
                  <c:v>0</c:v>
                </c:pt>
                <c:pt idx="4222">
                  <c:v>0</c:v>
                </c:pt>
                <c:pt idx="4223">
                  <c:v>0</c:v>
                </c:pt>
                <c:pt idx="4224">
                  <c:v>0</c:v>
                </c:pt>
                <c:pt idx="4225">
                  <c:v>0</c:v>
                </c:pt>
                <c:pt idx="4226">
                  <c:v>0</c:v>
                </c:pt>
                <c:pt idx="4227">
                  <c:v>0</c:v>
                </c:pt>
                <c:pt idx="4228">
                  <c:v>0</c:v>
                </c:pt>
                <c:pt idx="4229">
                  <c:v>0</c:v>
                </c:pt>
                <c:pt idx="4230">
                  <c:v>0</c:v>
                </c:pt>
                <c:pt idx="4231">
                  <c:v>0.25</c:v>
                </c:pt>
                <c:pt idx="4232">
                  <c:v>0.25</c:v>
                </c:pt>
                <c:pt idx="4233">
                  <c:v>0.25</c:v>
                </c:pt>
                <c:pt idx="4234">
                  <c:v>0.41995300000000002</c:v>
                </c:pt>
                <c:pt idx="4235">
                  <c:v>0.470806</c:v>
                </c:pt>
                <c:pt idx="4236">
                  <c:v>0.57637000000000005</c:v>
                </c:pt>
                <c:pt idx="4237">
                  <c:v>0.44668999999999998</c:v>
                </c:pt>
                <c:pt idx="4238">
                  <c:v>0.43220999999999998</c:v>
                </c:pt>
                <c:pt idx="4239">
                  <c:v>0.45026300000000002</c:v>
                </c:pt>
                <c:pt idx="4240">
                  <c:v>0.37219099999999999</c:v>
                </c:pt>
                <c:pt idx="4241">
                  <c:v>0.25</c:v>
                </c:pt>
                <c:pt idx="4242">
                  <c:v>0.25</c:v>
                </c:pt>
                <c:pt idx="4243">
                  <c:v>0.25</c:v>
                </c:pt>
                <c:pt idx="4244">
                  <c:v>0.25</c:v>
                </c:pt>
                <c:pt idx="4245">
                  <c:v>0</c:v>
                </c:pt>
                <c:pt idx="4246">
                  <c:v>0</c:v>
                </c:pt>
                <c:pt idx="4247">
                  <c:v>0</c:v>
                </c:pt>
                <c:pt idx="4248">
                  <c:v>0</c:v>
                </c:pt>
                <c:pt idx="4249">
                  <c:v>0</c:v>
                </c:pt>
                <c:pt idx="4250">
                  <c:v>0</c:v>
                </c:pt>
                <c:pt idx="4251">
                  <c:v>0</c:v>
                </c:pt>
                <c:pt idx="4252">
                  <c:v>0</c:v>
                </c:pt>
                <c:pt idx="4253">
                  <c:v>0</c:v>
                </c:pt>
                <c:pt idx="4254">
                  <c:v>0</c:v>
                </c:pt>
                <c:pt idx="4255">
                  <c:v>0.25</c:v>
                </c:pt>
                <c:pt idx="4256">
                  <c:v>0.25</c:v>
                </c:pt>
                <c:pt idx="4257">
                  <c:v>0.256911</c:v>
                </c:pt>
                <c:pt idx="4258">
                  <c:v>0.426788</c:v>
                </c:pt>
                <c:pt idx="4259">
                  <c:v>0.43916100000000002</c:v>
                </c:pt>
                <c:pt idx="4260">
                  <c:v>0.51375499999999996</c:v>
                </c:pt>
                <c:pt idx="4261">
                  <c:v>0.36252099999999998</c:v>
                </c:pt>
                <c:pt idx="4262">
                  <c:v>0.37002800000000002</c:v>
                </c:pt>
                <c:pt idx="4263">
                  <c:v>0.39537699999999998</c:v>
                </c:pt>
                <c:pt idx="4264">
                  <c:v>0.31588899999999998</c:v>
                </c:pt>
                <c:pt idx="4265">
                  <c:v>0.25</c:v>
                </c:pt>
                <c:pt idx="4266">
                  <c:v>0.25</c:v>
                </c:pt>
                <c:pt idx="4267">
                  <c:v>0.25</c:v>
                </c:pt>
                <c:pt idx="4268">
                  <c:v>0.25</c:v>
                </c:pt>
                <c:pt idx="4269">
                  <c:v>0</c:v>
                </c:pt>
                <c:pt idx="4270">
                  <c:v>0</c:v>
                </c:pt>
                <c:pt idx="4271">
                  <c:v>0</c:v>
                </c:pt>
                <c:pt idx="4272">
                  <c:v>0</c:v>
                </c:pt>
                <c:pt idx="4273">
                  <c:v>0</c:v>
                </c:pt>
                <c:pt idx="4274">
                  <c:v>0</c:v>
                </c:pt>
                <c:pt idx="4275">
                  <c:v>0</c:v>
                </c:pt>
                <c:pt idx="4276">
                  <c:v>0</c:v>
                </c:pt>
                <c:pt idx="4277">
                  <c:v>0</c:v>
                </c:pt>
                <c:pt idx="4278">
                  <c:v>0</c:v>
                </c:pt>
                <c:pt idx="4279">
                  <c:v>0.25</c:v>
                </c:pt>
                <c:pt idx="4280">
                  <c:v>0.25</c:v>
                </c:pt>
                <c:pt idx="4281">
                  <c:v>0.31612200000000001</c:v>
                </c:pt>
                <c:pt idx="4282">
                  <c:v>0.47194399999999997</c:v>
                </c:pt>
                <c:pt idx="4283">
                  <c:v>0.49196299999999998</c:v>
                </c:pt>
                <c:pt idx="4284">
                  <c:v>0.59220700000000004</c:v>
                </c:pt>
                <c:pt idx="4285">
                  <c:v>0.48141400000000001</c:v>
                </c:pt>
                <c:pt idx="4286">
                  <c:v>0.44642999999999999</c:v>
                </c:pt>
                <c:pt idx="4287">
                  <c:v>0.51800900000000005</c:v>
                </c:pt>
                <c:pt idx="4288">
                  <c:v>0.40921000000000002</c:v>
                </c:pt>
                <c:pt idx="4289">
                  <c:v>0.25</c:v>
                </c:pt>
                <c:pt idx="4290">
                  <c:v>0.25</c:v>
                </c:pt>
                <c:pt idx="4291">
                  <c:v>0.25</c:v>
                </c:pt>
                <c:pt idx="4292">
                  <c:v>0.25</c:v>
                </c:pt>
                <c:pt idx="4293">
                  <c:v>0</c:v>
                </c:pt>
                <c:pt idx="4294">
                  <c:v>0</c:v>
                </c:pt>
                <c:pt idx="4295">
                  <c:v>0</c:v>
                </c:pt>
                <c:pt idx="4296">
                  <c:v>0</c:v>
                </c:pt>
                <c:pt idx="4297">
                  <c:v>0</c:v>
                </c:pt>
                <c:pt idx="4298">
                  <c:v>0</c:v>
                </c:pt>
                <c:pt idx="4299">
                  <c:v>0</c:v>
                </c:pt>
                <c:pt idx="4300">
                  <c:v>0</c:v>
                </c:pt>
                <c:pt idx="4301">
                  <c:v>0</c:v>
                </c:pt>
                <c:pt idx="4302">
                  <c:v>0</c:v>
                </c:pt>
                <c:pt idx="4303">
                  <c:v>0.25</c:v>
                </c:pt>
                <c:pt idx="4304">
                  <c:v>0.27830500000000002</c:v>
                </c:pt>
                <c:pt idx="4305">
                  <c:v>0.45881499999999997</c:v>
                </c:pt>
                <c:pt idx="4306">
                  <c:v>0.59834500000000002</c:v>
                </c:pt>
                <c:pt idx="4307">
                  <c:v>0.56214200000000003</c:v>
                </c:pt>
                <c:pt idx="4308">
                  <c:v>0.64785599999999999</c:v>
                </c:pt>
                <c:pt idx="4309">
                  <c:v>0.528613</c:v>
                </c:pt>
                <c:pt idx="4310">
                  <c:v>0.53726300000000005</c:v>
                </c:pt>
                <c:pt idx="4311">
                  <c:v>0.61354600000000004</c:v>
                </c:pt>
                <c:pt idx="4312">
                  <c:v>0.49215500000000001</c:v>
                </c:pt>
                <c:pt idx="4313">
                  <c:v>0.31759100000000001</c:v>
                </c:pt>
                <c:pt idx="4314">
                  <c:v>0.25</c:v>
                </c:pt>
                <c:pt idx="4315">
                  <c:v>0.25</c:v>
                </c:pt>
                <c:pt idx="4316">
                  <c:v>0.25</c:v>
                </c:pt>
                <c:pt idx="4317">
                  <c:v>0</c:v>
                </c:pt>
                <c:pt idx="4318">
                  <c:v>0</c:v>
                </c:pt>
                <c:pt idx="4319">
                  <c:v>0</c:v>
                </c:pt>
                <c:pt idx="4320">
                  <c:v>0</c:v>
                </c:pt>
                <c:pt idx="4321">
                  <c:v>0</c:v>
                </c:pt>
                <c:pt idx="4322">
                  <c:v>0</c:v>
                </c:pt>
                <c:pt idx="4323">
                  <c:v>0</c:v>
                </c:pt>
                <c:pt idx="4324">
                  <c:v>0</c:v>
                </c:pt>
                <c:pt idx="4325">
                  <c:v>0</c:v>
                </c:pt>
                <c:pt idx="4326">
                  <c:v>0</c:v>
                </c:pt>
                <c:pt idx="4327">
                  <c:v>0.25</c:v>
                </c:pt>
                <c:pt idx="4328">
                  <c:v>0.25</c:v>
                </c:pt>
                <c:pt idx="4329">
                  <c:v>0.363732</c:v>
                </c:pt>
                <c:pt idx="4330">
                  <c:v>0.54114200000000001</c:v>
                </c:pt>
                <c:pt idx="4331">
                  <c:v>0.52002599999999999</c:v>
                </c:pt>
                <c:pt idx="4332">
                  <c:v>0.57437099999999996</c:v>
                </c:pt>
                <c:pt idx="4333">
                  <c:v>0.42005100000000001</c:v>
                </c:pt>
                <c:pt idx="4334">
                  <c:v>0.41050399999999998</c:v>
                </c:pt>
                <c:pt idx="4335">
                  <c:v>0.42493900000000001</c:v>
                </c:pt>
                <c:pt idx="4336">
                  <c:v>0.37193100000000001</c:v>
                </c:pt>
                <c:pt idx="4337">
                  <c:v>0.26667800000000003</c:v>
                </c:pt>
                <c:pt idx="4338">
                  <c:v>0.25</c:v>
                </c:pt>
                <c:pt idx="4339">
                  <c:v>0.25</c:v>
                </c:pt>
                <c:pt idx="4340">
                  <c:v>0.25</c:v>
                </c:pt>
                <c:pt idx="4341">
                  <c:v>0</c:v>
                </c:pt>
                <c:pt idx="4342">
                  <c:v>0</c:v>
                </c:pt>
                <c:pt idx="4343">
                  <c:v>0</c:v>
                </c:pt>
                <c:pt idx="4344">
                  <c:v>0</c:v>
                </c:pt>
                <c:pt idx="4345">
                  <c:v>0</c:v>
                </c:pt>
                <c:pt idx="4346">
                  <c:v>0</c:v>
                </c:pt>
                <c:pt idx="4347">
                  <c:v>0</c:v>
                </c:pt>
                <c:pt idx="4348">
                  <c:v>0</c:v>
                </c:pt>
                <c:pt idx="4349">
                  <c:v>0</c:v>
                </c:pt>
                <c:pt idx="4350">
                  <c:v>0</c:v>
                </c:pt>
                <c:pt idx="4351">
                  <c:v>0.25</c:v>
                </c:pt>
                <c:pt idx="4352">
                  <c:v>0.25</c:v>
                </c:pt>
                <c:pt idx="4353">
                  <c:v>0.28153899999999998</c:v>
                </c:pt>
                <c:pt idx="4354">
                  <c:v>0.36633599999999999</c:v>
                </c:pt>
                <c:pt idx="4355">
                  <c:v>0.327733</c:v>
                </c:pt>
                <c:pt idx="4356">
                  <c:v>0.35891400000000001</c:v>
                </c:pt>
                <c:pt idx="4357">
                  <c:v>0.284835</c:v>
                </c:pt>
                <c:pt idx="4358">
                  <c:v>0.29059499999999999</c:v>
                </c:pt>
                <c:pt idx="4359">
                  <c:v>0.37378400000000001</c:v>
                </c:pt>
                <c:pt idx="4360">
                  <c:v>0.267955</c:v>
                </c:pt>
                <c:pt idx="4361">
                  <c:v>0.25</c:v>
                </c:pt>
                <c:pt idx="4362">
                  <c:v>0.25</c:v>
                </c:pt>
                <c:pt idx="4363">
                  <c:v>0.25</c:v>
                </c:pt>
                <c:pt idx="4364">
                  <c:v>0.25</c:v>
                </c:pt>
                <c:pt idx="4365">
                  <c:v>0</c:v>
                </c:pt>
                <c:pt idx="4366">
                  <c:v>0</c:v>
                </c:pt>
                <c:pt idx="4367">
                  <c:v>0</c:v>
                </c:pt>
                <c:pt idx="4368">
                  <c:v>0</c:v>
                </c:pt>
                <c:pt idx="4369">
                  <c:v>0</c:v>
                </c:pt>
                <c:pt idx="4370">
                  <c:v>0</c:v>
                </c:pt>
                <c:pt idx="4371">
                  <c:v>0</c:v>
                </c:pt>
                <c:pt idx="4372">
                  <c:v>0</c:v>
                </c:pt>
                <c:pt idx="4373">
                  <c:v>0</c:v>
                </c:pt>
                <c:pt idx="4374">
                  <c:v>0</c:v>
                </c:pt>
                <c:pt idx="4375">
                  <c:v>0.25</c:v>
                </c:pt>
                <c:pt idx="4376">
                  <c:v>0.25</c:v>
                </c:pt>
                <c:pt idx="4377">
                  <c:v>0.25</c:v>
                </c:pt>
                <c:pt idx="4378">
                  <c:v>0.339924</c:v>
                </c:pt>
                <c:pt idx="4379">
                  <c:v>0.30679600000000001</c:v>
                </c:pt>
                <c:pt idx="4380">
                  <c:v>0.36884699999999998</c:v>
                </c:pt>
                <c:pt idx="4381">
                  <c:v>0.27397199999999999</c:v>
                </c:pt>
                <c:pt idx="4382">
                  <c:v>0.37912499999999999</c:v>
                </c:pt>
                <c:pt idx="4383">
                  <c:v>0.46451799999999999</c:v>
                </c:pt>
                <c:pt idx="4384">
                  <c:v>0.39297199999999999</c:v>
                </c:pt>
                <c:pt idx="4385">
                  <c:v>0.361286</c:v>
                </c:pt>
                <c:pt idx="4386">
                  <c:v>0.25</c:v>
                </c:pt>
                <c:pt idx="4387">
                  <c:v>0.25</c:v>
                </c:pt>
                <c:pt idx="4388">
                  <c:v>0.25</c:v>
                </c:pt>
                <c:pt idx="4389">
                  <c:v>0</c:v>
                </c:pt>
                <c:pt idx="4390">
                  <c:v>0</c:v>
                </c:pt>
                <c:pt idx="4391">
                  <c:v>0</c:v>
                </c:pt>
                <c:pt idx="4392">
                  <c:v>0</c:v>
                </c:pt>
                <c:pt idx="4393">
                  <c:v>0</c:v>
                </c:pt>
                <c:pt idx="4394">
                  <c:v>0</c:v>
                </c:pt>
                <c:pt idx="4395">
                  <c:v>0</c:v>
                </c:pt>
                <c:pt idx="4396">
                  <c:v>0</c:v>
                </c:pt>
                <c:pt idx="4397">
                  <c:v>0</c:v>
                </c:pt>
                <c:pt idx="4398">
                  <c:v>0</c:v>
                </c:pt>
                <c:pt idx="4399">
                  <c:v>0.25</c:v>
                </c:pt>
                <c:pt idx="4400">
                  <c:v>0.30457499999999998</c:v>
                </c:pt>
                <c:pt idx="4401">
                  <c:v>0.56194299999999997</c:v>
                </c:pt>
                <c:pt idx="4402">
                  <c:v>0.617421</c:v>
                </c:pt>
                <c:pt idx="4403">
                  <c:v>0.57607699999999995</c:v>
                </c:pt>
                <c:pt idx="4404">
                  <c:v>0.60983600000000004</c:v>
                </c:pt>
                <c:pt idx="4405">
                  <c:v>0.50694899999999998</c:v>
                </c:pt>
                <c:pt idx="4406">
                  <c:v>0.51419000000000004</c:v>
                </c:pt>
                <c:pt idx="4407">
                  <c:v>0.53172200000000003</c:v>
                </c:pt>
                <c:pt idx="4408">
                  <c:v>0.47161199999999998</c:v>
                </c:pt>
                <c:pt idx="4409">
                  <c:v>0.27769199999999999</c:v>
                </c:pt>
                <c:pt idx="4410">
                  <c:v>0.25</c:v>
                </c:pt>
                <c:pt idx="4411">
                  <c:v>0.25</c:v>
                </c:pt>
                <c:pt idx="4412">
                  <c:v>0.25</c:v>
                </c:pt>
                <c:pt idx="4413">
                  <c:v>0</c:v>
                </c:pt>
                <c:pt idx="4414">
                  <c:v>0</c:v>
                </c:pt>
                <c:pt idx="4415">
                  <c:v>0</c:v>
                </c:pt>
                <c:pt idx="4416">
                  <c:v>0</c:v>
                </c:pt>
                <c:pt idx="4417">
                  <c:v>0</c:v>
                </c:pt>
                <c:pt idx="4418">
                  <c:v>0</c:v>
                </c:pt>
                <c:pt idx="4419">
                  <c:v>0</c:v>
                </c:pt>
                <c:pt idx="4420">
                  <c:v>0</c:v>
                </c:pt>
                <c:pt idx="4421">
                  <c:v>0</c:v>
                </c:pt>
                <c:pt idx="4422">
                  <c:v>0</c:v>
                </c:pt>
                <c:pt idx="4423">
                  <c:v>0.25</c:v>
                </c:pt>
                <c:pt idx="4424">
                  <c:v>0.25</c:v>
                </c:pt>
                <c:pt idx="4425">
                  <c:v>0.25</c:v>
                </c:pt>
                <c:pt idx="4426">
                  <c:v>0.29174800000000001</c:v>
                </c:pt>
                <c:pt idx="4427">
                  <c:v>0.29070400000000002</c:v>
                </c:pt>
                <c:pt idx="4428">
                  <c:v>0.31941399999999998</c:v>
                </c:pt>
                <c:pt idx="4429">
                  <c:v>0.271901</c:v>
                </c:pt>
                <c:pt idx="4430">
                  <c:v>0.28696300000000002</c:v>
                </c:pt>
                <c:pt idx="4431">
                  <c:v>0.37993500000000002</c:v>
                </c:pt>
                <c:pt idx="4432">
                  <c:v>0.40810000000000002</c:v>
                </c:pt>
                <c:pt idx="4433">
                  <c:v>0.25331900000000002</c:v>
                </c:pt>
                <c:pt idx="4434">
                  <c:v>0.25</c:v>
                </c:pt>
                <c:pt idx="4435">
                  <c:v>0.25</c:v>
                </c:pt>
                <c:pt idx="4436">
                  <c:v>0.25</c:v>
                </c:pt>
                <c:pt idx="4437">
                  <c:v>0</c:v>
                </c:pt>
                <c:pt idx="4438">
                  <c:v>0</c:v>
                </c:pt>
                <c:pt idx="4439">
                  <c:v>0</c:v>
                </c:pt>
                <c:pt idx="4440">
                  <c:v>0</c:v>
                </c:pt>
                <c:pt idx="4441">
                  <c:v>0</c:v>
                </c:pt>
                <c:pt idx="4442">
                  <c:v>0</c:v>
                </c:pt>
                <c:pt idx="4443">
                  <c:v>0</c:v>
                </c:pt>
                <c:pt idx="4444">
                  <c:v>0</c:v>
                </c:pt>
                <c:pt idx="4445">
                  <c:v>0</c:v>
                </c:pt>
                <c:pt idx="4446">
                  <c:v>0</c:v>
                </c:pt>
                <c:pt idx="4447">
                  <c:v>0.25</c:v>
                </c:pt>
                <c:pt idx="4448">
                  <c:v>0.25</c:v>
                </c:pt>
                <c:pt idx="4449">
                  <c:v>0.25</c:v>
                </c:pt>
                <c:pt idx="4450">
                  <c:v>0.36271700000000001</c:v>
                </c:pt>
                <c:pt idx="4451">
                  <c:v>0.39963799999999999</c:v>
                </c:pt>
                <c:pt idx="4452">
                  <c:v>0.440942</c:v>
                </c:pt>
                <c:pt idx="4453">
                  <c:v>0.34044200000000002</c:v>
                </c:pt>
                <c:pt idx="4454">
                  <c:v>0.32773799999999997</c:v>
                </c:pt>
                <c:pt idx="4455">
                  <c:v>0.36002299999999998</c:v>
                </c:pt>
                <c:pt idx="4456">
                  <c:v>0.325077</c:v>
                </c:pt>
                <c:pt idx="4457">
                  <c:v>0.25</c:v>
                </c:pt>
                <c:pt idx="4458">
                  <c:v>0.25</c:v>
                </c:pt>
                <c:pt idx="4459">
                  <c:v>0.25</c:v>
                </c:pt>
                <c:pt idx="4460">
                  <c:v>0.25</c:v>
                </c:pt>
                <c:pt idx="4461">
                  <c:v>0</c:v>
                </c:pt>
                <c:pt idx="4462">
                  <c:v>0</c:v>
                </c:pt>
                <c:pt idx="4463">
                  <c:v>0</c:v>
                </c:pt>
                <c:pt idx="4464">
                  <c:v>0</c:v>
                </c:pt>
                <c:pt idx="4465">
                  <c:v>0</c:v>
                </c:pt>
                <c:pt idx="4466">
                  <c:v>0</c:v>
                </c:pt>
                <c:pt idx="4467">
                  <c:v>0</c:v>
                </c:pt>
                <c:pt idx="4468">
                  <c:v>0</c:v>
                </c:pt>
                <c:pt idx="4469">
                  <c:v>0</c:v>
                </c:pt>
                <c:pt idx="4470">
                  <c:v>0</c:v>
                </c:pt>
                <c:pt idx="4471">
                  <c:v>0.25</c:v>
                </c:pt>
                <c:pt idx="4472">
                  <c:v>0.25</c:v>
                </c:pt>
                <c:pt idx="4473">
                  <c:v>0.25</c:v>
                </c:pt>
                <c:pt idx="4474">
                  <c:v>0.28895199999999999</c:v>
                </c:pt>
                <c:pt idx="4475">
                  <c:v>0.25121500000000002</c:v>
                </c:pt>
                <c:pt idx="4476">
                  <c:v>0.395652</c:v>
                </c:pt>
                <c:pt idx="4477">
                  <c:v>0.28342899999999999</c:v>
                </c:pt>
                <c:pt idx="4478">
                  <c:v>0.28589100000000001</c:v>
                </c:pt>
                <c:pt idx="4479">
                  <c:v>0.30846400000000002</c:v>
                </c:pt>
                <c:pt idx="4480">
                  <c:v>0.31626900000000002</c:v>
                </c:pt>
                <c:pt idx="4481">
                  <c:v>0.25</c:v>
                </c:pt>
                <c:pt idx="4482">
                  <c:v>0.25</c:v>
                </c:pt>
                <c:pt idx="4483">
                  <c:v>0.25</c:v>
                </c:pt>
                <c:pt idx="4484">
                  <c:v>0.25</c:v>
                </c:pt>
                <c:pt idx="4485">
                  <c:v>0</c:v>
                </c:pt>
                <c:pt idx="4486">
                  <c:v>0</c:v>
                </c:pt>
                <c:pt idx="4487">
                  <c:v>0</c:v>
                </c:pt>
                <c:pt idx="4488">
                  <c:v>0</c:v>
                </c:pt>
                <c:pt idx="4489">
                  <c:v>0</c:v>
                </c:pt>
                <c:pt idx="4490">
                  <c:v>0</c:v>
                </c:pt>
                <c:pt idx="4491">
                  <c:v>0</c:v>
                </c:pt>
                <c:pt idx="4492">
                  <c:v>0</c:v>
                </c:pt>
                <c:pt idx="4493">
                  <c:v>0</c:v>
                </c:pt>
                <c:pt idx="4494">
                  <c:v>0</c:v>
                </c:pt>
                <c:pt idx="4495">
                  <c:v>0.25</c:v>
                </c:pt>
                <c:pt idx="4496">
                  <c:v>0.25</c:v>
                </c:pt>
                <c:pt idx="4497">
                  <c:v>0.25</c:v>
                </c:pt>
                <c:pt idx="4498">
                  <c:v>0.336198</c:v>
                </c:pt>
                <c:pt idx="4499">
                  <c:v>0.414184</c:v>
                </c:pt>
                <c:pt idx="4500">
                  <c:v>0.62468400000000002</c:v>
                </c:pt>
                <c:pt idx="4501">
                  <c:v>0.52166999999999997</c:v>
                </c:pt>
                <c:pt idx="4502">
                  <c:v>0.46959299999999998</c:v>
                </c:pt>
                <c:pt idx="4503">
                  <c:v>0.50889499999999999</c:v>
                </c:pt>
                <c:pt idx="4504">
                  <c:v>0.47371400000000002</c:v>
                </c:pt>
                <c:pt idx="4505">
                  <c:v>0.322716</c:v>
                </c:pt>
                <c:pt idx="4506">
                  <c:v>0.25</c:v>
                </c:pt>
                <c:pt idx="4507">
                  <c:v>0.25</c:v>
                </c:pt>
                <c:pt idx="4508">
                  <c:v>0.25</c:v>
                </c:pt>
                <c:pt idx="4509">
                  <c:v>0</c:v>
                </c:pt>
                <c:pt idx="4510">
                  <c:v>0</c:v>
                </c:pt>
                <c:pt idx="4511">
                  <c:v>0</c:v>
                </c:pt>
                <c:pt idx="4512">
                  <c:v>0</c:v>
                </c:pt>
                <c:pt idx="4513">
                  <c:v>0</c:v>
                </c:pt>
                <c:pt idx="4514">
                  <c:v>0</c:v>
                </c:pt>
                <c:pt idx="4515">
                  <c:v>0</c:v>
                </c:pt>
                <c:pt idx="4516">
                  <c:v>0</c:v>
                </c:pt>
                <c:pt idx="4517">
                  <c:v>0</c:v>
                </c:pt>
                <c:pt idx="4518">
                  <c:v>0</c:v>
                </c:pt>
                <c:pt idx="4519">
                  <c:v>0.25</c:v>
                </c:pt>
                <c:pt idx="4520">
                  <c:v>0.295076</c:v>
                </c:pt>
                <c:pt idx="4521">
                  <c:v>0.42109600000000003</c:v>
                </c:pt>
                <c:pt idx="4522">
                  <c:v>0.48813299999999998</c:v>
                </c:pt>
                <c:pt idx="4523">
                  <c:v>0.48950399999999999</c:v>
                </c:pt>
                <c:pt idx="4524">
                  <c:v>0.47617100000000001</c:v>
                </c:pt>
                <c:pt idx="4525">
                  <c:v>0.52773099999999995</c:v>
                </c:pt>
                <c:pt idx="4526">
                  <c:v>0.50375300000000001</c:v>
                </c:pt>
                <c:pt idx="4527">
                  <c:v>0.58849399999999996</c:v>
                </c:pt>
                <c:pt idx="4528">
                  <c:v>0.57773399999999997</c:v>
                </c:pt>
                <c:pt idx="4529">
                  <c:v>0.43518299999999999</c:v>
                </c:pt>
                <c:pt idx="4530">
                  <c:v>0.25</c:v>
                </c:pt>
                <c:pt idx="4531">
                  <c:v>0.25</c:v>
                </c:pt>
                <c:pt idx="4532">
                  <c:v>0.25</c:v>
                </c:pt>
                <c:pt idx="4533">
                  <c:v>0</c:v>
                </c:pt>
                <c:pt idx="4534">
                  <c:v>0</c:v>
                </c:pt>
                <c:pt idx="4535">
                  <c:v>0</c:v>
                </c:pt>
                <c:pt idx="4536">
                  <c:v>0</c:v>
                </c:pt>
                <c:pt idx="4537">
                  <c:v>0</c:v>
                </c:pt>
                <c:pt idx="4538">
                  <c:v>0</c:v>
                </c:pt>
                <c:pt idx="4539">
                  <c:v>0</c:v>
                </c:pt>
                <c:pt idx="4540">
                  <c:v>0</c:v>
                </c:pt>
                <c:pt idx="4541">
                  <c:v>0</c:v>
                </c:pt>
                <c:pt idx="4542">
                  <c:v>0</c:v>
                </c:pt>
                <c:pt idx="4543">
                  <c:v>0.31506600000000001</c:v>
                </c:pt>
                <c:pt idx="4544">
                  <c:v>0.72641199999999995</c:v>
                </c:pt>
                <c:pt idx="4545">
                  <c:v>0.496058</c:v>
                </c:pt>
                <c:pt idx="4546">
                  <c:v>0.66901100000000002</c:v>
                </c:pt>
                <c:pt idx="4547">
                  <c:v>0.577511</c:v>
                </c:pt>
                <c:pt idx="4548">
                  <c:v>0.680419</c:v>
                </c:pt>
                <c:pt idx="4549">
                  <c:v>0.59660100000000005</c:v>
                </c:pt>
                <c:pt idx="4550">
                  <c:v>0.60609199999999996</c:v>
                </c:pt>
                <c:pt idx="4551">
                  <c:v>0.58162499999999995</c:v>
                </c:pt>
                <c:pt idx="4552">
                  <c:v>0.559693</c:v>
                </c:pt>
                <c:pt idx="4553">
                  <c:v>0.38576100000000002</c:v>
                </c:pt>
                <c:pt idx="4554">
                  <c:v>0.25</c:v>
                </c:pt>
                <c:pt idx="4555">
                  <c:v>0.25</c:v>
                </c:pt>
                <c:pt idx="4556">
                  <c:v>0.25</c:v>
                </c:pt>
                <c:pt idx="4557">
                  <c:v>0</c:v>
                </c:pt>
                <c:pt idx="4558">
                  <c:v>0</c:v>
                </c:pt>
                <c:pt idx="4559">
                  <c:v>0</c:v>
                </c:pt>
                <c:pt idx="4560">
                  <c:v>0</c:v>
                </c:pt>
                <c:pt idx="4561">
                  <c:v>0</c:v>
                </c:pt>
                <c:pt idx="4562">
                  <c:v>0</c:v>
                </c:pt>
                <c:pt idx="4563">
                  <c:v>0</c:v>
                </c:pt>
                <c:pt idx="4564">
                  <c:v>0</c:v>
                </c:pt>
                <c:pt idx="4565">
                  <c:v>0</c:v>
                </c:pt>
                <c:pt idx="4566">
                  <c:v>0</c:v>
                </c:pt>
                <c:pt idx="4567">
                  <c:v>0.31895499999999999</c:v>
                </c:pt>
                <c:pt idx="4568">
                  <c:v>0.60287999999999997</c:v>
                </c:pt>
                <c:pt idx="4569">
                  <c:v>0.75145600000000001</c:v>
                </c:pt>
                <c:pt idx="4570">
                  <c:v>0.710144</c:v>
                </c:pt>
                <c:pt idx="4571">
                  <c:v>0.66666700000000001</c:v>
                </c:pt>
                <c:pt idx="4572">
                  <c:v>0.72526599999999997</c:v>
                </c:pt>
                <c:pt idx="4573">
                  <c:v>0.64114499999999996</c:v>
                </c:pt>
                <c:pt idx="4574">
                  <c:v>0.59590200000000004</c:v>
                </c:pt>
                <c:pt idx="4575">
                  <c:v>0.60167599999999999</c:v>
                </c:pt>
                <c:pt idx="4576">
                  <c:v>0.70757499999999995</c:v>
                </c:pt>
                <c:pt idx="4577">
                  <c:v>0.60829699999999998</c:v>
                </c:pt>
                <c:pt idx="4578">
                  <c:v>0.39502799999999999</c:v>
                </c:pt>
                <c:pt idx="4579">
                  <c:v>0.25</c:v>
                </c:pt>
                <c:pt idx="4580">
                  <c:v>0.25</c:v>
                </c:pt>
                <c:pt idx="4581">
                  <c:v>0</c:v>
                </c:pt>
                <c:pt idx="4582">
                  <c:v>0</c:v>
                </c:pt>
                <c:pt idx="4583">
                  <c:v>0</c:v>
                </c:pt>
                <c:pt idx="4584">
                  <c:v>0</c:v>
                </c:pt>
                <c:pt idx="4585">
                  <c:v>0</c:v>
                </c:pt>
                <c:pt idx="4586">
                  <c:v>0</c:v>
                </c:pt>
                <c:pt idx="4587">
                  <c:v>0</c:v>
                </c:pt>
                <c:pt idx="4588">
                  <c:v>0</c:v>
                </c:pt>
                <c:pt idx="4589">
                  <c:v>0</c:v>
                </c:pt>
                <c:pt idx="4590">
                  <c:v>0</c:v>
                </c:pt>
                <c:pt idx="4591">
                  <c:v>0.342254</c:v>
                </c:pt>
                <c:pt idx="4592">
                  <c:v>0.70699599999999996</c:v>
                </c:pt>
                <c:pt idx="4593">
                  <c:v>0.63273699999999999</c:v>
                </c:pt>
                <c:pt idx="4594">
                  <c:v>0.73366600000000004</c:v>
                </c:pt>
                <c:pt idx="4595">
                  <c:v>0.64481500000000003</c:v>
                </c:pt>
                <c:pt idx="4596">
                  <c:v>0.70763200000000004</c:v>
                </c:pt>
                <c:pt idx="4597">
                  <c:v>0.57245699999999999</c:v>
                </c:pt>
                <c:pt idx="4598">
                  <c:v>0.51790599999999998</c:v>
                </c:pt>
                <c:pt idx="4599">
                  <c:v>0.54891900000000005</c:v>
                </c:pt>
                <c:pt idx="4600">
                  <c:v>0.46166699999999999</c:v>
                </c:pt>
                <c:pt idx="4601">
                  <c:v>0.39200099999999999</c:v>
                </c:pt>
                <c:pt idx="4602">
                  <c:v>0.25</c:v>
                </c:pt>
                <c:pt idx="4603">
                  <c:v>0.25</c:v>
                </c:pt>
                <c:pt idx="4604">
                  <c:v>0.25</c:v>
                </c:pt>
                <c:pt idx="4605">
                  <c:v>0</c:v>
                </c:pt>
                <c:pt idx="4606">
                  <c:v>0</c:v>
                </c:pt>
                <c:pt idx="4607">
                  <c:v>0</c:v>
                </c:pt>
                <c:pt idx="4608">
                  <c:v>0</c:v>
                </c:pt>
                <c:pt idx="4609">
                  <c:v>0</c:v>
                </c:pt>
                <c:pt idx="4610">
                  <c:v>0</c:v>
                </c:pt>
                <c:pt idx="4611">
                  <c:v>0</c:v>
                </c:pt>
                <c:pt idx="4612">
                  <c:v>0</c:v>
                </c:pt>
                <c:pt idx="4613">
                  <c:v>0</c:v>
                </c:pt>
                <c:pt idx="4614">
                  <c:v>0</c:v>
                </c:pt>
                <c:pt idx="4615">
                  <c:v>0.25</c:v>
                </c:pt>
                <c:pt idx="4616">
                  <c:v>0.54947199999999996</c:v>
                </c:pt>
                <c:pt idx="4617">
                  <c:v>0.66570600000000002</c:v>
                </c:pt>
                <c:pt idx="4618">
                  <c:v>0.75253000000000003</c:v>
                </c:pt>
                <c:pt idx="4619">
                  <c:v>0.72575599999999996</c:v>
                </c:pt>
                <c:pt idx="4620">
                  <c:v>0.77349699999999999</c:v>
                </c:pt>
                <c:pt idx="4621">
                  <c:v>0.59503099999999998</c:v>
                </c:pt>
                <c:pt idx="4622">
                  <c:v>0.53029599999999999</c:v>
                </c:pt>
                <c:pt idx="4623">
                  <c:v>0.54877699999999996</c:v>
                </c:pt>
                <c:pt idx="4624">
                  <c:v>0.491288</c:v>
                </c:pt>
                <c:pt idx="4625">
                  <c:v>0.42158400000000001</c:v>
                </c:pt>
                <c:pt idx="4626">
                  <c:v>0.25</c:v>
                </c:pt>
                <c:pt idx="4627">
                  <c:v>0.25</c:v>
                </c:pt>
                <c:pt idx="4628">
                  <c:v>0.25</c:v>
                </c:pt>
                <c:pt idx="4629">
                  <c:v>0</c:v>
                </c:pt>
                <c:pt idx="4630">
                  <c:v>0</c:v>
                </c:pt>
                <c:pt idx="4631">
                  <c:v>0</c:v>
                </c:pt>
                <c:pt idx="4632">
                  <c:v>0</c:v>
                </c:pt>
                <c:pt idx="4633">
                  <c:v>0</c:v>
                </c:pt>
                <c:pt idx="4634">
                  <c:v>0</c:v>
                </c:pt>
                <c:pt idx="4635">
                  <c:v>0</c:v>
                </c:pt>
                <c:pt idx="4636">
                  <c:v>0</c:v>
                </c:pt>
                <c:pt idx="4637">
                  <c:v>0</c:v>
                </c:pt>
                <c:pt idx="4638">
                  <c:v>0</c:v>
                </c:pt>
                <c:pt idx="4639">
                  <c:v>0.25</c:v>
                </c:pt>
                <c:pt idx="4640">
                  <c:v>0.37783899999999998</c:v>
                </c:pt>
                <c:pt idx="4641">
                  <c:v>0.40474900000000003</c:v>
                </c:pt>
                <c:pt idx="4642">
                  <c:v>0.60640499999999997</c:v>
                </c:pt>
                <c:pt idx="4643">
                  <c:v>0.57128699999999999</c:v>
                </c:pt>
                <c:pt idx="4644">
                  <c:v>0.59201199999999998</c:v>
                </c:pt>
                <c:pt idx="4645">
                  <c:v>0.456731</c:v>
                </c:pt>
                <c:pt idx="4646">
                  <c:v>0.40357599999999999</c:v>
                </c:pt>
                <c:pt idx="4647">
                  <c:v>0.480599</c:v>
                </c:pt>
                <c:pt idx="4648">
                  <c:v>0.32866899999999999</c:v>
                </c:pt>
                <c:pt idx="4649">
                  <c:v>0.25</c:v>
                </c:pt>
                <c:pt idx="4650">
                  <c:v>0.25</c:v>
                </c:pt>
                <c:pt idx="4651">
                  <c:v>0.25</c:v>
                </c:pt>
                <c:pt idx="4652">
                  <c:v>0.25</c:v>
                </c:pt>
                <c:pt idx="4653">
                  <c:v>0</c:v>
                </c:pt>
                <c:pt idx="4654">
                  <c:v>0</c:v>
                </c:pt>
                <c:pt idx="4655">
                  <c:v>0</c:v>
                </c:pt>
                <c:pt idx="4656">
                  <c:v>0</c:v>
                </c:pt>
                <c:pt idx="4657">
                  <c:v>0</c:v>
                </c:pt>
                <c:pt idx="4658">
                  <c:v>0</c:v>
                </c:pt>
                <c:pt idx="4659">
                  <c:v>0</c:v>
                </c:pt>
                <c:pt idx="4660">
                  <c:v>0</c:v>
                </c:pt>
                <c:pt idx="4661">
                  <c:v>0</c:v>
                </c:pt>
                <c:pt idx="4662">
                  <c:v>0</c:v>
                </c:pt>
                <c:pt idx="4663">
                  <c:v>0.25</c:v>
                </c:pt>
                <c:pt idx="4664">
                  <c:v>0.25</c:v>
                </c:pt>
                <c:pt idx="4665">
                  <c:v>0.32774500000000001</c:v>
                </c:pt>
                <c:pt idx="4666">
                  <c:v>0.46471600000000002</c:v>
                </c:pt>
                <c:pt idx="4667">
                  <c:v>0.53517199999999998</c:v>
                </c:pt>
                <c:pt idx="4668">
                  <c:v>0.51258899999999996</c:v>
                </c:pt>
                <c:pt idx="4669">
                  <c:v>0.423209</c:v>
                </c:pt>
                <c:pt idx="4670">
                  <c:v>0.38825799999999999</c:v>
                </c:pt>
                <c:pt idx="4671">
                  <c:v>0.40518100000000001</c:v>
                </c:pt>
                <c:pt idx="4672">
                  <c:v>0.42687999999999998</c:v>
                </c:pt>
                <c:pt idx="4673">
                  <c:v>0.29128999999999999</c:v>
                </c:pt>
                <c:pt idx="4674">
                  <c:v>0.25</c:v>
                </c:pt>
                <c:pt idx="4675">
                  <c:v>0.25</c:v>
                </c:pt>
                <c:pt idx="4676">
                  <c:v>0.25</c:v>
                </c:pt>
                <c:pt idx="4677">
                  <c:v>0</c:v>
                </c:pt>
                <c:pt idx="4678">
                  <c:v>0</c:v>
                </c:pt>
                <c:pt idx="4679">
                  <c:v>0</c:v>
                </c:pt>
                <c:pt idx="4680">
                  <c:v>0</c:v>
                </c:pt>
                <c:pt idx="4681">
                  <c:v>0</c:v>
                </c:pt>
                <c:pt idx="4682">
                  <c:v>0</c:v>
                </c:pt>
                <c:pt idx="4683">
                  <c:v>0</c:v>
                </c:pt>
                <c:pt idx="4684">
                  <c:v>0</c:v>
                </c:pt>
                <c:pt idx="4685">
                  <c:v>0</c:v>
                </c:pt>
                <c:pt idx="4686">
                  <c:v>0</c:v>
                </c:pt>
                <c:pt idx="4687">
                  <c:v>0.25</c:v>
                </c:pt>
                <c:pt idx="4688">
                  <c:v>0.25</c:v>
                </c:pt>
                <c:pt idx="4689">
                  <c:v>0.25</c:v>
                </c:pt>
                <c:pt idx="4690">
                  <c:v>0.32393499999999997</c:v>
                </c:pt>
                <c:pt idx="4691">
                  <c:v>0.524308</c:v>
                </c:pt>
                <c:pt idx="4692">
                  <c:v>0.56045199999999995</c:v>
                </c:pt>
                <c:pt idx="4693">
                  <c:v>0.46939399999999998</c:v>
                </c:pt>
                <c:pt idx="4694">
                  <c:v>0.48235099999999997</c:v>
                </c:pt>
                <c:pt idx="4695">
                  <c:v>0.49042000000000002</c:v>
                </c:pt>
                <c:pt idx="4696">
                  <c:v>0.46662399999999998</c:v>
                </c:pt>
                <c:pt idx="4697">
                  <c:v>0.37118800000000002</c:v>
                </c:pt>
                <c:pt idx="4698">
                  <c:v>0.25</c:v>
                </c:pt>
                <c:pt idx="4699">
                  <c:v>0.25</c:v>
                </c:pt>
                <c:pt idx="4700">
                  <c:v>0.25</c:v>
                </c:pt>
                <c:pt idx="4701">
                  <c:v>0</c:v>
                </c:pt>
                <c:pt idx="4702">
                  <c:v>0</c:v>
                </c:pt>
                <c:pt idx="4703">
                  <c:v>0</c:v>
                </c:pt>
                <c:pt idx="4704">
                  <c:v>0</c:v>
                </c:pt>
                <c:pt idx="4705">
                  <c:v>0</c:v>
                </c:pt>
                <c:pt idx="4706">
                  <c:v>0</c:v>
                </c:pt>
                <c:pt idx="4707">
                  <c:v>0</c:v>
                </c:pt>
                <c:pt idx="4708">
                  <c:v>0</c:v>
                </c:pt>
                <c:pt idx="4709">
                  <c:v>0</c:v>
                </c:pt>
                <c:pt idx="4710">
                  <c:v>0</c:v>
                </c:pt>
                <c:pt idx="4711">
                  <c:v>0.25</c:v>
                </c:pt>
                <c:pt idx="4712">
                  <c:v>0.25</c:v>
                </c:pt>
                <c:pt idx="4713">
                  <c:v>0.33198</c:v>
                </c:pt>
                <c:pt idx="4714">
                  <c:v>0.45387699999999997</c:v>
                </c:pt>
                <c:pt idx="4715">
                  <c:v>0.48242600000000002</c:v>
                </c:pt>
                <c:pt idx="4716">
                  <c:v>0.55445199999999994</c:v>
                </c:pt>
                <c:pt idx="4717">
                  <c:v>0.458754</c:v>
                </c:pt>
                <c:pt idx="4718">
                  <c:v>0.46723799999999999</c:v>
                </c:pt>
                <c:pt idx="4719">
                  <c:v>0.29599500000000001</c:v>
                </c:pt>
                <c:pt idx="4720">
                  <c:v>0.355796</c:v>
                </c:pt>
                <c:pt idx="4721">
                  <c:v>0.26702999999999999</c:v>
                </c:pt>
                <c:pt idx="4722">
                  <c:v>0.25</c:v>
                </c:pt>
                <c:pt idx="4723">
                  <c:v>0.25</c:v>
                </c:pt>
                <c:pt idx="4724">
                  <c:v>0.25</c:v>
                </c:pt>
                <c:pt idx="4725">
                  <c:v>0</c:v>
                </c:pt>
                <c:pt idx="4726">
                  <c:v>0</c:v>
                </c:pt>
                <c:pt idx="4727">
                  <c:v>0</c:v>
                </c:pt>
                <c:pt idx="4728">
                  <c:v>0</c:v>
                </c:pt>
                <c:pt idx="4729">
                  <c:v>0</c:v>
                </c:pt>
                <c:pt idx="4730">
                  <c:v>0</c:v>
                </c:pt>
                <c:pt idx="4731">
                  <c:v>0</c:v>
                </c:pt>
                <c:pt idx="4732">
                  <c:v>0</c:v>
                </c:pt>
                <c:pt idx="4733">
                  <c:v>0</c:v>
                </c:pt>
                <c:pt idx="4734">
                  <c:v>0</c:v>
                </c:pt>
                <c:pt idx="4735">
                  <c:v>0.25</c:v>
                </c:pt>
                <c:pt idx="4736">
                  <c:v>0.41531499999999999</c:v>
                </c:pt>
                <c:pt idx="4737">
                  <c:v>0.51423700000000006</c:v>
                </c:pt>
                <c:pt idx="4738">
                  <c:v>0.61176399999999997</c:v>
                </c:pt>
                <c:pt idx="4739">
                  <c:v>0.56704900000000003</c:v>
                </c:pt>
                <c:pt idx="4740">
                  <c:v>0.60245899999999997</c:v>
                </c:pt>
                <c:pt idx="4741">
                  <c:v>0.495701</c:v>
                </c:pt>
                <c:pt idx="4742">
                  <c:v>0.50263999999999998</c:v>
                </c:pt>
                <c:pt idx="4743">
                  <c:v>0.58900600000000003</c:v>
                </c:pt>
                <c:pt idx="4744">
                  <c:v>0.54151000000000005</c:v>
                </c:pt>
                <c:pt idx="4745">
                  <c:v>0.25303799999999999</c:v>
                </c:pt>
                <c:pt idx="4746">
                  <c:v>0.25</c:v>
                </c:pt>
                <c:pt idx="4747">
                  <c:v>0.25</c:v>
                </c:pt>
                <c:pt idx="4748">
                  <c:v>0.25</c:v>
                </c:pt>
                <c:pt idx="4749">
                  <c:v>0</c:v>
                </c:pt>
                <c:pt idx="4750">
                  <c:v>0</c:v>
                </c:pt>
                <c:pt idx="4751">
                  <c:v>0</c:v>
                </c:pt>
                <c:pt idx="4752">
                  <c:v>0</c:v>
                </c:pt>
                <c:pt idx="4753">
                  <c:v>0</c:v>
                </c:pt>
                <c:pt idx="4754">
                  <c:v>0</c:v>
                </c:pt>
                <c:pt idx="4755">
                  <c:v>0</c:v>
                </c:pt>
                <c:pt idx="4756">
                  <c:v>0</c:v>
                </c:pt>
                <c:pt idx="4757">
                  <c:v>0</c:v>
                </c:pt>
                <c:pt idx="4758">
                  <c:v>0</c:v>
                </c:pt>
                <c:pt idx="4759">
                  <c:v>0.25</c:v>
                </c:pt>
                <c:pt idx="4760">
                  <c:v>0.25</c:v>
                </c:pt>
                <c:pt idx="4761">
                  <c:v>0.29113299999999998</c:v>
                </c:pt>
                <c:pt idx="4762">
                  <c:v>0.386573</c:v>
                </c:pt>
                <c:pt idx="4763">
                  <c:v>0.45419199999999998</c:v>
                </c:pt>
                <c:pt idx="4764">
                  <c:v>0.49451200000000001</c:v>
                </c:pt>
                <c:pt idx="4765">
                  <c:v>0.29760900000000001</c:v>
                </c:pt>
                <c:pt idx="4766">
                  <c:v>0.38617099999999999</c:v>
                </c:pt>
                <c:pt idx="4767">
                  <c:v>0.44390800000000002</c:v>
                </c:pt>
                <c:pt idx="4768">
                  <c:v>0.52513799999999999</c:v>
                </c:pt>
                <c:pt idx="4769">
                  <c:v>0.36583199999999999</c:v>
                </c:pt>
                <c:pt idx="4770">
                  <c:v>0.25</c:v>
                </c:pt>
                <c:pt idx="4771">
                  <c:v>0.25</c:v>
                </c:pt>
                <c:pt idx="4772">
                  <c:v>0.25</c:v>
                </c:pt>
                <c:pt idx="4773">
                  <c:v>0</c:v>
                </c:pt>
                <c:pt idx="4774">
                  <c:v>0</c:v>
                </c:pt>
                <c:pt idx="4775">
                  <c:v>0</c:v>
                </c:pt>
                <c:pt idx="4776">
                  <c:v>0</c:v>
                </c:pt>
                <c:pt idx="4777">
                  <c:v>0</c:v>
                </c:pt>
                <c:pt idx="4778">
                  <c:v>0</c:v>
                </c:pt>
                <c:pt idx="4779">
                  <c:v>0</c:v>
                </c:pt>
                <c:pt idx="4780">
                  <c:v>0</c:v>
                </c:pt>
                <c:pt idx="4781">
                  <c:v>0</c:v>
                </c:pt>
                <c:pt idx="4782">
                  <c:v>0</c:v>
                </c:pt>
                <c:pt idx="4783">
                  <c:v>0.25</c:v>
                </c:pt>
                <c:pt idx="4784">
                  <c:v>0.25</c:v>
                </c:pt>
                <c:pt idx="4785">
                  <c:v>0.25881999999999999</c:v>
                </c:pt>
                <c:pt idx="4786">
                  <c:v>0.49672899999999998</c:v>
                </c:pt>
                <c:pt idx="4787">
                  <c:v>0.45133699999999999</c:v>
                </c:pt>
                <c:pt idx="4788">
                  <c:v>0.55628100000000003</c:v>
                </c:pt>
                <c:pt idx="4789">
                  <c:v>0.48728300000000002</c:v>
                </c:pt>
                <c:pt idx="4790">
                  <c:v>0.496147</c:v>
                </c:pt>
                <c:pt idx="4791">
                  <c:v>0.58142799999999994</c:v>
                </c:pt>
                <c:pt idx="4792">
                  <c:v>0.551894</c:v>
                </c:pt>
                <c:pt idx="4793">
                  <c:v>0.43577100000000002</c:v>
                </c:pt>
                <c:pt idx="4794">
                  <c:v>0.26734400000000003</c:v>
                </c:pt>
                <c:pt idx="4795">
                  <c:v>0.25</c:v>
                </c:pt>
                <c:pt idx="4796">
                  <c:v>0.25</c:v>
                </c:pt>
                <c:pt idx="4797">
                  <c:v>0</c:v>
                </c:pt>
                <c:pt idx="4798">
                  <c:v>0</c:v>
                </c:pt>
                <c:pt idx="4799">
                  <c:v>0</c:v>
                </c:pt>
                <c:pt idx="4800">
                  <c:v>0</c:v>
                </c:pt>
                <c:pt idx="4801">
                  <c:v>0</c:v>
                </c:pt>
                <c:pt idx="4802">
                  <c:v>0</c:v>
                </c:pt>
                <c:pt idx="4803">
                  <c:v>0</c:v>
                </c:pt>
                <c:pt idx="4804">
                  <c:v>0</c:v>
                </c:pt>
                <c:pt idx="4805">
                  <c:v>0</c:v>
                </c:pt>
                <c:pt idx="4806">
                  <c:v>0</c:v>
                </c:pt>
                <c:pt idx="4807">
                  <c:v>0.25</c:v>
                </c:pt>
                <c:pt idx="4808">
                  <c:v>0.41295700000000002</c:v>
                </c:pt>
                <c:pt idx="4809">
                  <c:v>0.69571000000000005</c:v>
                </c:pt>
                <c:pt idx="4810">
                  <c:v>0.76634999999999998</c:v>
                </c:pt>
                <c:pt idx="4811">
                  <c:v>0.72987199999999997</c:v>
                </c:pt>
                <c:pt idx="4812">
                  <c:v>0.763436</c:v>
                </c:pt>
                <c:pt idx="4813">
                  <c:v>0.66205999999999998</c:v>
                </c:pt>
                <c:pt idx="4814">
                  <c:v>0.612321</c:v>
                </c:pt>
                <c:pt idx="4815">
                  <c:v>0.63446400000000003</c:v>
                </c:pt>
                <c:pt idx="4816">
                  <c:v>0.60560599999999998</c:v>
                </c:pt>
                <c:pt idx="4817">
                  <c:v>0.43546400000000002</c:v>
                </c:pt>
                <c:pt idx="4818">
                  <c:v>0.25</c:v>
                </c:pt>
                <c:pt idx="4819">
                  <c:v>0.25</c:v>
                </c:pt>
                <c:pt idx="4820">
                  <c:v>0.25</c:v>
                </c:pt>
                <c:pt idx="4821">
                  <c:v>0</c:v>
                </c:pt>
                <c:pt idx="4822">
                  <c:v>0</c:v>
                </c:pt>
                <c:pt idx="4823">
                  <c:v>0</c:v>
                </c:pt>
                <c:pt idx="4824">
                  <c:v>0</c:v>
                </c:pt>
                <c:pt idx="4825">
                  <c:v>0</c:v>
                </c:pt>
                <c:pt idx="4826">
                  <c:v>0</c:v>
                </c:pt>
                <c:pt idx="4827">
                  <c:v>0</c:v>
                </c:pt>
                <c:pt idx="4828">
                  <c:v>0</c:v>
                </c:pt>
                <c:pt idx="4829">
                  <c:v>0</c:v>
                </c:pt>
                <c:pt idx="4830">
                  <c:v>0</c:v>
                </c:pt>
                <c:pt idx="4831">
                  <c:v>0.25</c:v>
                </c:pt>
                <c:pt idx="4832">
                  <c:v>0.40342899999999998</c:v>
                </c:pt>
                <c:pt idx="4833">
                  <c:v>0.54886400000000002</c:v>
                </c:pt>
                <c:pt idx="4834">
                  <c:v>0.70460500000000004</c:v>
                </c:pt>
                <c:pt idx="4835">
                  <c:v>0.66512899999999997</c:v>
                </c:pt>
                <c:pt idx="4836">
                  <c:v>0.64769600000000005</c:v>
                </c:pt>
                <c:pt idx="4837">
                  <c:v>0.50149299999999997</c:v>
                </c:pt>
                <c:pt idx="4838">
                  <c:v>0.55346200000000001</c:v>
                </c:pt>
                <c:pt idx="4839">
                  <c:v>0.49202000000000001</c:v>
                </c:pt>
                <c:pt idx="4840">
                  <c:v>0.467505</c:v>
                </c:pt>
                <c:pt idx="4841">
                  <c:v>0.34308300000000003</c:v>
                </c:pt>
                <c:pt idx="4842">
                  <c:v>0.25</c:v>
                </c:pt>
                <c:pt idx="4843">
                  <c:v>0.25</c:v>
                </c:pt>
                <c:pt idx="4844">
                  <c:v>0.25</c:v>
                </c:pt>
                <c:pt idx="4845">
                  <c:v>0</c:v>
                </c:pt>
                <c:pt idx="4846">
                  <c:v>0</c:v>
                </c:pt>
                <c:pt idx="4847">
                  <c:v>0</c:v>
                </c:pt>
                <c:pt idx="4848">
                  <c:v>0</c:v>
                </c:pt>
                <c:pt idx="4849">
                  <c:v>0</c:v>
                </c:pt>
                <c:pt idx="4850">
                  <c:v>0</c:v>
                </c:pt>
                <c:pt idx="4851">
                  <c:v>0</c:v>
                </c:pt>
                <c:pt idx="4852">
                  <c:v>0</c:v>
                </c:pt>
                <c:pt idx="4853">
                  <c:v>0</c:v>
                </c:pt>
                <c:pt idx="4854">
                  <c:v>0</c:v>
                </c:pt>
                <c:pt idx="4855">
                  <c:v>0.25</c:v>
                </c:pt>
                <c:pt idx="4856">
                  <c:v>0.43927100000000002</c:v>
                </c:pt>
                <c:pt idx="4857">
                  <c:v>0.53201699999999996</c:v>
                </c:pt>
                <c:pt idx="4858">
                  <c:v>0.62663100000000005</c:v>
                </c:pt>
                <c:pt idx="4859">
                  <c:v>0.63771999999999995</c:v>
                </c:pt>
                <c:pt idx="4860">
                  <c:v>0.62304199999999998</c:v>
                </c:pt>
                <c:pt idx="4861">
                  <c:v>0.51935500000000001</c:v>
                </c:pt>
                <c:pt idx="4862">
                  <c:v>0.495888</c:v>
                </c:pt>
                <c:pt idx="4863">
                  <c:v>0.60777000000000003</c:v>
                </c:pt>
                <c:pt idx="4864">
                  <c:v>0.51632500000000003</c:v>
                </c:pt>
                <c:pt idx="4865">
                  <c:v>0.38719399999999998</c:v>
                </c:pt>
                <c:pt idx="4866">
                  <c:v>0.25</c:v>
                </c:pt>
                <c:pt idx="4867">
                  <c:v>0.25</c:v>
                </c:pt>
                <c:pt idx="4868">
                  <c:v>0.25</c:v>
                </c:pt>
                <c:pt idx="4869">
                  <c:v>0</c:v>
                </c:pt>
                <c:pt idx="4870">
                  <c:v>0</c:v>
                </c:pt>
                <c:pt idx="4871">
                  <c:v>0</c:v>
                </c:pt>
                <c:pt idx="4872">
                  <c:v>0</c:v>
                </c:pt>
                <c:pt idx="4873">
                  <c:v>0</c:v>
                </c:pt>
                <c:pt idx="4874">
                  <c:v>0</c:v>
                </c:pt>
                <c:pt idx="4875">
                  <c:v>0</c:v>
                </c:pt>
                <c:pt idx="4876">
                  <c:v>0</c:v>
                </c:pt>
                <c:pt idx="4877">
                  <c:v>0</c:v>
                </c:pt>
                <c:pt idx="4878">
                  <c:v>0</c:v>
                </c:pt>
                <c:pt idx="4879">
                  <c:v>0.25</c:v>
                </c:pt>
                <c:pt idx="4880">
                  <c:v>0.40429999999999999</c:v>
                </c:pt>
                <c:pt idx="4881">
                  <c:v>0.51770899999999997</c:v>
                </c:pt>
                <c:pt idx="4882">
                  <c:v>0.69160200000000005</c:v>
                </c:pt>
                <c:pt idx="4883">
                  <c:v>0.66897099999999998</c:v>
                </c:pt>
                <c:pt idx="4884">
                  <c:v>0.76923699999999995</c:v>
                </c:pt>
                <c:pt idx="4885">
                  <c:v>0.617869</c:v>
                </c:pt>
                <c:pt idx="4886">
                  <c:v>0.633104</c:v>
                </c:pt>
                <c:pt idx="4887">
                  <c:v>0.64980199999999999</c:v>
                </c:pt>
                <c:pt idx="4888">
                  <c:v>0.52369100000000002</c:v>
                </c:pt>
                <c:pt idx="4889">
                  <c:v>0.39834700000000001</c:v>
                </c:pt>
                <c:pt idx="4890">
                  <c:v>0.25</c:v>
                </c:pt>
                <c:pt idx="4891">
                  <c:v>0.25</c:v>
                </c:pt>
                <c:pt idx="4892">
                  <c:v>0.25</c:v>
                </c:pt>
                <c:pt idx="4893">
                  <c:v>0</c:v>
                </c:pt>
                <c:pt idx="4894">
                  <c:v>0</c:v>
                </c:pt>
                <c:pt idx="4895">
                  <c:v>0</c:v>
                </c:pt>
                <c:pt idx="4896">
                  <c:v>0</c:v>
                </c:pt>
                <c:pt idx="4897">
                  <c:v>0</c:v>
                </c:pt>
                <c:pt idx="4898">
                  <c:v>0</c:v>
                </c:pt>
                <c:pt idx="4899">
                  <c:v>0</c:v>
                </c:pt>
                <c:pt idx="4900">
                  <c:v>0</c:v>
                </c:pt>
                <c:pt idx="4901">
                  <c:v>0</c:v>
                </c:pt>
                <c:pt idx="4902">
                  <c:v>0</c:v>
                </c:pt>
                <c:pt idx="4903">
                  <c:v>0.25</c:v>
                </c:pt>
                <c:pt idx="4904">
                  <c:v>0.59516100000000005</c:v>
                </c:pt>
                <c:pt idx="4905">
                  <c:v>0.705453</c:v>
                </c:pt>
                <c:pt idx="4906">
                  <c:v>0.78290400000000004</c:v>
                </c:pt>
                <c:pt idx="4907">
                  <c:v>0.67210999999999999</c:v>
                </c:pt>
                <c:pt idx="4908">
                  <c:v>0.73405100000000001</c:v>
                </c:pt>
                <c:pt idx="4909">
                  <c:v>0.62880000000000003</c:v>
                </c:pt>
                <c:pt idx="4910">
                  <c:v>0.637077</c:v>
                </c:pt>
                <c:pt idx="4911">
                  <c:v>0.61849799999999999</c:v>
                </c:pt>
                <c:pt idx="4912">
                  <c:v>0.42565799999999998</c:v>
                </c:pt>
                <c:pt idx="4913">
                  <c:v>0.31026999999999999</c:v>
                </c:pt>
                <c:pt idx="4914">
                  <c:v>0.25</c:v>
                </c:pt>
                <c:pt idx="4915">
                  <c:v>0.25</c:v>
                </c:pt>
                <c:pt idx="4916">
                  <c:v>0.25</c:v>
                </c:pt>
                <c:pt idx="4917">
                  <c:v>0</c:v>
                </c:pt>
                <c:pt idx="4918">
                  <c:v>0</c:v>
                </c:pt>
                <c:pt idx="4919">
                  <c:v>0</c:v>
                </c:pt>
                <c:pt idx="4920">
                  <c:v>0</c:v>
                </c:pt>
                <c:pt idx="4921">
                  <c:v>0</c:v>
                </c:pt>
                <c:pt idx="4922">
                  <c:v>0</c:v>
                </c:pt>
                <c:pt idx="4923">
                  <c:v>0</c:v>
                </c:pt>
                <c:pt idx="4924">
                  <c:v>0</c:v>
                </c:pt>
                <c:pt idx="4925">
                  <c:v>0</c:v>
                </c:pt>
                <c:pt idx="4926">
                  <c:v>0</c:v>
                </c:pt>
                <c:pt idx="4927">
                  <c:v>0.25</c:v>
                </c:pt>
                <c:pt idx="4928">
                  <c:v>0.334449</c:v>
                </c:pt>
                <c:pt idx="4929">
                  <c:v>0.45949400000000001</c:v>
                </c:pt>
                <c:pt idx="4930">
                  <c:v>0.56755599999999995</c:v>
                </c:pt>
                <c:pt idx="4931">
                  <c:v>0.52490000000000003</c:v>
                </c:pt>
                <c:pt idx="4932">
                  <c:v>0.62427200000000005</c:v>
                </c:pt>
                <c:pt idx="4933">
                  <c:v>0.52132400000000001</c:v>
                </c:pt>
                <c:pt idx="4934">
                  <c:v>0.49675399999999997</c:v>
                </c:pt>
                <c:pt idx="4935">
                  <c:v>0.60816499999999996</c:v>
                </c:pt>
                <c:pt idx="4936">
                  <c:v>0.62614300000000001</c:v>
                </c:pt>
                <c:pt idx="4937">
                  <c:v>0.511351</c:v>
                </c:pt>
                <c:pt idx="4938">
                  <c:v>0.25644899999999998</c:v>
                </c:pt>
                <c:pt idx="4939">
                  <c:v>0.25</c:v>
                </c:pt>
                <c:pt idx="4940">
                  <c:v>0.25</c:v>
                </c:pt>
                <c:pt idx="4941">
                  <c:v>0</c:v>
                </c:pt>
                <c:pt idx="4942">
                  <c:v>0</c:v>
                </c:pt>
                <c:pt idx="4943">
                  <c:v>0</c:v>
                </c:pt>
                <c:pt idx="4944">
                  <c:v>0</c:v>
                </c:pt>
                <c:pt idx="4945">
                  <c:v>0</c:v>
                </c:pt>
                <c:pt idx="4946">
                  <c:v>0</c:v>
                </c:pt>
                <c:pt idx="4947">
                  <c:v>0</c:v>
                </c:pt>
                <c:pt idx="4948">
                  <c:v>0</c:v>
                </c:pt>
                <c:pt idx="4949">
                  <c:v>0</c:v>
                </c:pt>
                <c:pt idx="4950">
                  <c:v>0</c:v>
                </c:pt>
                <c:pt idx="4951">
                  <c:v>0.25</c:v>
                </c:pt>
                <c:pt idx="4952">
                  <c:v>0.37123299999999998</c:v>
                </c:pt>
                <c:pt idx="4953">
                  <c:v>0.53654199999999996</c:v>
                </c:pt>
                <c:pt idx="4954">
                  <c:v>0.73470199999999997</c:v>
                </c:pt>
                <c:pt idx="4955">
                  <c:v>0.59265500000000004</c:v>
                </c:pt>
                <c:pt idx="4956">
                  <c:v>0.68387100000000001</c:v>
                </c:pt>
                <c:pt idx="4957">
                  <c:v>0.52209300000000003</c:v>
                </c:pt>
                <c:pt idx="4958">
                  <c:v>0.496836</c:v>
                </c:pt>
                <c:pt idx="4959">
                  <c:v>0.60657099999999997</c:v>
                </c:pt>
                <c:pt idx="4960">
                  <c:v>0.51486500000000002</c:v>
                </c:pt>
                <c:pt idx="4961">
                  <c:v>0.38872899999999999</c:v>
                </c:pt>
                <c:pt idx="4962">
                  <c:v>0.25</c:v>
                </c:pt>
                <c:pt idx="4963">
                  <c:v>0.25</c:v>
                </c:pt>
                <c:pt idx="4964">
                  <c:v>0.25</c:v>
                </c:pt>
                <c:pt idx="4965">
                  <c:v>0</c:v>
                </c:pt>
                <c:pt idx="4966">
                  <c:v>0</c:v>
                </c:pt>
                <c:pt idx="4967">
                  <c:v>0</c:v>
                </c:pt>
                <c:pt idx="4968">
                  <c:v>0</c:v>
                </c:pt>
                <c:pt idx="4969">
                  <c:v>0</c:v>
                </c:pt>
                <c:pt idx="4970">
                  <c:v>0</c:v>
                </c:pt>
                <c:pt idx="4971">
                  <c:v>0</c:v>
                </c:pt>
                <c:pt idx="4972">
                  <c:v>0</c:v>
                </c:pt>
                <c:pt idx="4973">
                  <c:v>0</c:v>
                </c:pt>
                <c:pt idx="4974">
                  <c:v>0</c:v>
                </c:pt>
                <c:pt idx="4975">
                  <c:v>0.25</c:v>
                </c:pt>
                <c:pt idx="4976">
                  <c:v>0.25</c:v>
                </c:pt>
                <c:pt idx="4977">
                  <c:v>0.36664999999999998</c:v>
                </c:pt>
                <c:pt idx="4978">
                  <c:v>0.59592400000000001</c:v>
                </c:pt>
                <c:pt idx="4979">
                  <c:v>0.55996000000000001</c:v>
                </c:pt>
                <c:pt idx="4980">
                  <c:v>0.59491000000000005</c:v>
                </c:pt>
                <c:pt idx="4981">
                  <c:v>0.45379999999999998</c:v>
                </c:pt>
                <c:pt idx="4982">
                  <c:v>0.43652000000000002</c:v>
                </c:pt>
                <c:pt idx="4983">
                  <c:v>0.51264299999999996</c:v>
                </c:pt>
                <c:pt idx="4984">
                  <c:v>0.42513899999999999</c:v>
                </c:pt>
                <c:pt idx="4985">
                  <c:v>0.33300600000000002</c:v>
                </c:pt>
                <c:pt idx="4986">
                  <c:v>0.25</c:v>
                </c:pt>
                <c:pt idx="4987">
                  <c:v>0.25</c:v>
                </c:pt>
                <c:pt idx="4988">
                  <c:v>0.25</c:v>
                </c:pt>
                <c:pt idx="4989">
                  <c:v>0</c:v>
                </c:pt>
                <c:pt idx="4990">
                  <c:v>0</c:v>
                </c:pt>
                <c:pt idx="4991">
                  <c:v>0</c:v>
                </c:pt>
                <c:pt idx="4992">
                  <c:v>0</c:v>
                </c:pt>
                <c:pt idx="4993">
                  <c:v>0</c:v>
                </c:pt>
                <c:pt idx="4994">
                  <c:v>0</c:v>
                </c:pt>
                <c:pt idx="4995">
                  <c:v>0</c:v>
                </c:pt>
                <c:pt idx="4996">
                  <c:v>0</c:v>
                </c:pt>
                <c:pt idx="4997">
                  <c:v>0</c:v>
                </c:pt>
                <c:pt idx="4998">
                  <c:v>0</c:v>
                </c:pt>
                <c:pt idx="4999">
                  <c:v>0.25</c:v>
                </c:pt>
                <c:pt idx="5000">
                  <c:v>0.28094799999999998</c:v>
                </c:pt>
                <c:pt idx="5001">
                  <c:v>0.36694700000000002</c:v>
                </c:pt>
                <c:pt idx="5002">
                  <c:v>0.45150200000000001</c:v>
                </c:pt>
                <c:pt idx="5003">
                  <c:v>0.50017900000000004</c:v>
                </c:pt>
                <c:pt idx="5004">
                  <c:v>0.50630600000000003</c:v>
                </c:pt>
                <c:pt idx="5005">
                  <c:v>0.40850599999999998</c:v>
                </c:pt>
                <c:pt idx="5006">
                  <c:v>0.41411399999999998</c:v>
                </c:pt>
                <c:pt idx="5007">
                  <c:v>0.49332100000000001</c:v>
                </c:pt>
                <c:pt idx="5008">
                  <c:v>0.52413799999999999</c:v>
                </c:pt>
                <c:pt idx="5009">
                  <c:v>0.465055</c:v>
                </c:pt>
                <c:pt idx="5010">
                  <c:v>0.42460900000000001</c:v>
                </c:pt>
                <c:pt idx="5011">
                  <c:v>0.39444000000000001</c:v>
                </c:pt>
                <c:pt idx="5012">
                  <c:v>0.25</c:v>
                </c:pt>
                <c:pt idx="5013">
                  <c:v>0</c:v>
                </c:pt>
                <c:pt idx="5014">
                  <c:v>0</c:v>
                </c:pt>
                <c:pt idx="5015">
                  <c:v>0</c:v>
                </c:pt>
                <c:pt idx="5016">
                  <c:v>0</c:v>
                </c:pt>
                <c:pt idx="5017">
                  <c:v>0</c:v>
                </c:pt>
                <c:pt idx="5018">
                  <c:v>0</c:v>
                </c:pt>
                <c:pt idx="5019">
                  <c:v>0</c:v>
                </c:pt>
                <c:pt idx="5020">
                  <c:v>0</c:v>
                </c:pt>
                <c:pt idx="5021">
                  <c:v>0</c:v>
                </c:pt>
                <c:pt idx="5022">
                  <c:v>0</c:v>
                </c:pt>
                <c:pt idx="5023">
                  <c:v>0.25</c:v>
                </c:pt>
                <c:pt idx="5024">
                  <c:v>0.52640799999999999</c:v>
                </c:pt>
                <c:pt idx="5025">
                  <c:v>0.80570900000000001</c:v>
                </c:pt>
                <c:pt idx="5026">
                  <c:v>0.72507600000000005</c:v>
                </c:pt>
                <c:pt idx="5027">
                  <c:v>0.64647600000000005</c:v>
                </c:pt>
                <c:pt idx="5028">
                  <c:v>0.689388</c:v>
                </c:pt>
                <c:pt idx="5029">
                  <c:v>0.62375899999999995</c:v>
                </c:pt>
                <c:pt idx="5030">
                  <c:v>0.59265500000000004</c:v>
                </c:pt>
                <c:pt idx="5031">
                  <c:v>0.67602099999999998</c:v>
                </c:pt>
                <c:pt idx="5032">
                  <c:v>0.62463800000000003</c:v>
                </c:pt>
                <c:pt idx="5033">
                  <c:v>0.48037299999999999</c:v>
                </c:pt>
                <c:pt idx="5034">
                  <c:v>0.25140099999999999</c:v>
                </c:pt>
                <c:pt idx="5035">
                  <c:v>0.25</c:v>
                </c:pt>
                <c:pt idx="5036">
                  <c:v>0.25</c:v>
                </c:pt>
                <c:pt idx="5037">
                  <c:v>0</c:v>
                </c:pt>
                <c:pt idx="5038">
                  <c:v>0</c:v>
                </c:pt>
                <c:pt idx="5039">
                  <c:v>0</c:v>
                </c:pt>
                <c:pt idx="5040">
                  <c:v>0</c:v>
                </c:pt>
                <c:pt idx="5041">
                  <c:v>0</c:v>
                </c:pt>
                <c:pt idx="5042">
                  <c:v>0</c:v>
                </c:pt>
                <c:pt idx="5043">
                  <c:v>0</c:v>
                </c:pt>
                <c:pt idx="5044">
                  <c:v>0</c:v>
                </c:pt>
                <c:pt idx="5045">
                  <c:v>0</c:v>
                </c:pt>
                <c:pt idx="5046">
                  <c:v>0</c:v>
                </c:pt>
                <c:pt idx="5047">
                  <c:v>0.25</c:v>
                </c:pt>
                <c:pt idx="5048">
                  <c:v>0.30244700000000002</c:v>
                </c:pt>
                <c:pt idx="5049">
                  <c:v>0.50785000000000002</c:v>
                </c:pt>
                <c:pt idx="5050">
                  <c:v>0.623691</c:v>
                </c:pt>
                <c:pt idx="5051">
                  <c:v>0.62349699999999997</c:v>
                </c:pt>
                <c:pt idx="5052">
                  <c:v>0.63049599999999995</c:v>
                </c:pt>
                <c:pt idx="5053">
                  <c:v>0.53890800000000005</c:v>
                </c:pt>
                <c:pt idx="5054">
                  <c:v>0.54870699999999994</c:v>
                </c:pt>
                <c:pt idx="5055">
                  <c:v>0.55457800000000002</c:v>
                </c:pt>
                <c:pt idx="5056">
                  <c:v>0.54339300000000001</c:v>
                </c:pt>
                <c:pt idx="5057">
                  <c:v>0.33062399999999997</c:v>
                </c:pt>
                <c:pt idx="5058">
                  <c:v>0.25</c:v>
                </c:pt>
                <c:pt idx="5059">
                  <c:v>0.25</c:v>
                </c:pt>
                <c:pt idx="5060">
                  <c:v>0.25</c:v>
                </c:pt>
                <c:pt idx="5061">
                  <c:v>0</c:v>
                </c:pt>
                <c:pt idx="5062">
                  <c:v>0</c:v>
                </c:pt>
                <c:pt idx="5063">
                  <c:v>0</c:v>
                </c:pt>
                <c:pt idx="5064">
                  <c:v>0</c:v>
                </c:pt>
                <c:pt idx="5065">
                  <c:v>0</c:v>
                </c:pt>
                <c:pt idx="5066">
                  <c:v>0</c:v>
                </c:pt>
                <c:pt idx="5067">
                  <c:v>0</c:v>
                </c:pt>
                <c:pt idx="5068">
                  <c:v>0</c:v>
                </c:pt>
                <c:pt idx="5069">
                  <c:v>0</c:v>
                </c:pt>
                <c:pt idx="5070">
                  <c:v>0</c:v>
                </c:pt>
                <c:pt idx="5071">
                  <c:v>0.25</c:v>
                </c:pt>
                <c:pt idx="5072">
                  <c:v>0.43967899999999999</c:v>
                </c:pt>
                <c:pt idx="5073">
                  <c:v>0.47607100000000002</c:v>
                </c:pt>
                <c:pt idx="5074">
                  <c:v>0.67700099999999996</c:v>
                </c:pt>
                <c:pt idx="5075">
                  <c:v>0.60251600000000005</c:v>
                </c:pt>
                <c:pt idx="5076">
                  <c:v>0.68751399999999996</c:v>
                </c:pt>
                <c:pt idx="5077">
                  <c:v>0.58617900000000001</c:v>
                </c:pt>
                <c:pt idx="5078">
                  <c:v>0.59237600000000001</c:v>
                </c:pt>
                <c:pt idx="5079">
                  <c:v>0.62447799999999998</c:v>
                </c:pt>
                <c:pt idx="5080">
                  <c:v>0.61618399999999995</c:v>
                </c:pt>
                <c:pt idx="5081">
                  <c:v>0.44446000000000002</c:v>
                </c:pt>
                <c:pt idx="5082">
                  <c:v>0.35442800000000002</c:v>
                </c:pt>
                <c:pt idx="5083">
                  <c:v>0.25</c:v>
                </c:pt>
                <c:pt idx="5084">
                  <c:v>0.25</c:v>
                </c:pt>
                <c:pt idx="5085">
                  <c:v>0</c:v>
                </c:pt>
                <c:pt idx="5086">
                  <c:v>0</c:v>
                </c:pt>
                <c:pt idx="5087">
                  <c:v>0</c:v>
                </c:pt>
                <c:pt idx="5088">
                  <c:v>0</c:v>
                </c:pt>
                <c:pt idx="5089">
                  <c:v>0</c:v>
                </c:pt>
                <c:pt idx="5090">
                  <c:v>0</c:v>
                </c:pt>
                <c:pt idx="5091">
                  <c:v>0</c:v>
                </c:pt>
                <c:pt idx="5092">
                  <c:v>0</c:v>
                </c:pt>
                <c:pt idx="5093">
                  <c:v>0</c:v>
                </c:pt>
                <c:pt idx="5094">
                  <c:v>0</c:v>
                </c:pt>
                <c:pt idx="5095">
                  <c:v>0.25</c:v>
                </c:pt>
                <c:pt idx="5096">
                  <c:v>0.38409700000000002</c:v>
                </c:pt>
                <c:pt idx="5097">
                  <c:v>0.38179600000000002</c:v>
                </c:pt>
                <c:pt idx="5098">
                  <c:v>0.49395</c:v>
                </c:pt>
                <c:pt idx="5099">
                  <c:v>0.466505</c:v>
                </c:pt>
                <c:pt idx="5100">
                  <c:v>0.507104</c:v>
                </c:pt>
                <c:pt idx="5101">
                  <c:v>0.39626499999999998</c:v>
                </c:pt>
                <c:pt idx="5102">
                  <c:v>0.40440300000000001</c:v>
                </c:pt>
                <c:pt idx="5103">
                  <c:v>0.45615099999999997</c:v>
                </c:pt>
                <c:pt idx="5104">
                  <c:v>0.41826200000000002</c:v>
                </c:pt>
                <c:pt idx="5105">
                  <c:v>0.29461700000000002</c:v>
                </c:pt>
                <c:pt idx="5106">
                  <c:v>0.25</c:v>
                </c:pt>
                <c:pt idx="5107">
                  <c:v>0.25</c:v>
                </c:pt>
                <c:pt idx="5108">
                  <c:v>0.25</c:v>
                </c:pt>
                <c:pt idx="5109">
                  <c:v>0</c:v>
                </c:pt>
                <c:pt idx="5110">
                  <c:v>0</c:v>
                </c:pt>
                <c:pt idx="5111">
                  <c:v>0</c:v>
                </c:pt>
                <c:pt idx="5112">
                  <c:v>0</c:v>
                </c:pt>
                <c:pt idx="5113">
                  <c:v>0</c:v>
                </c:pt>
                <c:pt idx="5114">
                  <c:v>0</c:v>
                </c:pt>
                <c:pt idx="5115">
                  <c:v>0</c:v>
                </c:pt>
                <c:pt idx="5116">
                  <c:v>0</c:v>
                </c:pt>
                <c:pt idx="5117">
                  <c:v>0</c:v>
                </c:pt>
                <c:pt idx="5118">
                  <c:v>0</c:v>
                </c:pt>
                <c:pt idx="5119">
                  <c:v>0.25</c:v>
                </c:pt>
                <c:pt idx="5120">
                  <c:v>0.37499900000000003</c:v>
                </c:pt>
                <c:pt idx="5121">
                  <c:v>0.46851300000000001</c:v>
                </c:pt>
                <c:pt idx="5122">
                  <c:v>0.51474200000000003</c:v>
                </c:pt>
                <c:pt idx="5123">
                  <c:v>0.60834900000000003</c:v>
                </c:pt>
                <c:pt idx="5124">
                  <c:v>0.62363800000000003</c:v>
                </c:pt>
                <c:pt idx="5125">
                  <c:v>0.57855800000000002</c:v>
                </c:pt>
                <c:pt idx="5126">
                  <c:v>0.50143499999999996</c:v>
                </c:pt>
                <c:pt idx="5127">
                  <c:v>0.56515099999999996</c:v>
                </c:pt>
                <c:pt idx="5128">
                  <c:v>0.493392</c:v>
                </c:pt>
                <c:pt idx="5129">
                  <c:v>0.36513099999999998</c:v>
                </c:pt>
                <c:pt idx="5130">
                  <c:v>0.30529899999999999</c:v>
                </c:pt>
                <c:pt idx="5131">
                  <c:v>0.25</c:v>
                </c:pt>
                <c:pt idx="5132">
                  <c:v>0.25</c:v>
                </c:pt>
                <c:pt idx="5133">
                  <c:v>0</c:v>
                </c:pt>
                <c:pt idx="5134">
                  <c:v>0</c:v>
                </c:pt>
                <c:pt idx="5135">
                  <c:v>0</c:v>
                </c:pt>
                <c:pt idx="5136">
                  <c:v>0</c:v>
                </c:pt>
                <c:pt idx="5137">
                  <c:v>0</c:v>
                </c:pt>
                <c:pt idx="5138">
                  <c:v>0</c:v>
                </c:pt>
                <c:pt idx="5139">
                  <c:v>0</c:v>
                </c:pt>
                <c:pt idx="5140">
                  <c:v>0</c:v>
                </c:pt>
                <c:pt idx="5141">
                  <c:v>0</c:v>
                </c:pt>
                <c:pt idx="5142">
                  <c:v>0</c:v>
                </c:pt>
                <c:pt idx="5143">
                  <c:v>0.313585</c:v>
                </c:pt>
                <c:pt idx="5144">
                  <c:v>0.55037599999999998</c:v>
                </c:pt>
                <c:pt idx="5145">
                  <c:v>0.49463099999999999</c:v>
                </c:pt>
                <c:pt idx="5146">
                  <c:v>0.58781700000000003</c:v>
                </c:pt>
                <c:pt idx="5147">
                  <c:v>0.57545800000000003</c:v>
                </c:pt>
                <c:pt idx="5148">
                  <c:v>0.63232999999999995</c:v>
                </c:pt>
                <c:pt idx="5149">
                  <c:v>0.54345900000000003</c:v>
                </c:pt>
                <c:pt idx="5150">
                  <c:v>0.47864299999999999</c:v>
                </c:pt>
                <c:pt idx="5151">
                  <c:v>0.64257900000000001</c:v>
                </c:pt>
                <c:pt idx="5152">
                  <c:v>0.53989299999999996</c:v>
                </c:pt>
                <c:pt idx="5153">
                  <c:v>0.38865100000000002</c:v>
                </c:pt>
                <c:pt idx="5154">
                  <c:v>0.28265000000000001</c:v>
                </c:pt>
                <c:pt idx="5155">
                  <c:v>0.25</c:v>
                </c:pt>
                <c:pt idx="5156">
                  <c:v>0.25</c:v>
                </c:pt>
                <c:pt idx="5157">
                  <c:v>0</c:v>
                </c:pt>
                <c:pt idx="5158">
                  <c:v>0</c:v>
                </c:pt>
                <c:pt idx="5159">
                  <c:v>0</c:v>
                </c:pt>
                <c:pt idx="5160">
                  <c:v>0</c:v>
                </c:pt>
                <c:pt idx="5161">
                  <c:v>0</c:v>
                </c:pt>
                <c:pt idx="5162">
                  <c:v>0</c:v>
                </c:pt>
                <c:pt idx="5163">
                  <c:v>0</c:v>
                </c:pt>
                <c:pt idx="5164">
                  <c:v>0</c:v>
                </c:pt>
                <c:pt idx="5165">
                  <c:v>0</c:v>
                </c:pt>
                <c:pt idx="5166">
                  <c:v>0</c:v>
                </c:pt>
                <c:pt idx="5167">
                  <c:v>0.25</c:v>
                </c:pt>
                <c:pt idx="5168">
                  <c:v>0.36038100000000001</c:v>
                </c:pt>
                <c:pt idx="5169">
                  <c:v>0.45728099999999999</c:v>
                </c:pt>
                <c:pt idx="5170">
                  <c:v>0.63268800000000003</c:v>
                </c:pt>
                <c:pt idx="5171">
                  <c:v>0.63299499999999997</c:v>
                </c:pt>
                <c:pt idx="5172">
                  <c:v>0.55781099999999995</c:v>
                </c:pt>
                <c:pt idx="5173">
                  <c:v>0.394959</c:v>
                </c:pt>
                <c:pt idx="5174">
                  <c:v>0.44799600000000001</c:v>
                </c:pt>
                <c:pt idx="5175">
                  <c:v>0.53142999999999996</c:v>
                </c:pt>
                <c:pt idx="5176">
                  <c:v>0.47990300000000002</c:v>
                </c:pt>
                <c:pt idx="5177">
                  <c:v>0.374807</c:v>
                </c:pt>
                <c:pt idx="5178">
                  <c:v>0.30802200000000002</c:v>
                </c:pt>
                <c:pt idx="5179">
                  <c:v>0.25672</c:v>
                </c:pt>
                <c:pt idx="5180">
                  <c:v>0.25</c:v>
                </c:pt>
                <c:pt idx="5181">
                  <c:v>0</c:v>
                </c:pt>
                <c:pt idx="5182">
                  <c:v>0</c:v>
                </c:pt>
                <c:pt idx="5183">
                  <c:v>0</c:v>
                </c:pt>
                <c:pt idx="5184">
                  <c:v>0</c:v>
                </c:pt>
                <c:pt idx="5185">
                  <c:v>0</c:v>
                </c:pt>
                <c:pt idx="5186">
                  <c:v>0</c:v>
                </c:pt>
                <c:pt idx="5187">
                  <c:v>0</c:v>
                </c:pt>
                <c:pt idx="5188">
                  <c:v>0</c:v>
                </c:pt>
                <c:pt idx="5189">
                  <c:v>0</c:v>
                </c:pt>
                <c:pt idx="5190">
                  <c:v>0</c:v>
                </c:pt>
                <c:pt idx="5191">
                  <c:v>0.25</c:v>
                </c:pt>
                <c:pt idx="5192">
                  <c:v>0.50970199999999999</c:v>
                </c:pt>
                <c:pt idx="5193">
                  <c:v>0.50745799999999996</c:v>
                </c:pt>
                <c:pt idx="5194">
                  <c:v>0.59319200000000005</c:v>
                </c:pt>
                <c:pt idx="5195">
                  <c:v>0.622193</c:v>
                </c:pt>
                <c:pt idx="5196">
                  <c:v>0.55084</c:v>
                </c:pt>
                <c:pt idx="5197">
                  <c:v>0.50009099999999995</c:v>
                </c:pt>
                <c:pt idx="5198">
                  <c:v>0.57193799999999995</c:v>
                </c:pt>
                <c:pt idx="5199">
                  <c:v>0.60047899999999998</c:v>
                </c:pt>
                <c:pt idx="5200">
                  <c:v>0.58132099999999998</c:v>
                </c:pt>
                <c:pt idx="5201">
                  <c:v>0.51426400000000005</c:v>
                </c:pt>
                <c:pt idx="5202">
                  <c:v>0.32902100000000001</c:v>
                </c:pt>
                <c:pt idx="5203">
                  <c:v>0.25</c:v>
                </c:pt>
                <c:pt idx="5204">
                  <c:v>0.25</c:v>
                </c:pt>
                <c:pt idx="5205">
                  <c:v>0</c:v>
                </c:pt>
                <c:pt idx="5206">
                  <c:v>0</c:v>
                </c:pt>
                <c:pt idx="5207">
                  <c:v>0</c:v>
                </c:pt>
                <c:pt idx="5208">
                  <c:v>0</c:v>
                </c:pt>
                <c:pt idx="5209">
                  <c:v>0</c:v>
                </c:pt>
                <c:pt idx="5210">
                  <c:v>0</c:v>
                </c:pt>
                <c:pt idx="5211">
                  <c:v>0</c:v>
                </c:pt>
                <c:pt idx="5212">
                  <c:v>0</c:v>
                </c:pt>
                <c:pt idx="5213">
                  <c:v>0</c:v>
                </c:pt>
                <c:pt idx="5214">
                  <c:v>0</c:v>
                </c:pt>
                <c:pt idx="5215">
                  <c:v>0.25</c:v>
                </c:pt>
                <c:pt idx="5216">
                  <c:v>0.549701</c:v>
                </c:pt>
                <c:pt idx="5217">
                  <c:v>0.52177099999999998</c:v>
                </c:pt>
                <c:pt idx="5218">
                  <c:v>0.62835200000000002</c:v>
                </c:pt>
                <c:pt idx="5219">
                  <c:v>0.56847300000000001</c:v>
                </c:pt>
                <c:pt idx="5220">
                  <c:v>0.60260599999999998</c:v>
                </c:pt>
                <c:pt idx="5221">
                  <c:v>0.49596800000000002</c:v>
                </c:pt>
                <c:pt idx="5222">
                  <c:v>0.469134</c:v>
                </c:pt>
                <c:pt idx="5223">
                  <c:v>0.53439099999999995</c:v>
                </c:pt>
                <c:pt idx="5224">
                  <c:v>0.48932199999999998</c:v>
                </c:pt>
                <c:pt idx="5225">
                  <c:v>0.36773</c:v>
                </c:pt>
                <c:pt idx="5226">
                  <c:v>0.32502700000000001</c:v>
                </c:pt>
                <c:pt idx="5227">
                  <c:v>0.25281100000000001</c:v>
                </c:pt>
                <c:pt idx="5228">
                  <c:v>0.25</c:v>
                </c:pt>
                <c:pt idx="5229">
                  <c:v>0</c:v>
                </c:pt>
                <c:pt idx="5230">
                  <c:v>0</c:v>
                </c:pt>
                <c:pt idx="5231">
                  <c:v>0</c:v>
                </c:pt>
                <c:pt idx="5232">
                  <c:v>0</c:v>
                </c:pt>
                <c:pt idx="5233">
                  <c:v>0</c:v>
                </c:pt>
                <c:pt idx="5234">
                  <c:v>0</c:v>
                </c:pt>
                <c:pt idx="5235">
                  <c:v>0</c:v>
                </c:pt>
                <c:pt idx="5236">
                  <c:v>0</c:v>
                </c:pt>
                <c:pt idx="5237">
                  <c:v>0</c:v>
                </c:pt>
                <c:pt idx="5238">
                  <c:v>0</c:v>
                </c:pt>
                <c:pt idx="5239">
                  <c:v>0.25</c:v>
                </c:pt>
                <c:pt idx="5240">
                  <c:v>0.60334600000000005</c:v>
                </c:pt>
                <c:pt idx="5241">
                  <c:v>0.60540000000000005</c:v>
                </c:pt>
                <c:pt idx="5242">
                  <c:v>0.69212700000000005</c:v>
                </c:pt>
                <c:pt idx="5243">
                  <c:v>0.62161</c:v>
                </c:pt>
                <c:pt idx="5244">
                  <c:v>0.70201000000000002</c:v>
                </c:pt>
                <c:pt idx="5245">
                  <c:v>0.52654800000000002</c:v>
                </c:pt>
                <c:pt idx="5246">
                  <c:v>0.51927800000000002</c:v>
                </c:pt>
                <c:pt idx="5247">
                  <c:v>0.58481499999999997</c:v>
                </c:pt>
                <c:pt idx="5248">
                  <c:v>0.47097099999999997</c:v>
                </c:pt>
                <c:pt idx="5249">
                  <c:v>0.33797700000000003</c:v>
                </c:pt>
                <c:pt idx="5250">
                  <c:v>0.25</c:v>
                </c:pt>
                <c:pt idx="5251">
                  <c:v>0.25</c:v>
                </c:pt>
                <c:pt idx="5252">
                  <c:v>0.25</c:v>
                </c:pt>
                <c:pt idx="5253">
                  <c:v>0</c:v>
                </c:pt>
                <c:pt idx="5254">
                  <c:v>0</c:v>
                </c:pt>
                <c:pt idx="5255">
                  <c:v>0</c:v>
                </c:pt>
                <c:pt idx="5256">
                  <c:v>0</c:v>
                </c:pt>
                <c:pt idx="5257">
                  <c:v>0</c:v>
                </c:pt>
                <c:pt idx="5258">
                  <c:v>0</c:v>
                </c:pt>
                <c:pt idx="5259">
                  <c:v>0</c:v>
                </c:pt>
                <c:pt idx="5260">
                  <c:v>0</c:v>
                </c:pt>
                <c:pt idx="5261">
                  <c:v>0</c:v>
                </c:pt>
                <c:pt idx="5262">
                  <c:v>0</c:v>
                </c:pt>
                <c:pt idx="5263">
                  <c:v>0.25</c:v>
                </c:pt>
                <c:pt idx="5264">
                  <c:v>0.50980599999999998</c:v>
                </c:pt>
                <c:pt idx="5265">
                  <c:v>0.64918799999999999</c:v>
                </c:pt>
                <c:pt idx="5266">
                  <c:v>0.70470299999999997</c:v>
                </c:pt>
                <c:pt idx="5267">
                  <c:v>0.658605</c:v>
                </c:pt>
                <c:pt idx="5268">
                  <c:v>0.75175000000000003</c:v>
                </c:pt>
                <c:pt idx="5269">
                  <c:v>0.627965</c:v>
                </c:pt>
                <c:pt idx="5270">
                  <c:v>0.55002700000000004</c:v>
                </c:pt>
                <c:pt idx="5271">
                  <c:v>0.53034400000000004</c:v>
                </c:pt>
                <c:pt idx="5272">
                  <c:v>0.40848600000000002</c:v>
                </c:pt>
                <c:pt idx="5273">
                  <c:v>0.29536099999999998</c:v>
                </c:pt>
                <c:pt idx="5274">
                  <c:v>0.25</c:v>
                </c:pt>
                <c:pt idx="5275">
                  <c:v>0.25</c:v>
                </c:pt>
                <c:pt idx="5276">
                  <c:v>0.25</c:v>
                </c:pt>
                <c:pt idx="5277">
                  <c:v>0</c:v>
                </c:pt>
                <c:pt idx="5278">
                  <c:v>0</c:v>
                </c:pt>
                <c:pt idx="5279">
                  <c:v>0</c:v>
                </c:pt>
                <c:pt idx="5280">
                  <c:v>0</c:v>
                </c:pt>
                <c:pt idx="5281">
                  <c:v>0</c:v>
                </c:pt>
                <c:pt idx="5282">
                  <c:v>0</c:v>
                </c:pt>
                <c:pt idx="5283">
                  <c:v>0</c:v>
                </c:pt>
                <c:pt idx="5284">
                  <c:v>0</c:v>
                </c:pt>
                <c:pt idx="5285">
                  <c:v>0</c:v>
                </c:pt>
                <c:pt idx="5286">
                  <c:v>0</c:v>
                </c:pt>
                <c:pt idx="5287">
                  <c:v>0.26509199999999999</c:v>
                </c:pt>
                <c:pt idx="5288">
                  <c:v>0.516347</c:v>
                </c:pt>
                <c:pt idx="5289">
                  <c:v>0.62922</c:v>
                </c:pt>
                <c:pt idx="5290">
                  <c:v>0.72211599999999998</c:v>
                </c:pt>
                <c:pt idx="5291">
                  <c:v>0.65452299999999997</c:v>
                </c:pt>
                <c:pt idx="5292">
                  <c:v>0.70524100000000001</c:v>
                </c:pt>
                <c:pt idx="5293">
                  <c:v>0.64077499999999998</c:v>
                </c:pt>
                <c:pt idx="5294">
                  <c:v>0.51916499999999999</c:v>
                </c:pt>
                <c:pt idx="5295">
                  <c:v>0.60255300000000001</c:v>
                </c:pt>
                <c:pt idx="5296">
                  <c:v>0.50726000000000004</c:v>
                </c:pt>
                <c:pt idx="5297">
                  <c:v>0.39668199999999998</c:v>
                </c:pt>
                <c:pt idx="5298">
                  <c:v>0.25</c:v>
                </c:pt>
                <c:pt idx="5299">
                  <c:v>0.25</c:v>
                </c:pt>
                <c:pt idx="5300">
                  <c:v>0.25</c:v>
                </c:pt>
                <c:pt idx="5301">
                  <c:v>0</c:v>
                </c:pt>
                <c:pt idx="5302">
                  <c:v>0</c:v>
                </c:pt>
                <c:pt idx="5303">
                  <c:v>0</c:v>
                </c:pt>
                <c:pt idx="5304">
                  <c:v>0</c:v>
                </c:pt>
                <c:pt idx="5305">
                  <c:v>0</c:v>
                </c:pt>
                <c:pt idx="5306">
                  <c:v>0</c:v>
                </c:pt>
                <c:pt idx="5307">
                  <c:v>0</c:v>
                </c:pt>
                <c:pt idx="5308">
                  <c:v>0</c:v>
                </c:pt>
                <c:pt idx="5309">
                  <c:v>0</c:v>
                </c:pt>
                <c:pt idx="5310">
                  <c:v>0</c:v>
                </c:pt>
                <c:pt idx="5311">
                  <c:v>0.25</c:v>
                </c:pt>
                <c:pt idx="5312">
                  <c:v>0.26574199999999998</c:v>
                </c:pt>
                <c:pt idx="5313">
                  <c:v>0.495755</c:v>
                </c:pt>
                <c:pt idx="5314">
                  <c:v>0.64904600000000001</c:v>
                </c:pt>
                <c:pt idx="5315">
                  <c:v>0.61224800000000001</c:v>
                </c:pt>
                <c:pt idx="5316">
                  <c:v>0.58983099999999999</c:v>
                </c:pt>
                <c:pt idx="5317">
                  <c:v>0.52487300000000003</c:v>
                </c:pt>
                <c:pt idx="5318">
                  <c:v>0.51103200000000004</c:v>
                </c:pt>
                <c:pt idx="5319">
                  <c:v>0.53844000000000003</c:v>
                </c:pt>
                <c:pt idx="5320">
                  <c:v>0.431367</c:v>
                </c:pt>
                <c:pt idx="5321">
                  <c:v>0.33947699999999997</c:v>
                </c:pt>
                <c:pt idx="5322">
                  <c:v>0.25</c:v>
                </c:pt>
                <c:pt idx="5323">
                  <c:v>0.25</c:v>
                </c:pt>
                <c:pt idx="5324">
                  <c:v>0.25</c:v>
                </c:pt>
                <c:pt idx="5325">
                  <c:v>0</c:v>
                </c:pt>
                <c:pt idx="5326">
                  <c:v>0</c:v>
                </c:pt>
                <c:pt idx="5327">
                  <c:v>0</c:v>
                </c:pt>
                <c:pt idx="5328">
                  <c:v>0</c:v>
                </c:pt>
                <c:pt idx="5329">
                  <c:v>0</c:v>
                </c:pt>
                <c:pt idx="5330">
                  <c:v>0</c:v>
                </c:pt>
                <c:pt idx="5331">
                  <c:v>0</c:v>
                </c:pt>
                <c:pt idx="5332">
                  <c:v>0</c:v>
                </c:pt>
                <c:pt idx="5333">
                  <c:v>0</c:v>
                </c:pt>
                <c:pt idx="5334">
                  <c:v>0</c:v>
                </c:pt>
                <c:pt idx="5335">
                  <c:v>0.25</c:v>
                </c:pt>
                <c:pt idx="5336">
                  <c:v>0.48924400000000001</c:v>
                </c:pt>
                <c:pt idx="5337">
                  <c:v>0.43951299999999999</c:v>
                </c:pt>
                <c:pt idx="5338">
                  <c:v>0.59530400000000006</c:v>
                </c:pt>
                <c:pt idx="5339">
                  <c:v>0.56235999999999997</c:v>
                </c:pt>
                <c:pt idx="5340">
                  <c:v>0.61696899999999999</c:v>
                </c:pt>
                <c:pt idx="5341">
                  <c:v>0.45741900000000002</c:v>
                </c:pt>
                <c:pt idx="5342">
                  <c:v>0.47947499999999998</c:v>
                </c:pt>
                <c:pt idx="5343">
                  <c:v>0.51903500000000002</c:v>
                </c:pt>
                <c:pt idx="5344">
                  <c:v>0.47313100000000002</c:v>
                </c:pt>
                <c:pt idx="5345">
                  <c:v>0.427597</c:v>
                </c:pt>
                <c:pt idx="5346">
                  <c:v>0.30888500000000002</c:v>
                </c:pt>
                <c:pt idx="5347">
                  <c:v>0.25</c:v>
                </c:pt>
                <c:pt idx="5348">
                  <c:v>0.25</c:v>
                </c:pt>
                <c:pt idx="5349">
                  <c:v>0</c:v>
                </c:pt>
                <c:pt idx="5350">
                  <c:v>0</c:v>
                </c:pt>
                <c:pt idx="5351">
                  <c:v>0</c:v>
                </c:pt>
                <c:pt idx="5352">
                  <c:v>0</c:v>
                </c:pt>
                <c:pt idx="5353">
                  <c:v>0</c:v>
                </c:pt>
                <c:pt idx="5354">
                  <c:v>0</c:v>
                </c:pt>
                <c:pt idx="5355">
                  <c:v>0</c:v>
                </c:pt>
                <c:pt idx="5356">
                  <c:v>0</c:v>
                </c:pt>
                <c:pt idx="5357">
                  <c:v>0</c:v>
                </c:pt>
                <c:pt idx="5358">
                  <c:v>0</c:v>
                </c:pt>
                <c:pt idx="5359">
                  <c:v>0.25</c:v>
                </c:pt>
                <c:pt idx="5360">
                  <c:v>0.41636600000000001</c:v>
                </c:pt>
                <c:pt idx="5361">
                  <c:v>0.54280899999999999</c:v>
                </c:pt>
                <c:pt idx="5362">
                  <c:v>0.67526900000000001</c:v>
                </c:pt>
                <c:pt idx="5363">
                  <c:v>0.589063</c:v>
                </c:pt>
                <c:pt idx="5364">
                  <c:v>0.55457599999999996</c:v>
                </c:pt>
                <c:pt idx="5365">
                  <c:v>0.43629099999999998</c:v>
                </c:pt>
                <c:pt idx="5366">
                  <c:v>0.396677</c:v>
                </c:pt>
                <c:pt idx="5367">
                  <c:v>0.44135600000000003</c:v>
                </c:pt>
                <c:pt idx="5368">
                  <c:v>0.40159400000000001</c:v>
                </c:pt>
                <c:pt idx="5369">
                  <c:v>0.28486499999999998</c:v>
                </c:pt>
                <c:pt idx="5370">
                  <c:v>0.25</c:v>
                </c:pt>
                <c:pt idx="5371">
                  <c:v>0.25</c:v>
                </c:pt>
                <c:pt idx="5372">
                  <c:v>0.25</c:v>
                </c:pt>
                <c:pt idx="5373">
                  <c:v>0</c:v>
                </c:pt>
                <c:pt idx="5374">
                  <c:v>0</c:v>
                </c:pt>
                <c:pt idx="5375">
                  <c:v>0</c:v>
                </c:pt>
                <c:pt idx="5376">
                  <c:v>0</c:v>
                </c:pt>
                <c:pt idx="5377">
                  <c:v>0</c:v>
                </c:pt>
                <c:pt idx="5378">
                  <c:v>0</c:v>
                </c:pt>
                <c:pt idx="5379">
                  <c:v>0</c:v>
                </c:pt>
                <c:pt idx="5380">
                  <c:v>0</c:v>
                </c:pt>
                <c:pt idx="5381">
                  <c:v>0</c:v>
                </c:pt>
                <c:pt idx="5382">
                  <c:v>0</c:v>
                </c:pt>
                <c:pt idx="5383">
                  <c:v>0.25</c:v>
                </c:pt>
                <c:pt idx="5384">
                  <c:v>0.40993800000000002</c:v>
                </c:pt>
                <c:pt idx="5385">
                  <c:v>0.50468500000000005</c:v>
                </c:pt>
                <c:pt idx="5386">
                  <c:v>0.65894799999999998</c:v>
                </c:pt>
                <c:pt idx="5387">
                  <c:v>0.64596900000000002</c:v>
                </c:pt>
                <c:pt idx="5388">
                  <c:v>0.653478</c:v>
                </c:pt>
                <c:pt idx="5389">
                  <c:v>0.48755300000000001</c:v>
                </c:pt>
                <c:pt idx="5390">
                  <c:v>0.45950299999999999</c:v>
                </c:pt>
                <c:pt idx="5391">
                  <c:v>0.54606900000000003</c:v>
                </c:pt>
                <c:pt idx="5392">
                  <c:v>0.48166399999999998</c:v>
                </c:pt>
                <c:pt idx="5393">
                  <c:v>0.32234000000000002</c:v>
                </c:pt>
                <c:pt idx="5394">
                  <c:v>0.25</c:v>
                </c:pt>
                <c:pt idx="5395">
                  <c:v>0.25</c:v>
                </c:pt>
                <c:pt idx="5396">
                  <c:v>0.25</c:v>
                </c:pt>
                <c:pt idx="5397">
                  <c:v>0</c:v>
                </c:pt>
                <c:pt idx="5398">
                  <c:v>0</c:v>
                </c:pt>
                <c:pt idx="5399">
                  <c:v>0</c:v>
                </c:pt>
                <c:pt idx="5400">
                  <c:v>0</c:v>
                </c:pt>
                <c:pt idx="5401">
                  <c:v>0</c:v>
                </c:pt>
                <c:pt idx="5402">
                  <c:v>0</c:v>
                </c:pt>
                <c:pt idx="5403">
                  <c:v>0</c:v>
                </c:pt>
                <c:pt idx="5404">
                  <c:v>0</c:v>
                </c:pt>
                <c:pt idx="5405">
                  <c:v>0</c:v>
                </c:pt>
                <c:pt idx="5406">
                  <c:v>0</c:v>
                </c:pt>
                <c:pt idx="5407">
                  <c:v>0.25</c:v>
                </c:pt>
                <c:pt idx="5408">
                  <c:v>0.390322</c:v>
                </c:pt>
                <c:pt idx="5409">
                  <c:v>0.49344500000000002</c:v>
                </c:pt>
                <c:pt idx="5410">
                  <c:v>0.65937800000000002</c:v>
                </c:pt>
                <c:pt idx="5411">
                  <c:v>0.55084299999999997</c:v>
                </c:pt>
                <c:pt idx="5412">
                  <c:v>0.58723400000000003</c:v>
                </c:pt>
                <c:pt idx="5413">
                  <c:v>0.55771599999999999</c:v>
                </c:pt>
                <c:pt idx="5414">
                  <c:v>0.568353</c:v>
                </c:pt>
                <c:pt idx="5415">
                  <c:v>0.58875</c:v>
                </c:pt>
                <c:pt idx="5416">
                  <c:v>0.54231399999999996</c:v>
                </c:pt>
                <c:pt idx="5417">
                  <c:v>0.409887</c:v>
                </c:pt>
                <c:pt idx="5418">
                  <c:v>0.26078000000000001</c:v>
                </c:pt>
                <c:pt idx="5419">
                  <c:v>0.26757999999999998</c:v>
                </c:pt>
                <c:pt idx="5420">
                  <c:v>0.25</c:v>
                </c:pt>
                <c:pt idx="5421">
                  <c:v>0</c:v>
                </c:pt>
                <c:pt idx="5422">
                  <c:v>0</c:v>
                </c:pt>
                <c:pt idx="5423">
                  <c:v>0</c:v>
                </c:pt>
                <c:pt idx="5424">
                  <c:v>0</c:v>
                </c:pt>
                <c:pt idx="5425">
                  <c:v>0</c:v>
                </c:pt>
                <c:pt idx="5426">
                  <c:v>0</c:v>
                </c:pt>
                <c:pt idx="5427">
                  <c:v>0</c:v>
                </c:pt>
                <c:pt idx="5428">
                  <c:v>0</c:v>
                </c:pt>
                <c:pt idx="5429">
                  <c:v>0</c:v>
                </c:pt>
                <c:pt idx="5430">
                  <c:v>0</c:v>
                </c:pt>
                <c:pt idx="5431">
                  <c:v>0.25</c:v>
                </c:pt>
                <c:pt idx="5432">
                  <c:v>0.47284599999999999</c:v>
                </c:pt>
                <c:pt idx="5433">
                  <c:v>0.58832499999999999</c:v>
                </c:pt>
                <c:pt idx="5434">
                  <c:v>0.67389900000000003</c:v>
                </c:pt>
                <c:pt idx="5435">
                  <c:v>0.69279100000000005</c:v>
                </c:pt>
                <c:pt idx="5436">
                  <c:v>0.68726299999999996</c:v>
                </c:pt>
                <c:pt idx="5437">
                  <c:v>0.53439199999999998</c:v>
                </c:pt>
                <c:pt idx="5438">
                  <c:v>0.541439</c:v>
                </c:pt>
                <c:pt idx="5439">
                  <c:v>0.64043000000000005</c:v>
                </c:pt>
                <c:pt idx="5440">
                  <c:v>0.57996800000000004</c:v>
                </c:pt>
                <c:pt idx="5441">
                  <c:v>0.444882</c:v>
                </c:pt>
                <c:pt idx="5442">
                  <c:v>0.31621500000000002</c:v>
                </c:pt>
                <c:pt idx="5443">
                  <c:v>0.25143199999999999</c:v>
                </c:pt>
                <c:pt idx="5444">
                  <c:v>0.25</c:v>
                </c:pt>
                <c:pt idx="5445">
                  <c:v>0</c:v>
                </c:pt>
                <c:pt idx="5446">
                  <c:v>0</c:v>
                </c:pt>
                <c:pt idx="5447">
                  <c:v>0</c:v>
                </c:pt>
                <c:pt idx="5448">
                  <c:v>0</c:v>
                </c:pt>
                <c:pt idx="5449">
                  <c:v>0</c:v>
                </c:pt>
                <c:pt idx="5450">
                  <c:v>0</c:v>
                </c:pt>
                <c:pt idx="5451">
                  <c:v>0</c:v>
                </c:pt>
                <c:pt idx="5452">
                  <c:v>0</c:v>
                </c:pt>
                <c:pt idx="5453">
                  <c:v>0</c:v>
                </c:pt>
                <c:pt idx="5454">
                  <c:v>0</c:v>
                </c:pt>
                <c:pt idx="5455">
                  <c:v>0.25</c:v>
                </c:pt>
                <c:pt idx="5456">
                  <c:v>0.500587</c:v>
                </c:pt>
                <c:pt idx="5457">
                  <c:v>0.56362199999999996</c:v>
                </c:pt>
                <c:pt idx="5458">
                  <c:v>0.64342200000000005</c:v>
                </c:pt>
                <c:pt idx="5459">
                  <c:v>0.61771200000000004</c:v>
                </c:pt>
                <c:pt idx="5460">
                  <c:v>0.60674399999999995</c:v>
                </c:pt>
                <c:pt idx="5461">
                  <c:v>0.520316</c:v>
                </c:pt>
                <c:pt idx="5462">
                  <c:v>0.54779599999999995</c:v>
                </c:pt>
                <c:pt idx="5463">
                  <c:v>0.56798999999999999</c:v>
                </c:pt>
                <c:pt idx="5464">
                  <c:v>0.52356199999999997</c:v>
                </c:pt>
                <c:pt idx="5465">
                  <c:v>0.42038799999999998</c:v>
                </c:pt>
                <c:pt idx="5466">
                  <c:v>0.25098799999999999</c:v>
                </c:pt>
                <c:pt idx="5467">
                  <c:v>0.25</c:v>
                </c:pt>
                <c:pt idx="5468">
                  <c:v>0.25</c:v>
                </c:pt>
                <c:pt idx="5469">
                  <c:v>0</c:v>
                </c:pt>
                <c:pt idx="5470">
                  <c:v>0</c:v>
                </c:pt>
                <c:pt idx="5471">
                  <c:v>0</c:v>
                </c:pt>
                <c:pt idx="5472">
                  <c:v>0</c:v>
                </c:pt>
                <c:pt idx="5473">
                  <c:v>0</c:v>
                </c:pt>
                <c:pt idx="5474">
                  <c:v>0</c:v>
                </c:pt>
                <c:pt idx="5475">
                  <c:v>0</c:v>
                </c:pt>
                <c:pt idx="5476">
                  <c:v>0</c:v>
                </c:pt>
                <c:pt idx="5477">
                  <c:v>0</c:v>
                </c:pt>
                <c:pt idx="5478">
                  <c:v>0</c:v>
                </c:pt>
                <c:pt idx="5479">
                  <c:v>0.25</c:v>
                </c:pt>
                <c:pt idx="5480">
                  <c:v>0.48344100000000001</c:v>
                </c:pt>
                <c:pt idx="5481">
                  <c:v>0.53332299999999999</c:v>
                </c:pt>
                <c:pt idx="5482">
                  <c:v>0.66234700000000002</c:v>
                </c:pt>
                <c:pt idx="5483">
                  <c:v>0.63794600000000001</c:v>
                </c:pt>
                <c:pt idx="5484">
                  <c:v>0.67707399999999995</c:v>
                </c:pt>
                <c:pt idx="5485">
                  <c:v>0.52158000000000004</c:v>
                </c:pt>
                <c:pt idx="5486">
                  <c:v>0.52753099999999997</c:v>
                </c:pt>
                <c:pt idx="5487">
                  <c:v>0.54298199999999996</c:v>
                </c:pt>
                <c:pt idx="5488">
                  <c:v>0.50112400000000001</c:v>
                </c:pt>
                <c:pt idx="5489">
                  <c:v>0.37112299999999998</c:v>
                </c:pt>
                <c:pt idx="5490">
                  <c:v>0.28586099999999998</c:v>
                </c:pt>
                <c:pt idx="5491">
                  <c:v>0.25</c:v>
                </c:pt>
                <c:pt idx="5492">
                  <c:v>0.25</c:v>
                </c:pt>
                <c:pt idx="5493">
                  <c:v>0</c:v>
                </c:pt>
                <c:pt idx="5494">
                  <c:v>0</c:v>
                </c:pt>
                <c:pt idx="5495">
                  <c:v>0</c:v>
                </c:pt>
                <c:pt idx="5496">
                  <c:v>0</c:v>
                </c:pt>
                <c:pt idx="5497">
                  <c:v>0</c:v>
                </c:pt>
                <c:pt idx="5498">
                  <c:v>0</c:v>
                </c:pt>
                <c:pt idx="5499">
                  <c:v>0</c:v>
                </c:pt>
                <c:pt idx="5500">
                  <c:v>0</c:v>
                </c:pt>
                <c:pt idx="5501">
                  <c:v>0</c:v>
                </c:pt>
                <c:pt idx="5502">
                  <c:v>0</c:v>
                </c:pt>
                <c:pt idx="5503">
                  <c:v>0.25</c:v>
                </c:pt>
                <c:pt idx="5504">
                  <c:v>0.494923</c:v>
                </c:pt>
                <c:pt idx="5505">
                  <c:v>0.54681900000000006</c:v>
                </c:pt>
                <c:pt idx="5506">
                  <c:v>0.64872700000000005</c:v>
                </c:pt>
                <c:pt idx="5507">
                  <c:v>0.60351299999999997</c:v>
                </c:pt>
                <c:pt idx="5508">
                  <c:v>0.603271</c:v>
                </c:pt>
                <c:pt idx="5509">
                  <c:v>0.501494</c:v>
                </c:pt>
                <c:pt idx="5510">
                  <c:v>0.48039500000000002</c:v>
                </c:pt>
                <c:pt idx="5511">
                  <c:v>0.54157699999999998</c:v>
                </c:pt>
                <c:pt idx="5512">
                  <c:v>0.50136599999999998</c:v>
                </c:pt>
                <c:pt idx="5513">
                  <c:v>0.34206399999999998</c:v>
                </c:pt>
                <c:pt idx="5514">
                  <c:v>0.26522800000000002</c:v>
                </c:pt>
                <c:pt idx="5515">
                  <c:v>0.25</c:v>
                </c:pt>
                <c:pt idx="5516">
                  <c:v>0.25</c:v>
                </c:pt>
                <c:pt idx="5517">
                  <c:v>0</c:v>
                </c:pt>
                <c:pt idx="5518">
                  <c:v>0</c:v>
                </c:pt>
                <c:pt idx="5519">
                  <c:v>0</c:v>
                </c:pt>
                <c:pt idx="5520">
                  <c:v>0</c:v>
                </c:pt>
                <c:pt idx="5521">
                  <c:v>0</c:v>
                </c:pt>
                <c:pt idx="5522">
                  <c:v>0</c:v>
                </c:pt>
                <c:pt idx="5523">
                  <c:v>0</c:v>
                </c:pt>
                <c:pt idx="5524">
                  <c:v>0</c:v>
                </c:pt>
                <c:pt idx="5525">
                  <c:v>0</c:v>
                </c:pt>
                <c:pt idx="5526">
                  <c:v>0</c:v>
                </c:pt>
                <c:pt idx="5527">
                  <c:v>0.25</c:v>
                </c:pt>
                <c:pt idx="5528">
                  <c:v>0.51253499999999996</c:v>
                </c:pt>
                <c:pt idx="5529">
                  <c:v>0.475078</c:v>
                </c:pt>
                <c:pt idx="5530">
                  <c:v>0.53435999999999995</c:v>
                </c:pt>
                <c:pt idx="5531">
                  <c:v>0.50774300000000006</c:v>
                </c:pt>
                <c:pt idx="5532">
                  <c:v>0.54529700000000003</c:v>
                </c:pt>
                <c:pt idx="5533">
                  <c:v>0.41417900000000002</c:v>
                </c:pt>
                <c:pt idx="5534">
                  <c:v>0.42478700000000003</c:v>
                </c:pt>
                <c:pt idx="5535">
                  <c:v>0.479769</c:v>
                </c:pt>
                <c:pt idx="5536">
                  <c:v>0.41375800000000001</c:v>
                </c:pt>
                <c:pt idx="5537">
                  <c:v>0.32539600000000002</c:v>
                </c:pt>
                <c:pt idx="5538">
                  <c:v>0.25</c:v>
                </c:pt>
                <c:pt idx="5539">
                  <c:v>0.25</c:v>
                </c:pt>
                <c:pt idx="5540">
                  <c:v>0.25</c:v>
                </c:pt>
                <c:pt idx="5541">
                  <c:v>0</c:v>
                </c:pt>
                <c:pt idx="5542">
                  <c:v>0</c:v>
                </c:pt>
                <c:pt idx="5543">
                  <c:v>0</c:v>
                </c:pt>
                <c:pt idx="5544">
                  <c:v>0</c:v>
                </c:pt>
                <c:pt idx="5545">
                  <c:v>0</c:v>
                </c:pt>
                <c:pt idx="5546">
                  <c:v>0</c:v>
                </c:pt>
                <c:pt idx="5547">
                  <c:v>0</c:v>
                </c:pt>
                <c:pt idx="5548">
                  <c:v>0</c:v>
                </c:pt>
                <c:pt idx="5549">
                  <c:v>0</c:v>
                </c:pt>
                <c:pt idx="5550">
                  <c:v>0</c:v>
                </c:pt>
                <c:pt idx="5551">
                  <c:v>0.25</c:v>
                </c:pt>
                <c:pt idx="5552">
                  <c:v>0.322577</c:v>
                </c:pt>
                <c:pt idx="5553">
                  <c:v>0.38759700000000002</c:v>
                </c:pt>
                <c:pt idx="5554">
                  <c:v>0.43934600000000001</c:v>
                </c:pt>
                <c:pt idx="5555">
                  <c:v>0.412026</c:v>
                </c:pt>
                <c:pt idx="5556">
                  <c:v>0.38833600000000001</c:v>
                </c:pt>
                <c:pt idx="5557">
                  <c:v>0.36674800000000002</c:v>
                </c:pt>
                <c:pt idx="5558">
                  <c:v>0.42913200000000001</c:v>
                </c:pt>
                <c:pt idx="5559">
                  <c:v>0.452625</c:v>
                </c:pt>
                <c:pt idx="5560">
                  <c:v>0.38685799999999998</c:v>
                </c:pt>
                <c:pt idx="5561">
                  <c:v>0.26189699999999999</c:v>
                </c:pt>
                <c:pt idx="5562">
                  <c:v>0.25</c:v>
                </c:pt>
                <c:pt idx="5563">
                  <c:v>0.25</c:v>
                </c:pt>
                <c:pt idx="5564">
                  <c:v>0.25</c:v>
                </c:pt>
                <c:pt idx="5565">
                  <c:v>0</c:v>
                </c:pt>
                <c:pt idx="5566">
                  <c:v>0</c:v>
                </c:pt>
                <c:pt idx="5567">
                  <c:v>0</c:v>
                </c:pt>
                <c:pt idx="5568">
                  <c:v>0</c:v>
                </c:pt>
                <c:pt idx="5569">
                  <c:v>0</c:v>
                </c:pt>
                <c:pt idx="5570">
                  <c:v>0</c:v>
                </c:pt>
                <c:pt idx="5571">
                  <c:v>0</c:v>
                </c:pt>
                <c:pt idx="5572">
                  <c:v>0</c:v>
                </c:pt>
                <c:pt idx="5573">
                  <c:v>0</c:v>
                </c:pt>
                <c:pt idx="5574">
                  <c:v>0</c:v>
                </c:pt>
                <c:pt idx="5575">
                  <c:v>0.25</c:v>
                </c:pt>
                <c:pt idx="5576">
                  <c:v>0.25</c:v>
                </c:pt>
                <c:pt idx="5577">
                  <c:v>0.25</c:v>
                </c:pt>
                <c:pt idx="5578">
                  <c:v>0.43772499999999998</c:v>
                </c:pt>
                <c:pt idx="5579">
                  <c:v>0.45150200000000001</c:v>
                </c:pt>
                <c:pt idx="5580">
                  <c:v>0.53021499999999999</c:v>
                </c:pt>
                <c:pt idx="5581">
                  <c:v>0.400843</c:v>
                </c:pt>
                <c:pt idx="5582">
                  <c:v>0.43557099999999999</c:v>
                </c:pt>
                <c:pt idx="5583">
                  <c:v>0.46522799999999997</c:v>
                </c:pt>
                <c:pt idx="5584">
                  <c:v>0.31798399999999999</c:v>
                </c:pt>
                <c:pt idx="5585">
                  <c:v>0.25</c:v>
                </c:pt>
                <c:pt idx="5586">
                  <c:v>0.25</c:v>
                </c:pt>
                <c:pt idx="5587">
                  <c:v>0.25</c:v>
                </c:pt>
                <c:pt idx="5588">
                  <c:v>0.25</c:v>
                </c:pt>
                <c:pt idx="5589">
                  <c:v>0</c:v>
                </c:pt>
                <c:pt idx="5590">
                  <c:v>0</c:v>
                </c:pt>
                <c:pt idx="5591">
                  <c:v>0</c:v>
                </c:pt>
                <c:pt idx="5592">
                  <c:v>0</c:v>
                </c:pt>
                <c:pt idx="5593">
                  <c:v>0</c:v>
                </c:pt>
                <c:pt idx="5594">
                  <c:v>0</c:v>
                </c:pt>
                <c:pt idx="5595">
                  <c:v>0</c:v>
                </c:pt>
                <c:pt idx="5596">
                  <c:v>0</c:v>
                </c:pt>
                <c:pt idx="5597">
                  <c:v>0</c:v>
                </c:pt>
                <c:pt idx="5598">
                  <c:v>0</c:v>
                </c:pt>
                <c:pt idx="5599">
                  <c:v>0.25</c:v>
                </c:pt>
                <c:pt idx="5600">
                  <c:v>0.25</c:v>
                </c:pt>
                <c:pt idx="5601">
                  <c:v>0.39218900000000001</c:v>
                </c:pt>
                <c:pt idx="5602">
                  <c:v>0.56870699999999996</c:v>
                </c:pt>
                <c:pt idx="5603">
                  <c:v>0.457285</c:v>
                </c:pt>
                <c:pt idx="5604">
                  <c:v>0.482041</c:v>
                </c:pt>
                <c:pt idx="5605">
                  <c:v>0.313411</c:v>
                </c:pt>
                <c:pt idx="5606">
                  <c:v>0.39765099999999998</c:v>
                </c:pt>
                <c:pt idx="5607">
                  <c:v>0.42649399999999998</c:v>
                </c:pt>
                <c:pt idx="5608">
                  <c:v>0.38733800000000002</c:v>
                </c:pt>
                <c:pt idx="5609">
                  <c:v>0.25</c:v>
                </c:pt>
                <c:pt idx="5610">
                  <c:v>0.25</c:v>
                </c:pt>
                <c:pt idx="5611">
                  <c:v>0.25</c:v>
                </c:pt>
                <c:pt idx="5612">
                  <c:v>0.25</c:v>
                </c:pt>
                <c:pt idx="5613">
                  <c:v>0</c:v>
                </c:pt>
                <c:pt idx="5614">
                  <c:v>0</c:v>
                </c:pt>
                <c:pt idx="5615">
                  <c:v>0</c:v>
                </c:pt>
                <c:pt idx="5616">
                  <c:v>0</c:v>
                </c:pt>
                <c:pt idx="5617">
                  <c:v>0</c:v>
                </c:pt>
                <c:pt idx="5618">
                  <c:v>0</c:v>
                </c:pt>
                <c:pt idx="5619">
                  <c:v>0</c:v>
                </c:pt>
                <c:pt idx="5620">
                  <c:v>0</c:v>
                </c:pt>
                <c:pt idx="5621">
                  <c:v>0</c:v>
                </c:pt>
                <c:pt idx="5622">
                  <c:v>0</c:v>
                </c:pt>
                <c:pt idx="5623">
                  <c:v>0.25</c:v>
                </c:pt>
                <c:pt idx="5624">
                  <c:v>0.43306099999999997</c:v>
                </c:pt>
                <c:pt idx="5625">
                  <c:v>0.48238300000000001</c:v>
                </c:pt>
                <c:pt idx="5626">
                  <c:v>0.63616700000000004</c:v>
                </c:pt>
                <c:pt idx="5627">
                  <c:v>0.56451099999999999</c:v>
                </c:pt>
                <c:pt idx="5628">
                  <c:v>0.59794700000000001</c:v>
                </c:pt>
                <c:pt idx="5629">
                  <c:v>0.41071999999999997</c:v>
                </c:pt>
                <c:pt idx="5630">
                  <c:v>0.328685</c:v>
                </c:pt>
                <c:pt idx="5631">
                  <c:v>0.344275</c:v>
                </c:pt>
                <c:pt idx="5632">
                  <c:v>0.27272000000000002</c:v>
                </c:pt>
                <c:pt idx="5633">
                  <c:v>0.25</c:v>
                </c:pt>
                <c:pt idx="5634">
                  <c:v>0.25</c:v>
                </c:pt>
                <c:pt idx="5635">
                  <c:v>0.25</c:v>
                </c:pt>
                <c:pt idx="5636">
                  <c:v>0.25</c:v>
                </c:pt>
                <c:pt idx="5637">
                  <c:v>0</c:v>
                </c:pt>
                <c:pt idx="5638">
                  <c:v>0</c:v>
                </c:pt>
                <c:pt idx="5639">
                  <c:v>0</c:v>
                </c:pt>
                <c:pt idx="5640">
                  <c:v>0</c:v>
                </c:pt>
                <c:pt idx="5641">
                  <c:v>0</c:v>
                </c:pt>
                <c:pt idx="5642">
                  <c:v>0</c:v>
                </c:pt>
                <c:pt idx="5643">
                  <c:v>0</c:v>
                </c:pt>
                <c:pt idx="5644">
                  <c:v>0</c:v>
                </c:pt>
                <c:pt idx="5645">
                  <c:v>0</c:v>
                </c:pt>
                <c:pt idx="5646">
                  <c:v>0</c:v>
                </c:pt>
                <c:pt idx="5647">
                  <c:v>0.25</c:v>
                </c:pt>
                <c:pt idx="5648">
                  <c:v>0.25</c:v>
                </c:pt>
                <c:pt idx="5649">
                  <c:v>0.27623700000000001</c:v>
                </c:pt>
                <c:pt idx="5650">
                  <c:v>0.57470100000000002</c:v>
                </c:pt>
                <c:pt idx="5651">
                  <c:v>0.57507900000000001</c:v>
                </c:pt>
                <c:pt idx="5652">
                  <c:v>0.51644199999999996</c:v>
                </c:pt>
                <c:pt idx="5653">
                  <c:v>0.48463899999999999</c:v>
                </c:pt>
                <c:pt idx="5654">
                  <c:v>0.44011299999999998</c:v>
                </c:pt>
                <c:pt idx="5655">
                  <c:v>0.41092099999999998</c:v>
                </c:pt>
                <c:pt idx="5656">
                  <c:v>0.27668300000000001</c:v>
                </c:pt>
                <c:pt idx="5657">
                  <c:v>0.25</c:v>
                </c:pt>
                <c:pt idx="5658">
                  <c:v>0.25</c:v>
                </c:pt>
                <c:pt idx="5659">
                  <c:v>0.25</c:v>
                </c:pt>
                <c:pt idx="5660">
                  <c:v>0.25</c:v>
                </c:pt>
                <c:pt idx="5661">
                  <c:v>0</c:v>
                </c:pt>
                <c:pt idx="5662">
                  <c:v>0</c:v>
                </c:pt>
                <c:pt idx="5663">
                  <c:v>0</c:v>
                </c:pt>
                <c:pt idx="5664">
                  <c:v>0</c:v>
                </c:pt>
                <c:pt idx="5665">
                  <c:v>0</c:v>
                </c:pt>
                <c:pt idx="5666">
                  <c:v>0</c:v>
                </c:pt>
                <c:pt idx="5667">
                  <c:v>0</c:v>
                </c:pt>
                <c:pt idx="5668">
                  <c:v>0</c:v>
                </c:pt>
                <c:pt idx="5669">
                  <c:v>0</c:v>
                </c:pt>
                <c:pt idx="5670">
                  <c:v>0</c:v>
                </c:pt>
                <c:pt idx="5671">
                  <c:v>0.25</c:v>
                </c:pt>
                <c:pt idx="5672">
                  <c:v>0.27819500000000003</c:v>
                </c:pt>
                <c:pt idx="5673">
                  <c:v>0.37747199999999997</c:v>
                </c:pt>
                <c:pt idx="5674">
                  <c:v>0.55733299999999997</c:v>
                </c:pt>
                <c:pt idx="5675">
                  <c:v>0.47692499999999999</c:v>
                </c:pt>
                <c:pt idx="5676">
                  <c:v>0.46734100000000001</c:v>
                </c:pt>
                <c:pt idx="5677">
                  <c:v>0.35729100000000003</c:v>
                </c:pt>
                <c:pt idx="5678">
                  <c:v>0.31599899999999997</c:v>
                </c:pt>
                <c:pt idx="5679">
                  <c:v>0.42196400000000001</c:v>
                </c:pt>
                <c:pt idx="5680">
                  <c:v>0.29007300000000003</c:v>
                </c:pt>
                <c:pt idx="5681">
                  <c:v>0.25</c:v>
                </c:pt>
                <c:pt idx="5682">
                  <c:v>0.25</c:v>
                </c:pt>
                <c:pt idx="5683">
                  <c:v>0.25</c:v>
                </c:pt>
                <c:pt idx="5684">
                  <c:v>0.25</c:v>
                </c:pt>
                <c:pt idx="5685">
                  <c:v>0</c:v>
                </c:pt>
                <c:pt idx="5686">
                  <c:v>0</c:v>
                </c:pt>
                <c:pt idx="5687">
                  <c:v>0</c:v>
                </c:pt>
                <c:pt idx="5688">
                  <c:v>0</c:v>
                </c:pt>
                <c:pt idx="5689">
                  <c:v>0</c:v>
                </c:pt>
                <c:pt idx="5690">
                  <c:v>0</c:v>
                </c:pt>
                <c:pt idx="5691">
                  <c:v>0</c:v>
                </c:pt>
                <c:pt idx="5692">
                  <c:v>0</c:v>
                </c:pt>
                <c:pt idx="5693">
                  <c:v>0</c:v>
                </c:pt>
                <c:pt idx="5694">
                  <c:v>0</c:v>
                </c:pt>
                <c:pt idx="5695">
                  <c:v>0.25</c:v>
                </c:pt>
                <c:pt idx="5696">
                  <c:v>0.41159600000000002</c:v>
                </c:pt>
                <c:pt idx="5697">
                  <c:v>0.51354500000000003</c:v>
                </c:pt>
                <c:pt idx="5698">
                  <c:v>0.59289899999999995</c:v>
                </c:pt>
                <c:pt idx="5699">
                  <c:v>0.578735</c:v>
                </c:pt>
                <c:pt idx="5700">
                  <c:v>0.57357599999999997</c:v>
                </c:pt>
                <c:pt idx="5701">
                  <c:v>0.44214300000000001</c:v>
                </c:pt>
                <c:pt idx="5702">
                  <c:v>0.37928200000000001</c:v>
                </c:pt>
                <c:pt idx="5703">
                  <c:v>0.46258700000000003</c:v>
                </c:pt>
                <c:pt idx="5704">
                  <c:v>0.38757999999999998</c:v>
                </c:pt>
                <c:pt idx="5705">
                  <c:v>0.25</c:v>
                </c:pt>
                <c:pt idx="5706">
                  <c:v>0.25</c:v>
                </c:pt>
                <c:pt idx="5707">
                  <c:v>0.25</c:v>
                </c:pt>
                <c:pt idx="5708">
                  <c:v>0.25</c:v>
                </c:pt>
                <c:pt idx="5709">
                  <c:v>0</c:v>
                </c:pt>
                <c:pt idx="5710">
                  <c:v>0</c:v>
                </c:pt>
                <c:pt idx="5711">
                  <c:v>0</c:v>
                </c:pt>
                <c:pt idx="5712">
                  <c:v>0</c:v>
                </c:pt>
                <c:pt idx="5713">
                  <c:v>0</c:v>
                </c:pt>
                <c:pt idx="5714">
                  <c:v>0</c:v>
                </c:pt>
                <c:pt idx="5715">
                  <c:v>0</c:v>
                </c:pt>
                <c:pt idx="5716">
                  <c:v>0</c:v>
                </c:pt>
                <c:pt idx="5717">
                  <c:v>0</c:v>
                </c:pt>
                <c:pt idx="5718">
                  <c:v>0</c:v>
                </c:pt>
                <c:pt idx="5719">
                  <c:v>0.25</c:v>
                </c:pt>
                <c:pt idx="5720">
                  <c:v>0.403559</c:v>
                </c:pt>
                <c:pt idx="5721">
                  <c:v>0.45300600000000002</c:v>
                </c:pt>
                <c:pt idx="5722">
                  <c:v>0.50197800000000004</c:v>
                </c:pt>
                <c:pt idx="5723">
                  <c:v>0.53469100000000003</c:v>
                </c:pt>
                <c:pt idx="5724">
                  <c:v>0.44738899999999998</c:v>
                </c:pt>
                <c:pt idx="5725">
                  <c:v>0.36565199999999998</c:v>
                </c:pt>
                <c:pt idx="5726">
                  <c:v>0.29350199999999999</c:v>
                </c:pt>
                <c:pt idx="5727">
                  <c:v>0.29538500000000001</c:v>
                </c:pt>
                <c:pt idx="5728">
                  <c:v>0.25</c:v>
                </c:pt>
                <c:pt idx="5729">
                  <c:v>0.25</c:v>
                </c:pt>
                <c:pt idx="5730">
                  <c:v>0.25</c:v>
                </c:pt>
                <c:pt idx="5731">
                  <c:v>0.25</c:v>
                </c:pt>
                <c:pt idx="5732">
                  <c:v>0.25</c:v>
                </c:pt>
                <c:pt idx="5733">
                  <c:v>0</c:v>
                </c:pt>
                <c:pt idx="5734">
                  <c:v>0</c:v>
                </c:pt>
                <c:pt idx="5735">
                  <c:v>0</c:v>
                </c:pt>
                <c:pt idx="5736">
                  <c:v>0</c:v>
                </c:pt>
                <c:pt idx="5737">
                  <c:v>0</c:v>
                </c:pt>
                <c:pt idx="5738">
                  <c:v>0</c:v>
                </c:pt>
                <c:pt idx="5739">
                  <c:v>0</c:v>
                </c:pt>
                <c:pt idx="5740">
                  <c:v>0</c:v>
                </c:pt>
                <c:pt idx="5741">
                  <c:v>0</c:v>
                </c:pt>
                <c:pt idx="5742">
                  <c:v>0</c:v>
                </c:pt>
                <c:pt idx="5743">
                  <c:v>0.25</c:v>
                </c:pt>
                <c:pt idx="5744">
                  <c:v>0.30301499999999998</c:v>
                </c:pt>
                <c:pt idx="5745">
                  <c:v>0.313114</c:v>
                </c:pt>
                <c:pt idx="5746">
                  <c:v>0.48227300000000001</c:v>
                </c:pt>
                <c:pt idx="5747">
                  <c:v>0.41849399999999998</c:v>
                </c:pt>
                <c:pt idx="5748">
                  <c:v>0.54286000000000001</c:v>
                </c:pt>
                <c:pt idx="5749">
                  <c:v>0.398872</c:v>
                </c:pt>
                <c:pt idx="5750">
                  <c:v>0.44854300000000003</c:v>
                </c:pt>
                <c:pt idx="5751">
                  <c:v>0.43223</c:v>
                </c:pt>
                <c:pt idx="5752">
                  <c:v>0.335256</c:v>
                </c:pt>
                <c:pt idx="5753">
                  <c:v>0.25</c:v>
                </c:pt>
                <c:pt idx="5754">
                  <c:v>0.25</c:v>
                </c:pt>
                <c:pt idx="5755">
                  <c:v>0.25</c:v>
                </c:pt>
                <c:pt idx="5756">
                  <c:v>0.25</c:v>
                </c:pt>
                <c:pt idx="5757">
                  <c:v>0</c:v>
                </c:pt>
                <c:pt idx="5758">
                  <c:v>0</c:v>
                </c:pt>
                <c:pt idx="5759">
                  <c:v>0</c:v>
                </c:pt>
                <c:pt idx="5760">
                  <c:v>0</c:v>
                </c:pt>
                <c:pt idx="5761">
                  <c:v>0</c:v>
                </c:pt>
                <c:pt idx="5762">
                  <c:v>0</c:v>
                </c:pt>
                <c:pt idx="5763">
                  <c:v>0</c:v>
                </c:pt>
                <c:pt idx="5764">
                  <c:v>0</c:v>
                </c:pt>
                <c:pt idx="5765">
                  <c:v>0</c:v>
                </c:pt>
                <c:pt idx="5766">
                  <c:v>0</c:v>
                </c:pt>
                <c:pt idx="5767">
                  <c:v>0.25</c:v>
                </c:pt>
                <c:pt idx="5768">
                  <c:v>0.29866300000000001</c:v>
                </c:pt>
                <c:pt idx="5769">
                  <c:v>0.37623400000000001</c:v>
                </c:pt>
                <c:pt idx="5770">
                  <c:v>0.47770299999999999</c:v>
                </c:pt>
                <c:pt idx="5771">
                  <c:v>0.59034900000000001</c:v>
                </c:pt>
                <c:pt idx="5772">
                  <c:v>0.57281800000000005</c:v>
                </c:pt>
                <c:pt idx="5773">
                  <c:v>0.51475899999999997</c:v>
                </c:pt>
                <c:pt idx="5774">
                  <c:v>0.47806100000000001</c:v>
                </c:pt>
                <c:pt idx="5775">
                  <c:v>0.57413099999999995</c:v>
                </c:pt>
                <c:pt idx="5776">
                  <c:v>0.51293200000000005</c:v>
                </c:pt>
                <c:pt idx="5777">
                  <c:v>0.29561599999999999</c:v>
                </c:pt>
                <c:pt idx="5778">
                  <c:v>0.25</c:v>
                </c:pt>
                <c:pt idx="5779">
                  <c:v>0.25</c:v>
                </c:pt>
                <c:pt idx="5780">
                  <c:v>0.25</c:v>
                </c:pt>
                <c:pt idx="5781">
                  <c:v>0</c:v>
                </c:pt>
                <c:pt idx="5782">
                  <c:v>0</c:v>
                </c:pt>
                <c:pt idx="5783">
                  <c:v>0</c:v>
                </c:pt>
                <c:pt idx="5784">
                  <c:v>0</c:v>
                </c:pt>
                <c:pt idx="5785">
                  <c:v>0</c:v>
                </c:pt>
                <c:pt idx="5786">
                  <c:v>0</c:v>
                </c:pt>
                <c:pt idx="5787">
                  <c:v>0</c:v>
                </c:pt>
                <c:pt idx="5788">
                  <c:v>0</c:v>
                </c:pt>
                <c:pt idx="5789">
                  <c:v>0</c:v>
                </c:pt>
                <c:pt idx="5790">
                  <c:v>0</c:v>
                </c:pt>
                <c:pt idx="5791">
                  <c:v>0.25</c:v>
                </c:pt>
                <c:pt idx="5792">
                  <c:v>0.55585300000000004</c:v>
                </c:pt>
                <c:pt idx="5793">
                  <c:v>0.51169200000000004</c:v>
                </c:pt>
                <c:pt idx="5794">
                  <c:v>0.63482799999999995</c:v>
                </c:pt>
                <c:pt idx="5795">
                  <c:v>0.61717500000000003</c:v>
                </c:pt>
                <c:pt idx="5796">
                  <c:v>0.64038600000000001</c:v>
                </c:pt>
                <c:pt idx="5797">
                  <c:v>0.59771700000000005</c:v>
                </c:pt>
                <c:pt idx="5798">
                  <c:v>0.562249</c:v>
                </c:pt>
                <c:pt idx="5799">
                  <c:v>0.56946699999999995</c:v>
                </c:pt>
                <c:pt idx="5800">
                  <c:v>0.51333099999999998</c:v>
                </c:pt>
                <c:pt idx="5801">
                  <c:v>0.42174600000000001</c:v>
                </c:pt>
                <c:pt idx="5802">
                  <c:v>0.304919</c:v>
                </c:pt>
                <c:pt idx="5803">
                  <c:v>0.25865500000000002</c:v>
                </c:pt>
                <c:pt idx="5804">
                  <c:v>0.25</c:v>
                </c:pt>
                <c:pt idx="5805">
                  <c:v>0</c:v>
                </c:pt>
                <c:pt idx="5806">
                  <c:v>0</c:v>
                </c:pt>
                <c:pt idx="5807">
                  <c:v>0</c:v>
                </c:pt>
                <c:pt idx="5808">
                  <c:v>0</c:v>
                </c:pt>
                <c:pt idx="5809">
                  <c:v>0</c:v>
                </c:pt>
                <c:pt idx="5810">
                  <c:v>0</c:v>
                </c:pt>
                <c:pt idx="5811">
                  <c:v>0</c:v>
                </c:pt>
                <c:pt idx="5812">
                  <c:v>0</c:v>
                </c:pt>
                <c:pt idx="5813">
                  <c:v>0</c:v>
                </c:pt>
                <c:pt idx="5814">
                  <c:v>0</c:v>
                </c:pt>
                <c:pt idx="5815">
                  <c:v>0.25</c:v>
                </c:pt>
                <c:pt idx="5816">
                  <c:v>0.34234799999999999</c:v>
                </c:pt>
                <c:pt idx="5817">
                  <c:v>0.40375100000000003</c:v>
                </c:pt>
                <c:pt idx="5818">
                  <c:v>0.55664000000000002</c:v>
                </c:pt>
                <c:pt idx="5819">
                  <c:v>0.57543500000000003</c:v>
                </c:pt>
                <c:pt idx="5820">
                  <c:v>0.58431999999999995</c:v>
                </c:pt>
                <c:pt idx="5821">
                  <c:v>0.54708900000000005</c:v>
                </c:pt>
                <c:pt idx="5822">
                  <c:v>0.47949900000000001</c:v>
                </c:pt>
                <c:pt idx="5823">
                  <c:v>0.57509399999999999</c:v>
                </c:pt>
                <c:pt idx="5824">
                  <c:v>0.53775300000000004</c:v>
                </c:pt>
                <c:pt idx="5825">
                  <c:v>0.470057</c:v>
                </c:pt>
                <c:pt idx="5826">
                  <c:v>0.44005100000000003</c:v>
                </c:pt>
                <c:pt idx="5827">
                  <c:v>0.34736</c:v>
                </c:pt>
                <c:pt idx="5828">
                  <c:v>0.25</c:v>
                </c:pt>
                <c:pt idx="5829">
                  <c:v>0</c:v>
                </c:pt>
                <c:pt idx="5830">
                  <c:v>0</c:v>
                </c:pt>
                <c:pt idx="5831">
                  <c:v>0</c:v>
                </c:pt>
                <c:pt idx="5832">
                  <c:v>0</c:v>
                </c:pt>
                <c:pt idx="5833">
                  <c:v>0</c:v>
                </c:pt>
                <c:pt idx="5834">
                  <c:v>0</c:v>
                </c:pt>
                <c:pt idx="5835">
                  <c:v>0</c:v>
                </c:pt>
                <c:pt idx="5836">
                  <c:v>0</c:v>
                </c:pt>
                <c:pt idx="5837">
                  <c:v>0</c:v>
                </c:pt>
                <c:pt idx="5838">
                  <c:v>0</c:v>
                </c:pt>
                <c:pt idx="5839">
                  <c:v>0.25</c:v>
                </c:pt>
                <c:pt idx="5840">
                  <c:v>0.29261599999999999</c:v>
                </c:pt>
                <c:pt idx="5841">
                  <c:v>0.500668</c:v>
                </c:pt>
                <c:pt idx="5842">
                  <c:v>0.74793299999999996</c:v>
                </c:pt>
                <c:pt idx="5843">
                  <c:v>0.65860300000000005</c:v>
                </c:pt>
                <c:pt idx="5844">
                  <c:v>0.69783099999999998</c:v>
                </c:pt>
                <c:pt idx="5845">
                  <c:v>0.59460400000000002</c:v>
                </c:pt>
                <c:pt idx="5846">
                  <c:v>0.58172100000000004</c:v>
                </c:pt>
                <c:pt idx="5847">
                  <c:v>0.56625400000000004</c:v>
                </c:pt>
                <c:pt idx="5848">
                  <c:v>0.49663400000000002</c:v>
                </c:pt>
                <c:pt idx="5849">
                  <c:v>0.38531100000000001</c:v>
                </c:pt>
                <c:pt idx="5850">
                  <c:v>0.281366</c:v>
                </c:pt>
                <c:pt idx="5851">
                  <c:v>0.25</c:v>
                </c:pt>
                <c:pt idx="5852">
                  <c:v>0.25</c:v>
                </c:pt>
                <c:pt idx="5853">
                  <c:v>0</c:v>
                </c:pt>
                <c:pt idx="5854">
                  <c:v>0</c:v>
                </c:pt>
                <c:pt idx="5855">
                  <c:v>0</c:v>
                </c:pt>
                <c:pt idx="5856">
                  <c:v>0</c:v>
                </c:pt>
                <c:pt idx="5857">
                  <c:v>0</c:v>
                </c:pt>
                <c:pt idx="5858">
                  <c:v>0</c:v>
                </c:pt>
                <c:pt idx="5859">
                  <c:v>0</c:v>
                </c:pt>
                <c:pt idx="5860">
                  <c:v>0</c:v>
                </c:pt>
                <c:pt idx="5861">
                  <c:v>0</c:v>
                </c:pt>
                <c:pt idx="5862">
                  <c:v>0</c:v>
                </c:pt>
                <c:pt idx="5863">
                  <c:v>0.25</c:v>
                </c:pt>
                <c:pt idx="5864">
                  <c:v>0.35719200000000001</c:v>
                </c:pt>
                <c:pt idx="5865">
                  <c:v>0.41112199999999999</c:v>
                </c:pt>
                <c:pt idx="5866">
                  <c:v>0.57446200000000003</c:v>
                </c:pt>
                <c:pt idx="5867">
                  <c:v>0.55007899999999998</c:v>
                </c:pt>
                <c:pt idx="5868">
                  <c:v>0.591391</c:v>
                </c:pt>
                <c:pt idx="5869">
                  <c:v>0.46149600000000002</c:v>
                </c:pt>
                <c:pt idx="5870">
                  <c:v>0.53265600000000002</c:v>
                </c:pt>
                <c:pt idx="5871">
                  <c:v>0.52043700000000004</c:v>
                </c:pt>
                <c:pt idx="5872">
                  <c:v>0.39699000000000001</c:v>
                </c:pt>
                <c:pt idx="5873">
                  <c:v>0.29929699999999998</c:v>
                </c:pt>
                <c:pt idx="5874">
                  <c:v>0.25</c:v>
                </c:pt>
                <c:pt idx="5875">
                  <c:v>0.25</c:v>
                </c:pt>
                <c:pt idx="5876">
                  <c:v>0.25</c:v>
                </c:pt>
                <c:pt idx="5877">
                  <c:v>0</c:v>
                </c:pt>
                <c:pt idx="5878">
                  <c:v>0</c:v>
                </c:pt>
                <c:pt idx="5879">
                  <c:v>0</c:v>
                </c:pt>
                <c:pt idx="5880">
                  <c:v>0</c:v>
                </c:pt>
                <c:pt idx="5881">
                  <c:v>0</c:v>
                </c:pt>
                <c:pt idx="5882">
                  <c:v>0</c:v>
                </c:pt>
                <c:pt idx="5883">
                  <c:v>0</c:v>
                </c:pt>
                <c:pt idx="5884">
                  <c:v>0</c:v>
                </c:pt>
                <c:pt idx="5885">
                  <c:v>0</c:v>
                </c:pt>
                <c:pt idx="5886">
                  <c:v>0</c:v>
                </c:pt>
                <c:pt idx="5887">
                  <c:v>0.25</c:v>
                </c:pt>
                <c:pt idx="5888">
                  <c:v>0.27993699999999999</c:v>
                </c:pt>
                <c:pt idx="5889">
                  <c:v>0.36016100000000001</c:v>
                </c:pt>
                <c:pt idx="5890">
                  <c:v>0.48235600000000001</c:v>
                </c:pt>
                <c:pt idx="5891">
                  <c:v>0.49566500000000002</c:v>
                </c:pt>
                <c:pt idx="5892">
                  <c:v>0.54019200000000001</c:v>
                </c:pt>
                <c:pt idx="5893">
                  <c:v>0.43911800000000001</c:v>
                </c:pt>
                <c:pt idx="5894">
                  <c:v>0.42559999999999998</c:v>
                </c:pt>
                <c:pt idx="5895">
                  <c:v>0.45672600000000002</c:v>
                </c:pt>
                <c:pt idx="5896">
                  <c:v>0.40577099999999999</c:v>
                </c:pt>
                <c:pt idx="5897">
                  <c:v>0.27730500000000002</c:v>
                </c:pt>
                <c:pt idx="5898">
                  <c:v>0.25</c:v>
                </c:pt>
                <c:pt idx="5899">
                  <c:v>0.25</c:v>
                </c:pt>
                <c:pt idx="5900">
                  <c:v>0.25</c:v>
                </c:pt>
                <c:pt idx="5901">
                  <c:v>0</c:v>
                </c:pt>
                <c:pt idx="5902">
                  <c:v>0</c:v>
                </c:pt>
                <c:pt idx="5903">
                  <c:v>0</c:v>
                </c:pt>
                <c:pt idx="5904">
                  <c:v>0</c:v>
                </c:pt>
                <c:pt idx="5905">
                  <c:v>0</c:v>
                </c:pt>
                <c:pt idx="5906">
                  <c:v>0</c:v>
                </c:pt>
                <c:pt idx="5907">
                  <c:v>0</c:v>
                </c:pt>
                <c:pt idx="5908">
                  <c:v>0</c:v>
                </c:pt>
                <c:pt idx="5909">
                  <c:v>0</c:v>
                </c:pt>
                <c:pt idx="5910">
                  <c:v>0</c:v>
                </c:pt>
                <c:pt idx="5911">
                  <c:v>0.25</c:v>
                </c:pt>
                <c:pt idx="5912">
                  <c:v>0.25</c:v>
                </c:pt>
                <c:pt idx="5913">
                  <c:v>0.402281</c:v>
                </c:pt>
                <c:pt idx="5914">
                  <c:v>0.484296</c:v>
                </c:pt>
                <c:pt idx="5915">
                  <c:v>0.50947900000000002</c:v>
                </c:pt>
                <c:pt idx="5916">
                  <c:v>0.55057699999999998</c:v>
                </c:pt>
                <c:pt idx="5917">
                  <c:v>0.46224399999999999</c:v>
                </c:pt>
                <c:pt idx="5918">
                  <c:v>0.40959699999999999</c:v>
                </c:pt>
                <c:pt idx="5919">
                  <c:v>0.42923299999999998</c:v>
                </c:pt>
                <c:pt idx="5920">
                  <c:v>0.38771600000000001</c:v>
                </c:pt>
                <c:pt idx="5921">
                  <c:v>0.302481</c:v>
                </c:pt>
                <c:pt idx="5922">
                  <c:v>0.25</c:v>
                </c:pt>
                <c:pt idx="5923">
                  <c:v>0.25</c:v>
                </c:pt>
                <c:pt idx="5924">
                  <c:v>0.25</c:v>
                </c:pt>
                <c:pt idx="5925">
                  <c:v>0</c:v>
                </c:pt>
                <c:pt idx="5926">
                  <c:v>0</c:v>
                </c:pt>
                <c:pt idx="5927">
                  <c:v>0</c:v>
                </c:pt>
                <c:pt idx="5928">
                  <c:v>0</c:v>
                </c:pt>
                <c:pt idx="5929">
                  <c:v>0</c:v>
                </c:pt>
                <c:pt idx="5930">
                  <c:v>0</c:v>
                </c:pt>
                <c:pt idx="5931">
                  <c:v>0</c:v>
                </c:pt>
                <c:pt idx="5932">
                  <c:v>0</c:v>
                </c:pt>
                <c:pt idx="5933">
                  <c:v>0</c:v>
                </c:pt>
                <c:pt idx="5934">
                  <c:v>0</c:v>
                </c:pt>
                <c:pt idx="5935">
                  <c:v>0.25</c:v>
                </c:pt>
                <c:pt idx="5936">
                  <c:v>0.38448599999999999</c:v>
                </c:pt>
                <c:pt idx="5937">
                  <c:v>0.45261200000000001</c:v>
                </c:pt>
                <c:pt idx="5938">
                  <c:v>0.61177400000000004</c:v>
                </c:pt>
                <c:pt idx="5939">
                  <c:v>0.55282500000000001</c:v>
                </c:pt>
                <c:pt idx="5940">
                  <c:v>0.652397</c:v>
                </c:pt>
                <c:pt idx="5941">
                  <c:v>0.58734600000000003</c:v>
                </c:pt>
                <c:pt idx="5942">
                  <c:v>0.50199199999999999</c:v>
                </c:pt>
                <c:pt idx="5943">
                  <c:v>0.57598099999999997</c:v>
                </c:pt>
                <c:pt idx="5944">
                  <c:v>0.55676300000000001</c:v>
                </c:pt>
                <c:pt idx="5945">
                  <c:v>0.43187399999999998</c:v>
                </c:pt>
                <c:pt idx="5946">
                  <c:v>0.33746700000000002</c:v>
                </c:pt>
                <c:pt idx="5947">
                  <c:v>0.25</c:v>
                </c:pt>
                <c:pt idx="5948">
                  <c:v>0.25</c:v>
                </c:pt>
                <c:pt idx="5949">
                  <c:v>0</c:v>
                </c:pt>
                <c:pt idx="5950">
                  <c:v>0</c:v>
                </c:pt>
                <c:pt idx="5951">
                  <c:v>0</c:v>
                </c:pt>
                <c:pt idx="5952">
                  <c:v>0</c:v>
                </c:pt>
                <c:pt idx="5953">
                  <c:v>0</c:v>
                </c:pt>
                <c:pt idx="5954">
                  <c:v>0</c:v>
                </c:pt>
                <c:pt idx="5955">
                  <c:v>0</c:v>
                </c:pt>
                <c:pt idx="5956">
                  <c:v>0</c:v>
                </c:pt>
                <c:pt idx="5957">
                  <c:v>0</c:v>
                </c:pt>
                <c:pt idx="5958">
                  <c:v>0</c:v>
                </c:pt>
                <c:pt idx="5959">
                  <c:v>0.25</c:v>
                </c:pt>
                <c:pt idx="5960">
                  <c:v>0.50521199999999999</c:v>
                </c:pt>
                <c:pt idx="5961">
                  <c:v>0.65720299999999998</c:v>
                </c:pt>
                <c:pt idx="5962">
                  <c:v>0.73806799999999995</c:v>
                </c:pt>
                <c:pt idx="5963">
                  <c:v>0.75225299999999995</c:v>
                </c:pt>
                <c:pt idx="5964">
                  <c:v>0.83111000000000002</c:v>
                </c:pt>
                <c:pt idx="5965">
                  <c:v>0.71182500000000004</c:v>
                </c:pt>
                <c:pt idx="5966">
                  <c:v>0.71926400000000001</c:v>
                </c:pt>
                <c:pt idx="5967">
                  <c:v>0.85816000000000003</c:v>
                </c:pt>
                <c:pt idx="5968">
                  <c:v>0.81382100000000002</c:v>
                </c:pt>
                <c:pt idx="5969">
                  <c:v>0.621255</c:v>
                </c:pt>
                <c:pt idx="5970">
                  <c:v>0.51873400000000003</c:v>
                </c:pt>
                <c:pt idx="5971">
                  <c:v>0.49012499999999998</c:v>
                </c:pt>
                <c:pt idx="5972">
                  <c:v>0.25</c:v>
                </c:pt>
                <c:pt idx="5973">
                  <c:v>0</c:v>
                </c:pt>
                <c:pt idx="5974">
                  <c:v>0</c:v>
                </c:pt>
                <c:pt idx="5975">
                  <c:v>0</c:v>
                </c:pt>
                <c:pt idx="5976">
                  <c:v>0</c:v>
                </c:pt>
                <c:pt idx="5977">
                  <c:v>0</c:v>
                </c:pt>
                <c:pt idx="5978">
                  <c:v>0</c:v>
                </c:pt>
                <c:pt idx="5979">
                  <c:v>0</c:v>
                </c:pt>
                <c:pt idx="5980">
                  <c:v>0</c:v>
                </c:pt>
                <c:pt idx="5981">
                  <c:v>0</c:v>
                </c:pt>
                <c:pt idx="5982">
                  <c:v>0</c:v>
                </c:pt>
                <c:pt idx="5983">
                  <c:v>0.25</c:v>
                </c:pt>
                <c:pt idx="5984">
                  <c:v>0.63527400000000001</c:v>
                </c:pt>
                <c:pt idx="5985">
                  <c:v>0.67894200000000005</c:v>
                </c:pt>
                <c:pt idx="5986">
                  <c:v>0.78471299999999999</c:v>
                </c:pt>
                <c:pt idx="5987">
                  <c:v>0.78620999999999996</c:v>
                </c:pt>
                <c:pt idx="5988">
                  <c:v>0.80472299999999997</c:v>
                </c:pt>
                <c:pt idx="5989">
                  <c:v>0.72955499999999995</c:v>
                </c:pt>
                <c:pt idx="5990">
                  <c:v>0.67208100000000004</c:v>
                </c:pt>
                <c:pt idx="5991">
                  <c:v>0.83704999999999996</c:v>
                </c:pt>
                <c:pt idx="5992">
                  <c:v>0.80528</c:v>
                </c:pt>
                <c:pt idx="5993">
                  <c:v>0.69228800000000001</c:v>
                </c:pt>
                <c:pt idx="5994">
                  <c:v>0.621587</c:v>
                </c:pt>
                <c:pt idx="5995">
                  <c:v>0.52302599999999999</c:v>
                </c:pt>
                <c:pt idx="5996">
                  <c:v>0.25</c:v>
                </c:pt>
                <c:pt idx="5997">
                  <c:v>0</c:v>
                </c:pt>
                <c:pt idx="5998">
                  <c:v>0</c:v>
                </c:pt>
                <c:pt idx="5999">
                  <c:v>0</c:v>
                </c:pt>
                <c:pt idx="6000">
                  <c:v>0</c:v>
                </c:pt>
                <c:pt idx="6001">
                  <c:v>0</c:v>
                </c:pt>
                <c:pt idx="6002">
                  <c:v>0</c:v>
                </c:pt>
                <c:pt idx="6003">
                  <c:v>0</c:v>
                </c:pt>
                <c:pt idx="6004">
                  <c:v>0</c:v>
                </c:pt>
                <c:pt idx="6005">
                  <c:v>0</c:v>
                </c:pt>
                <c:pt idx="6006">
                  <c:v>0</c:v>
                </c:pt>
                <c:pt idx="6007">
                  <c:v>0.25</c:v>
                </c:pt>
                <c:pt idx="6008">
                  <c:v>0.49074899999999999</c:v>
                </c:pt>
                <c:pt idx="6009">
                  <c:v>0.66278300000000001</c:v>
                </c:pt>
                <c:pt idx="6010">
                  <c:v>0.82988399999999996</c:v>
                </c:pt>
                <c:pt idx="6011">
                  <c:v>0.73871500000000001</c:v>
                </c:pt>
                <c:pt idx="6012">
                  <c:v>0.72872800000000004</c:v>
                </c:pt>
                <c:pt idx="6013">
                  <c:v>0.57239300000000004</c:v>
                </c:pt>
                <c:pt idx="6014">
                  <c:v>0.72280699999999998</c:v>
                </c:pt>
                <c:pt idx="6015">
                  <c:v>0.75053400000000003</c:v>
                </c:pt>
                <c:pt idx="6016">
                  <c:v>0.76533600000000002</c:v>
                </c:pt>
                <c:pt idx="6017">
                  <c:v>0.57525599999999999</c:v>
                </c:pt>
                <c:pt idx="6018">
                  <c:v>0.40887699999999999</c:v>
                </c:pt>
                <c:pt idx="6019">
                  <c:v>0.46435999999999999</c:v>
                </c:pt>
                <c:pt idx="6020">
                  <c:v>0.25</c:v>
                </c:pt>
                <c:pt idx="6021">
                  <c:v>0</c:v>
                </c:pt>
                <c:pt idx="6022">
                  <c:v>0</c:v>
                </c:pt>
                <c:pt idx="6023">
                  <c:v>0</c:v>
                </c:pt>
                <c:pt idx="6024">
                  <c:v>0</c:v>
                </c:pt>
                <c:pt idx="6025">
                  <c:v>0</c:v>
                </c:pt>
                <c:pt idx="6026">
                  <c:v>0</c:v>
                </c:pt>
                <c:pt idx="6027">
                  <c:v>0</c:v>
                </c:pt>
                <c:pt idx="6028">
                  <c:v>0</c:v>
                </c:pt>
                <c:pt idx="6029">
                  <c:v>0</c:v>
                </c:pt>
                <c:pt idx="6030">
                  <c:v>0</c:v>
                </c:pt>
                <c:pt idx="6031">
                  <c:v>0.25</c:v>
                </c:pt>
                <c:pt idx="6032">
                  <c:v>0.35058400000000001</c:v>
                </c:pt>
                <c:pt idx="6033">
                  <c:v>0.37767400000000001</c:v>
                </c:pt>
                <c:pt idx="6034">
                  <c:v>0.60018700000000003</c:v>
                </c:pt>
                <c:pt idx="6035">
                  <c:v>0.59798899999999999</c:v>
                </c:pt>
                <c:pt idx="6036">
                  <c:v>0.69420499999999996</c:v>
                </c:pt>
                <c:pt idx="6037">
                  <c:v>0.52658700000000003</c:v>
                </c:pt>
                <c:pt idx="6038">
                  <c:v>0.53235500000000002</c:v>
                </c:pt>
                <c:pt idx="6039">
                  <c:v>0.60142499999999999</c:v>
                </c:pt>
                <c:pt idx="6040">
                  <c:v>0.54482299999999995</c:v>
                </c:pt>
                <c:pt idx="6041">
                  <c:v>0.40167799999999998</c:v>
                </c:pt>
                <c:pt idx="6042">
                  <c:v>0.265737</c:v>
                </c:pt>
                <c:pt idx="6043">
                  <c:v>0.25</c:v>
                </c:pt>
                <c:pt idx="6044">
                  <c:v>0.25</c:v>
                </c:pt>
                <c:pt idx="6045">
                  <c:v>0</c:v>
                </c:pt>
                <c:pt idx="6046">
                  <c:v>0</c:v>
                </c:pt>
                <c:pt idx="6047">
                  <c:v>0</c:v>
                </c:pt>
                <c:pt idx="6048">
                  <c:v>0</c:v>
                </c:pt>
                <c:pt idx="6049">
                  <c:v>0</c:v>
                </c:pt>
                <c:pt idx="6050">
                  <c:v>0</c:v>
                </c:pt>
                <c:pt idx="6051">
                  <c:v>0</c:v>
                </c:pt>
                <c:pt idx="6052">
                  <c:v>0</c:v>
                </c:pt>
                <c:pt idx="6053">
                  <c:v>0</c:v>
                </c:pt>
                <c:pt idx="6054">
                  <c:v>0</c:v>
                </c:pt>
                <c:pt idx="6055">
                  <c:v>0.25</c:v>
                </c:pt>
                <c:pt idx="6056">
                  <c:v>0.26680799999999999</c:v>
                </c:pt>
                <c:pt idx="6057">
                  <c:v>0.43816300000000002</c:v>
                </c:pt>
                <c:pt idx="6058">
                  <c:v>0.582569</c:v>
                </c:pt>
                <c:pt idx="6059">
                  <c:v>0.44961600000000002</c:v>
                </c:pt>
                <c:pt idx="6060">
                  <c:v>0.54727300000000001</c:v>
                </c:pt>
                <c:pt idx="6061">
                  <c:v>0.41480400000000001</c:v>
                </c:pt>
                <c:pt idx="6062">
                  <c:v>0.40716999999999998</c:v>
                </c:pt>
                <c:pt idx="6063">
                  <c:v>0.39982499999999999</c:v>
                </c:pt>
                <c:pt idx="6064">
                  <c:v>0.38098900000000002</c:v>
                </c:pt>
                <c:pt idx="6065">
                  <c:v>0.25</c:v>
                </c:pt>
                <c:pt idx="6066">
                  <c:v>0.25</c:v>
                </c:pt>
                <c:pt idx="6067">
                  <c:v>0.25</c:v>
                </c:pt>
                <c:pt idx="6068">
                  <c:v>0.25</c:v>
                </c:pt>
                <c:pt idx="6069">
                  <c:v>0</c:v>
                </c:pt>
                <c:pt idx="6070">
                  <c:v>0</c:v>
                </c:pt>
                <c:pt idx="6071">
                  <c:v>0</c:v>
                </c:pt>
                <c:pt idx="6072">
                  <c:v>0</c:v>
                </c:pt>
                <c:pt idx="6073">
                  <c:v>0</c:v>
                </c:pt>
                <c:pt idx="6074">
                  <c:v>0</c:v>
                </c:pt>
                <c:pt idx="6075">
                  <c:v>0</c:v>
                </c:pt>
                <c:pt idx="6076">
                  <c:v>0</c:v>
                </c:pt>
                <c:pt idx="6077">
                  <c:v>0</c:v>
                </c:pt>
                <c:pt idx="6078">
                  <c:v>0</c:v>
                </c:pt>
                <c:pt idx="6079">
                  <c:v>0.25</c:v>
                </c:pt>
                <c:pt idx="6080">
                  <c:v>0.25</c:v>
                </c:pt>
                <c:pt idx="6081">
                  <c:v>0.409551</c:v>
                </c:pt>
                <c:pt idx="6082">
                  <c:v>0.56387100000000001</c:v>
                </c:pt>
                <c:pt idx="6083">
                  <c:v>0.495226</c:v>
                </c:pt>
                <c:pt idx="6084">
                  <c:v>0.61901799999999996</c:v>
                </c:pt>
                <c:pt idx="6085">
                  <c:v>0.5222</c:v>
                </c:pt>
                <c:pt idx="6086">
                  <c:v>0.43833299999999997</c:v>
                </c:pt>
                <c:pt idx="6087">
                  <c:v>0.53622199999999998</c:v>
                </c:pt>
                <c:pt idx="6088">
                  <c:v>0.40329999999999999</c:v>
                </c:pt>
                <c:pt idx="6089">
                  <c:v>0.31027100000000002</c:v>
                </c:pt>
                <c:pt idx="6090">
                  <c:v>0.25</c:v>
                </c:pt>
                <c:pt idx="6091">
                  <c:v>0.25</c:v>
                </c:pt>
                <c:pt idx="6092">
                  <c:v>0.25</c:v>
                </c:pt>
                <c:pt idx="6093">
                  <c:v>0</c:v>
                </c:pt>
                <c:pt idx="6094">
                  <c:v>0</c:v>
                </c:pt>
                <c:pt idx="6095">
                  <c:v>0</c:v>
                </c:pt>
                <c:pt idx="6096">
                  <c:v>0</c:v>
                </c:pt>
                <c:pt idx="6097">
                  <c:v>0</c:v>
                </c:pt>
                <c:pt idx="6098">
                  <c:v>0</c:v>
                </c:pt>
                <c:pt idx="6099">
                  <c:v>0</c:v>
                </c:pt>
                <c:pt idx="6100">
                  <c:v>0</c:v>
                </c:pt>
                <c:pt idx="6101">
                  <c:v>0</c:v>
                </c:pt>
                <c:pt idx="6102">
                  <c:v>0</c:v>
                </c:pt>
                <c:pt idx="6103">
                  <c:v>0.25</c:v>
                </c:pt>
                <c:pt idx="6104">
                  <c:v>0.37608000000000003</c:v>
                </c:pt>
                <c:pt idx="6105">
                  <c:v>0.42654399999999998</c:v>
                </c:pt>
                <c:pt idx="6106">
                  <c:v>0.591414</c:v>
                </c:pt>
                <c:pt idx="6107">
                  <c:v>0.629023</c:v>
                </c:pt>
                <c:pt idx="6108">
                  <c:v>0.77906900000000001</c:v>
                </c:pt>
                <c:pt idx="6109">
                  <c:v>0.620587</c:v>
                </c:pt>
                <c:pt idx="6110">
                  <c:v>0.60941400000000001</c:v>
                </c:pt>
                <c:pt idx="6111">
                  <c:v>0.74499099999999996</c:v>
                </c:pt>
                <c:pt idx="6112">
                  <c:v>0.69549899999999998</c:v>
                </c:pt>
                <c:pt idx="6113">
                  <c:v>0.51862299999999995</c:v>
                </c:pt>
                <c:pt idx="6114">
                  <c:v>0.42248599999999997</c:v>
                </c:pt>
                <c:pt idx="6115">
                  <c:v>0.33558700000000002</c:v>
                </c:pt>
                <c:pt idx="6116">
                  <c:v>0.25</c:v>
                </c:pt>
                <c:pt idx="6117">
                  <c:v>0</c:v>
                </c:pt>
                <c:pt idx="6118">
                  <c:v>0</c:v>
                </c:pt>
                <c:pt idx="6119">
                  <c:v>0</c:v>
                </c:pt>
                <c:pt idx="6120">
                  <c:v>0</c:v>
                </c:pt>
                <c:pt idx="6121">
                  <c:v>0</c:v>
                </c:pt>
                <c:pt idx="6122">
                  <c:v>0</c:v>
                </c:pt>
                <c:pt idx="6123">
                  <c:v>0</c:v>
                </c:pt>
                <c:pt idx="6124">
                  <c:v>0</c:v>
                </c:pt>
                <c:pt idx="6125">
                  <c:v>0</c:v>
                </c:pt>
                <c:pt idx="6126">
                  <c:v>0</c:v>
                </c:pt>
                <c:pt idx="6127">
                  <c:v>0.25</c:v>
                </c:pt>
                <c:pt idx="6128">
                  <c:v>0.38390600000000003</c:v>
                </c:pt>
                <c:pt idx="6129">
                  <c:v>0.42798799999999998</c:v>
                </c:pt>
                <c:pt idx="6130">
                  <c:v>0.65033799999999997</c:v>
                </c:pt>
                <c:pt idx="6131">
                  <c:v>0.637127</c:v>
                </c:pt>
                <c:pt idx="6132">
                  <c:v>0.73752799999999996</c:v>
                </c:pt>
                <c:pt idx="6133">
                  <c:v>0.59299900000000005</c:v>
                </c:pt>
                <c:pt idx="6134">
                  <c:v>0.58293399999999995</c:v>
                </c:pt>
                <c:pt idx="6135">
                  <c:v>0.58328599999999997</c:v>
                </c:pt>
                <c:pt idx="6136">
                  <c:v>0.53070200000000001</c:v>
                </c:pt>
                <c:pt idx="6137">
                  <c:v>0.38442300000000001</c:v>
                </c:pt>
                <c:pt idx="6138">
                  <c:v>0.252803</c:v>
                </c:pt>
                <c:pt idx="6139">
                  <c:v>0.25</c:v>
                </c:pt>
                <c:pt idx="6140">
                  <c:v>0.25</c:v>
                </c:pt>
                <c:pt idx="6141">
                  <c:v>0</c:v>
                </c:pt>
                <c:pt idx="6142">
                  <c:v>0</c:v>
                </c:pt>
                <c:pt idx="6143">
                  <c:v>0</c:v>
                </c:pt>
                <c:pt idx="6144">
                  <c:v>0</c:v>
                </c:pt>
                <c:pt idx="6145">
                  <c:v>0</c:v>
                </c:pt>
                <c:pt idx="6146">
                  <c:v>0</c:v>
                </c:pt>
                <c:pt idx="6147">
                  <c:v>0</c:v>
                </c:pt>
                <c:pt idx="6148">
                  <c:v>0</c:v>
                </c:pt>
                <c:pt idx="6149">
                  <c:v>0</c:v>
                </c:pt>
                <c:pt idx="6150">
                  <c:v>0</c:v>
                </c:pt>
                <c:pt idx="6151">
                  <c:v>0.25</c:v>
                </c:pt>
                <c:pt idx="6152">
                  <c:v>0.25</c:v>
                </c:pt>
                <c:pt idx="6153">
                  <c:v>0.25</c:v>
                </c:pt>
                <c:pt idx="6154">
                  <c:v>0.354267</c:v>
                </c:pt>
                <c:pt idx="6155">
                  <c:v>0.39025500000000002</c:v>
                </c:pt>
                <c:pt idx="6156">
                  <c:v>0.42535499999999998</c:v>
                </c:pt>
                <c:pt idx="6157">
                  <c:v>0.35065499999999999</c:v>
                </c:pt>
                <c:pt idx="6158">
                  <c:v>0.37017899999999998</c:v>
                </c:pt>
                <c:pt idx="6159">
                  <c:v>0.441691</c:v>
                </c:pt>
                <c:pt idx="6160">
                  <c:v>0.37800899999999998</c:v>
                </c:pt>
                <c:pt idx="6161">
                  <c:v>0.26087700000000003</c:v>
                </c:pt>
                <c:pt idx="6162">
                  <c:v>0.25</c:v>
                </c:pt>
                <c:pt idx="6163">
                  <c:v>0.25</c:v>
                </c:pt>
                <c:pt idx="6164">
                  <c:v>0.25</c:v>
                </c:pt>
                <c:pt idx="6165">
                  <c:v>0</c:v>
                </c:pt>
                <c:pt idx="6166">
                  <c:v>0</c:v>
                </c:pt>
                <c:pt idx="6167">
                  <c:v>0</c:v>
                </c:pt>
                <c:pt idx="6168">
                  <c:v>0</c:v>
                </c:pt>
                <c:pt idx="6169">
                  <c:v>0</c:v>
                </c:pt>
                <c:pt idx="6170">
                  <c:v>0</c:v>
                </c:pt>
                <c:pt idx="6171">
                  <c:v>0</c:v>
                </c:pt>
                <c:pt idx="6172">
                  <c:v>0</c:v>
                </c:pt>
                <c:pt idx="6173">
                  <c:v>0</c:v>
                </c:pt>
                <c:pt idx="6174">
                  <c:v>0</c:v>
                </c:pt>
                <c:pt idx="6175">
                  <c:v>0.25</c:v>
                </c:pt>
                <c:pt idx="6176">
                  <c:v>0.25654100000000002</c:v>
                </c:pt>
                <c:pt idx="6177">
                  <c:v>0.422821</c:v>
                </c:pt>
                <c:pt idx="6178">
                  <c:v>0.62197599999999997</c:v>
                </c:pt>
                <c:pt idx="6179">
                  <c:v>0.51992300000000002</c:v>
                </c:pt>
                <c:pt idx="6180">
                  <c:v>0.55134000000000005</c:v>
                </c:pt>
                <c:pt idx="6181">
                  <c:v>0.420375</c:v>
                </c:pt>
                <c:pt idx="6182">
                  <c:v>0.42449599999999998</c:v>
                </c:pt>
                <c:pt idx="6183">
                  <c:v>0.453899</c:v>
                </c:pt>
                <c:pt idx="6184">
                  <c:v>0.409667</c:v>
                </c:pt>
                <c:pt idx="6185">
                  <c:v>0.31371500000000002</c:v>
                </c:pt>
                <c:pt idx="6186">
                  <c:v>0.25</c:v>
                </c:pt>
                <c:pt idx="6187">
                  <c:v>0.25</c:v>
                </c:pt>
                <c:pt idx="6188">
                  <c:v>0.25</c:v>
                </c:pt>
                <c:pt idx="6189">
                  <c:v>0</c:v>
                </c:pt>
                <c:pt idx="6190">
                  <c:v>0</c:v>
                </c:pt>
                <c:pt idx="6191">
                  <c:v>0</c:v>
                </c:pt>
                <c:pt idx="6192">
                  <c:v>0</c:v>
                </c:pt>
                <c:pt idx="6193">
                  <c:v>0</c:v>
                </c:pt>
                <c:pt idx="6194">
                  <c:v>0</c:v>
                </c:pt>
                <c:pt idx="6195">
                  <c:v>0</c:v>
                </c:pt>
                <c:pt idx="6196">
                  <c:v>0</c:v>
                </c:pt>
                <c:pt idx="6197">
                  <c:v>0</c:v>
                </c:pt>
                <c:pt idx="6198">
                  <c:v>0</c:v>
                </c:pt>
                <c:pt idx="6199">
                  <c:v>0.25</c:v>
                </c:pt>
                <c:pt idx="6200">
                  <c:v>0.25</c:v>
                </c:pt>
                <c:pt idx="6201">
                  <c:v>0.25</c:v>
                </c:pt>
                <c:pt idx="6202">
                  <c:v>0.32588800000000001</c:v>
                </c:pt>
                <c:pt idx="6203">
                  <c:v>0.38855800000000001</c:v>
                </c:pt>
                <c:pt idx="6204">
                  <c:v>0.54524700000000004</c:v>
                </c:pt>
                <c:pt idx="6205">
                  <c:v>0.43889099999999998</c:v>
                </c:pt>
                <c:pt idx="6206">
                  <c:v>0.43854500000000002</c:v>
                </c:pt>
                <c:pt idx="6207">
                  <c:v>0.50774300000000006</c:v>
                </c:pt>
                <c:pt idx="6208">
                  <c:v>0.41101500000000002</c:v>
                </c:pt>
                <c:pt idx="6209">
                  <c:v>0.30940099999999998</c:v>
                </c:pt>
                <c:pt idx="6210">
                  <c:v>0.25</c:v>
                </c:pt>
                <c:pt idx="6211">
                  <c:v>0.25174800000000003</c:v>
                </c:pt>
                <c:pt idx="6212">
                  <c:v>0.25</c:v>
                </c:pt>
                <c:pt idx="6213">
                  <c:v>0</c:v>
                </c:pt>
                <c:pt idx="6214">
                  <c:v>0</c:v>
                </c:pt>
                <c:pt idx="6215">
                  <c:v>0</c:v>
                </c:pt>
                <c:pt idx="6216">
                  <c:v>0</c:v>
                </c:pt>
                <c:pt idx="6217">
                  <c:v>0</c:v>
                </c:pt>
                <c:pt idx="6218">
                  <c:v>0</c:v>
                </c:pt>
                <c:pt idx="6219">
                  <c:v>0</c:v>
                </c:pt>
                <c:pt idx="6220">
                  <c:v>0</c:v>
                </c:pt>
                <c:pt idx="6221">
                  <c:v>0</c:v>
                </c:pt>
                <c:pt idx="6222">
                  <c:v>0</c:v>
                </c:pt>
                <c:pt idx="6223">
                  <c:v>0.25</c:v>
                </c:pt>
                <c:pt idx="6224">
                  <c:v>0.25</c:v>
                </c:pt>
                <c:pt idx="6225">
                  <c:v>0.30894700000000003</c:v>
                </c:pt>
                <c:pt idx="6226">
                  <c:v>0.437085</c:v>
                </c:pt>
                <c:pt idx="6227">
                  <c:v>0.41345700000000002</c:v>
                </c:pt>
                <c:pt idx="6228">
                  <c:v>0.450291</c:v>
                </c:pt>
                <c:pt idx="6229">
                  <c:v>0.37509900000000002</c:v>
                </c:pt>
                <c:pt idx="6230">
                  <c:v>0.38181700000000002</c:v>
                </c:pt>
                <c:pt idx="6231">
                  <c:v>0.50553199999999998</c:v>
                </c:pt>
                <c:pt idx="6232">
                  <c:v>0.39068199999999997</c:v>
                </c:pt>
                <c:pt idx="6233">
                  <c:v>0.25</c:v>
                </c:pt>
                <c:pt idx="6234">
                  <c:v>0.25</c:v>
                </c:pt>
                <c:pt idx="6235">
                  <c:v>0.25</c:v>
                </c:pt>
                <c:pt idx="6236">
                  <c:v>0.25</c:v>
                </c:pt>
                <c:pt idx="6237">
                  <c:v>0</c:v>
                </c:pt>
                <c:pt idx="6238">
                  <c:v>0</c:v>
                </c:pt>
                <c:pt idx="6239">
                  <c:v>0</c:v>
                </c:pt>
                <c:pt idx="6240">
                  <c:v>0</c:v>
                </c:pt>
                <c:pt idx="6241">
                  <c:v>0</c:v>
                </c:pt>
                <c:pt idx="6242">
                  <c:v>0</c:v>
                </c:pt>
                <c:pt idx="6243">
                  <c:v>0</c:v>
                </c:pt>
                <c:pt idx="6244">
                  <c:v>0</c:v>
                </c:pt>
                <c:pt idx="6245">
                  <c:v>0</c:v>
                </c:pt>
                <c:pt idx="6246">
                  <c:v>0</c:v>
                </c:pt>
                <c:pt idx="6247">
                  <c:v>0.25</c:v>
                </c:pt>
                <c:pt idx="6248">
                  <c:v>0.26034600000000002</c:v>
                </c:pt>
                <c:pt idx="6249">
                  <c:v>0.40339999999999998</c:v>
                </c:pt>
                <c:pt idx="6250">
                  <c:v>0.60270800000000002</c:v>
                </c:pt>
                <c:pt idx="6251">
                  <c:v>0.57124299999999995</c:v>
                </c:pt>
                <c:pt idx="6252">
                  <c:v>0.65580099999999997</c:v>
                </c:pt>
                <c:pt idx="6253">
                  <c:v>0.53811600000000004</c:v>
                </c:pt>
                <c:pt idx="6254">
                  <c:v>0.54391400000000001</c:v>
                </c:pt>
                <c:pt idx="6255">
                  <c:v>0.52793599999999996</c:v>
                </c:pt>
                <c:pt idx="6256">
                  <c:v>0.44510899999999998</c:v>
                </c:pt>
                <c:pt idx="6257">
                  <c:v>0.30523800000000001</c:v>
                </c:pt>
                <c:pt idx="6258">
                  <c:v>0.25</c:v>
                </c:pt>
                <c:pt idx="6259">
                  <c:v>0.25</c:v>
                </c:pt>
                <c:pt idx="6260">
                  <c:v>0.25</c:v>
                </c:pt>
                <c:pt idx="6261">
                  <c:v>0</c:v>
                </c:pt>
                <c:pt idx="6262">
                  <c:v>0</c:v>
                </c:pt>
                <c:pt idx="6263">
                  <c:v>0</c:v>
                </c:pt>
                <c:pt idx="6264">
                  <c:v>0</c:v>
                </c:pt>
                <c:pt idx="6265">
                  <c:v>0</c:v>
                </c:pt>
                <c:pt idx="6266">
                  <c:v>0</c:v>
                </c:pt>
                <c:pt idx="6267">
                  <c:v>0</c:v>
                </c:pt>
                <c:pt idx="6268">
                  <c:v>0</c:v>
                </c:pt>
                <c:pt idx="6269">
                  <c:v>0</c:v>
                </c:pt>
                <c:pt idx="6270">
                  <c:v>0</c:v>
                </c:pt>
                <c:pt idx="6271">
                  <c:v>0.25</c:v>
                </c:pt>
                <c:pt idx="6272">
                  <c:v>0.25</c:v>
                </c:pt>
                <c:pt idx="6273">
                  <c:v>0.29641600000000001</c:v>
                </c:pt>
                <c:pt idx="6274">
                  <c:v>0.46507100000000001</c:v>
                </c:pt>
                <c:pt idx="6275">
                  <c:v>0.52304399999999995</c:v>
                </c:pt>
                <c:pt idx="6276">
                  <c:v>0.56067500000000003</c:v>
                </c:pt>
                <c:pt idx="6277">
                  <c:v>0.46693800000000002</c:v>
                </c:pt>
                <c:pt idx="6278">
                  <c:v>0.45793899999999998</c:v>
                </c:pt>
                <c:pt idx="6279">
                  <c:v>0.44493700000000003</c:v>
                </c:pt>
                <c:pt idx="6280">
                  <c:v>0.36888799999999999</c:v>
                </c:pt>
                <c:pt idx="6281">
                  <c:v>0.25</c:v>
                </c:pt>
                <c:pt idx="6282">
                  <c:v>0.25</c:v>
                </c:pt>
                <c:pt idx="6283">
                  <c:v>0.25</c:v>
                </c:pt>
                <c:pt idx="6284">
                  <c:v>0.25</c:v>
                </c:pt>
                <c:pt idx="6285">
                  <c:v>0</c:v>
                </c:pt>
                <c:pt idx="6286">
                  <c:v>0</c:v>
                </c:pt>
                <c:pt idx="6287">
                  <c:v>0</c:v>
                </c:pt>
                <c:pt idx="6288">
                  <c:v>0</c:v>
                </c:pt>
                <c:pt idx="6289">
                  <c:v>0</c:v>
                </c:pt>
                <c:pt idx="6290">
                  <c:v>0</c:v>
                </c:pt>
                <c:pt idx="6291">
                  <c:v>0</c:v>
                </c:pt>
                <c:pt idx="6292">
                  <c:v>0</c:v>
                </c:pt>
                <c:pt idx="6293">
                  <c:v>0</c:v>
                </c:pt>
                <c:pt idx="6294">
                  <c:v>0</c:v>
                </c:pt>
                <c:pt idx="6295">
                  <c:v>0.25</c:v>
                </c:pt>
                <c:pt idx="6296">
                  <c:v>0.25</c:v>
                </c:pt>
                <c:pt idx="6297">
                  <c:v>0.29573500000000003</c:v>
                </c:pt>
                <c:pt idx="6298">
                  <c:v>0.41550300000000001</c:v>
                </c:pt>
                <c:pt idx="6299">
                  <c:v>0.50974200000000003</c:v>
                </c:pt>
                <c:pt idx="6300">
                  <c:v>0.54552800000000001</c:v>
                </c:pt>
                <c:pt idx="6301">
                  <c:v>0.43736000000000003</c:v>
                </c:pt>
                <c:pt idx="6302">
                  <c:v>0.43481599999999998</c:v>
                </c:pt>
                <c:pt idx="6303">
                  <c:v>0.41794500000000001</c:v>
                </c:pt>
                <c:pt idx="6304">
                  <c:v>0.34447299999999997</c:v>
                </c:pt>
                <c:pt idx="6305">
                  <c:v>0.25</c:v>
                </c:pt>
                <c:pt idx="6306">
                  <c:v>0.25</c:v>
                </c:pt>
                <c:pt idx="6307">
                  <c:v>0.25</c:v>
                </c:pt>
                <c:pt idx="6308">
                  <c:v>0.25</c:v>
                </c:pt>
                <c:pt idx="6309">
                  <c:v>0</c:v>
                </c:pt>
                <c:pt idx="6310">
                  <c:v>0</c:v>
                </c:pt>
                <c:pt idx="6311">
                  <c:v>0</c:v>
                </c:pt>
                <c:pt idx="6312">
                  <c:v>0</c:v>
                </c:pt>
                <c:pt idx="6313">
                  <c:v>0</c:v>
                </c:pt>
                <c:pt idx="6314">
                  <c:v>0</c:v>
                </c:pt>
                <c:pt idx="6315">
                  <c:v>0</c:v>
                </c:pt>
                <c:pt idx="6316">
                  <c:v>0</c:v>
                </c:pt>
                <c:pt idx="6317">
                  <c:v>0</c:v>
                </c:pt>
                <c:pt idx="6318">
                  <c:v>0</c:v>
                </c:pt>
                <c:pt idx="6319">
                  <c:v>0.25</c:v>
                </c:pt>
                <c:pt idx="6320">
                  <c:v>0.25</c:v>
                </c:pt>
                <c:pt idx="6321">
                  <c:v>0.37403599999999998</c:v>
                </c:pt>
                <c:pt idx="6322">
                  <c:v>0.49624099999999999</c:v>
                </c:pt>
                <c:pt idx="6323">
                  <c:v>0.38904499999999997</c:v>
                </c:pt>
                <c:pt idx="6324">
                  <c:v>0.49057200000000001</c:v>
                </c:pt>
                <c:pt idx="6325">
                  <c:v>0.29475499999999999</c:v>
                </c:pt>
                <c:pt idx="6326">
                  <c:v>0.25</c:v>
                </c:pt>
                <c:pt idx="6327">
                  <c:v>0.25</c:v>
                </c:pt>
                <c:pt idx="6328">
                  <c:v>0.25</c:v>
                </c:pt>
                <c:pt idx="6329">
                  <c:v>0.25</c:v>
                </c:pt>
                <c:pt idx="6330">
                  <c:v>0.25</c:v>
                </c:pt>
                <c:pt idx="6331">
                  <c:v>0.25</c:v>
                </c:pt>
                <c:pt idx="6332">
                  <c:v>0.25</c:v>
                </c:pt>
                <c:pt idx="6333">
                  <c:v>0</c:v>
                </c:pt>
                <c:pt idx="6334">
                  <c:v>0</c:v>
                </c:pt>
                <c:pt idx="6335">
                  <c:v>0</c:v>
                </c:pt>
                <c:pt idx="6336">
                  <c:v>0</c:v>
                </c:pt>
                <c:pt idx="6337">
                  <c:v>0</c:v>
                </c:pt>
                <c:pt idx="6338">
                  <c:v>0</c:v>
                </c:pt>
                <c:pt idx="6339">
                  <c:v>0</c:v>
                </c:pt>
                <c:pt idx="6340">
                  <c:v>0</c:v>
                </c:pt>
                <c:pt idx="6341">
                  <c:v>0</c:v>
                </c:pt>
                <c:pt idx="6342">
                  <c:v>0</c:v>
                </c:pt>
                <c:pt idx="6343">
                  <c:v>0.25</c:v>
                </c:pt>
                <c:pt idx="6344">
                  <c:v>0.28550500000000001</c:v>
                </c:pt>
                <c:pt idx="6345">
                  <c:v>0.40934700000000002</c:v>
                </c:pt>
                <c:pt idx="6346">
                  <c:v>0.45558100000000001</c:v>
                </c:pt>
                <c:pt idx="6347">
                  <c:v>0.424099</c:v>
                </c:pt>
                <c:pt idx="6348">
                  <c:v>0.41508899999999999</c:v>
                </c:pt>
                <c:pt idx="6349">
                  <c:v>0.31407499999999999</c:v>
                </c:pt>
                <c:pt idx="6350">
                  <c:v>0.31928499999999999</c:v>
                </c:pt>
                <c:pt idx="6351">
                  <c:v>0.37023899999999998</c:v>
                </c:pt>
                <c:pt idx="6352">
                  <c:v>0.25</c:v>
                </c:pt>
                <c:pt idx="6353">
                  <c:v>0.25</c:v>
                </c:pt>
                <c:pt idx="6354">
                  <c:v>0.25</c:v>
                </c:pt>
                <c:pt idx="6355">
                  <c:v>0.25</c:v>
                </c:pt>
                <c:pt idx="6356">
                  <c:v>0.25</c:v>
                </c:pt>
                <c:pt idx="6357">
                  <c:v>0</c:v>
                </c:pt>
                <c:pt idx="6358">
                  <c:v>0</c:v>
                </c:pt>
                <c:pt idx="6359">
                  <c:v>0</c:v>
                </c:pt>
                <c:pt idx="6360">
                  <c:v>0</c:v>
                </c:pt>
                <c:pt idx="6361">
                  <c:v>0</c:v>
                </c:pt>
                <c:pt idx="6362">
                  <c:v>0</c:v>
                </c:pt>
                <c:pt idx="6363">
                  <c:v>0</c:v>
                </c:pt>
                <c:pt idx="6364">
                  <c:v>0</c:v>
                </c:pt>
                <c:pt idx="6365">
                  <c:v>0</c:v>
                </c:pt>
                <c:pt idx="6366">
                  <c:v>0</c:v>
                </c:pt>
                <c:pt idx="6367">
                  <c:v>0.25</c:v>
                </c:pt>
                <c:pt idx="6368">
                  <c:v>0.25</c:v>
                </c:pt>
                <c:pt idx="6369">
                  <c:v>0.25</c:v>
                </c:pt>
                <c:pt idx="6370">
                  <c:v>0.42643599999999998</c:v>
                </c:pt>
                <c:pt idx="6371">
                  <c:v>0.40327299999999999</c:v>
                </c:pt>
                <c:pt idx="6372">
                  <c:v>0.47573100000000001</c:v>
                </c:pt>
                <c:pt idx="6373">
                  <c:v>0.269262</c:v>
                </c:pt>
                <c:pt idx="6374">
                  <c:v>0.25</c:v>
                </c:pt>
                <c:pt idx="6375">
                  <c:v>0.25</c:v>
                </c:pt>
                <c:pt idx="6376">
                  <c:v>0.25</c:v>
                </c:pt>
                <c:pt idx="6377">
                  <c:v>0.25</c:v>
                </c:pt>
                <c:pt idx="6378">
                  <c:v>0.25</c:v>
                </c:pt>
                <c:pt idx="6379">
                  <c:v>0.25</c:v>
                </c:pt>
                <c:pt idx="6380">
                  <c:v>0.25</c:v>
                </c:pt>
                <c:pt idx="6381">
                  <c:v>0</c:v>
                </c:pt>
                <c:pt idx="6382">
                  <c:v>0</c:v>
                </c:pt>
                <c:pt idx="6383">
                  <c:v>0</c:v>
                </c:pt>
                <c:pt idx="6384">
                  <c:v>0</c:v>
                </c:pt>
                <c:pt idx="6385">
                  <c:v>0</c:v>
                </c:pt>
                <c:pt idx="6386">
                  <c:v>0</c:v>
                </c:pt>
                <c:pt idx="6387">
                  <c:v>0</c:v>
                </c:pt>
                <c:pt idx="6388">
                  <c:v>0</c:v>
                </c:pt>
                <c:pt idx="6389">
                  <c:v>0</c:v>
                </c:pt>
                <c:pt idx="6390">
                  <c:v>0</c:v>
                </c:pt>
                <c:pt idx="6391">
                  <c:v>0.25</c:v>
                </c:pt>
                <c:pt idx="6392">
                  <c:v>0.52924899999999997</c:v>
                </c:pt>
                <c:pt idx="6393">
                  <c:v>0.68496900000000005</c:v>
                </c:pt>
                <c:pt idx="6394">
                  <c:v>0.74967300000000003</c:v>
                </c:pt>
                <c:pt idx="6395">
                  <c:v>0.62985899999999995</c:v>
                </c:pt>
                <c:pt idx="6396">
                  <c:v>0.64419800000000005</c:v>
                </c:pt>
                <c:pt idx="6397">
                  <c:v>0.65276199999999995</c:v>
                </c:pt>
                <c:pt idx="6398">
                  <c:v>0.65470700000000004</c:v>
                </c:pt>
                <c:pt idx="6399">
                  <c:v>0.71726500000000004</c:v>
                </c:pt>
                <c:pt idx="6400">
                  <c:v>0.73863000000000001</c:v>
                </c:pt>
                <c:pt idx="6401">
                  <c:v>0.544493</c:v>
                </c:pt>
                <c:pt idx="6402">
                  <c:v>0.50107800000000002</c:v>
                </c:pt>
                <c:pt idx="6403">
                  <c:v>0.45510600000000001</c:v>
                </c:pt>
                <c:pt idx="6404">
                  <c:v>0.25</c:v>
                </c:pt>
                <c:pt idx="6405">
                  <c:v>0</c:v>
                </c:pt>
                <c:pt idx="6406">
                  <c:v>0</c:v>
                </c:pt>
                <c:pt idx="6407">
                  <c:v>0</c:v>
                </c:pt>
                <c:pt idx="6408">
                  <c:v>0</c:v>
                </c:pt>
                <c:pt idx="6409">
                  <c:v>0</c:v>
                </c:pt>
                <c:pt idx="6410">
                  <c:v>0</c:v>
                </c:pt>
                <c:pt idx="6411">
                  <c:v>0</c:v>
                </c:pt>
                <c:pt idx="6412">
                  <c:v>0</c:v>
                </c:pt>
                <c:pt idx="6413">
                  <c:v>0</c:v>
                </c:pt>
                <c:pt idx="6414">
                  <c:v>0</c:v>
                </c:pt>
                <c:pt idx="6415">
                  <c:v>0.25</c:v>
                </c:pt>
                <c:pt idx="6416">
                  <c:v>0.442832</c:v>
                </c:pt>
                <c:pt idx="6417">
                  <c:v>0.56544700000000003</c:v>
                </c:pt>
                <c:pt idx="6418">
                  <c:v>0.58748100000000003</c:v>
                </c:pt>
                <c:pt idx="6419">
                  <c:v>0.58221199999999995</c:v>
                </c:pt>
                <c:pt idx="6420">
                  <c:v>0.59034600000000004</c:v>
                </c:pt>
                <c:pt idx="6421">
                  <c:v>0.50118200000000002</c:v>
                </c:pt>
                <c:pt idx="6422">
                  <c:v>0.39162400000000003</c:v>
                </c:pt>
                <c:pt idx="6423">
                  <c:v>0.46009499999999998</c:v>
                </c:pt>
                <c:pt idx="6424">
                  <c:v>0.34953200000000001</c:v>
                </c:pt>
                <c:pt idx="6425">
                  <c:v>0.25</c:v>
                </c:pt>
                <c:pt idx="6426">
                  <c:v>0.25</c:v>
                </c:pt>
                <c:pt idx="6427">
                  <c:v>0.25</c:v>
                </c:pt>
                <c:pt idx="6428">
                  <c:v>0.25</c:v>
                </c:pt>
                <c:pt idx="6429">
                  <c:v>0</c:v>
                </c:pt>
                <c:pt idx="6430">
                  <c:v>0</c:v>
                </c:pt>
                <c:pt idx="6431">
                  <c:v>0</c:v>
                </c:pt>
                <c:pt idx="6432">
                  <c:v>0</c:v>
                </c:pt>
                <c:pt idx="6433">
                  <c:v>0</c:v>
                </c:pt>
                <c:pt idx="6434">
                  <c:v>0</c:v>
                </c:pt>
                <c:pt idx="6435">
                  <c:v>0</c:v>
                </c:pt>
                <c:pt idx="6436">
                  <c:v>0</c:v>
                </c:pt>
                <c:pt idx="6437">
                  <c:v>0</c:v>
                </c:pt>
                <c:pt idx="6438">
                  <c:v>0</c:v>
                </c:pt>
                <c:pt idx="6439">
                  <c:v>0.25</c:v>
                </c:pt>
                <c:pt idx="6440">
                  <c:v>0.25</c:v>
                </c:pt>
                <c:pt idx="6441">
                  <c:v>0.25</c:v>
                </c:pt>
                <c:pt idx="6442">
                  <c:v>0.36715999999999999</c:v>
                </c:pt>
                <c:pt idx="6443">
                  <c:v>0.25</c:v>
                </c:pt>
                <c:pt idx="6444">
                  <c:v>0.27329599999999998</c:v>
                </c:pt>
                <c:pt idx="6445">
                  <c:v>0.25</c:v>
                </c:pt>
                <c:pt idx="6446">
                  <c:v>0.25</c:v>
                </c:pt>
                <c:pt idx="6447">
                  <c:v>0.28596500000000002</c:v>
                </c:pt>
                <c:pt idx="6448">
                  <c:v>0.25</c:v>
                </c:pt>
                <c:pt idx="6449">
                  <c:v>0.25</c:v>
                </c:pt>
                <c:pt idx="6450">
                  <c:v>0.25</c:v>
                </c:pt>
                <c:pt idx="6451">
                  <c:v>0.25</c:v>
                </c:pt>
                <c:pt idx="6452">
                  <c:v>0.25</c:v>
                </c:pt>
                <c:pt idx="6453">
                  <c:v>0</c:v>
                </c:pt>
                <c:pt idx="6454">
                  <c:v>0</c:v>
                </c:pt>
                <c:pt idx="6455">
                  <c:v>0</c:v>
                </c:pt>
                <c:pt idx="6456">
                  <c:v>0</c:v>
                </c:pt>
                <c:pt idx="6457">
                  <c:v>0</c:v>
                </c:pt>
                <c:pt idx="6458">
                  <c:v>0</c:v>
                </c:pt>
                <c:pt idx="6459">
                  <c:v>0</c:v>
                </c:pt>
                <c:pt idx="6460">
                  <c:v>0</c:v>
                </c:pt>
                <c:pt idx="6461">
                  <c:v>0</c:v>
                </c:pt>
                <c:pt idx="6462">
                  <c:v>0</c:v>
                </c:pt>
                <c:pt idx="6463">
                  <c:v>0.25</c:v>
                </c:pt>
                <c:pt idx="6464">
                  <c:v>0.25</c:v>
                </c:pt>
                <c:pt idx="6465">
                  <c:v>0.25</c:v>
                </c:pt>
                <c:pt idx="6466">
                  <c:v>0.41220899999999999</c:v>
                </c:pt>
                <c:pt idx="6467">
                  <c:v>0.41575099999999998</c:v>
                </c:pt>
                <c:pt idx="6468">
                  <c:v>0.478051</c:v>
                </c:pt>
                <c:pt idx="6469">
                  <c:v>0.44272699999999998</c:v>
                </c:pt>
                <c:pt idx="6470">
                  <c:v>0.43105100000000002</c:v>
                </c:pt>
                <c:pt idx="6471">
                  <c:v>0.52352100000000001</c:v>
                </c:pt>
                <c:pt idx="6472">
                  <c:v>0.41897600000000002</c:v>
                </c:pt>
                <c:pt idx="6473">
                  <c:v>0.33140700000000001</c:v>
                </c:pt>
                <c:pt idx="6474">
                  <c:v>0.25</c:v>
                </c:pt>
                <c:pt idx="6475">
                  <c:v>0.25</c:v>
                </c:pt>
                <c:pt idx="6476">
                  <c:v>0.25</c:v>
                </c:pt>
                <c:pt idx="6477">
                  <c:v>0</c:v>
                </c:pt>
                <c:pt idx="6478">
                  <c:v>0</c:v>
                </c:pt>
                <c:pt idx="6479">
                  <c:v>0</c:v>
                </c:pt>
                <c:pt idx="6480">
                  <c:v>0</c:v>
                </c:pt>
                <c:pt idx="6481">
                  <c:v>0</c:v>
                </c:pt>
                <c:pt idx="6482">
                  <c:v>0</c:v>
                </c:pt>
                <c:pt idx="6483">
                  <c:v>0</c:v>
                </c:pt>
                <c:pt idx="6484">
                  <c:v>0</c:v>
                </c:pt>
                <c:pt idx="6485">
                  <c:v>0</c:v>
                </c:pt>
                <c:pt idx="6486">
                  <c:v>0</c:v>
                </c:pt>
                <c:pt idx="6487">
                  <c:v>0.25</c:v>
                </c:pt>
                <c:pt idx="6488">
                  <c:v>0.48915700000000001</c:v>
                </c:pt>
                <c:pt idx="6489">
                  <c:v>0.629911</c:v>
                </c:pt>
                <c:pt idx="6490">
                  <c:v>0.72191399999999994</c:v>
                </c:pt>
                <c:pt idx="6491">
                  <c:v>0.73897199999999996</c:v>
                </c:pt>
                <c:pt idx="6492">
                  <c:v>0.71654399999999996</c:v>
                </c:pt>
                <c:pt idx="6493">
                  <c:v>0.69415199999999999</c:v>
                </c:pt>
                <c:pt idx="6494">
                  <c:v>0.60217299999999996</c:v>
                </c:pt>
                <c:pt idx="6495">
                  <c:v>0.69994699999999999</c:v>
                </c:pt>
                <c:pt idx="6496">
                  <c:v>0.48411799999999999</c:v>
                </c:pt>
                <c:pt idx="6497">
                  <c:v>0.36779200000000001</c:v>
                </c:pt>
                <c:pt idx="6498">
                  <c:v>0.344802</c:v>
                </c:pt>
                <c:pt idx="6499">
                  <c:v>0.26807599999999998</c:v>
                </c:pt>
                <c:pt idx="6500">
                  <c:v>0.25</c:v>
                </c:pt>
                <c:pt idx="6501">
                  <c:v>0</c:v>
                </c:pt>
                <c:pt idx="6502">
                  <c:v>0</c:v>
                </c:pt>
                <c:pt idx="6503">
                  <c:v>0</c:v>
                </c:pt>
                <c:pt idx="6504">
                  <c:v>0</c:v>
                </c:pt>
                <c:pt idx="6505">
                  <c:v>0</c:v>
                </c:pt>
                <c:pt idx="6506">
                  <c:v>0</c:v>
                </c:pt>
                <c:pt idx="6507">
                  <c:v>0</c:v>
                </c:pt>
                <c:pt idx="6508">
                  <c:v>0</c:v>
                </c:pt>
                <c:pt idx="6509">
                  <c:v>0</c:v>
                </c:pt>
                <c:pt idx="6510">
                  <c:v>0</c:v>
                </c:pt>
                <c:pt idx="6511">
                  <c:v>0.25</c:v>
                </c:pt>
                <c:pt idx="6512">
                  <c:v>0.592839</c:v>
                </c:pt>
                <c:pt idx="6513">
                  <c:v>0.68490099999999998</c:v>
                </c:pt>
                <c:pt idx="6514">
                  <c:v>0.72588699999999995</c:v>
                </c:pt>
                <c:pt idx="6515">
                  <c:v>0.67462599999999995</c:v>
                </c:pt>
                <c:pt idx="6516">
                  <c:v>0.669095</c:v>
                </c:pt>
                <c:pt idx="6517">
                  <c:v>0.64122100000000004</c:v>
                </c:pt>
                <c:pt idx="6518">
                  <c:v>0.58990699999999996</c:v>
                </c:pt>
                <c:pt idx="6519">
                  <c:v>0.56312200000000001</c:v>
                </c:pt>
                <c:pt idx="6520">
                  <c:v>0.49294900000000003</c:v>
                </c:pt>
                <c:pt idx="6521">
                  <c:v>0.29727900000000002</c:v>
                </c:pt>
                <c:pt idx="6522">
                  <c:v>0.25</c:v>
                </c:pt>
                <c:pt idx="6523">
                  <c:v>0.25</c:v>
                </c:pt>
                <c:pt idx="6524">
                  <c:v>0.25</c:v>
                </c:pt>
                <c:pt idx="6525">
                  <c:v>0</c:v>
                </c:pt>
                <c:pt idx="6526">
                  <c:v>0</c:v>
                </c:pt>
                <c:pt idx="6527">
                  <c:v>0</c:v>
                </c:pt>
                <c:pt idx="6528">
                  <c:v>0</c:v>
                </c:pt>
                <c:pt idx="6529">
                  <c:v>0</c:v>
                </c:pt>
                <c:pt idx="6530">
                  <c:v>0</c:v>
                </c:pt>
                <c:pt idx="6531">
                  <c:v>0</c:v>
                </c:pt>
                <c:pt idx="6532">
                  <c:v>0</c:v>
                </c:pt>
                <c:pt idx="6533">
                  <c:v>0</c:v>
                </c:pt>
                <c:pt idx="6534">
                  <c:v>0</c:v>
                </c:pt>
                <c:pt idx="6535">
                  <c:v>0.25</c:v>
                </c:pt>
                <c:pt idx="6536">
                  <c:v>0.294601</c:v>
                </c:pt>
                <c:pt idx="6537">
                  <c:v>0.48135299999999998</c:v>
                </c:pt>
                <c:pt idx="6538">
                  <c:v>0.64566900000000005</c:v>
                </c:pt>
                <c:pt idx="6539">
                  <c:v>0.587005</c:v>
                </c:pt>
                <c:pt idx="6540">
                  <c:v>0.515235</c:v>
                </c:pt>
                <c:pt idx="6541">
                  <c:v>0.441774</c:v>
                </c:pt>
                <c:pt idx="6542">
                  <c:v>0.42758200000000002</c:v>
                </c:pt>
                <c:pt idx="6543">
                  <c:v>0.43134400000000001</c:v>
                </c:pt>
                <c:pt idx="6544">
                  <c:v>0.25675799999999999</c:v>
                </c:pt>
                <c:pt idx="6545">
                  <c:v>0.25</c:v>
                </c:pt>
                <c:pt idx="6546">
                  <c:v>0.25</c:v>
                </c:pt>
                <c:pt idx="6547">
                  <c:v>0.25</c:v>
                </c:pt>
                <c:pt idx="6548">
                  <c:v>0.25</c:v>
                </c:pt>
                <c:pt idx="6549">
                  <c:v>0</c:v>
                </c:pt>
                <c:pt idx="6550">
                  <c:v>0</c:v>
                </c:pt>
                <c:pt idx="6551">
                  <c:v>0</c:v>
                </c:pt>
                <c:pt idx="6552">
                  <c:v>0</c:v>
                </c:pt>
                <c:pt idx="6553">
                  <c:v>0</c:v>
                </c:pt>
                <c:pt idx="6554">
                  <c:v>0</c:v>
                </c:pt>
                <c:pt idx="6555">
                  <c:v>0</c:v>
                </c:pt>
                <c:pt idx="6556">
                  <c:v>0</c:v>
                </c:pt>
                <c:pt idx="6557">
                  <c:v>0</c:v>
                </c:pt>
                <c:pt idx="6558">
                  <c:v>0</c:v>
                </c:pt>
                <c:pt idx="6559">
                  <c:v>0.25</c:v>
                </c:pt>
                <c:pt idx="6560">
                  <c:v>0.36742200000000003</c:v>
                </c:pt>
                <c:pt idx="6561">
                  <c:v>0.55902799999999997</c:v>
                </c:pt>
                <c:pt idx="6562">
                  <c:v>0.80257400000000001</c:v>
                </c:pt>
                <c:pt idx="6563">
                  <c:v>0.78173000000000004</c:v>
                </c:pt>
                <c:pt idx="6564">
                  <c:v>0.82312399999999997</c:v>
                </c:pt>
                <c:pt idx="6565">
                  <c:v>0.64681699999999998</c:v>
                </c:pt>
                <c:pt idx="6566">
                  <c:v>0.63136400000000004</c:v>
                </c:pt>
                <c:pt idx="6567">
                  <c:v>0.58079199999999997</c:v>
                </c:pt>
                <c:pt idx="6568">
                  <c:v>0.43013800000000002</c:v>
                </c:pt>
                <c:pt idx="6569">
                  <c:v>0.27715899999999999</c:v>
                </c:pt>
                <c:pt idx="6570">
                  <c:v>0.25</c:v>
                </c:pt>
                <c:pt idx="6571">
                  <c:v>0.25</c:v>
                </c:pt>
                <c:pt idx="6572">
                  <c:v>0.25</c:v>
                </c:pt>
                <c:pt idx="6573">
                  <c:v>0</c:v>
                </c:pt>
                <c:pt idx="6574">
                  <c:v>0</c:v>
                </c:pt>
                <c:pt idx="6575">
                  <c:v>0</c:v>
                </c:pt>
                <c:pt idx="6576">
                  <c:v>0</c:v>
                </c:pt>
                <c:pt idx="6577">
                  <c:v>0</c:v>
                </c:pt>
                <c:pt idx="6578">
                  <c:v>0</c:v>
                </c:pt>
                <c:pt idx="6579">
                  <c:v>0</c:v>
                </c:pt>
                <c:pt idx="6580">
                  <c:v>0</c:v>
                </c:pt>
                <c:pt idx="6581">
                  <c:v>0</c:v>
                </c:pt>
                <c:pt idx="6582">
                  <c:v>0</c:v>
                </c:pt>
                <c:pt idx="6583">
                  <c:v>0.25</c:v>
                </c:pt>
                <c:pt idx="6584">
                  <c:v>0.46054699999999998</c:v>
                </c:pt>
                <c:pt idx="6585">
                  <c:v>0.43133700000000003</c:v>
                </c:pt>
                <c:pt idx="6586">
                  <c:v>0.700407</c:v>
                </c:pt>
                <c:pt idx="6587">
                  <c:v>0.66664699999999999</c:v>
                </c:pt>
                <c:pt idx="6588">
                  <c:v>0.70031100000000002</c:v>
                </c:pt>
                <c:pt idx="6589">
                  <c:v>0.653223</c:v>
                </c:pt>
                <c:pt idx="6590">
                  <c:v>0.666736</c:v>
                </c:pt>
                <c:pt idx="6591">
                  <c:v>0.65120800000000001</c:v>
                </c:pt>
                <c:pt idx="6592">
                  <c:v>0.62598799999999999</c:v>
                </c:pt>
                <c:pt idx="6593">
                  <c:v>0.35762100000000002</c:v>
                </c:pt>
                <c:pt idx="6594">
                  <c:v>0.28249600000000002</c:v>
                </c:pt>
                <c:pt idx="6595">
                  <c:v>0.28611300000000001</c:v>
                </c:pt>
                <c:pt idx="6596">
                  <c:v>0.25</c:v>
                </c:pt>
                <c:pt idx="6597">
                  <c:v>0</c:v>
                </c:pt>
                <c:pt idx="6598">
                  <c:v>0</c:v>
                </c:pt>
                <c:pt idx="6599">
                  <c:v>0</c:v>
                </c:pt>
                <c:pt idx="6600">
                  <c:v>0</c:v>
                </c:pt>
                <c:pt idx="6601">
                  <c:v>0</c:v>
                </c:pt>
                <c:pt idx="6602">
                  <c:v>0</c:v>
                </c:pt>
                <c:pt idx="6603">
                  <c:v>0</c:v>
                </c:pt>
                <c:pt idx="6604">
                  <c:v>0</c:v>
                </c:pt>
                <c:pt idx="6605">
                  <c:v>0</c:v>
                </c:pt>
                <c:pt idx="6606">
                  <c:v>0</c:v>
                </c:pt>
                <c:pt idx="6607">
                  <c:v>0.25</c:v>
                </c:pt>
                <c:pt idx="6608">
                  <c:v>0.49449599999999999</c:v>
                </c:pt>
                <c:pt idx="6609">
                  <c:v>0.66919300000000004</c:v>
                </c:pt>
                <c:pt idx="6610">
                  <c:v>0.79641200000000001</c:v>
                </c:pt>
                <c:pt idx="6611">
                  <c:v>0.72631100000000004</c:v>
                </c:pt>
                <c:pt idx="6612">
                  <c:v>0.74681399999999998</c:v>
                </c:pt>
                <c:pt idx="6613">
                  <c:v>0.74902299999999999</c:v>
                </c:pt>
                <c:pt idx="6614">
                  <c:v>0.70292100000000002</c:v>
                </c:pt>
                <c:pt idx="6615">
                  <c:v>0.73265199999999997</c:v>
                </c:pt>
                <c:pt idx="6616">
                  <c:v>0.60116199999999997</c:v>
                </c:pt>
                <c:pt idx="6617">
                  <c:v>0.44178099999999998</c:v>
                </c:pt>
                <c:pt idx="6618">
                  <c:v>0.38680500000000001</c:v>
                </c:pt>
                <c:pt idx="6619">
                  <c:v>0.312616</c:v>
                </c:pt>
                <c:pt idx="6620">
                  <c:v>0.25</c:v>
                </c:pt>
                <c:pt idx="6621">
                  <c:v>0</c:v>
                </c:pt>
                <c:pt idx="6622">
                  <c:v>0</c:v>
                </c:pt>
                <c:pt idx="6623">
                  <c:v>0</c:v>
                </c:pt>
                <c:pt idx="6624">
                  <c:v>0</c:v>
                </c:pt>
                <c:pt idx="6625">
                  <c:v>0</c:v>
                </c:pt>
                <c:pt idx="6626">
                  <c:v>0</c:v>
                </c:pt>
                <c:pt idx="6627">
                  <c:v>0</c:v>
                </c:pt>
                <c:pt idx="6628">
                  <c:v>0</c:v>
                </c:pt>
                <c:pt idx="6629">
                  <c:v>0</c:v>
                </c:pt>
                <c:pt idx="6630">
                  <c:v>0</c:v>
                </c:pt>
                <c:pt idx="6631">
                  <c:v>0.25</c:v>
                </c:pt>
                <c:pt idx="6632">
                  <c:v>0.25</c:v>
                </c:pt>
                <c:pt idx="6633">
                  <c:v>0.28016600000000003</c:v>
                </c:pt>
                <c:pt idx="6634">
                  <c:v>0.417464</c:v>
                </c:pt>
                <c:pt idx="6635">
                  <c:v>0.37988499999999997</c:v>
                </c:pt>
                <c:pt idx="6636">
                  <c:v>0.48942099999999999</c:v>
                </c:pt>
                <c:pt idx="6637">
                  <c:v>0.29339300000000001</c:v>
                </c:pt>
                <c:pt idx="6638">
                  <c:v>0.27723700000000001</c:v>
                </c:pt>
                <c:pt idx="6639">
                  <c:v>0.29181299999999999</c:v>
                </c:pt>
                <c:pt idx="6640">
                  <c:v>0.25</c:v>
                </c:pt>
                <c:pt idx="6641">
                  <c:v>0.25</c:v>
                </c:pt>
                <c:pt idx="6642">
                  <c:v>0.25</c:v>
                </c:pt>
                <c:pt idx="6643">
                  <c:v>0.25</c:v>
                </c:pt>
                <c:pt idx="6644">
                  <c:v>0.25</c:v>
                </c:pt>
                <c:pt idx="6645">
                  <c:v>0</c:v>
                </c:pt>
                <c:pt idx="6646">
                  <c:v>0</c:v>
                </c:pt>
                <c:pt idx="6647">
                  <c:v>0</c:v>
                </c:pt>
                <c:pt idx="6648">
                  <c:v>0</c:v>
                </c:pt>
                <c:pt idx="6649">
                  <c:v>0</c:v>
                </c:pt>
                <c:pt idx="6650">
                  <c:v>0</c:v>
                </c:pt>
                <c:pt idx="6651">
                  <c:v>0</c:v>
                </c:pt>
                <c:pt idx="6652">
                  <c:v>0</c:v>
                </c:pt>
                <c:pt idx="6653">
                  <c:v>0</c:v>
                </c:pt>
                <c:pt idx="6654">
                  <c:v>0</c:v>
                </c:pt>
                <c:pt idx="6655">
                  <c:v>0.25</c:v>
                </c:pt>
                <c:pt idx="6656">
                  <c:v>0.37017499999999998</c:v>
                </c:pt>
                <c:pt idx="6657">
                  <c:v>0.500614</c:v>
                </c:pt>
                <c:pt idx="6658">
                  <c:v>0.59555899999999995</c:v>
                </c:pt>
                <c:pt idx="6659">
                  <c:v>0.65510500000000005</c:v>
                </c:pt>
                <c:pt idx="6660">
                  <c:v>0.63502199999999998</c:v>
                </c:pt>
                <c:pt idx="6661">
                  <c:v>0.50434100000000004</c:v>
                </c:pt>
                <c:pt idx="6662">
                  <c:v>0.44584200000000002</c:v>
                </c:pt>
                <c:pt idx="6663">
                  <c:v>0.37739299999999998</c:v>
                </c:pt>
                <c:pt idx="6664">
                  <c:v>0.25</c:v>
                </c:pt>
                <c:pt idx="6665">
                  <c:v>0.25</c:v>
                </c:pt>
                <c:pt idx="6666">
                  <c:v>0.25</c:v>
                </c:pt>
                <c:pt idx="6667">
                  <c:v>0.25</c:v>
                </c:pt>
                <c:pt idx="6668">
                  <c:v>0.25</c:v>
                </c:pt>
                <c:pt idx="6669">
                  <c:v>0</c:v>
                </c:pt>
                <c:pt idx="6670">
                  <c:v>0</c:v>
                </c:pt>
                <c:pt idx="6671">
                  <c:v>0</c:v>
                </c:pt>
                <c:pt idx="6672">
                  <c:v>0</c:v>
                </c:pt>
                <c:pt idx="6673">
                  <c:v>0</c:v>
                </c:pt>
                <c:pt idx="6674">
                  <c:v>0</c:v>
                </c:pt>
                <c:pt idx="6675">
                  <c:v>0</c:v>
                </c:pt>
                <c:pt idx="6676">
                  <c:v>0</c:v>
                </c:pt>
                <c:pt idx="6677">
                  <c:v>0</c:v>
                </c:pt>
                <c:pt idx="6678">
                  <c:v>0</c:v>
                </c:pt>
                <c:pt idx="6679">
                  <c:v>0.25</c:v>
                </c:pt>
                <c:pt idx="6680">
                  <c:v>0.25</c:v>
                </c:pt>
                <c:pt idx="6681">
                  <c:v>0.25</c:v>
                </c:pt>
                <c:pt idx="6682">
                  <c:v>0.251249</c:v>
                </c:pt>
                <c:pt idx="6683">
                  <c:v>0.38322499999999998</c:v>
                </c:pt>
                <c:pt idx="6684">
                  <c:v>0.369282</c:v>
                </c:pt>
                <c:pt idx="6685">
                  <c:v>0.25</c:v>
                </c:pt>
                <c:pt idx="6686">
                  <c:v>0.25</c:v>
                </c:pt>
                <c:pt idx="6687">
                  <c:v>0.29937000000000002</c:v>
                </c:pt>
                <c:pt idx="6688">
                  <c:v>0.25</c:v>
                </c:pt>
                <c:pt idx="6689">
                  <c:v>0.25</c:v>
                </c:pt>
                <c:pt idx="6690">
                  <c:v>0.25</c:v>
                </c:pt>
                <c:pt idx="6691">
                  <c:v>0.25</c:v>
                </c:pt>
                <c:pt idx="6692">
                  <c:v>0.25</c:v>
                </c:pt>
                <c:pt idx="6693">
                  <c:v>0</c:v>
                </c:pt>
                <c:pt idx="6694">
                  <c:v>0</c:v>
                </c:pt>
                <c:pt idx="6695">
                  <c:v>0</c:v>
                </c:pt>
                <c:pt idx="6696">
                  <c:v>0</c:v>
                </c:pt>
                <c:pt idx="6697">
                  <c:v>0</c:v>
                </c:pt>
                <c:pt idx="6698">
                  <c:v>0</c:v>
                </c:pt>
                <c:pt idx="6699">
                  <c:v>0</c:v>
                </c:pt>
                <c:pt idx="6700">
                  <c:v>0</c:v>
                </c:pt>
                <c:pt idx="6701">
                  <c:v>0</c:v>
                </c:pt>
                <c:pt idx="6702">
                  <c:v>0</c:v>
                </c:pt>
                <c:pt idx="6703">
                  <c:v>0.25</c:v>
                </c:pt>
                <c:pt idx="6704">
                  <c:v>0.27563799999999999</c:v>
                </c:pt>
                <c:pt idx="6705">
                  <c:v>0.30759300000000001</c:v>
                </c:pt>
                <c:pt idx="6706">
                  <c:v>0.55119200000000002</c:v>
                </c:pt>
                <c:pt idx="6707">
                  <c:v>0.49579099999999998</c:v>
                </c:pt>
                <c:pt idx="6708">
                  <c:v>0.55704100000000001</c:v>
                </c:pt>
                <c:pt idx="6709">
                  <c:v>0.42693999999999999</c:v>
                </c:pt>
                <c:pt idx="6710">
                  <c:v>0.44303700000000001</c:v>
                </c:pt>
                <c:pt idx="6711">
                  <c:v>0.38622699999999999</c:v>
                </c:pt>
                <c:pt idx="6712">
                  <c:v>0.30297600000000002</c:v>
                </c:pt>
                <c:pt idx="6713">
                  <c:v>0.25</c:v>
                </c:pt>
                <c:pt idx="6714">
                  <c:v>0.25</c:v>
                </c:pt>
                <c:pt idx="6715">
                  <c:v>0.25</c:v>
                </c:pt>
                <c:pt idx="6716">
                  <c:v>0.25</c:v>
                </c:pt>
                <c:pt idx="6717">
                  <c:v>0</c:v>
                </c:pt>
                <c:pt idx="6718">
                  <c:v>0</c:v>
                </c:pt>
                <c:pt idx="6719">
                  <c:v>0</c:v>
                </c:pt>
                <c:pt idx="6720">
                  <c:v>0</c:v>
                </c:pt>
                <c:pt idx="6721">
                  <c:v>0</c:v>
                </c:pt>
                <c:pt idx="6722">
                  <c:v>0</c:v>
                </c:pt>
                <c:pt idx="6723">
                  <c:v>0</c:v>
                </c:pt>
                <c:pt idx="6724">
                  <c:v>0</c:v>
                </c:pt>
                <c:pt idx="6725">
                  <c:v>0</c:v>
                </c:pt>
                <c:pt idx="6726">
                  <c:v>0</c:v>
                </c:pt>
                <c:pt idx="6727">
                  <c:v>0.25</c:v>
                </c:pt>
                <c:pt idx="6728">
                  <c:v>0.32683000000000001</c:v>
                </c:pt>
                <c:pt idx="6729">
                  <c:v>0.47619800000000001</c:v>
                </c:pt>
                <c:pt idx="6730">
                  <c:v>0.64248799999999995</c:v>
                </c:pt>
                <c:pt idx="6731">
                  <c:v>0.56233299999999997</c:v>
                </c:pt>
                <c:pt idx="6732">
                  <c:v>0.61824000000000001</c:v>
                </c:pt>
                <c:pt idx="6733">
                  <c:v>0.51512199999999997</c:v>
                </c:pt>
                <c:pt idx="6734">
                  <c:v>0.48333700000000002</c:v>
                </c:pt>
                <c:pt idx="6735">
                  <c:v>0.45047500000000001</c:v>
                </c:pt>
                <c:pt idx="6736">
                  <c:v>0.303344</c:v>
                </c:pt>
                <c:pt idx="6737">
                  <c:v>0.25</c:v>
                </c:pt>
                <c:pt idx="6738">
                  <c:v>0.25</c:v>
                </c:pt>
                <c:pt idx="6739">
                  <c:v>0.25</c:v>
                </c:pt>
                <c:pt idx="6740">
                  <c:v>0.25</c:v>
                </c:pt>
                <c:pt idx="6741">
                  <c:v>0</c:v>
                </c:pt>
                <c:pt idx="6742">
                  <c:v>0</c:v>
                </c:pt>
                <c:pt idx="6743">
                  <c:v>0</c:v>
                </c:pt>
                <c:pt idx="6744">
                  <c:v>0</c:v>
                </c:pt>
                <c:pt idx="6745">
                  <c:v>0</c:v>
                </c:pt>
                <c:pt idx="6746">
                  <c:v>0</c:v>
                </c:pt>
                <c:pt idx="6747">
                  <c:v>0</c:v>
                </c:pt>
                <c:pt idx="6748">
                  <c:v>0</c:v>
                </c:pt>
                <c:pt idx="6749">
                  <c:v>0</c:v>
                </c:pt>
                <c:pt idx="6750">
                  <c:v>0</c:v>
                </c:pt>
                <c:pt idx="6751">
                  <c:v>0.25</c:v>
                </c:pt>
                <c:pt idx="6752">
                  <c:v>0.41462399999999999</c:v>
                </c:pt>
                <c:pt idx="6753">
                  <c:v>0.475462</c:v>
                </c:pt>
                <c:pt idx="6754">
                  <c:v>0.64668700000000001</c:v>
                </c:pt>
                <c:pt idx="6755">
                  <c:v>0.68355100000000002</c:v>
                </c:pt>
                <c:pt idx="6756">
                  <c:v>0.62317800000000001</c:v>
                </c:pt>
                <c:pt idx="6757">
                  <c:v>0.565751</c:v>
                </c:pt>
                <c:pt idx="6758">
                  <c:v>0.43872899999999998</c:v>
                </c:pt>
                <c:pt idx="6759">
                  <c:v>0.48667899999999997</c:v>
                </c:pt>
                <c:pt idx="6760">
                  <c:v>0.37081900000000001</c:v>
                </c:pt>
                <c:pt idx="6761">
                  <c:v>0.25</c:v>
                </c:pt>
                <c:pt idx="6762">
                  <c:v>0.25</c:v>
                </c:pt>
                <c:pt idx="6763">
                  <c:v>0.25</c:v>
                </c:pt>
                <c:pt idx="6764">
                  <c:v>0.25</c:v>
                </c:pt>
                <c:pt idx="6765">
                  <c:v>0</c:v>
                </c:pt>
                <c:pt idx="6766">
                  <c:v>0</c:v>
                </c:pt>
                <c:pt idx="6767">
                  <c:v>0</c:v>
                </c:pt>
                <c:pt idx="6768">
                  <c:v>0</c:v>
                </c:pt>
                <c:pt idx="6769">
                  <c:v>0</c:v>
                </c:pt>
                <c:pt idx="6770">
                  <c:v>0</c:v>
                </c:pt>
                <c:pt idx="6771">
                  <c:v>0</c:v>
                </c:pt>
                <c:pt idx="6772">
                  <c:v>0</c:v>
                </c:pt>
                <c:pt idx="6773">
                  <c:v>0</c:v>
                </c:pt>
                <c:pt idx="6774">
                  <c:v>0</c:v>
                </c:pt>
                <c:pt idx="6775">
                  <c:v>0.25</c:v>
                </c:pt>
                <c:pt idx="6776">
                  <c:v>0.25</c:v>
                </c:pt>
                <c:pt idx="6777">
                  <c:v>0.45889799999999997</c:v>
                </c:pt>
                <c:pt idx="6778">
                  <c:v>0.51132699999999998</c:v>
                </c:pt>
                <c:pt idx="6779">
                  <c:v>0.56804100000000002</c:v>
                </c:pt>
                <c:pt idx="6780">
                  <c:v>0.60910299999999995</c:v>
                </c:pt>
                <c:pt idx="6781">
                  <c:v>0.466976</c:v>
                </c:pt>
                <c:pt idx="6782">
                  <c:v>0.45304699999999998</c:v>
                </c:pt>
                <c:pt idx="6783">
                  <c:v>0.42769299999999999</c:v>
                </c:pt>
                <c:pt idx="6784">
                  <c:v>0.26403399999999999</c:v>
                </c:pt>
                <c:pt idx="6785">
                  <c:v>0.25</c:v>
                </c:pt>
                <c:pt idx="6786">
                  <c:v>0.25</c:v>
                </c:pt>
                <c:pt idx="6787">
                  <c:v>0.25</c:v>
                </c:pt>
                <c:pt idx="6788">
                  <c:v>0.25</c:v>
                </c:pt>
                <c:pt idx="6789">
                  <c:v>0</c:v>
                </c:pt>
                <c:pt idx="6790">
                  <c:v>0</c:v>
                </c:pt>
                <c:pt idx="6791">
                  <c:v>0</c:v>
                </c:pt>
                <c:pt idx="6792">
                  <c:v>0</c:v>
                </c:pt>
                <c:pt idx="6793">
                  <c:v>0</c:v>
                </c:pt>
                <c:pt idx="6794">
                  <c:v>0</c:v>
                </c:pt>
                <c:pt idx="6795">
                  <c:v>0</c:v>
                </c:pt>
                <c:pt idx="6796">
                  <c:v>0</c:v>
                </c:pt>
                <c:pt idx="6797">
                  <c:v>0</c:v>
                </c:pt>
                <c:pt idx="6798">
                  <c:v>0</c:v>
                </c:pt>
                <c:pt idx="6799">
                  <c:v>0.25</c:v>
                </c:pt>
                <c:pt idx="6800">
                  <c:v>0.25</c:v>
                </c:pt>
                <c:pt idx="6801">
                  <c:v>0.26401599999999997</c:v>
                </c:pt>
                <c:pt idx="6802">
                  <c:v>0.396347</c:v>
                </c:pt>
                <c:pt idx="6803">
                  <c:v>0.43430800000000003</c:v>
                </c:pt>
                <c:pt idx="6804">
                  <c:v>0.44745000000000001</c:v>
                </c:pt>
                <c:pt idx="6805">
                  <c:v>0.29279899999999998</c:v>
                </c:pt>
                <c:pt idx="6806">
                  <c:v>0.274756</c:v>
                </c:pt>
                <c:pt idx="6807">
                  <c:v>0.26963900000000002</c:v>
                </c:pt>
                <c:pt idx="6808">
                  <c:v>0.25</c:v>
                </c:pt>
                <c:pt idx="6809">
                  <c:v>0.25</c:v>
                </c:pt>
                <c:pt idx="6810">
                  <c:v>0.25</c:v>
                </c:pt>
                <c:pt idx="6811">
                  <c:v>0.25</c:v>
                </c:pt>
                <c:pt idx="6812">
                  <c:v>0.25</c:v>
                </c:pt>
                <c:pt idx="6813">
                  <c:v>0</c:v>
                </c:pt>
                <c:pt idx="6814">
                  <c:v>0</c:v>
                </c:pt>
                <c:pt idx="6815">
                  <c:v>0</c:v>
                </c:pt>
                <c:pt idx="6816">
                  <c:v>0</c:v>
                </c:pt>
                <c:pt idx="6817">
                  <c:v>0</c:v>
                </c:pt>
                <c:pt idx="6818">
                  <c:v>0</c:v>
                </c:pt>
                <c:pt idx="6819">
                  <c:v>0</c:v>
                </c:pt>
                <c:pt idx="6820">
                  <c:v>0</c:v>
                </c:pt>
                <c:pt idx="6821">
                  <c:v>0</c:v>
                </c:pt>
                <c:pt idx="6822">
                  <c:v>0</c:v>
                </c:pt>
                <c:pt idx="6823">
                  <c:v>0.25</c:v>
                </c:pt>
                <c:pt idx="6824">
                  <c:v>0.25</c:v>
                </c:pt>
                <c:pt idx="6825">
                  <c:v>0.27220800000000001</c:v>
                </c:pt>
                <c:pt idx="6826">
                  <c:v>0.45502900000000002</c:v>
                </c:pt>
                <c:pt idx="6827">
                  <c:v>0.42887399999999998</c:v>
                </c:pt>
                <c:pt idx="6828">
                  <c:v>0.44453399999999998</c:v>
                </c:pt>
                <c:pt idx="6829">
                  <c:v>0.34062500000000001</c:v>
                </c:pt>
                <c:pt idx="6830">
                  <c:v>0.36683700000000002</c:v>
                </c:pt>
                <c:pt idx="6831">
                  <c:v>0.31805499999999998</c:v>
                </c:pt>
                <c:pt idx="6832">
                  <c:v>0.27798400000000001</c:v>
                </c:pt>
                <c:pt idx="6833">
                  <c:v>0.25</c:v>
                </c:pt>
                <c:pt idx="6834">
                  <c:v>0.25</c:v>
                </c:pt>
                <c:pt idx="6835">
                  <c:v>0.25</c:v>
                </c:pt>
                <c:pt idx="6836">
                  <c:v>0.25</c:v>
                </c:pt>
                <c:pt idx="6837">
                  <c:v>0</c:v>
                </c:pt>
                <c:pt idx="6838">
                  <c:v>0</c:v>
                </c:pt>
                <c:pt idx="6839">
                  <c:v>0</c:v>
                </c:pt>
                <c:pt idx="6840">
                  <c:v>0</c:v>
                </c:pt>
                <c:pt idx="6841">
                  <c:v>0</c:v>
                </c:pt>
                <c:pt idx="6842">
                  <c:v>0</c:v>
                </c:pt>
                <c:pt idx="6843">
                  <c:v>0</c:v>
                </c:pt>
                <c:pt idx="6844">
                  <c:v>0</c:v>
                </c:pt>
                <c:pt idx="6845">
                  <c:v>0</c:v>
                </c:pt>
                <c:pt idx="6846">
                  <c:v>0</c:v>
                </c:pt>
                <c:pt idx="6847">
                  <c:v>0.25</c:v>
                </c:pt>
                <c:pt idx="6848">
                  <c:v>0.25</c:v>
                </c:pt>
                <c:pt idx="6849">
                  <c:v>0.31770900000000002</c:v>
                </c:pt>
                <c:pt idx="6850">
                  <c:v>0.45049099999999997</c:v>
                </c:pt>
                <c:pt idx="6851">
                  <c:v>0.45133600000000001</c:v>
                </c:pt>
                <c:pt idx="6852">
                  <c:v>0.50784200000000002</c:v>
                </c:pt>
                <c:pt idx="6853">
                  <c:v>0.36279899999999998</c:v>
                </c:pt>
                <c:pt idx="6854">
                  <c:v>0.32130700000000001</c:v>
                </c:pt>
                <c:pt idx="6855">
                  <c:v>0.34151399999999998</c:v>
                </c:pt>
                <c:pt idx="6856">
                  <c:v>0.27823300000000001</c:v>
                </c:pt>
                <c:pt idx="6857">
                  <c:v>0.25</c:v>
                </c:pt>
                <c:pt idx="6858">
                  <c:v>0.25</c:v>
                </c:pt>
                <c:pt idx="6859">
                  <c:v>0.25</c:v>
                </c:pt>
                <c:pt idx="6860">
                  <c:v>0.25</c:v>
                </c:pt>
                <c:pt idx="6861">
                  <c:v>0</c:v>
                </c:pt>
                <c:pt idx="6862">
                  <c:v>0</c:v>
                </c:pt>
                <c:pt idx="6863">
                  <c:v>0</c:v>
                </c:pt>
                <c:pt idx="6864">
                  <c:v>0</c:v>
                </c:pt>
                <c:pt idx="6865">
                  <c:v>0</c:v>
                </c:pt>
                <c:pt idx="6866">
                  <c:v>0</c:v>
                </c:pt>
                <c:pt idx="6867">
                  <c:v>0</c:v>
                </c:pt>
                <c:pt idx="6868">
                  <c:v>0</c:v>
                </c:pt>
                <c:pt idx="6869">
                  <c:v>0</c:v>
                </c:pt>
                <c:pt idx="6870">
                  <c:v>0</c:v>
                </c:pt>
                <c:pt idx="6871">
                  <c:v>0.25</c:v>
                </c:pt>
                <c:pt idx="6872">
                  <c:v>0.25</c:v>
                </c:pt>
                <c:pt idx="6873">
                  <c:v>0.35341600000000001</c:v>
                </c:pt>
                <c:pt idx="6874">
                  <c:v>0.43959300000000001</c:v>
                </c:pt>
                <c:pt idx="6875">
                  <c:v>0.45617000000000002</c:v>
                </c:pt>
                <c:pt idx="6876">
                  <c:v>0.44794099999999998</c:v>
                </c:pt>
                <c:pt idx="6877">
                  <c:v>0.30609500000000001</c:v>
                </c:pt>
                <c:pt idx="6878">
                  <c:v>0.31016899999999997</c:v>
                </c:pt>
                <c:pt idx="6879">
                  <c:v>0.28216200000000002</c:v>
                </c:pt>
                <c:pt idx="6880">
                  <c:v>0.25</c:v>
                </c:pt>
                <c:pt idx="6881">
                  <c:v>0.25</c:v>
                </c:pt>
                <c:pt idx="6882">
                  <c:v>0.25</c:v>
                </c:pt>
                <c:pt idx="6883">
                  <c:v>0.25</c:v>
                </c:pt>
                <c:pt idx="6884">
                  <c:v>0.25</c:v>
                </c:pt>
                <c:pt idx="6885">
                  <c:v>0</c:v>
                </c:pt>
                <c:pt idx="6886">
                  <c:v>0</c:v>
                </c:pt>
                <c:pt idx="6887">
                  <c:v>0</c:v>
                </c:pt>
                <c:pt idx="6888">
                  <c:v>0</c:v>
                </c:pt>
                <c:pt idx="6889">
                  <c:v>0</c:v>
                </c:pt>
                <c:pt idx="6890">
                  <c:v>0</c:v>
                </c:pt>
                <c:pt idx="6891">
                  <c:v>0</c:v>
                </c:pt>
                <c:pt idx="6892">
                  <c:v>0</c:v>
                </c:pt>
                <c:pt idx="6893">
                  <c:v>0</c:v>
                </c:pt>
                <c:pt idx="6894">
                  <c:v>0</c:v>
                </c:pt>
                <c:pt idx="6895">
                  <c:v>0.25</c:v>
                </c:pt>
                <c:pt idx="6896">
                  <c:v>0.25</c:v>
                </c:pt>
                <c:pt idx="6897">
                  <c:v>0.25</c:v>
                </c:pt>
                <c:pt idx="6898">
                  <c:v>0.41194999999999998</c:v>
                </c:pt>
                <c:pt idx="6899">
                  <c:v>0.37810199999999999</c:v>
                </c:pt>
                <c:pt idx="6900">
                  <c:v>0.41866599999999998</c:v>
                </c:pt>
                <c:pt idx="6901">
                  <c:v>0.25017499999999998</c:v>
                </c:pt>
                <c:pt idx="6902">
                  <c:v>0.25</c:v>
                </c:pt>
                <c:pt idx="6903">
                  <c:v>0.25</c:v>
                </c:pt>
                <c:pt idx="6904">
                  <c:v>0.25</c:v>
                </c:pt>
                <c:pt idx="6905">
                  <c:v>0.25</c:v>
                </c:pt>
                <c:pt idx="6906">
                  <c:v>0.25</c:v>
                </c:pt>
                <c:pt idx="6907">
                  <c:v>0.25</c:v>
                </c:pt>
                <c:pt idx="6908">
                  <c:v>0.25</c:v>
                </c:pt>
                <c:pt idx="6909">
                  <c:v>0</c:v>
                </c:pt>
                <c:pt idx="6910">
                  <c:v>0</c:v>
                </c:pt>
                <c:pt idx="6911">
                  <c:v>0</c:v>
                </c:pt>
                <c:pt idx="6912">
                  <c:v>0</c:v>
                </c:pt>
                <c:pt idx="6913">
                  <c:v>0</c:v>
                </c:pt>
                <c:pt idx="6914">
                  <c:v>0</c:v>
                </c:pt>
                <c:pt idx="6915">
                  <c:v>0</c:v>
                </c:pt>
                <c:pt idx="6916">
                  <c:v>0</c:v>
                </c:pt>
                <c:pt idx="6917">
                  <c:v>0</c:v>
                </c:pt>
                <c:pt idx="6918">
                  <c:v>0</c:v>
                </c:pt>
                <c:pt idx="6919">
                  <c:v>0.25</c:v>
                </c:pt>
                <c:pt idx="6920">
                  <c:v>0.25</c:v>
                </c:pt>
                <c:pt idx="6921">
                  <c:v>0.25</c:v>
                </c:pt>
                <c:pt idx="6922">
                  <c:v>0.31587900000000002</c:v>
                </c:pt>
                <c:pt idx="6923">
                  <c:v>0.26408199999999998</c:v>
                </c:pt>
                <c:pt idx="6924">
                  <c:v>0.34893999999999997</c:v>
                </c:pt>
                <c:pt idx="6925">
                  <c:v>0.25</c:v>
                </c:pt>
                <c:pt idx="6926">
                  <c:v>0.25</c:v>
                </c:pt>
                <c:pt idx="6927">
                  <c:v>0.25</c:v>
                </c:pt>
                <c:pt idx="6928">
                  <c:v>0.25</c:v>
                </c:pt>
                <c:pt idx="6929">
                  <c:v>0.25</c:v>
                </c:pt>
                <c:pt idx="6930">
                  <c:v>0.25</c:v>
                </c:pt>
                <c:pt idx="6931">
                  <c:v>0.25</c:v>
                </c:pt>
                <c:pt idx="6932">
                  <c:v>0.25</c:v>
                </c:pt>
                <c:pt idx="6933">
                  <c:v>0</c:v>
                </c:pt>
                <c:pt idx="6934">
                  <c:v>0</c:v>
                </c:pt>
                <c:pt idx="6935">
                  <c:v>0</c:v>
                </c:pt>
                <c:pt idx="6936">
                  <c:v>0</c:v>
                </c:pt>
                <c:pt idx="6937">
                  <c:v>0</c:v>
                </c:pt>
                <c:pt idx="6938">
                  <c:v>0</c:v>
                </c:pt>
                <c:pt idx="6939">
                  <c:v>0</c:v>
                </c:pt>
                <c:pt idx="6940">
                  <c:v>0</c:v>
                </c:pt>
                <c:pt idx="6941">
                  <c:v>0</c:v>
                </c:pt>
                <c:pt idx="6942">
                  <c:v>0</c:v>
                </c:pt>
                <c:pt idx="6943">
                  <c:v>0.25</c:v>
                </c:pt>
                <c:pt idx="6944">
                  <c:v>0.25</c:v>
                </c:pt>
                <c:pt idx="6945">
                  <c:v>0.25</c:v>
                </c:pt>
                <c:pt idx="6946">
                  <c:v>0.25</c:v>
                </c:pt>
                <c:pt idx="6947">
                  <c:v>0.277117</c:v>
                </c:pt>
                <c:pt idx="6948">
                  <c:v>0.26414399999999999</c:v>
                </c:pt>
                <c:pt idx="6949">
                  <c:v>0.25</c:v>
                </c:pt>
                <c:pt idx="6950">
                  <c:v>0.25</c:v>
                </c:pt>
                <c:pt idx="6951">
                  <c:v>0.25</c:v>
                </c:pt>
                <c:pt idx="6952">
                  <c:v>0.25</c:v>
                </c:pt>
                <c:pt idx="6953">
                  <c:v>0.25</c:v>
                </c:pt>
                <c:pt idx="6954">
                  <c:v>0.25</c:v>
                </c:pt>
                <c:pt idx="6955">
                  <c:v>0.25</c:v>
                </c:pt>
                <c:pt idx="6956">
                  <c:v>0.25</c:v>
                </c:pt>
                <c:pt idx="6957">
                  <c:v>0</c:v>
                </c:pt>
                <c:pt idx="6958">
                  <c:v>0</c:v>
                </c:pt>
                <c:pt idx="6959">
                  <c:v>0</c:v>
                </c:pt>
                <c:pt idx="6960">
                  <c:v>0</c:v>
                </c:pt>
                <c:pt idx="6961">
                  <c:v>0</c:v>
                </c:pt>
                <c:pt idx="6962">
                  <c:v>0</c:v>
                </c:pt>
                <c:pt idx="6963">
                  <c:v>0</c:v>
                </c:pt>
                <c:pt idx="6964">
                  <c:v>0</c:v>
                </c:pt>
                <c:pt idx="6965">
                  <c:v>0</c:v>
                </c:pt>
                <c:pt idx="6966">
                  <c:v>0</c:v>
                </c:pt>
                <c:pt idx="6967">
                  <c:v>0.25</c:v>
                </c:pt>
                <c:pt idx="6968">
                  <c:v>0.25</c:v>
                </c:pt>
                <c:pt idx="6969">
                  <c:v>0.25</c:v>
                </c:pt>
                <c:pt idx="6970">
                  <c:v>0.25</c:v>
                </c:pt>
                <c:pt idx="6971">
                  <c:v>0.25</c:v>
                </c:pt>
                <c:pt idx="6972">
                  <c:v>0.25</c:v>
                </c:pt>
                <c:pt idx="6973">
                  <c:v>0.25</c:v>
                </c:pt>
                <c:pt idx="6974">
                  <c:v>0.25</c:v>
                </c:pt>
                <c:pt idx="6975">
                  <c:v>0.25</c:v>
                </c:pt>
                <c:pt idx="6976">
                  <c:v>0.25</c:v>
                </c:pt>
                <c:pt idx="6977">
                  <c:v>0.25</c:v>
                </c:pt>
                <c:pt idx="6978">
                  <c:v>0.25</c:v>
                </c:pt>
                <c:pt idx="6979">
                  <c:v>0.25</c:v>
                </c:pt>
                <c:pt idx="6980">
                  <c:v>0.25</c:v>
                </c:pt>
                <c:pt idx="6981">
                  <c:v>0</c:v>
                </c:pt>
                <c:pt idx="6982">
                  <c:v>0</c:v>
                </c:pt>
                <c:pt idx="6983">
                  <c:v>0</c:v>
                </c:pt>
                <c:pt idx="6984">
                  <c:v>0</c:v>
                </c:pt>
                <c:pt idx="6985">
                  <c:v>0</c:v>
                </c:pt>
                <c:pt idx="6986">
                  <c:v>0</c:v>
                </c:pt>
                <c:pt idx="6987">
                  <c:v>0</c:v>
                </c:pt>
                <c:pt idx="6988">
                  <c:v>0</c:v>
                </c:pt>
                <c:pt idx="6989">
                  <c:v>0</c:v>
                </c:pt>
                <c:pt idx="6990">
                  <c:v>0</c:v>
                </c:pt>
                <c:pt idx="6991">
                  <c:v>0.25</c:v>
                </c:pt>
                <c:pt idx="6992">
                  <c:v>0.25</c:v>
                </c:pt>
                <c:pt idx="6993">
                  <c:v>0.25</c:v>
                </c:pt>
                <c:pt idx="6994">
                  <c:v>0.25</c:v>
                </c:pt>
                <c:pt idx="6995">
                  <c:v>0.33587699999999998</c:v>
                </c:pt>
                <c:pt idx="6996">
                  <c:v>0.37123499999999998</c:v>
                </c:pt>
                <c:pt idx="6997">
                  <c:v>0.25</c:v>
                </c:pt>
                <c:pt idx="6998">
                  <c:v>0.25</c:v>
                </c:pt>
                <c:pt idx="6999">
                  <c:v>0.25</c:v>
                </c:pt>
                <c:pt idx="7000">
                  <c:v>0.25</c:v>
                </c:pt>
                <c:pt idx="7001">
                  <c:v>0.25</c:v>
                </c:pt>
                <c:pt idx="7002">
                  <c:v>0.25</c:v>
                </c:pt>
                <c:pt idx="7003">
                  <c:v>0.25</c:v>
                </c:pt>
                <c:pt idx="7004">
                  <c:v>0.25</c:v>
                </c:pt>
                <c:pt idx="7005">
                  <c:v>0</c:v>
                </c:pt>
                <c:pt idx="7006">
                  <c:v>0</c:v>
                </c:pt>
                <c:pt idx="7007">
                  <c:v>0</c:v>
                </c:pt>
                <c:pt idx="7008">
                  <c:v>0</c:v>
                </c:pt>
                <c:pt idx="7009">
                  <c:v>0</c:v>
                </c:pt>
                <c:pt idx="7010">
                  <c:v>0</c:v>
                </c:pt>
                <c:pt idx="7011">
                  <c:v>0</c:v>
                </c:pt>
                <c:pt idx="7012">
                  <c:v>0</c:v>
                </c:pt>
                <c:pt idx="7013">
                  <c:v>0</c:v>
                </c:pt>
                <c:pt idx="7014">
                  <c:v>0</c:v>
                </c:pt>
                <c:pt idx="7015">
                  <c:v>0.25</c:v>
                </c:pt>
                <c:pt idx="7016">
                  <c:v>0.41617399999999999</c:v>
                </c:pt>
                <c:pt idx="7017">
                  <c:v>0.55951399999999996</c:v>
                </c:pt>
                <c:pt idx="7018">
                  <c:v>0.86176399999999997</c:v>
                </c:pt>
                <c:pt idx="7019">
                  <c:v>0.59928599999999999</c:v>
                </c:pt>
                <c:pt idx="7020">
                  <c:v>0.67972200000000005</c:v>
                </c:pt>
                <c:pt idx="7021">
                  <c:v>0.57479100000000005</c:v>
                </c:pt>
                <c:pt idx="7022">
                  <c:v>0.52910900000000005</c:v>
                </c:pt>
                <c:pt idx="7023">
                  <c:v>0.52622599999999997</c:v>
                </c:pt>
                <c:pt idx="7024">
                  <c:v>0.340086</c:v>
                </c:pt>
                <c:pt idx="7025">
                  <c:v>0.25</c:v>
                </c:pt>
                <c:pt idx="7026">
                  <c:v>0.25</c:v>
                </c:pt>
                <c:pt idx="7027">
                  <c:v>0.25</c:v>
                </c:pt>
                <c:pt idx="7028">
                  <c:v>0.25</c:v>
                </c:pt>
                <c:pt idx="7029">
                  <c:v>0</c:v>
                </c:pt>
                <c:pt idx="7030">
                  <c:v>0</c:v>
                </c:pt>
                <c:pt idx="7031">
                  <c:v>0</c:v>
                </c:pt>
                <c:pt idx="7032">
                  <c:v>0</c:v>
                </c:pt>
                <c:pt idx="7033">
                  <c:v>0</c:v>
                </c:pt>
                <c:pt idx="7034">
                  <c:v>0</c:v>
                </c:pt>
                <c:pt idx="7035">
                  <c:v>0</c:v>
                </c:pt>
                <c:pt idx="7036">
                  <c:v>0</c:v>
                </c:pt>
                <c:pt idx="7037">
                  <c:v>0</c:v>
                </c:pt>
                <c:pt idx="7038">
                  <c:v>0</c:v>
                </c:pt>
                <c:pt idx="7039">
                  <c:v>0.25</c:v>
                </c:pt>
                <c:pt idx="7040">
                  <c:v>0.64117900000000005</c:v>
                </c:pt>
                <c:pt idx="7041">
                  <c:v>0.50586399999999998</c:v>
                </c:pt>
                <c:pt idx="7042">
                  <c:v>0.59042799999999995</c:v>
                </c:pt>
                <c:pt idx="7043">
                  <c:v>0.55289600000000005</c:v>
                </c:pt>
                <c:pt idx="7044">
                  <c:v>0.59515200000000001</c:v>
                </c:pt>
                <c:pt idx="7045">
                  <c:v>0.48692600000000003</c:v>
                </c:pt>
                <c:pt idx="7046">
                  <c:v>0.42636600000000002</c:v>
                </c:pt>
                <c:pt idx="7047">
                  <c:v>0.44132300000000002</c:v>
                </c:pt>
                <c:pt idx="7048">
                  <c:v>0.37491000000000002</c:v>
                </c:pt>
                <c:pt idx="7049">
                  <c:v>0.30685699999999999</c:v>
                </c:pt>
                <c:pt idx="7050">
                  <c:v>0.25</c:v>
                </c:pt>
                <c:pt idx="7051">
                  <c:v>0.25</c:v>
                </c:pt>
                <c:pt idx="7052">
                  <c:v>0.25</c:v>
                </c:pt>
                <c:pt idx="7053">
                  <c:v>0</c:v>
                </c:pt>
                <c:pt idx="7054">
                  <c:v>0</c:v>
                </c:pt>
                <c:pt idx="7055">
                  <c:v>0</c:v>
                </c:pt>
                <c:pt idx="7056">
                  <c:v>0</c:v>
                </c:pt>
                <c:pt idx="7057">
                  <c:v>0</c:v>
                </c:pt>
                <c:pt idx="7058">
                  <c:v>0</c:v>
                </c:pt>
                <c:pt idx="7059">
                  <c:v>0</c:v>
                </c:pt>
                <c:pt idx="7060">
                  <c:v>0</c:v>
                </c:pt>
                <c:pt idx="7061">
                  <c:v>0</c:v>
                </c:pt>
                <c:pt idx="7062">
                  <c:v>0</c:v>
                </c:pt>
                <c:pt idx="7063">
                  <c:v>0.25</c:v>
                </c:pt>
                <c:pt idx="7064">
                  <c:v>0.25</c:v>
                </c:pt>
                <c:pt idx="7065">
                  <c:v>0.41226200000000002</c:v>
                </c:pt>
                <c:pt idx="7066">
                  <c:v>0.51152500000000001</c:v>
                </c:pt>
                <c:pt idx="7067">
                  <c:v>0.41377999999999998</c:v>
                </c:pt>
                <c:pt idx="7068">
                  <c:v>0.52904899999999999</c:v>
                </c:pt>
                <c:pt idx="7069">
                  <c:v>0.43924200000000002</c:v>
                </c:pt>
                <c:pt idx="7070">
                  <c:v>0.457287</c:v>
                </c:pt>
                <c:pt idx="7071">
                  <c:v>0.39732499999999998</c:v>
                </c:pt>
                <c:pt idx="7072">
                  <c:v>0.29149900000000001</c:v>
                </c:pt>
                <c:pt idx="7073">
                  <c:v>0.25</c:v>
                </c:pt>
                <c:pt idx="7074">
                  <c:v>0.25</c:v>
                </c:pt>
                <c:pt idx="7075">
                  <c:v>0.25</c:v>
                </c:pt>
                <c:pt idx="7076">
                  <c:v>0.25</c:v>
                </c:pt>
                <c:pt idx="7077">
                  <c:v>0</c:v>
                </c:pt>
                <c:pt idx="7078">
                  <c:v>0</c:v>
                </c:pt>
                <c:pt idx="7079">
                  <c:v>0</c:v>
                </c:pt>
                <c:pt idx="7080">
                  <c:v>0</c:v>
                </c:pt>
                <c:pt idx="7081">
                  <c:v>0</c:v>
                </c:pt>
                <c:pt idx="7082">
                  <c:v>0</c:v>
                </c:pt>
                <c:pt idx="7083">
                  <c:v>0</c:v>
                </c:pt>
                <c:pt idx="7084">
                  <c:v>0</c:v>
                </c:pt>
                <c:pt idx="7085">
                  <c:v>0</c:v>
                </c:pt>
                <c:pt idx="7086">
                  <c:v>0</c:v>
                </c:pt>
                <c:pt idx="7087">
                  <c:v>0.25</c:v>
                </c:pt>
                <c:pt idx="7088">
                  <c:v>0.25</c:v>
                </c:pt>
                <c:pt idx="7089">
                  <c:v>0.25</c:v>
                </c:pt>
                <c:pt idx="7090">
                  <c:v>0.34850599999999998</c:v>
                </c:pt>
                <c:pt idx="7091">
                  <c:v>0.25</c:v>
                </c:pt>
                <c:pt idx="7092">
                  <c:v>0.35542800000000002</c:v>
                </c:pt>
                <c:pt idx="7093">
                  <c:v>0.25</c:v>
                </c:pt>
                <c:pt idx="7094">
                  <c:v>0.25</c:v>
                </c:pt>
                <c:pt idx="7095">
                  <c:v>0.25</c:v>
                </c:pt>
                <c:pt idx="7096">
                  <c:v>0.25</c:v>
                </c:pt>
                <c:pt idx="7097">
                  <c:v>0.25</c:v>
                </c:pt>
                <c:pt idx="7098">
                  <c:v>0.25</c:v>
                </c:pt>
                <c:pt idx="7099">
                  <c:v>0.25</c:v>
                </c:pt>
                <c:pt idx="7100">
                  <c:v>0.25</c:v>
                </c:pt>
                <c:pt idx="7101">
                  <c:v>0</c:v>
                </c:pt>
                <c:pt idx="7102">
                  <c:v>0</c:v>
                </c:pt>
                <c:pt idx="7103">
                  <c:v>0</c:v>
                </c:pt>
                <c:pt idx="7104">
                  <c:v>0</c:v>
                </c:pt>
                <c:pt idx="7105">
                  <c:v>0</c:v>
                </c:pt>
                <c:pt idx="7106">
                  <c:v>0</c:v>
                </c:pt>
                <c:pt idx="7107">
                  <c:v>0</c:v>
                </c:pt>
                <c:pt idx="7108">
                  <c:v>0</c:v>
                </c:pt>
                <c:pt idx="7109">
                  <c:v>0</c:v>
                </c:pt>
                <c:pt idx="7110">
                  <c:v>0</c:v>
                </c:pt>
                <c:pt idx="7111">
                  <c:v>0.25</c:v>
                </c:pt>
                <c:pt idx="7112">
                  <c:v>0.25</c:v>
                </c:pt>
                <c:pt idx="7113">
                  <c:v>0.25</c:v>
                </c:pt>
                <c:pt idx="7114">
                  <c:v>0.25</c:v>
                </c:pt>
                <c:pt idx="7115">
                  <c:v>0.26535500000000001</c:v>
                </c:pt>
                <c:pt idx="7116">
                  <c:v>0.31076500000000001</c:v>
                </c:pt>
                <c:pt idx="7117">
                  <c:v>0.25</c:v>
                </c:pt>
                <c:pt idx="7118">
                  <c:v>0.25</c:v>
                </c:pt>
                <c:pt idx="7119">
                  <c:v>0.25</c:v>
                </c:pt>
                <c:pt idx="7120">
                  <c:v>0.25</c:v>
                </c:pt>
                <c:pt idx="7121">
                  <c:v>0.25</c:v>
                </c:pt>
                <c:pt idx="7122">
                  <c:v>0.25</c:v>
                </c:pt>
                <c:pt idx="7123">
                  <c:v>0.25</c:v>
                </c:pt>
                <c:pt idx="7124">
                  <c:v>0.25</c:v>
                </c:pt>
                <c:pt idx="7125">
                  <c:v>0</c:v>
                </c:pt>
                <c:pt idx="7126">
                  <c:v>0</c:v>
                </c:pt>
                <c:pt idx="7127">
                  <c:v>0</c:v>
                </c:pt>
                <c:pt idx="7128">
                  <c:v>0</c:v>
                </c:pt>
                <c:pt idx="7129">
                  <c:v>0</c:v>
                </c:pt>
                <c:pt idx="7130">
                  <c:v>0</c:v>
                </c:pt>
                <c:pt idx="7131">
                  <c:v>0</c:v>
                </c:pt>
                <c:pt idx="7132">
                  <c:v>0</c:v>
                </c:pt>
                <c:pt idx="7133">
                  <c:v>0</c:v>
                </c:pt>
                <c:pt idx="7134">
                  <c:v>0</c:v>
                </c:pt>
                <c:pt idx="7135">
                  <c:v>0.25</c:v>
                </c:pt>
                <c:pt idx="7136">
                  <c:v>0.25</c:v>
                </c:pt>
                <c:pt idx="7137">
                  <c:v>0.35374499999999998</c:v>
                </c:pt>
                <c:pt idx="7138">
                  <c:v>0.51646999999999998</c:v>
                </c:pt>
                <c:pt idx="7139">
                  <c:v>0.49167300000000003</c:v>
                </c:pt>
                <c:pt idx="7140">
                  <c:v>0.50468100000000005</c:v>
                </c:pt>
                <c:pt idx="7141">
                  <c:v>0.38736399999999999</c:v>
                </c:pt>
                <c:pt idx="7142">
                  <c:v>0.35932500000000001</c:v>
                </c:pt>
                <c:pt idx="7143">
                  <c:v>0.28959000000000001</c:v>
                </c:pt>
                <c:pt idx="7144">
                  <c:v>0.25</c:v>
                </c:pt>
                <c:pt idx="7145">
                  <c:v>0.25</c:v>
                </c:pt>
                <c:pt idx="7146">
                  <c:v>0.25</c:v>
                </c:pt>
                <c:pt idx="7147">
                  <c:v>0.25</c:v>
                </c:pt>
                <c:pt idx="7148">
                  <c:v>0.25</c:v>
                </c:pt>
                <c:pt idx="7149">
                  <c:v>0</c:v>
                </c:pt>
                <c:pt idx="7150">
                  <c:v>0</c:v>
                </c:pt>
                <c:pt idx="7151">
                  <c:v>0</c:v>
                </c:pt>
                <c:pt idx="7152">
                  <c:v>0</c:v>
                </c:pt>
                <c:pt idx="7153">
                  <c:v>0</c:v>
                </c:pt>
                <c:pt idx="7154">
                  <c:v>0</c:v>
                </c:pt>
                <c:pt idx="7155">
                  <c:v>0</c:v>
                </c:pt>
                <c:pt idx="7156">
                  <c:v>0</c:v>
                </c:pt>
                <c:pt idx="7157">
                  <c:v>0</c:v>
                </c:pt>
                <c:pt idx="7158">
                  <c:v>0</c:v>
                </c:pt>
                <c:pt idx="7159">
                  <c:v>0.25</c:v>
                </c:pt>
                <c:pt idx="7160">
                  <c:v>0.25</c:v>
                </c:pt>
                <c:pt idx="7161">
                  <c:v>0.33498499999999998</c:v>
                </c:pt>
                <c:pt idx="7162">
                  <c:v>0.48006300000000002</c:v>
                </c:pt>
                <c:pt idx="7163">
                  <c:v>0.467252</c:v>
                </c:pt>
                <c:pt idx="7164">
                  <c:v>0.431174</c:v>
                </c:pt>
                <c:pt idx="7165">
                  <c:v>0.39046500000000001</c:v>
                </c:pt>
                <c:pt idx="7166">
                  <c:v>0.38879900000000001</c:v>
                </c:pt>
                <c:pt idx="7167">
                  <c:v>0.33962999999999999</c:v>
                </c:pt>
                <c:pt idx="7168">
                  <c:v>0.25</c:v>
                </c:pt>
                <c:pt idx="7169">
                  <c:v>0.25</c:v>
                </c:pt>
                <c:pt idx="7170">
                  <c:v>0.25</c:v>
                </c:pt>
                <c:pt idx="7171">
                  <c:v>0.25</c:v>
                </c:pt>
                <c:pt idx="7172">
                  <c:v>0.25</c:v>
                </c:pt>
                <c:pt idx="7173">
                  <c:v>0</c:v>
                </c:pt>
                <c:pt idx="7174">
                  <c:v>0</c:v>
                </c:pt>
                <c:pt idx="7175">
                  <c:v>0</c:v>
                </c:pt>
                <c:pt idx="7176">
                  <c:v>0</c:v>
                </c:pt>
                <c:pt idx="7177">
                  <c:v>0</c:v>
                </c:pt>
                <c:pt idx="7178">
                  <c:v>0</c:v>
                </c:pt>
                <c:pt idx="7179">
                  <c:v>0</c:v>
                </c:pt>
                <c:pt idx="7180">
                  <c:v>0</c:v>
                </c:pt>
                <c:pt idx="7181">
                  <c:v>0</c:v>
                </c:pt>
                <c:pt idx="7182">
                  <c:v>0</c:v>
                </c:pt>
                <c:pt idx="7183">
                  <c:v>0</c:v>
                </c:pt>
                <c:pt idx="7184">
                  <c:v>0.25</c:v>
                </c:pt>
                <c:pt idx="7185">
                  <c:v>0.25</c:v>
                </c:pt>
                <c:pt idx="7186">
                  <c:v>0.25</c:v>
                </c:pt>
                <c:pt idx="7187">
                  <c:v>0.26757199999999998</c:v>
                </c:pt>
                <c:pt idx="7188">
                  <c:v>0.25</c:v>
                </c:pt>
                <c:pt idx="7189">
                  <c:v>0.25</c:v>
                </c:pt>
                <c:pt idx="7190">
                  <c:v>0.25</c:v>
                </c:pt>
                <c:pt idx="7191">
                  <c:v>0.25</c:v>
                </c:pt>
                <c:pt idx="7192">
                  <c:v>0.25</c:v>
                </c:pt>
                <c:pt idx="7193">
                  <c:v>0.25</c:v>
                </c:pt>
                <c:pt idx="7194">
                  <c:v>0.25</c:v>
                </c:pt>
                <c:pt idx="7195">
                  <c:v>0.25</c:v>
                </c:pt>
                <c:pt idx="7196">
                  <c:v>0.25</c:v>
                </c:pt>
                <c:pt idx="7197">
                  <c:v>0.25</c:v>
                </c:pt>
                <c:pt idx="7198">
                  <c:v>0</c:v>
                </c:pt>
                <c:pt idx="7199">
                  <c:v>0</c:v>
                </c:pt>
                <c:pt idx="7200">
                  <c:v>0</c:v>
                </c:pt>
                <c:pt idx="7201">
                  <c:v>0</c:v>
                </c:pt>
                <c:pt idx="7202">
                  <c:v>0</c:v>
                </c:pt>
                <c:pt idx="7203">
                  <c:v>0</c:v>
                </c:pt>
                <c:pt idx="7204">
                  <c:v>0</c:v>
                </c:pt>
                <c:pt idx="7205">
                  <c:v>0</c:v>
                </c:pt>
                <c:pt idx="7206">
                  <c:v>0</c:v>
                </c:pt>
                <c:pt idx="7207">
                  <c:v>0</c:v>
                </c:pt>
                <c:pt idx="7208">
                  <c:v>0.25</c:v>
                </c:pt>
                <c:pt idx="7209">
                  <c:v>0.25</c:v>
                </c:pt>
                <c:pt idx="7210">
                  <c:v>0.25</c:v>
                </c:pt>
                <c:pt idx="7211">
                  <c:v>0.25</c:v>
                </c:pt>
                <c:pt idx="7212">
                  <c:v>0.25</c:v>
                </c:pt>
                <c:pt idx="7213">
                  <c:v>0.25</c:v>
                </c:pt>
                <c:pt idx="7214">
                  <c:v>0.25</c:v>
                </c:pt>
                <c:pt idx="7215">
                  <c:v>0.25</c:v>
                </c:pt>
                <c:pt idx="7216">
                  <c:v>0.25</c:v>
                </c:pt>
                <c:pt idx="7217">
                  <c:v>0.25</c:v>
                </c:pt>
                <c:pt idx="7218">
                  <c:v>0.25</c:v>
                </c:pt>
                <c:pt idx="7219">
                  <c:v>0.25</c:v>
                </c:pt>
                <c:pt idx="7220">
                  <c:v>0.25</c:v>
                </c:pt>
                <c:pt idx="7221">
                  <c:v>0.25</c:v>
                </c:pt>
                <c:pt idx="7222">
                  <c:v>0</c:v>
                </c:pt>
                <c:pt idx="7223">
                  <c:v>0</c:v>
                </c:pt>
                <c:pt idx="7224">
                  <c:v>0</c:v>
                </c:pt>
                <c:pt idx="7225">
                  <c:v>0</c:v>
                </c:pt>
                <c:pt idx="7226">
                  <c:v>0</c:v>
                </c:pt>
                <c:pt idx="7227">
                  <c:v>0</c:v>
                </c:pt>
                <c:pt idx="7228">
                  <c:v>0</c:v>
                </c:pt>
                <c:pt idx="7229">
                  <c:v>0</c:v>
                </c:pt>
                <c:pt idx="7230">
                  <c:v>0</c:v>
                </c:pt>
                <c:pt idx="7231">
                  <c:v>0</c:v>
                </c:pt>
                <c:pt idx="7232">
                  <c:v>0.25</c:v>
                </c:pt>
                <c:pt idx="7233">
                  <c:v>0.25</c:v>
                </c:pt>
                <c:pt idx="7234">
                  <c:v>0.25</c:v>
                </c:pt>
                <c:pt idx="7235">
                  <c:v>0.25</c:v>
                </c:pt>
                <c:pt idx="7236">
                  <c:v>0.25</c:v>
                </c:pt>
                <c:pt idx="7237">
                  <c:v>0.25</c:v>
                </c:pt>
                <c:pt idx="7238">
                  <c:v>0.25</c:v>
                </c:pt>
                <c:pt idx="7239">
                  <c:v>0.25</c:v>
                </c:pt>
                <c:pt idx="7240">
                  <c:v>0.25</c:v>
                </c:pt>
                <c:pt idx="7241">
                  <c:v>0.25</c:v>
                </c:pt>
                <c:pt idx="7242">
                  <c:v>0.25</c:v>
                </c:pt>
                <c:pt idx="7243">
                  <c:v>0.25</c:v>
                </c:pt>
                <c:pt idx="7244">
                  <c:v>0.25</c:v>
                </c:pt>
                <c:pt idx="7245">
                  <c:v>0.25</c:v>
                </c:pt>
                <c:pt idx="7246">
                  <c:v>0</c:v>
                </c:pt>
                <c:pt idx="7247">
                  <c:v>0</c:v>
                </c:pt>
                <c:pt idx="7248">
                  <c:v>0</c:v>
                </c:pt>
                <c:pt idx="7249">
                  <c:v>0</c:v>
                </c:pt>
                <c:pt idx="7250">
                  <c:v>0</c:v>
                </c:pt>
                <c:pt idx="7251">
                  <c:v>0</c:v>
                </c:pt>
                <c:pt idx="7252">
                  <c:v>0</c:v>
                </c:pt>
                <c:pt idx="7253">
                  <c:v>0</c:v>
                </c:pt>
                <c:pt idx="7254">
                  <c:v>0</c:v>
                </c:pt>
                <c:pt idx="7255">
                  <c:v>0</c:v>
                </c:pt>
                <c:pt idx="7256">
                  <c:v>0.25</c:v>
                </c:pt>
                <c:pt idx="7257">
                  <c:v>0.25</c:v>
                </c:pt>
                <c:pt idx="7258">
                  <c:v>0.25</c:v>
                </c:pt>
                <c:pt idx="7259">
                  <c:v>0.25</c:v>
                </c:pt>
                <c:pt idx="7260">
                  <c:v>0.25</c:v>
                </c:pt>
                <c:pt idx="7261">
                  <c:v>0.25</c:v>
                </c:pt>
                <c:pt idx="7262">
                  <c:v>0.25</c:v>
                </c:pt>
                <c:pt idx="7263">
                  <c:v>0.25</c:v>
                </c:pt>
                <c:pt idx="7264">
                  <c:v>0.25</c:v>
                </c:pt>
                <c:pt idx="7265">
                  <c:v>0.25</c:v>
                </c:pt>
                <c:pt idx="7266">
                  <c:v>0.25</c:v>
                </c:pt>
                <c:pt idx="7267">
                  <c:v>0.25</c:v>
                </c:pt>
                <c:pt idx="7268">
                  <c:v>0.25</c:v>
                </c:pt>
                <c:pt idx="7269">
                  <c:v>0.25</c:v>
                </c:pt>
                <c:pt idx="7270">
                  <c:v>0</c:v>
                </c:pt>
                <c:pt idx="7271">
                  <c:v>0</c:v>
                </c:pt>
                <c:pt idx="7272">
                  <c:v>0</c:v>
                </c:pt>
                <c:pt idx="7273">
                  <c:v>0</c:v>
                </c:pt>
                <c:pt idx="7274">
                  <c:v>0</c:v>
                </c:pt>
                <c:pt idx="7275">
                  <c:v>0</c:v>
                </c:pt>
                <c:pt idx="7276">
                  <c:v>0</c:v>
                </c:pt>
                <c:pt idx="7277">
                  <c:v>0</c:v>
                </c:pt>
                <c:pt idx="7278">
                  <c:v>0</c:v>
                </c:pt>
                <c:pt idx="7279">
                  <c:v>0</c:v>
                </c:pt>
                <c:pt idx="7280">
                  <c:v>0.25</c:v>
                </c:pt>
                <c:pt idx="7281">
                  <c:v>0.25</c:v>
                </c:pt>
                <c:pt idx="7282">
                  <c:v>0.25</c:v>
                </c:pt>
                <c:pt idx="7283">
                  <c:v>0.25</c:v>
                </c:pt>
                <c:pt idx="7284">
                  <c:v>0.25</c:v>
                </c:pt>
                <c:pt idx="7285">
                  <c:v>0.25</c:v>
                </c:pt>
                <c:pt idx="7286">
                  <c:v>0.25</c:v>
                </c:pt>
                <c:pt idx="7287">
                  <c:v>0.25</c:v>
                </c:pt>
                <c:pt idx="7288">
                  <c:v>0.25</c:v>
                </c:pt>
                <c:pt idx="7289">
                  <c:v>0.25</c:v>
                </c:pt>
                <c:pt idx="7290">
                  <c:v>0.25</c:v>
                </c:pt>
                <c:pt idx="7291">
                  <c:v>0.25</c:v>
                </c:pt>
                <c:pt idx="7292">
                  <c:v>0.25</c:v>
                </c:pt>
                <c:pt idx="7293">
                  <c:v>0.25</c:v>
                </c:pt>
                <c:pt idx="7294">
                  <c:v>0</c:v>
                </c:pt>
                <c:pt idx="7295">
                  <c:v>0</c:v>
                </c:pt>
                <c:pt idx="7296">
                  <c:v>0</c:v>
                </c:pt>
                <c:pt idx="7297">
                  <c:v>0</c:v>
                </c:pt>
                <c:pt idx="7298">
                  <c:v>0</c:v>
                </c:pt>
                <c:pt idx="7299">
                  <c:v>0</c:v>
                </c:pt>
                <c:pt idx="7300">
                  <c:v>0</c:v>
                </c:pt>
                <c:pt idx="7301">
                  <c:v>0</c:v>
                </c:pt>
                <c:pt idx="7302">
                  <c:v>0</c:v>
                </c:pt>
                <c:pt idx="7303">
                  <c:v>0</c:v>
                </c:pt>
                <c:pt idx="7304">
                  <c:v>0.25</c:v>
                </c:pt>
                <c:pt idx="7305">
                  <c:v>0.25</c:v>
                </c:pt>
                <c:pt idx="7306">
                  <c:v>0.25</c:v>
                </c:pt>
                <c:pt idx="7307">
                  <c:v>0.25</c:v>
                </c:pt>
                <c:pt idx="7308">
                  <c:v>0.25</c:v>
                </c:pt>
                <c:pt idx="7309">
                  <c:v>0.25</c:v>
                </c:pt>
                <c:pt idx="7310">
                  <c:v>0.25</c:v>
                </c:pt>
                <c:pt idx="7311">
                  <c:v>0.25</c:v>
                </c:pt>
                <c:pt idx="7312">
                  <c:v>0.25</c:v>
                </c:pt>
                <c:pt idx="7313">
                  <c:v>0.25</c:v>
                </c:pt>
                <c:pt idx="7314">
                  <c:v>0.25</c:v>
                </c:pt>
                <c:pt idx="7315">
                  <c:v>0.25</c:v>
                </c:pt>
                <c:pt idx="7316">
                  <c:v>0.25</c:v>
                </c:pt>
                <c:pt idx="7317">
                  <c:v>0.25</c:v>
                </c:pt>
                <c:pt idx="7318">
                  <c:v>0</c:v>
                </c:pt>
                <c:pt idx="7319">
                  <c:v>0</c:v>
                </c:pt>
                <c:pt idx="7320">
                  <c:v>0</c:v>
                </c:pt>
                <c:pt idx="7321">
                  <c:v>0</c:v>
                </c:pt>
                <c:pt idx="7322">
                  <c:v>0</c:v>
                </c:pt>
                <c:pt idx="7323">
                  <c:v>0</c:v>
                </c:pt>
                <c:pt idx="7324">
                  <c:v>0</c:v>
                </c:pt>
                <c:pt idx="7325">
                  <c:v>0</c:v>
                </c:pt>
                <c:pt idx="7326">
                  <c:v>0</c:v>
                </c:pt>
                <c:pt idx="7327">
                  <c:v>0</c:v>
                </c:pt>
                <c:pt idx="7328">
                  <c:v>0.25</c:v>
                </c:pt>
                <c:pt idx="7329">
                  <c:v>0.25</c:v>
                </c:pt>
                <c:pt idx="7330">
                  <c:v>0.25</c:v>
                </c:pt>
                <c:pt idx="7331">
                  <c:v>0.264679</c:v>
                </c:pt>
                <c:pt idx="7332">
                  <c:v>0.31365799999999999</c:v>
                </c:pt>
                <c:pt idx="7333">
                  <c:v>0.34450799999999998</c:v>
                </c:pt>
                <c:pt idx="7334">
                  <c:v>0.27373700000000001</c:v>
                </c:pt>
                <c:pt idx="7335">
                  <c:v>0.25</c:v>
                </c:pt>
                <c:pt idx="7336">
                  <c:v>0.25</c:v>
                </c:pt>
                <c:pt idx="7337">
                  <c:v>0.25</c:v>
                </c:pt>
                <c:pt idx="7338">
                  <c:v>0.25</c:v>
                </c:pt>
                <c:pt idx="7339">
                  <c:v>0.25</c:v>
                </c:pt>
                <c:pt idx="7340">
                  <c:v>0.25</c:v>
                </c:pt>
                <c:pt idx="7341">
                  <c:v>0.25</c:v>
                </c:pt>
                <c:pt idx="7342">
                  <c:v>0</c:v>
                </c:pt>
                <c:pt idx="7343">
                  <c:v>0</c:v>
                </c:pt>
                <c:pt idx="7344">
                  <c:v>0</c:v>
                </c:pt>
                <c:pt idx="7345">
                  <c:v>0</c:v>
                </c:pt>
                <c:pt idx="7346">
                  <c:v>0</c:v>
                </c:pt>
                <c:pt idx="7347">
                  <c:v>0</c:v>
                </c:pt>
                <c:pt idx="7348">
                  <c:v>0</c:v>
                </c:pt>
                <c:pt idx="7349">
                  <c:v>0</c:v>
                </c:pt>
                <c:pt idx="7350">
                  <c:v>0</c:v>
                </c:pt>
                <c:pt idx="7351">
                  <c:v>0</c:v>
                </c:pt>
                <c:pt idx="7352">
                  <c:v>0.25</c:v>
                </c:pt>
                <c:pt idx="7353">
                  <c:v>0.25</c:v>
                </c:pt>
                <c:pt idx="7354">
                  <c:v>0.277779</c:v>
                </c:pt>
                <c:pt idx="7355">
                  <c:v>0.389573</c:v>
                </c:pt>
                <c:pt idx="7356">
                  <c:v>0.42205700000000002</c:v>
                </c:pt>
                <c:pt idx="7357">
                  <c:v>0.46049000000000001</c:v>
                </c:pt>
                <c:pt idx="7358">
                  <c:v>0.34796500000000002</c:v>
                </c:pt>
                <c:pt idx="7359">
                  <c:v>0.324654</c:v>
                </c:pt>
                <c:pt idx="7360">
                  <c:v>0.310975</c:v>
                </c:pt>
                <c:pt idx="7361">
                  <c:v>0.25</c:v>
                </c:pt>
                <c:pt idx="7362">
                  <c:v>0.25</c:v>
                </c:pt>
                <c:pt idx="7363">
                  <c:v>0.25</c:v>
                </c:pt>
                <c:pt idx="7364">
                  <c:v>0.25</c:v>
                </c:pt>
                <c:pt idx="7365">
                  <c:v>0.25</c:v>
                </c:pt>
                <c:pt idx="7366">
                  <c:v>0</c:v>
                </c:pt>
                <c:pt idx="7367">
                  <c:v>0</c:v>
                </c:pt>
                <c:pt idx="7368">
                  <c:v>0</c:v>
                </c:pt>
                <c:pt idx="7369">
                  <c:v>0</c:v>
                </c:pt>
                <c:pt idx="7370">
                  <c:v>0</c:v>
                </c:pt>
                <c:pt idx="7371">
                  <c:v>0</c:v>
                </c:pt>
                <c:pt idx="7372">
                  <c:v>0</c:v>
                </c:pt>
                <c:pt idx="7373">
                  <c:v>0</c:v>
                </c:pt>
                <c:pt idx="7374">
                  <c:v>0</c:v>
                </c:pt>
                <c:pt idx="7375">
                  <c:v>0</c:v>
                </c:pt>
                <c:pt idx="7376">
                  <c:v>0.25</c:v>
                </c:pt>
                <c:pt idx="7377">
                  <c:v>0.25</c:v>
                </c:pt>
                <c:pt idx="7378">
                  <c:v>0.25</c:v>
                </c:pt>
                <c:pt idx="7379">
                  <c:v>0.25</c:v>
                </c:pt>
                <c:pt idx="7380">
                  <c:v>0.25</c:v>
                </c:pt>
                <c:pt idx="7381">
                  <c:v>0.25</c:v>
                </c:pt>
                <c:pt idx="7382">
                  <c:v>0.25</c:v>
                </c:pt>
                <c:pt idx="7383">
                  <c:v>0.25</c:v>
                </c:pt>
                <c:pt idx="7384">
                  <c:v>0.25</c:v>
                </c:pt>
                <c:pt idx="7385">
                  <c:v>0.25</c:v>
                </c:pt>
                <c:pt idx="7386">
                  <c:v>0.25</c:v>
                </c:pt>
                <c:pt idx="7387">
                  <c:v>0.25</c:v>
                </c:pt>
                <c:pt idx="7388">
                  <c:v>0.25</c:v>
                </c:pt>
                <c:pt idx="7389">
                  <c:v>0.25</c:v>
                </c:pt>
                <c:pt idx="7390">
                  <c:v>0</c:v>
                </c:pt>
                <c:pt idx="7391">
                  <c:v>0</c:v>
                </c:pt>
                <c:pt idx="7392">
                  <c:v>0</c:v>
                </c:pt>
                <c:pt idx="7393">
                  <c:v>0</c:v>
                </c:pt>
                <c:pt idx="7394">
                  <c:v>0</c:v>
                </c:pt>
                <c:pt idx="7395">
                  <c:v>0</c:v>
                </c:pt>
                <c:pt idx="7396">
                  <c:v>0</c:v>
                </c:pt>
                <c:pt idx="7397">
                  <c:v>0</c:v>
                </c:pt>
                <c:pt idx="7398">
                  <c:v>0</c:v>
                </c:pt>
                <c:pt idx="7399">
                  <c:v>0</c:v>
                </c:pt>
                <c:pt idx="7400">
                  <c:v>0.25</c:v>
                </c:pt>
                <c:pt idx="7401">
                  <c:v>0.25</c:v>
                </c:pt>
                <c:pt idx="7402">
                  <c:v>0.25</c:v>
                </c:pt>
                <c:pt idx="7403">
                  <c:v>0.32902399999999998</c:v>
                </c:pt>
                <c:pt idx="7404">
                  <c:v>0.32177499999999998</c:v>
                </c:pt>
                <c:pt idx="7405">
                  <c:v>0.33465499999999998</c:v>
                </c:pt>
                <c:pt idx="7406">
                  <c:v>0.25</c:v>
                </c:pt>
                <c:pt idx="7407">
                  <c:v>0.25</c:v>
                </c:pt>
                <c:pt idx="7408">
                  <c:v>0.25</c:v>
                </c:pt>
                <c:pt idx="7409">
                  <c:v>0.25</c:v>
                </c:pt>
                <c:pt idx="7410">
                  <c:v>0.25</c:v>
                </c:pt>
                <c:pt idx="7411">
                  <c:v>0.25</c:v>
                </c:pt>
                <c:pt idx="7412">
                  <c:v>0.25</c:v>
                </c:pt>
                <c:pt idx="7413">
                  <c:v>0.25</c:v>
                </c:pt>
                <c:pt idx="7414">
                  <c:v>0</c:v>
                </c:pt>
                <c:pt idx="7415">
                  <c:v>0</c:v>
                </c:pt>
                <c:pt idx="7416">
                  <c:v>0</c:v>
                </c:pt>
                <c:pt idx="7417">
                  <c:v>0</c:v>
                </c:pt>
                <c:pt idx="7418">
                  <c:v>0</c:v>
                </c:pt>
                <c:pt idx="7419">
                  <c:v>0</c:v>
                </c:pt>
                <c:pt idx="7420">
                  <c:v>0</c:v>
                </c:pt>
                <c:pt idx="7421">
                  <c:v>0</c:v>
                </c:pt>
                <c:pt idx="7422">
                  <c:v>0</c:v>
                </c:pt>
                <c:pt idx="7423">
                  <c:v>0</c:v>
                </c:pt>
                <c:pt idx="7424">
                  <c:v>0.25</c:v>
                </c:pt>
                <c:pt idx="7425">
                  <c:v>0.25</c:v>
                </c:pt>
                <c:pt idx="7426">
                  <c:v>0.27829199999999998</c:v>
                </c:pt>
                <c:pt idx="7427">
                  <c:v>0.39166000000000001</c:v>
                </c:pt>
                <c:pt idx="7428">
                  <c:v>0.459291</c:v>
                </c:pt>
                <c:pt idx="7429">
                  <c:v>0.445604</c:v>
                </c:pt>
                <c:pt idx="7430">
                  <c:v>0.30741299999999999</c:v>
                </c:pt>
                <c:pt idx="7431">
                  <c:v>0.29525499999999999</c:v>
                </c:pt>
                <c:pt idx="7432">
                  <c:v>0.25</c:v>
                </c:pt>
                <c:pt idx="7433">
                  <c:v>0.25</c:v>
                </c:pt>
                <c:pt idx="7434">
                  <c:v>0.25</c:v>
                </c:pt>
                <c:pt idx="7435">
                  <c:v>0.25</c:v>
                </c:pt>
                <c:pt idx="7436">
                  <c:v>0.25</c:v>
                </c:pt>
                <c:pt idx="7437">
                  <c:v>0.25</c:v>
                </c:pt>
                <c:pt idx="7438">
                  <c:v>0</c:v>
                </c:pt>
                <c:pt idx="7439">
                  <c:v>0</c:v>
                </c:pt>
                <c:pt idx="7440">
                  <c:v>0</c:v>
                </c:pt>
                <c:pt idx="7441">
                  <c:v>0</c:v>
                </c:pt>
                <c:pt idx="7442">
                  <c:v>0</c:v>
                </c:pt>
                <c:pt idx="7443">
                  <c:v>0</c:v>
                </c:pt>
                <c:pt idx="7444">
                  <c:v>0</c:v>
                </c:pt>
                <c:pt idx="7445">
                  <c:v>0</c:v>
                </c:pt>
                <c:pt idx="7446">
                  <c:v>0</c:v>
                </c:pt>
                <c:pt idx="7447">
                  <c:v>0</c:v>
                </c:pt>
                <c:pt idx="7448">
                  <c:v>0.25</c:v>
                </c:pt>
                <c:pt idx="7449">
                  <c:v>0.25</c:v>
                </c:pt>
                <c:pt idx="7450">
                  <c:v>0.25</c:v>
                </c:pt>
                <c:pt idx="7451">
                  <c:v>0.25</c:v>
                </c:pt>
                <c:pt idx="7452">
                  <c:v>0.253388</c:v>
                </c:pt>
                <c:pt idx="7453">
                  <c:v>0.25</c:v>
                </c:pt>
                <c:pt idx="7454">
                  <c:v>0.25</c:v>
                </c:pt>
                <c:pt idx="7455">
                  <c:v>0.25</c:v>
                </c:pt>
                <c:pt idx="7456">
                  <c:v>0.25</c:v>
                </c:pt>
                <c:pt idx="7457">
                  <c:v>0.25</c:v>
                </c:pt>
                <c:pt idx="7458">
                  <c:v>0.25</c:v>
                </c:pt>
                <c:pt idx="7459">
                  <c:v>0.25</c:v>
                </c:pt>
                <c:pt idx="7460">
                  <c:v>0.25</c:v>
                </c:pt>
                <c:pt idx="7461">
                  <c:v>0.25</c:v>
                </c:pt>
                <c:pt idx="7462">
                  <c:v>0</c:v>
                </c:pt>
                <c:pt idx="7463">
                  <c:v>0</c:v>
                </c:pt>
                <c:pt idx="7464">
                  <c:v>0</c:v>
                </c:pt>
                <c:pt idx="7465">
                  <c:v>0</c:v>
                </c:pt>
                <c:pt idx="7466">
                  <c:v>0</c:v>
                </c:pt>
                <c:pt idx="7467">
                  <c:v>0</c:v>
                </c:pt>
                <c:pt idx="7468">
                  <c:v>0</c:v>
                </c:pt>
                <c:pt idx="7469">
                  <c:v>0</c:v>
                </c:pt>
                <c:pt idx="7470">
                  <c:v>0</c:v>
                </c:pt>
                <c:pt idx="7471">
                  <c:v>0</c:v>
                </c:pt>
                <c:pt idx="7472">
                  <c:v>0.25</c:v>
                </c:pt>
                <c:pt idx="7473">
                  <c:v>0.25</c:v>
                </c:pt>
                <c:pt idx="7474">
                  <c:v>0.25</c:v>
                </c:pt>
                <c:pt idx="7475">
                  <c:v>0.25</c:v>
                </c:pt>
                <c:pt idx="7476">
                  <c:v>0.25</c:v>
                </c:pt>
                <c:pt idx="7477">
                  <c:v>0.25</c:v>
                </c:pt>
                <c:pt idx="7478">
                  <c:v>0.25</c:v>
                </c:pt>
                <c:pt idx="7479">
                  <c:v>0.25</c:v>
                </c:pt>
                <c:pt idx="7480">
                  <c:v>0.25</c:v>
                </c:pt>
                <c:pt idx="7481">
                  <c:v>0.25</c:v>
                </c:pt>
                <c:pt idx="7482">
                  <c:v>0.25</c:v>
                </c:pt>
                <c:pt idx="7483">
                  <c:v>0.25</c:v>
                </c:pt>
                <c:pt idx="7484">
                  <c:v>0.25</c:v>
                </c:pt>
                <c:pt idx="7485">
                  <c:v>0.25</c:v>
                </c:pt>
                <c:pt idx="7486">
                  <c:v>0</c:v>
                </c:pt>
                <c:pt idx="7487">
                  <c:v>0</c:v>
                </c:pt>
                <c:pt idx="7488">
                  <c:v>0</c:v>
                </c:pt>
                <c:pt idx="7489">
                  <c:v>0</c:v>
                </c:pt>
                <c:pt idx="7490">
                  <c:v>0</c:v>
                </c:pt>
                <c:pt idx="7491">
                  <c:v>0</c:v>
                </c:pt>
                <c:pt idx="7492">
                  <c:v>0</c:v>
                </c:pt>
                <c:pt idx="7493">
                  <c:v>0</c:v>
                </c:pt>
                <c:pt idx="7494">
                  <c:v>0</c:v>
                </c:pt>
                <c:pt idx="7495">
                  <c:v>0</c:v>
                </c:pt>
                <c:pt idx="7496">
                  <c:v>0.25</c:v>
                </c:pt>
                <c:pt idx="7497">
                  <c:v>0.25</c:v>
                </c:pt>
                <c:pt idx="7498">
                  <c:v>0.25</c:v>
                </c:pt>
                <c:pt idx="7499">
                  <c:v>0.29424</c:v>
                </c:pt>
                <c:pt idx="7500">
                  <c:v>0.29961199999999999</c:v>
                </c:pt>
                <c:pt idx="7501">
                  <c:v>0.285109</c:v>
                </c:pt>
                <c:pt idx="7502">
                  <c:v>0.25</c:v>
                </c:pt>
                <c:pt idx="7503">
                  <c:v>0.25</c:v>
                </c:pt>
                <c:pt idx="7504">
                  <c:v>0.25</c:v>
                </c:pt>
                <c:pt idx="7505">
                  <c:v>0.25</c:v>
                </c:pt>
                <c:pt idx="7506">
                  <c:v>0.25</c:v>
                </c:pt>
                <c:pt idx="7507">
                  <c:v>0.25</c:v>
                </c:pt>
                <c:pt idx="7508">
                  <c:v>0.25</c:v>
                </c:pt>
                <c:pt idx="7509">
                  <c:v>0.25</c:v>
                </c:pt>
                <c:pt idx="7510">
                  <c:v>0</c:v>
                </c:pt>
                <c:pt idx="7511">
                  <c:v>0</c:v>
                </c:pt>
                <c:pt idx="7512">
                  <c:v>0</c:v>
                </c:pt>
                <c:pt idx="7513">
                  <c:v>0</c:v>
                </c:pt>
                <c:pt idx="7514">
                  <c:v>0</c:v>
                </c:pt>
                <c:pt idx="7515">
                  <c:v>0</c:v>
                </c:pt>
                <c:pt idx="7516">
                  <c:v>0</c:v>
                </c:pt>
                <c:pt idx="7517">
                  <c:v>0</c:v>
                </c:pt>
                <c:pt idx="7518">
                  <c:v>0</c:v>
                </c:pt>
                <c:pt idx="7519">
                  <c:v>0</c:v>
                </c:pt>
                <c:pt idx="7520">
                  <c:v>0.25</c:v>
                </c:pt>
                <c:pt idx="7521">
                  <c:v>0.25</c:v>
                </c:pt>
                <c:pt idx="7522">
                  <c:v>0.25</c:v>
                </c:pt>
                <c:pt idx="7523">
                  <c:v>0.25</c:v>
                </c:pt>
                <c:pt idx="7524">
                  <c:v>0.25</c:v>
                </c:pt>
                <c:pt idx="7525">
                  <c:v>0.25</c:v>
                </c:pt>
                <c:pt idx="7526">
                  <c:v>0.25</c:v>
                </c:pt>
                <c:pt idx="7527">
                  <c:v>0.25</c:v>
                </c:pt>
                <c:pt idx="7528">
                  <c:v>0.25</c:v>
                </c:pt>
                <c:pt idx="7529">
                  <c:v>0.25</c:v>
                </c:pt>
                <c:pt idx="7530">
                  <c:v>0.25</c:v>
                </c:pt>
                <c:pt idx="7531">
                  <c:v>0.25</c:v>
                </c:pt>
                <c:pt idx="7532">
                  <c:v>0.25</c:v>
                </c:pt>
                <c:pt idx="7533">
                  <c:v>0.25</c:v>
                </c:pt>
                <c:pt idx="7534">
                  <c:v>0</c:v>
                </c:pt>
                <c:pt idx="7535">
                  <c:v>0</c:v>
                </c:pt>
                <c:pt idx="7536">
                  <c:v>0</c:v>
                </c:pt>
                <c:pt idx="7537">
                  <c:v>0</c:v>
                </c:pt>
                <c:pt idx="7538">
                  <c:v>0</c:v>
                </c:pt>
                <c:pt idx="7539">
                  <c:v>0</c:v>
                </c:pt>
                <c:pt idx="7540">
                  <c:v>0</c:v>
                </c:pt>
                <c:pt idx="7541">
                  <c:v>0</c:v>
                </c:pt>
                <c:pt idx="7542">
                  <c:v>0</c:v>
                </c:pt>
                <c:pt idx="7543">
                  <c:v>0</c:v>
                </c:pt>
                <c:pt idx="7544">
                  <c:v>0.25</c:v>
                </c:pt>
                <c:pt idx="7545">
                  <c:v>0.25</c:v>
                </c:pt>
                <c:pt idx="7546">
                  <c:v>0.25</c:v>
                </c:pt>
                <c:pt idx="7547">
                  <c:v>0.25</c:v>
                </c:pt>
                <c:pt idx="7548">
                  <c:v>0.25</c:v>
                </c:pt>
                <c:pt idx="7549">
                  <c:v>0.25</c:v>
                </c:pt>
                <c:pt idx="7550">
                  <c:v>0.25</c:v>
                </c:pt>
                <c:pt idx="7551">
                  <c:v>0.25</c:v>
                </c:pt>
                <c:pt idx="7552">
                  <c:v>0.25</c:v>
                </c:pt>
                <c:pt idx="7553">
                  <c:v>0.25</c:v>
                </c:pt>
                <c:pt idx="7554">
                  <c:v>0.25</c:v>
                </c:pt>
                <c:pt idx="7555">
                  <c:v>0.25</c:v>
                </c:pt>
                <c:pt idx="7556">
                  <c:v>0.25</c:v>
                </c:pt>
                <c:pt idx="7557">
                  <c:v>0.25</c:v>
                </c:pt>
                <c:pt idx="7558">
                  <c:v>0</c:v>
                </c:pt>
                <c:pt idx="7559">
                  <c:v>0</c:v>
                </c:pt>
                <c:pt idx="7560">
                  <c:v>0</c:v>
                </c:pt>
                <c:pt idx="7561">
                  <c:v>0</c:v>
                </c:pt>
                <c:pt idx="7562">
                  <c:v>0</c:v>
                </c:pt>
                <c:pt idx="7563">
                  <c:v>0</c:v>
                </c:pt>
                <c:pt idx="7564">
                  <c:v>0</c:v>
                </c:pt>
                <c:pt idx="7565">
                  <c:v>0</c:v>
                </c:pt>
                <c:pt idx="7566">
                  <c:v>0</c:v>
                </c:pt>
                <c:pt idx="7567">
                  <c:v>0</c:v>
                </c:pt>
                <c:pt idx="7568">
                  <c:v>0.25</c:v>
                </c:pt>
                <c:pt idx="7569">
                  <c:v>0.25</c:v>
                </c:pt>
                <c:pt idx="7570">
                  <c:v>0.25</c:v>
                </c:pt>
                <c:pt idx="7571">
                  <c:v>0.25</c:v>
                </c:pt>
                <c:pt idx="7572">
                  <c:v>0.25</c:v>
                </c:pt>
                <c:pt idx="7573">
                  <c:v>0.25</c:v>
                </c:pt>
                <c:pt idx="7574">
                  <c:v>0.25</c:v>
                </c:pt>
                <c:pt idx="7575">
                  <c:v>0.25</c:v>
                </c:pt>
                <c:pt idx="7576">
                  <c:v>0.25</c:v>
                </c:pt>
                <c:pt idx="7577">
                  <c:v>0.25</c:v>
                </c:pt>
                <c:pt idx="7578">
                  <c:v>0.25</c:v>
                </c:pt>
                <c:pt idx="7579">
                  <c:v>0.25</c:v>
                </c:pt>
                <c:pt idx="7580">
                  <c:v>0.25</c:v>
                </c:pt>
                <c:pt idx="7581">
                  <c:v>0.25</c:v>
                </c:pt>
                <c:pt idx="7582">
                  <c:v>0</c:v>
                </c:pt>
                <c:pt idx="7583">
                  <c:v>0</c:v>
                </c:pt>
                <c:pt idx="7584">
                  <c:v>0</c:v>
                </c:pt>
                <c:pt idx="7585">
                  <c:v>0</c:v>
                </c:pt>
                <c:pt idx="7586">
                  <c:v>0</c:v>
                </c:pt>
                <c:pt idx="7587">
                  <c:v>0</c:v>
                </c:pt>
                <c:pt idx="7588">
                  <c:v>0</c:v>
                </c:pt>
                <c:pt idx="7589">
                  <c:v>0</c:v>
                </c:pt>
                <c:pt idx="7590">
                  <c:v>0</c:v>
                </c:pt>
                <c:pt idx="7591">
                  <c:v>0</c:v>
                </c:pt>
                <c:pt idx="7592">
                  <c:v>0.25</c:v>
                </c:pt>
                <c:pt idx="7593">
                  <c:v>0.25</c:v>
                </c:pt>
                <c:pt idx="7594">
                  <c:v>0.25</c:v>
                </c:pt>
                <c:pt idx="7595">
                  <c:v>0.25</c:v>
                </c:pt>
                <c:pt idx="7596">
                  <c:v>0.25</c:v>
                </c:pt>
                <c:pt idx="7597">
                  <c:v>0.25</c:v>
                </c:pt>
                <c:pt idx="7598">
                  <c:v>0.25</c:v>
                </c:pt>
                <c:pt idx="7599">
                  <c:v>0.25</c:v>
                </c:pt>
                <c:pt idx="7600">
                  <c:v>0.25</c:v>
                </c:pt>
                <c:pt idx="7601">
                  <c:v>0.25</c:v>
                </c:pt>
                <c:pt idx="7602">
                  <c:v>0.25</c:v>
                </c:pt>
                <c:pt idx="7603">
                  <c:v>0.25</c:v>
                </c:pt>
                <c:pt idx="7604">
                  <c:v>0.25</c:v>
                </c:pt>
                <c:pt idx="7605">
                  <c:v>0.25</c:v>
                </c:pt>
                <c:pt idx="7606">
                  <c:v>0</c:v>
                </c:pt>
                <c:pt idx="7607">
                  <c:v>0</c:v>
                </c:pt>
                <c:pt idx="7608">
                  <c:v>0</c:v>
                </c:pt>
                <c:pt idx="7609">
                  <c:v>0</c:v>
                </c:pt>
                <c:pt idx="7610">
                  <c:v>0</c:v>
                </c:pt>
                <c:pt idx="7611">
                  <c:v>0</c:v>
                </c:pt>
                <c:pt idx="7612">
                  <c:v>0</c:v>
                </c:pt>
                <c:pt idx="7613">
                  <c:v>0</c:v>
                </c:pt>
                <c:pt idx="7614">
                  <c:v>0</c:v>
                </c:pt>
                <c:pt idx="7615">
                  <c:v>0</c:v>
                </c:pt>
                <c:pt idx="7616">
                  <c:v>0.25</c:v>
                </c:pt>
                <c:pt idx="7617">
                  <c:v>0.25</c:v>
                </c:pt>
                <c:pt idx="7618">
                  <c:v>0.25</c:v>
                </c:pt>
                <c:pt idx="7619">
                  <c:v>0.25</c:v>
                </c:pt>
                <c:pt idx="7620">
                  <c:v>0.25</c:v>
                </c:pt>
                <c:pt idx="7621">
                  <c:v>0.25</c:v>
                </c:pt>
                <c:pt idx="7622">
                  <c:v>0.25</c:v>
                </c:pt>
                <c:pt idx="7623">
                  <c:v>0.25</c:v>
                </c:pt>
                <c:pt idx="7624">
                  <c:v>0.25</c:v>
                </c:pt>
                <c:pt idx="7625">
                  <c:v>0.25</c:v>
                </c:pt>
                <c:pt idx="7626">
                  <c:v>0.25</c:v>
                </c:pt>
                <c:pt idx="7627">
                  <c:v>0.25</c:v>
                </c:pt>
                <c:pt idx="7628">
                  <c:v>0.25</c:v>
                </c:pt>
                <c:pt idx="7629">
                  <c:v>0.25</c:v>
                </c:pt>
                <c:pt idx="7630">
                  <c:v>0</c:v>
                </c:pt>
                <c:pt idx="7631">
                  <c:v>0</c:v>
                </c:pt>
                <c:pt idx="7632">
                  <c:v>0</c:v>
                </c:pt>
                <c:pt idx="7633">
                  <c:v>0</c:v>
                </c:pt>
                <c:pt idx="7634">
                  <c:v>0</c:v>
                </c:pt>
                <c:pt idx="7635">
                  <c:v>0</c:v>
                </c:pt>
                <c:pt idx="7636">
                  <c:v>0</c:v>
                </c:pt>
                <c:pt idx="7637">
                  <c:v>0</c:v>
                </c:pt>
                <c:pt idx="7638">
                  <c:v>0</c:v>
                </c:pt>
                <c:pt idx="7639">
                  <c:v>0</c:v>
                </c:pt>
                <c:pt idx="7640">
                  <c:v>0.25</c:v>
                </c:pt>
                <c:pt idx="7641">
                  <c:v>0.25</c:v>
                </c:pt>
                <c:pt idx="7642">
                  <c:v>0.25</c:v>
                </c:pt>
                <c:pt idx="7643">
                  <c:v>0.25</c:v>
                </c:pt>
                <c:pt idx="7644">
                  <c:v>0.25</c:v>
                </c:pt>
                <c:pt idx="7645">
                  <c:v>0.25</c:v>
                </c:pt>
                <c:pt idx="7646">
                  <c:v>0.25</c:v>
                </c:pt>
                <c:pt idx="7647">
                  <c:v>0.25</c:v>
                </c:pt>
                <c:pt idx="7648">
                  <c:v>0.25</c:v>
                </c:pt>
                <c:pt idx="7649">
                  <c:v>0.25</c:v>
                </c:pt>
                <c:pt idx="7650">
                  <c:v>0.25</c:v>
                </c:pt>
                <c:pt idx="7651">
                  <c:v>0.25</c:v>
                </c:pt>
                <c:pt idx="7652">
                  <c:v>0.25</c:v>
                </c:pt>
                <c:pt idx="7653">
                  <c:v>0.25</c:v>
                </c:pt>
                <c:pt idx="7654">
                  <c:v>0</c:v>
                </c:pt>
                <c:pt idx="7655">
                  <c:v>0</c:v>
                </c:pt>
                <c:pt idx="7656">
                  <c:v>0</c:v>
                </c:pt>
                <c:pt idx="7657">
                  <c:v>0</c:v>
                </c:pt>
                <c:pt idx="7658">
                  <c:v>0</c:v>
                </c:pt>
                <c:pt idx="7659">
                  <c:v>0</c:v>
                </c:pt>
                <c:pt idx="7660">
                  <c:v>0</c:v>
                </c:pt>
                <c:pt idx="7661">
                  <c:v>0</c:v>
                </c:pt>
                <c:pt idx="7662">
                  <c:v>0</c:v>
                </c:pt>
                <c:pt idx="7663">
                  <c:v>0</c:v>
                </c:pt>
                <c:pt idx="7664">
                  <c:v>0.25</c:v>
                </c:pt>
                <c:pt idx="7665">
                  <c:v>0.25</c:v>
                </c:pt>
                <c:pt idx="7666">
                  <c:v>0.25</c:v>
                </c:pt>
                <c:pt idx="7667">
                  <c:v>0.25</c:v>
                </c:pt>
                <c:pt idx="7668">
                  <c:v>0.25</c:v>
                </c:pt>
                <c:pt idx="7669">
                  <c:v>0.25</c:v>
                </c:pt>
                <c:pt idx="7670">
                  <c:v>0.25</c:v>
                </c:pt>
                <c:pt idx="7671">
                  <c:v>0.25</c:v>
                </c:pt>
                <c:pt idx="7672">
                  <c:v>0.25</c:v>
                </c:pt>
                <c:pt idx="7673">
                  <c:v>0.25</c:v>
                </c:pt>
                <c:pt idx="7674">
                  <c:v>0.25</c:v>
                </c:pt>
                <c:pt idx="7675">
                  <c:v>0.25</c:v>
                </c:pt>
                <c:pt idx="7676">
                  <c:v>0.25</c:v>
                </c:pt>
                <c:pt idx="7677">
                  <c:v>0.25</c:v>
                </c:pt>
                <c:pt idx="7678">
                  <c:v>0</c:v>
                </c:pt>
                <c:pt idx="7679">
                  <c:v>0</c:v>
                </c:pt>
                <c:pt idx="7680">
                  <c:v>0</c:v>
                </c:pt>
                <c:pt idx="7681">
                  <c:v>0</c:v>
                </c:pt>
                <c:pt idx="7682">
                  <c:v>0</c:v>
                </c:pt>
                <c:pt idx="7683">
                  <c:v>0</c:v>
                </c:pt>
                <c:pt idx="7684">
                  <c:v>0</c:v>
                </c:pt>
                <c:pt idx="7685">
                  <c:v>0</c:v>
                </c:pt>
                <c:pt idx="7686">
                  <c:v>0</c:v>
                </c:pt>
                <c:pt idx="7687">
                  <c:v>0</c:v>
                </c:pt>
                <c:pt idx="7688">
                  <c:v>0.25</c:v>
                </c:pt>
                <c:pt idx="7689">
                  <c:v>0.25</c:v>
                </c:pt>
                <c:pt idx="7690">
                  <c:v>0.25</c:v>
                </c:pt>
                <c:pt idx="7691">
                  <c:v>0.25</c:v>
                </c:pt>
                <c:pt idx="7692">
                  <c:v>0.25</c:v>
                </c:pt>
                <c:pt idx="7693">
                  <c:v>0.25</c:v>
                </c:pt>
                <c:pt idx="7694">
                  <c:v>0.25</c:v>
                </c:pt>
                <c:pt idx="7695">
                  <c:v>0.25</c:v>
                </c:pt>
                <c:pt idx="7696">
                  <c:v>0.25</c:v>
                </c:pt>
                <c:pt idx="7697">
                  <c:v>0.25</c:v>
                </c:pt>
                <c:pt idx="7698">
                  <c:v>0.25</c:v>
                </c:pt>
                <c:pt idx="7699">
                  <c:v>0.25</c:v>
                </c:pt>
                <c:pt idx="7700">
                  <c:v>0.25</c:v>
                </c:pt>
                <c:pt idx="7701">
                  <c:v>0.25</c:v>
                </c:pt>
                <c:pt idx="7702">
                  <c:v>0</c:v>
                </c:pt>
                <c:pt idx="7703">
                  <c:v>0</c:v>
                </c:pt>
                <c:pt idx="7704">
                  <c:v>0</c:v>
                </c:pt>
                <c:pt idx="7705">
                  <c:v>0</c:v>
                </c:pt>
                <c:pt idx="7706">
                  <c:v>0</c:v>
                </c:pt>
                <c:pt idx="7707">
                  <c:v>0</c:v>
                </c:pt>
                <c:pt idx="7708">
                  <c:v>0</c:v>
                </c:pt>
                <c:pt idx="7709">
                  <c:v>0</c:v>
                </c:pt>
                <c:pt idx="7710">
                  <c:v>0</c:v>
                </c:pt>
                <c:pt idx="7711">
                  <c:v>0</c:v>
                </c:pt>
                <c:pt idx="7712">
                  <c:v>0.25</c:v>
                </c:pt>
                <c:pt idx="7713">
                  <c:v>0.25</c:v>
                </c:pt>
                <c:pt idx="7714">
                  <c:v>0.25</c:v>
                </c:pt>
                <c:pt idx="7715">
                  <c:v>0.25</c:v>
                </c:pt>
                <c:pt idx="7716">
                  <c:v>0.25</c:v>
                </c:pt>
                <c:pt idx="7717">
                  <c:v>0.25</c:v>
                </c:pt>
                <c:pt idx="7718">
                  <c:v>0.25</c:v>
                </c:pt>
                <c:pt idx="7719">
                  <c:v>0.25</c:v>
                </c:pt>
                <c:pt idx="7720">
                  <c:v>0.25</c:v>
                </c:pt>
                <c:pt idx="7721">
                  <c:v>0.25</c:v>
                </c:pt>
                <c:pt idx="7722">
                  <c:v>0.25</c:v>
                </c:pt>
                <c:pt idx="7723">
                  <c:v>0.25</c:v>
                </c:pt>
                <c:pt idx="7724">
                  <c:v>0.25</c:v>
                </c:pt>
                <c:pt idx="7725">
                  <c:v>0.25</c:v>
                </c:pt>
                <c:pt idx="7726">
                  <c:v>0</c:v>
                </c:pt>
                <c:pt idx="7727">
                  <c:v>0</c:v>
                </c:pt>
                <c:pt idx="7728">
                  <c:v>0</c:v>
                </c:pt>
                <c:pt idx="7729">
                  <c:v>0</c:v>
                </c:pt>
                <c:pt idx="7730">
                  <c:v>0</c:v>
                </c:pt>
                <c:pt idx="7731">
                  <c:v>0</c:v>
                </c:pt>
                <c:pt idx="7732">
                  <c:v>0</c:v>
                </c:pt>
                <c:pt idx="7733">
                  <c:v>0</c:v>
                </c:pt>
                <c:pt idx="7734">
                  <c:v>0</c:v>
                </c:pt>
                <c:pt idx="7735">
                  <c:v>0</c:v>
                </c:pt>
                <c:pt idx="7736">
                  <c:v>0.25</c:v>
                </c:pt>
                <c:pt idx="7737">
                  <c:v>0.25</c:v>
                </c:pt>
                <c:pt idx="7738">
                  <c:v>0.25</c:v>
                </c:pt>
                <c:pt idx="7739">
                  <c:v>0.25</c:v>
                </c:pt>
                <c:pt idx="7740">
                  <c:v>0.25</c:v>
                </c:pt>
                <c:pt idx="7741">
                  <c:v>0.25</c:v>
                </c:pt>
                <c:pt idx="7742">
                  <c:v>0.25</c:v>
                </c:pt>
                <c:pt idx="7743">
                  <c:v>0.25</c:v>
                </c:pt>
                <c:pt idx="7744">
                  <c:v>0.25</c:v>
                </c:pt>
                <c:pt idx="7745">
                  <c:v>0.25</c:v>
                </c:pt>
                <c:pt idx="7746">
                  <c:v>0.25</c:v>
                </c:pt>
                <c:pt idx="7747">
                  <c:v>0.25</c:v>
                </c:pt>
                <c:pt idx="7748">
                  <c:v>0.25</c:v>
                </c:pt>
                <c:pt idx="7749">
                  <c:v>0.25</c:v>
                </c:pt>
                <c:pt idx="7750">
                  <c:v>0</c:v>
                </c:pt>
                <c:pt idx="7751">
                  <c:v>0</c:v>
                </c:pt>
                <c:pt idx="7752">
                  <c:v>0</c:v>
                </c:pt>
                <c:pt idx="7753">
                  <c:v>0</c:v>
                </c:pt>
                <c:pt idx="7754">
                  <c:v>0</c:v>
                </c:pt>
                <c:pt idx="7755">
                  <c:v>0</c:v>
                </c:pt>
                <c:pt idx="7756">
                  <c:v>0</c:v>
                </c:pt>
                <c:pt idx="7757">
                  <c:v>0</c:v>
                </c:pt>
                <c:pt idx="7758">
                  <c:v>0</c:v>
                </c:pt>
                <c:pt idx="7759">
                  <c:v>0</c:v>
                </c:pt>
                <c:pt idx="7760">
                  <c:v>0.25</c:v>
                </c:pt>
                <c:pt idx="7761">
                  <c:v>0.25</c:v>
                </c:pt>
                <c:pt idx="7762">
                  <c:v>0.25</c:v>
                </c:pt>
                <c:pt idx="7763">
                  <c:v>0.25</c:v>
                </c:pt>
                <c:pt idx="7764">
                  <c:v>0.32965100000000003</c:v>
                </c:pt>
                <c:pt idx="7765">
                  <c:v>0.31328099999999998</c:v>
                </c:pt>
                <c:pt idx="7766">
                  <c:v>0.25</c:v>
                </c:pt>
                <c:pt idx="7767">
                  <c:v>0.25</c:v>
                </c:pt>
                <c:pt idx="7768">
                  <c:v>0.25</c:v>
                </c:pt>
                <c:pt idx="7769">
                  <c:v>0.25</c:v>
                </c:pt>
                <c:pt idx="7770">
                  <c:v>0.25</c:v>
                </c:pt>
                <c:pt idx="7771">
                  <c:v>0.25</c:v>
                </c:pt>
                <c:pt idx="7772">
                  <c:v>0.25</c:v>
                </c:pt>
                <c:pt idx="7773">
                  <c:v>0.25</c:v>
                </c:pt>
                <c:pt idx="7774">
                  <c:v>0</c:v>
                </c:pt>
                <c:pt idx="7775">
                  <c:v>0</c:v>
                </c:pt>
                <c:pt idx="7776">
                  <c:v>0</c:v>
                </c:pt>
                <c:pt idx="7777">
                  <c:v>0</c:v>
                </c:pt>
                <c:pt idx="7778">
                  <c:v>0</c:v>
                </c:pt>
                <c:pt idx="7779">
                  <c:v>0</c:v>
                </c:pt>
                <c:pt idx="7780">
                  <c:v>0</c:v>
                </c:pt>
                <c:pt idx="7781">
                  <c:v>0</c:v>
                </c:pt>
                <c:pt idx="7782">
                  <c:v>0</c:v>
                </c:pt>
                <c:pt idx="7783">
                  <c:v>0</c:v>
                </c:pt>
                <c:pt idx="7784">
                  <c:v>0.25</c:v>
                </c:pt>
                <c:pt idx="7785">
                  <c:v>0.25</c:v>
                </c:pt>
                <c:pt idx="7786">
                  <c:v>0.25</c:v>
                </c:pt>
                <c:pt idx="7787">
                  <c:v>0.28983900000000001</c:v>
                </c:pt>
                <c:pt idx="7788">
                  <c:v>0.33216499999999999</c:v>
                </c:pt>
                <c:pt idx="7789">
                  <c:v>0.30326700000000001</c:v>
                </c:pt>
                <c:pt idx="7790">
                  <c:v>0.25</c:v>
                </c:pt>
                <c:pt idx="7791">
                  <c:v>0.25</c:v>
                </c:pt>
                <c:pt idx="7792">
                  <c:v>0.25</c:v>
                </c:pt>
                <c:pt idx="7793">
                  <c:v>0.25</c:v>
                </c:pt>
                <c:pt idx="7794">
                  <c:v>0.25</c:v>
                </c:pt>
                <c:pt idx="7795">
                  <c:v>0.25</c:v>
                </c:pt>
                <c:pt idx="7796">
                  <c:v>0.25</c:v>
                </c:pt>
                <c:pt idx="7797">
                  <c:v>0.25</c:v>
                </c:pt>
                <c:pt idx="7798">
                  <c:v>0</c:v>
                </c:pt>
                <c:pt idx="7799">
                  <c:v>0</c:v>
                </c:pt>
                <c:pt idx="7800">
                  <c:v>0</c:v>
                </c:pt>
                <c:pt idx="7801">
                  <c:v>0</c:v>
                </c:pt>
                <c:pt idx="7802">
                  <c:v>0</c:v>
                </c:pt>
                <c:pt idx="7803">
                  <c:v>0</c:v>
                </c:pt>
                <c:pt idx="7804">
                  <c:v>0</c:v>
                </c:pt>
                <c:pt idx="7805">
                  <c:v>0</c:v>
                </c:pt>
                <c:pt idx="7806">
                  <c:v>0</c:v>
                </c:pt>
                <c:pt idx="7807">
                  <c:v>0</c:v>
                </c:pt>
                <c:pt idx="7808">
                  <c:v>0.25</c:v>
                </c:pt>
                <c:pt idx="7809">
                  <c:v>0.25</c:v>
                </c:pt>
                <c:pt idx="7810">
                  <c:v>0.25</c:v>
                </c:pt>
                <c:pt idx="7811">
                  <c:v>0.25</c:v>
                </c:pt>
                <c:pt idx="7812">
                  <c:v>0.25225900000000001</c:v>
                </c:pt>
                <c:pt idx="7813">
                  <c:v>0.25</c:v>
                </c:pt>
                <c:pt idx="7814">
                  <c:v>0.25</c:v>
                </c:pt>
                <c:pt idx="7815">
                  <c:v>0.25</c:v>
                </c:pt>
                <c:pt idx="7816">
                  <c:v>0.25</c:v>
                </c:pt>
                <c:pt idx="7817">
                  <c:v>0.25</c:v>
                </c:pt>
                <c:pt idx="7818">
                  <c:v>0.25</c:v>
                </c:pt>
                <c:pt idx="7819">
                  <c:v>0.25</c:v>
                </c:pt>
                <c:pt idx="7820">
                  <c:v>0.25</c:v>
                </c:pt>
                <c:pt idx="7821">
                  <c:v>0.25</c:v>
                </c:pt>
                <c:pt idx="7822">
                  <c:v>0</c:v>
                </c:pt>
                <c:pt idx="7823">
                  <c:v>0</c:v>
                </c:pt>
                <c:pt idx="7824">
                  <c:v>0</c:v>
                </c:pt>
                <c:pt idx="7825">
                  <c:v>0</c:v>
                </c:pt>
                <c:pt idx="7826">
                  <c:v>0</c:v>
                </c:pt>
                <c:pt idx="7827">
                  <c:v>0</c:v>
                </c:pt>
                <c:pt idx="7828">
                  <c:v>0</c:v>
                </c:pt>
                <c:pt idx="7829">
                  <c:v>0</c:v>
                </c:pt>
                <c:pt idx="7830">
                  <c:v>0</c:v>
                </c:pt>
                <c:pt idx="7831">
                  <c:v>0</c:v>
                </c:pt>
                <c:pt idx="7832">
                  <c:v>0.25</c:v>
                </c:pt>
                <c:pt idx="7833">
                  <c:v>0.25</c:v>
                </c:pt>
                <c:pt idx="7834">
                  <c:v>0.25</c:v>
                </c:pt>
                <c:pt idx="7835">
                  <c:v>0.26231599999999999</c:v>
                </c:pt>
                <c:pt idx="7836">
                  <c:v>0.26765899999999998</c:v>
                </c:pt>
                <c:pt idx="7837">
                  <c:v>0.29102699999999998</c:v>
                </c:pt>
                <c:pt idx="7838">
                  <c:v>0.25</c:v>
                </c:pt>
                <c:pt idx="7839">
                  <c:v>0.25</c:v>
                </c:pt>
                <c:pt idx="7840">
                  <c:v>0.25</c:v>
                </c:pt>
                <c:pt idx="7841">
                  <c:v>0.25</c:v>
                </c:pt>
                <c:pt idx="7842">
                  <c:v>0.25</c:v>
                </c:pt>
                <c:pt idx="7843">
                  <c:v>0.25</c:v>
                </c:pt>
                <c:pt idx="7844">
                  <c:v>0.25</c:v>
                </c:pt>
                <c:pt idx="7845">
                  <c:v>0.25</c:v>
                </c:pt>
                <c:pt idx="7846">
                  <c:v>0</c:v>
                </c:pt>
                <c:pt idx="7847">
                  <c:v>0</c:v>
                </c:pt>
                <c:pt idx="7848">
                  <c:v>0</c:v>
                </c:pt>
                <c:pt idx="7849">
                  <c:v>0</c:v>
                </c:pt>
                <c:pt idx="7850">
                  <c:v>0</c:v>
                </c:pt>
                <c:pt idx="7851">
                  <c:v>0</c:v>
                </c:pt>
                <c:pt idx="7852">
                  <c:v>0</c:v>
                </c:pt>
                <c:pt idx="7853">
                  <c:v>0</c:v>
                </c:pt>
                <c:pt idx="7854">
                  <c:v>0</c:v>
                </c:pt>
                <c:pt idx="7855">
                  <c:v>0</c:v>
                </c:pt>
                <c:pt idx="7856">
                  <c:v>0.25</c:v>
                </c:pt>
                <c:pt idx="7857">
                  <c:v>0.25</c:v>
                </c:pt>
                <c:pt idx="7858">
                  <c:v>0.25</c:v>
                </c:pt>
                <c:pt idx="7859">
                  <c:v>0.25</c:v>
                </c:pt>
                <c:pt idx="7860">
                  <c:v>0.25595899999999999</c:v>
                </c:pt>
                <c:pt idx="7861">
                  <c:v>0.25</c:v>
                </c:pt>
                <c:pt idx="7862">
                  <c:v>0.25</c:v>
                </c:pt>
                <c:pt idx="7863">
                  <c:v>0.25</c:v>
                </c:pt>
                <c:pt idx="7864">
                  <c:v>0.25</c:v>
                </c:pt>
                <c:pt idx="7865">
                  <c:v>0.25</c:v>
                </c:pt>
                <c:pt idx="7866">
                  <c:v>0.25</c:v>
                </c:pt>
                <c:pt idx="7867">
                  <c:v>0.25</c:v>
                </c:pt>
                <c:pt idx="7868">
                  <c:v>0.25</c:v>
                </c:pt>
                <c:pt idx="7869">
                  <c:v>0.25</c:v>
                </c:pt>
                <c:pt idx="7870">
                  <c:v>0</c:v>
                </c:pt>
                <c:pt idx="7871">
                  <c:v>0</c:v>
                </c:pt>
                <c:pt idx="7872">
                  <c:v>0</c:v>
                </c:pt>
                <c:pt idx="7873">
                  <c:v>0</c:v>
                </c:pt>
                <c:pt idx="7874">
                  <c:v>0</c:v>
                </c:pt>
                <c:pt idx="7875">
                  <c:v>0</c:v>
                </c:pt>
                <c:pt idx="7876">
                  <c:v>0</c:v>
                </c:pt>
                <c:pt idx="7877">
                  <c:v>0</c:v>
                </c:pt>
                <c:pt idx="7878">
                  <c:v>0</c:v>
                </c:pt>
                <c:pt idx="7879">
                  <c:v>0</c:v>
                </c:pt>
                <c:pt idx="7880">
                  <c:v>0.25</c:v>
                </c:pt>
                <c:pt idx="7881">
                  <c:v>0.25</c:v>
                </c:pt>
                <c:pt idx="7882">
                  <c:v>0.25</c:v>
                </c:pt>
                <c:pt idx="7883">
                  <c:v>0.25</c:v>
                </c:pt>
                <c:pt idx="7884">
                  <c:v>0.26712000000000002</c:v>
                </c:pt>
                <c:pt idx="7885">
                  <c:v>0.25</c:v>
                </c:pt>
                <c:pt idx="7886">
                  <c:v>0.25</c:v>
                </c:pt>
                <c:pt idx="7887">
                  <c:v>0.25</c:v>
                </c:pt>
                <c:pt idx="7888">
                  <c:v>0.25</c:v>
                </c:pt>
                <c:pt idx="7889">
                  <c:v>0.25</c:v>
                </c:pt>
                <c:pt idx="7890">
                  <c:v>0.25</c:v>
                </c:pt>
                <c:pt idx="7891">
                  <c:v>0.25</c:v>
                </c:pt>
                <c:pt idx="7892">
                  <c:v>0.25</c:v>
                </c:pt>
                <c:pt idx="7893">
                  <c:v>0.25</c:v>
                </c:pt>
                <c:pt idx="7894">
                  <c:v>0</c:v>
                </c:pt>
                <c:pt idx="7895">
                  <c:v>0</c:v>
                </c:pt>
                <c:pt idx="7896">
                  <c:v>0</c:v>
                </c:pt>
                <c:pt idx="7897">
                  <c:v>0</c:v>
                </c:pt>
                <c:pt idx="7898">
                  <c:v>0</c:v>
                </c:pt>
                <c:pt idx="7899">
                  <c:v>0</c:v>
                </c:pt>
                <c:pt idx="7900">
                  <c:v>0</c:v>
                </c:pt>
                <c:pt idx="7901">
                  <c:v>0</c:v>
                </c:pt>
                <c:pt idx="7902">
                  <c:v>0</c:v>
                </c:pt>
                <c:pt idx="7903">
                  <c:v>0</c:v>
                </c:pt>
                <c:pt idx="7904">
                  <c:v>0.25</c:v>
                </c:pt>
                <c:pt idx="7905">
                  <c:v>0.31362800000000002</c:v>
                </c:pt>
                <c:pt idx="7906">
                  <c:v>0.36049399999999998</c:v>
                </c:pt>
                <c:pt idx="7907">
                  <c:v>0.46381299999999998</c:v>
                </c:pt>
                <c:pt idx="7908">
                  <c:v>0.45309300000000002</c:v>
                </c:pt>
                <c:pt idx="7909">
                  <c:v>0.42952299999999999</c:v>
                </c:pt>
                <c:pt idx="7910">
                  <c:v>0.32432</c:v>
                </c:pt>
                <c:pt idx="7911">
                  <c:v>0.28732400000000002</c:v>
                </c:pt>
                <c:pt idx="7912">
                  <c:v>0.25</c:v>
                </c:pt>
                <c:pt idx="7913">
                  <c:v>0.25</c:v>
                </c:pt>
                <c:pt idx="7914">
                  <c:v>0.25</c:v>
                </c:pt>
                <c:pt idx="7915">
                  <c:v>0.25</c:v>
                </c:pt>
                <c:pt idx="7916">
                  <c:v>0.25</c:v>
                </c:pt>
                <c:pt idx="7917">
                  <c:v>0.25</c:v>
                </c:pt>
                <c:pt idx="7918">
                  <c:v>0</c:v>
                </c:pt>
                <c:pt idx="7919">
                  <c:v>0</c:v>
                </c:pt>
                <c:pt idx="7920">
                  <c:v>0</c:v>
                </c:pt>
                <c:pt idx="7921">
                  <c:v>0</c:v>
                </c:pt>
                <c:pt idx="7922">
                  <c:v>0</c:v>
                </c:pt>
                <c:pt idx="7923">
                  <c:v>0</c:v>
                </c:pt>
                <c:pt idx="7924">
                  <c:v>0</c:v>
                </c:pt>
                <c:pt idx="7925">
                  <c:v>0</c:v>
                </c:pt>
                <c:pt idx="7926">
                  <c:v>0</c:v>
                </c:pt>
                <c:pt idx="7927">
                  <c:v>0</c:v>
                </c:pt>
                <c:pt idx="7928">
                  <c:v>0.25</c:v>
                </c:pt>
                <c:pt idx="7929">
                  <c:v>0.25759700000000002</c:v>
                </c:pt>
                <c:pt idx="7930">
                  <c:v>0.31668099999999999</c:v>
                </c:pt>
                <c:pt idx="7931">
                  <c:v>0.46056900000000001</c:v>
                </c:pt>
                <c:pt idx="7932">
                  <c:v>0.46034799999999998</c:v>
                </c:pt>
                <c:pt idx="7933">
                  <c:v>0.390488</c:v>
                </c:pt>
                <c:pt idx="7934">
                  <c:v>0.25</c:v>
                </c:pt>
                <c:pt idx="7935">
                  <c:v>0.25</c:v>
                </c:pt>
                <c:pt idx="7936">
                  <c:v>0.25</c:v>
                </c:pt>
                <c:pt idx="7937">
                  <c:v>0.25</c:v>
                </c:pt>
                <c:pt idx="7938">
                  <c:v>0.25</c:v>
                </c:pt>
                <c:pt idx="7939">
                  <c:v>0.25</c:v>
                </c:pt>
                <c:pt idx="7940">
                  <c:v>0.25</c:v>
                </c:pt>
                <c:pt idx="7941">
                  <c:v>0.25</c:v>
                </c:pt>
                <c:pt idx="7942">
                  <c:v>0</c:v>
                </c:pt>
                <c:pt idx="7943">
                  <c:v>0</c:v>
                </c:pt>
                <c:pt idx="7944">
                  <c:v>0</c:v>
                </c:pt>
                <c:pt idx="7945">
                  <c:v>0</c:v>
                </c:pt>
                <c:pt idx="7946">
                  <c:v>0</c:v>
                </c:pt>
                <c:pt idx="7947">
                  <c:v>0</c:v>
                </c:pt>
                <c:pt idx="7948">
                  <c:v>0</c:v>
                </c:pt>
                <c:pt idx="7949">
                  <c:v>0</c:v>
                </c:pt>
                <c:pt idx="7950">
                  <c:v>0</c:v>
                </c:pt>
                <c:pt idx="7951">
                  <c:v>0</c:v>
                </c:pt>
                <c:pt idx="7952">
                  <c:v>0.25</c:v>
                </c:pt>
                <c:pt idx="7953">
                  <c:v>0.25</c:v>
                </c:pt>
                <c:pt idx="7954">
                  <c:v>0.25</c:v>
                </c:pt>
                <c:pt idx="7955">
                  <c:v>0.33119799999999999</c:v>
                </c:pt>
                <c:pt idx="7956">
                  <c:v>0.457928</c:v>
                </c:pt>
                <c:pt idx="7957">
                  <c:v>0.41772999999999999</c:v>
                </c:pt>
                <c:pt idx="7958">
                  <c:v>0.312807</c:v>
                </c:pt>
                <c:pt idx="7959">
                  <c:v>0.27448699999999998</c:v>
                </c:pt>
                <c:pt idx="7960">
                  <c:v>0.25</c:v>
                </c:pt>
                <c:pt idx="7961">
                  <c:v>0.25</c:v>
                </c:pt>
                <c:pt idx="7962">
                  <c:v>0.25</c:v>
                </c:pt>
                <c:pt idx="7963">
                  <c:v>0.25</c:v>
                </c:pt>
                <c:pt idx="7964">
                  <c:v>0.25</c:v>
                </c:pt>
                <c:pt idx="7965">
                  <c:v>0.25</c:v>
                </c:pt>
                <c:pt idx="7966">
                  <c:v>0</c:v>
                </c:pt>
                <c:pt idx="7967">
                  <c:v>0</c:v>
                </c:pt>
                <c:pt idx="7968">
                  <c:v>0</c:v>
                </c:pt>
                <c:pt idx="7969">
                  <c:v>0</c:v>
                </c:pt>
                <c:pt idx="7970">
                  <c:v>0</c:v>
                </c:pt>
                <c:pt idx="7971">
                  <c:v>0</c:v>
                </c:pt>
                <c:pt idx="7972">
                  <c:v>0</c:v>
                </c:pt>
                <c:pt idx="7973">
                  <c:v>0</c:v>
                </c:pt>
                <c:pt idx="7974">
                  <c:v>0</c:v>
                </c:pt>
                <c:pt idx="7975">
                  <c:v>0</c:v>
                </c:pt>
                <c:pt idx="7976">
                  <c:v>0.25</c:v>
                </c:pt>
                <c:pt idx="7977">
                  <c:v>0.27070100000000002</c:v>
                </c:pt>
                <c:pt idx="7978">
                  <c:v>0.35974899999999999</c:v>
                </c:pt>
                <c:pt idx="7979">
                  <c:v>0.45719500000000002</c:v>
                </c:pt>
                <c:pt idx="7980">
                  <c:v>0.50087999999999999</c:v>
                </c:pt>
                <c:pt idx="7981">
                  <c:v>0.51040799999999997</c:v>
                </c:pt>
                <c:pt idx="7982">
                  <c:v>0.416736</c:v>
                </c:pt>
                <c:pt idx="7983">
                  <c:v>0.39158500000000002</c:v>
                </c:pt>
                <c:pt idx="7984">
                  <c:v>0.36832900000000002</c:v>
                </c:pt>
                <c:pt idx="7985">
                  <c:v>0.30987700000000001</c:v>
                </c:pt>
                <c:pt idx="7986">
                  <c:v>0.25</c:v>
                </c:pt>
                <c:pt idx="7987">
                  <c:v>0.25</c:v>
                </c:pt>
                <c:pt idx="7988">
                  <c:v>0.25</c:v>
                </c:pt>
                <c:pt idx="7989">
                  <c:v>0.25</c:v>
                </c:pt>
                <c:pt idx="7990">
                  <c:v>0</c:v>
                </c:pt>
                <c:pt idx="7991">
                  <c:v>0</c:v>
                </c:pt>
                <c:pt idx="7992">
                  <c:v>0</c:v>
                </c:pt>
                <c:pt idx="7993">
                  <c:v>0</c:v>
                </c:pt>
                <c:pt idx="7994">
                  <c:v>0</c:v>
                </c:pt>
                <c:pt idx="7995">
                  <c:v>0</c:v>
                </c:pt>
                <c:pt idx="7996">
                  <c:v>0</c:v>
                </c:pt>
                <c:pt idx="7997">
                  <c:v>0</c:v>
                </c:pt>
                <c:pt idx="7998">
                  <c:v>0</c:v>
                </c:pt>
                <c:pt idx="7999">
                  <c:v>0</c:v>
                </c:pt>
                <c:pt idx="8000">
                  <c:v>0.25</c:v>
                </c:pt>
                <c:pt idx="8001">
                  <c:v>0.25</c:v>
                </c:pt>
                <c:pt idx="8002">
                  <c:v>0.28297600000000001</c:v>
                </c:pt>
                <c:pt idx="8003">
                  <c:v>0.33946599999999999</c:v>
                </c:pt>
                <c:pt idx="8004">
                  <c:v>0.34250999999999998</c:v>
                </c:pt>
                <c:pt idx="8005">
                  <c:v>0.32713399999999998</c:v>
                </c:pt>
                <c:pt idx="8006">
                  <c:v>0.25</c:v>
                </c:pt>
                <c:pt idx="8007">
                  <c:v>0.25</c:v>
                </c:pt>
                <c:pt idx="8008">
                  <c:v>0.25</c:v>
                </c:pt>
                <c:pt idx="8009">
                  <c:v>0.25</c:v>
                </c:pt>
                <c:pt idx="8010">
                  <c:v>0.25</c:v>
                </c:pt>
                <c:pt idx="8011">
                  <c:v>0.25</c:v>
                </c:pt>
                <c:pt idx="8012">
                  <c:v>0.25</c:v>
                </c:pt>
                <c:pt idx="8013">
                  <c:v>0.25</c:v>
                </c:pt>
                <c:pt idx="8014">
                  <c:v>0</c:v>
                </c:pt>
                <c:pt idx="8015">
                  <c:v>0</c:v>
                </c:pt>
                <c:pt idx="8016">
                  <c:v>0</c:v>
                </c:pt>
                <c:pt idx="8017">
                  <c:v>0</c:v>
                </c:pt>
                <c:pt idx="8018">
                  <c:v>0</c:v>
                </c:pt>
                <c:pt idx="8019">
                  <c:v>0</c:v>
                </c:pt>
                <c:pt idx="8020">
                  <c:v>0</c:v>
                </c:pt>
                <c:pt idx="8021">
                  <c:v>0</c:v>
                </c:pt>
                <c:pt idx="8022">
                  <c:v>0</c:v>
                </c:pt>
                <c:pt idx="8023">
                  <c:v>0</c:v>
                </c:pt>
                <c:pt idx="8024">
                  <c:v>0.25</c:v>
                </c:pt>
                <c:pt idx="8025">
                  <c:v>0.25</c:v>
                </c:pt>
                <c:pt idx="8026">
                  <c:v>0.25</c:v>
                </c:pt>
                <c:pt idx="8027">
                  <c:v>0.25</c:v>
                </c:pt>
                <c:pt idx="8028">
                  <c:v>0.25</c:v>
                </c:pt>
                <c:pt idx="8029">
                  <c:v>0.25</c:v>
                </c:pt>
                <c:pt idx="8030">
                  <c:v>0.25</c:v>
                </c:pt>
                <c:pt idx="8031">
                  <c:v>0.25</c:v>
                </c:pt>
                <c:pt idx="8032">
                  <c:v>0.25</c:v>
                </c:pt>
                <c:pt idx="8033">
                  <c:v>0.25</c:v>
                </c:pt>
                <c:pt idx="8034">
                  <c:v>0.25</c:v>
                </c:pt>
                <c:pt idx="8035">
                  <c:v>0.25</c:v>
                </c:pt>
                <c:pt idx="8036">
                  <c:v>0.25</c:v>
                </c:pt>
                <c:pt idx="8037">
                  <c:v>0.25</c:v>
                </c:pt>
                <c:pt idx="8038">
                  <c:v>0</c:v>
                </c:pt>
                <c:pt idx="8039">
                  <c:v>0</c:v>
                </c:pt>
                <c:pt idx="8040">
                  <c:v>0</c:v>
                </c:pt>
                <c:pt idx="8041">
                  <c:v>0</c:v>
                </c:pt>
                <c:pt idx="8042">
                  <c:v>0</c:v>
                </c:pt>
                <c:pt idx="8043">
                  <c:v>0</c:v>
                </c:pt>
                <c:pt idx="8044">
                  <c:v>0</c:v>
                </c:pt>
                <c:pt idx="8045">
                  <c:v>0</c:v>
                </c:pt>
                <c:pt idx="8046">
                  <c:v>0</c:v>
                </c:pt>
                <c:pt idx="8047">
                  <c:v>0</c:v>
                </c:pt>
                <c:pt idx="8048">
                  <c:v>0.25</c:v>
                </c:pt>
                <c:pt idx="8049">
                  <c:v>0.25</c:v>
                </c:pt>
                <c:pt idx="8050">
                  <c:v>0.25</c:v>
                </c:pt>
                <c:pt idx="8051">
                  <c:v>0.25</c:v>
                </c:pt>
                <c:pt idx="8052">
                  <c:v>0.25</c:v>
                </c:pt>
                <c:pt idx="8053">
                  <c:v>0.25</c:v>
                </c:pt>
                <c:pt idx="8054">
                  <c:v>0.25</c:v>
                </c:pt>
                <c:pt idx="8055">
                  <c:v>0.25</c:v>
                </c:pt>
                <c:pt idx="8056">
                  <c:v>0.25</c:v>
                </c:pt>
                <c:pt idx="8057">
                  <c:v>0.25</c:v>
                </c:pt>
                <c:pt idx="8058">
                  <c:v>0.25</c:v>
                </c:pt>
                <c:pt idx="8059">
                  <c:v>0.25</c:v>
                </c:pt>
                <c:pt idx="8060">
                  <c:v>0.25</c:v>
                </c:pt>
                <c:pt idx="8061">
                  <c:v>0.25</c:v>
                </c:pt>
                <c:pt idx="8062">
                  <c:v>0</c:v>
                </c:pt>
                <c:pt idx="8063">
                  <c:v>0</c:v>
                </c:pt>
                <c:pt idx="8064">
                  <c:v>0</c:v>
                </c:pt>
                <c:pt idx="8065">
                  <c:v>0</c:v>
                </c:pt>
                <c:pt idx="8066">
                  <c:v>0</c:v>
                </c:pt>
                <c:pt idx="8067">
                  <c:v>0</c:v>
                </c:pt>
                <c:pt idx="8068">
                  <c:v>0</c:v>
                </c:pt>
                <c:pt idx="8069">
                  <c:v>0</c:v>
                </c:pt>
                <c:pt idx="8070">
                  <c:v>0</c:v>
                </c:pt>
                <c:pt idx="8071">
                  <c:v>0</c:v>
                </c:pt>
                <c:pt idx="8072">
                  <c:v>0.25</c:v>
                </c:pt>
                <c:pt idx="8073">
                  <c:v>0.25</c:v>
                </c:pt>
                <c:pt idx="8074">
                  <c:v>0.25</c:v>
                </c:pt>
                <c:pt idx="8075">
                  <c:v>0.25</c:v>
                </c:pt>
                <c:pt idx="8076">
                  <c:v>0.25</c:v>
                </c:pt>
                <c:pt idx="8077">
                  <c:v>0.25</c:v>
                </c:pt>
                <c:pt idx="8078">
                  <c:v>0.25</c:v>
                </c:pt>
                <c:pt idx="8079">
                  <c:v>0.25</c:v>
                </c:pt>
                <c:pt idx="8080">
                  <c:v>0.25</c:v>
                </c:pt>
                <c:pt idx="8081">
                  <c:v>0.25</c:v>
                </c:pt>
                <c:pt idx="8082">
                  <c:v>0.25</c:v>
                </c:pt>
                <c:pt idx="8083">
                  <c:v>0.25</c:v>
                </c:pt>
                <c:pt idx="8084">
                  <c:v>0.25</c:v>
                </c:pt>
                <c:pt idx="8085">
                  <c:v>0.25</c:v>
                </c:pt>
                <c:pt idx="8086">
                  <c:v>0</c:v>
                </c:pt>
                <c:pt idx="8087">
                  <c:v>0</c:v>
                </c:pt>
                <c:pt idx="8088">
                  <c:v>0</c:v>
                </c:pt>
                <c:pt idx="8089">
                  <c:v>0</c:v>
                </c:pt>
                <c:pt idx="8090">
                  <c:v>0</c:v>
                </c:pt>
                <c:pt idx="8091">
                  <c:v>0</c:v>
                </c:pt>
                <c:pt idx="8092">
                  <c:v>0</c:v>
                </c:pt>
                <c:pt idx="8093">
                  <c:v>0</c:v>
                </c:pt>
                <c:pt idx="8094">
                  <c:v>0</c:v>
                </c:pt>
                <c:pt idx="8095">
                  <c:v>0</c:v>
                </c:pt>
                <c:pt idx="8096">
                  <c:v>0.25</c:v>
                </c:pt>
                <c:pt idx="8097">
                  <c:v>0.25</c:v>
                </c:pt>
                <c:pt idx="8098">
                  <c:v>0.25</c:v>
                </c:pt>
                <c:pt idx="8099">
                  <c:v>0.25</c:v>
                </c:pt>
                <c:pt idx="8100">
                  <c:v>0.25</c:v>
                </c:pt>
                <c:pt idx="8101">
                  <c:v>0.25</c:v>
                </c:pt>
                <c:pt idx="8102">
                  <c:v>0.25</c:v>
                </c:pt>
                <c:pt idx="8103">
                  <c:v>0.25</c:v>
                </c:pt>
                <c:pt idx="8104">
                  <c:v>0.25</c:v>
                </c:pt>
                <c:pt idx="8105">
                  <c:v>0.25</c:v>
                </c:pt>
                <c:pt idx="8106">
                  <c:v>0.25</c:v>
                </c:pt>
                <c:pt idx="8107">
                  <c:v>0.25</c:v>
                </c:pt>
                <c:pt idx="8108">
                  <c:v>0.25</c:v>
                </c:pt>
                <c:pt idx="8109">
                  <c:v>0.25</c:v>
                </c:pt>
                <c:pt idx="8110">
                  <c:v>0</c:v>
                </c:pt>
                <c:pt idx="8111">
                  <c:v>0</c:v>
                </c:pt>
                <c:pt idx="8112">
                  <c:v>0</c:v>
                </c:pt>
                <c:pt idx="8113">
                  <c:v>0</c:v>
                </c:pt>
                <c:pt idx="8114">
                  <c:v>0</c:v>
                </c:pt>
                <c:pt idx="8115">
                  <c:v>0</c:v>
                </c:pt>
                <c:pt idx="8116">
                  <c:v>0</c:v>
                </c:pt>
                <c:pt idx="8117">
                  <c:v>0</c:v>
                </c:pt>
                <c:pt idx="8118">
                  <c:v>0</c:v>
                </c:pt>
                <c:pt idx="8119">
                  <c:v>0</c:v>
                </c:pt>
                <c:pt idx="8120">
                  <c:v>0.25</c:v>
                </c:pt>
                <c:pt idx="8121">
                  <c:v>0.25</c:v>
                </c:pt>
                <c:pt idx="8122">
                  <c:v>0.25</c:v>
                </c:pt>
                <c:pt idx="8123">
                  <c:v>0.25</c:v>
                </c:pt>
                <c:pt idx="8124">
                  <c:v>0.25</c:v>
                </c:pt>
                <c:pt idx="8125">
                  <c:v>0.25</c:v>
                </c:pt>
                <c:pt idx="8126">
                  <c:v>0.25</c:v>
                </c:pt>
                <c:pt idx="8127">
                  <c:v>0.25</c:v>
                </c:pt>
                <c:pt idx="8128">
                  <c:v>0.25</c:v>
                </c:pt>
                <c:pt idx="8129">
                  <c:v>0.25</c:v>
                </c:pt>
                <c:pt idx="8130">
                  <c:v>0.25</c:v>
                </c:pt>
                <c:pt idx="8131">
                  <c:v>0.25</c:v>
                </c:pt>
                <c:pt idx="8132">
                  <c:v>0.25</c:v>
                </c:pt>
                <c:pt idx="8133">
                  <c:v>0.25</c:v>
                </c:pt>
                <c:pt idx="8134">
                  <c:v>0</c:v>
                </c:pt>
                <c:pt idx="8135">
                  <c:v>0</c:v>
                </c:pt>
                <c:pt idx="8136">
                  <c:v>0</c:v>
                </c:pt>
                <c:pt idx="8137">
                  <c:v>0</c:v>
                </c:pt>
                <c:pt idx="8138">
                  <c:v>0</c:v>
                </c:pt>
                <c:pt idx="8139">
                  <c:v>0</c:v>
                </c:pt>
                <c:pt idx="8140">
                  <c:v>0</c:v>
                </c:pt>
                <c:pt idx="8141">
                  <c:v>0</c:v>
                </c:pt>
                <c:pt idx="8142">
                  <c:v>0</c:v>
                </c:pt>
                <c:pt idx="8143">
                  <c:v>0</c:v>
                </c:pt>
                <c:pt idx="8144">
                  <c:v>0.25</c:v>
                </c:pt>
                <c:pt idx="8145">
                  <c:v>0.25</c:v>
                </c:pt>
                <c:pt idx="8146">
                  <c:v>0.25</c:v>
                </c:pt>
                <c:pt idx="8147">
                  <c:v>0.25</c:v>
                </c:pt>
                <c:pt idx="8148">
                  <c:v>0.25</c:v>
                </c:pt>
                <c:pt idx="8149">
                  <c:v>0.25</c:v>
                </c:pt>
                <c:pt idx="8150">
                  <c:v>0.25</c:v>
                </c:pt>
                <c:pt idx="8151">
                  <c:v>0.25</c:v>
                </c:pt>
                <c:pt idx="8152">
                  <c:v>0.25</c:v>
                </c:pt>
                <c:pt idx="8153">
                  <c:v>0.25</c:v>
                </c:pt>
                <c:pt idx="8154">
                  <c:v>0.25</c:v>
                </c:pt>
                <c:pt idx="8155">
                  <c:v>0.25</c:v>
                </c:pt>
                <c:pt idx="8156">
                  <c:v>0.25</c:v>
                </c:pt>
                <c:pt idx="8157">
                  <c:v>0.25</c:v>
                </c:pt>
                <c:pt idx="8158">
                  <c:v>0</c:v>
                </c:pt>
                <c:pt idx="8159">
                  <c:v>0</c:v>
                </c:pt>
                <c:pt idx="8160">
                  <c:v>0</c:v>
                </c:pt>
                <c:pt idx="8161">
                  <c:v>0</c:v>
                </c:pt>
                <c:pt idx="8162">
                  <c:v>0</c:v>
                </c:pt>
                <c:pt idx="8163">
                  <c:v>0</c:v>
                </c:pt>
                <c:pt idx="8164">
                  <c:v>0</c:v>
                </c:pt>
                <c:pt idx="8165">
                  <c:v>0</c:v>
                </c:pt>
                <c:pt idx="8166">
                  <c:v>0</c:v>
                </c:pt>
                <c:pt idx="8167">
                  <c:v>0</c:v>
                </c:pt>
                <c:pt idx="8168">
                  <c:v>0.25</c:v>
                </c:pt>
                <c:pt idx="8169">
                  <c:v>0.25</c:v>
                </c:pt>
                <c:pt idx="8170">
                  <c:v>0.25</c:v>
                </c:pt>
                <c:pt idx="8171">
                  <c:v>0.25</c:v>
                </c:pt>
                <c:pt idx="8172">
                  <c:v>0.25</c:v>
                </c:pt>
                <c:pt idx="8173">
                  <c:v>0.25</c:v>
                </c:pt>
                <c:pt idx="8174">
                  <c:v>0.25</c:v>
                </c:pt>
                <c:pt idx="8175">
                  <c:v>0.25</c:v>
                </c:pt>
                <c:pt idx="8176">
                  <c:v>0.25</c:v>
                </c:pt>
                <c:pt idx="8177">
                  <c:v>0.25</c:v>
                </c:pt>
                <c:pt idx="8178">
                  <c:v>0.25</c:v>
                </c:pt>
                <c:pt idx="8179">
                  <c:v>0.25</c:v>
                </c:pt>
                <c:pt idx="8180">
                  <c:v>0.25</c:v>
                </c:pt>
                <c:pt idx="8181">
                  <c:v>0.25</c:v>
                </c:pt>
                <c:pt idx="8182">
                  <c:v>0</c:v>
                </c:pt>
                <c:pt idx="8183">
                  <c:v>0</c:v>
                </c:pt>
                <c:pt idx="8184">
                  <c:v>0</c:v>
                </c:pt>
                <c:pt idx="8185">
                  <c:v>0</c:v>
                </c:pt>
                <c:pt idx="8186">
                  <c:v>0</c:v>
                </c:pt>
                <c:pt idx="8187">
                  <c:v>0</c:v>
                </c:pt>
                <c:pt idx="8188">
                  <c:v>0</c:v>
                </c:pt>
                <c:pt idx="8189">
                  <c:v>0</c:v>
                </c:pt>
                <c:pt idx="8190">
                  <c:v>0</c:v>
                </c:pt>
                <c:pt idx="8191">
                  <c:v>0</c:v>
                </c:pt>
                <c:pt idx="8192">
                  <c:v>0.25</c:v>
                </c:pt>
                <c:pt idx="8193">
                  <c:v>0.25</c:v>
                </c:pt>
                <c:pt idx="8194">
                  <c:v>0.25</c:v>
                </c:pt>
                <c:pt idx="8195">
                  <c:v>0.25</c:v>
                </c:pt>
                <c:pt idx="8196">
                  <c:v>0.25</c:v>
                </c:pt>
                <c:pt idx="8197">
                  <c:v>0.25</c:v>
                </c:pt>
                <c:pt idx="8198">
                  <c:v>0.25</c:v>
                </c:pt>
                <c:pt idx="8199">
                  <c:v>0.25</c:v>
                </c:pt>
                <c:pt idx="8200">
                  <c:v>0.25</c:v>
                </c:pt>
                <c:pt idx="8201">
                  <c:v>0.25</c:v>
                </c:pt>
                <c:pt idx="8202">
                  <c:v>0.25</c:v>
                </c:pt>
                <c:pt idx="8203">
                  <c:v>0.25</c:v>
                </c:pt>
                <c:pt idx="8204">
                  <c:v>0.25</c:v>
                </c:pt>
                <c:pt idx="8205">
                  <c:v>0.25</c:v>
                </c:pt>
                <c:pt idx="8206">
                  <c:v>0</c:v>
                </c:pt>
                <c:pt idx="8207">
                  <c:v>0</c:v>
                </c:pt>
                <c:pt idx="8208">
                  <c:v>0</c:v>
                </c:pt>
                <c:pt idx="8209">
                  <c:v>0</c:v>
                </c:pt>
                <c:pt idx="8210">
                  <c:v>0</c:v>
                </c:pt>
                <c:pt idx="8211">
                  <c:v>0</c:v>
                </c:pt>
                <c:pt idx="8212">
                  <c:v>0</c:v>
                </c:pt>
                <c:pt idx="8213">
                  <c:v>0</c:v>
                </c:pt>
                <c:pt idx="8214">
                  <c:v>0</c:v>
                </c:pt>
                <c:pt idx="8215">
                  <c:v>0</c:v>
                </c:pt>
                <c:pt idx="8216">
                  <c:v>0.25</c:v>
                </c:pt>
                <c:pt idx="8217">
                  <c:v>0.25</c:v>
                </c:pt>
                <c:pt idx="8218">
                  <c:v>0.25</c:v>
                </c:pt>
                <c:pt idx="8219">
                  <c:v>0.25</c:v>
                </c:pt>
                <c:pt idx="8220">
                  <c:v>0.25</c:v>
                </c:pt>
                <c:pt idx="8221">
                  <c:v>0.25</c:v>
                </c:pt>
                <c:pt idx="8222">
                  <c:v>0.25</c:v>
                </c:pt>
                <c:pt idx="8223">
                  <c:v>0.25</c:v>
                </c:pt>
                <c:pt idx="8224">
                  <c:v>0.25</c:v>
                </c:pt>
                <c:pt idx="8225">
                  <c:v>0.25</c:v>
                </c:pt>
                <c:pt idx="8226">
                  <c:v>0.25</c:v>
                </c:pt>
                <c:pt idx="8227">
                  <c:v>0.25</c:v>
                </c:pt>
                <c:pt idx="8228">
                  <c:v>0.25</c:v>
                </c:pt>
                <c:pt idx="8229">
                  <c:v>0.25</c:v>
                </c:pt>
                <c:pt idx="8230">
                  <c:v>0</c:v>
                </c:pt>
                <c:pt idx="8231">
                  <c:v>0</c:v>
                </c:pt>
                <c:pt idx="8232">
                  <c:v>0</c:v>
                </c:pt>
                <c:pt idx="8233">
                  <c:v>0</c:v>
                </c:pt>
                <c:pt idx="8234">
                  <c:v>0</c:v>
                </c:pt>
                <c:pt idx="8235">
                  <c:v>0</c:v>
                </c:pt>
                <c:pt idx="8236">
                  <c:v>0</c:v>
                </c:pt>
                <c:pt idx="8237">
                  <c:v>0</c:v>
                </c:pt>
                <c:pt idx="8238">
                  <c:v>0</c:v>
                </c:pt>
                <c:pt idx="8239">
                  <c:v>0</c:v>
                </c:pt>
                <c:pt idx="8240">
                  <c:v>0.25</c:v>
                </c:pt>
                <c:pt idx="8241">
                  <c:v>0.25</c:v>
                </c:pt>
                <c:pt idx="8242">
                  <c:v>0.25</c:v>
                </c:pt>
                <c:pt idx="8243">
                  <c:v>0.25</c:v>
                </c:pt>
                <c:pt idx="8244">
                  <c:v>0.25</c:v>
                </c:pt>
                <c:pt idx="8245">
                  <c:v>0.25</c:v>
                </c:pt>
                <c:pt idx="8246">
                  <c:v>0.25</c:v>
                </c:pt>
                <c:pt idx="8247">
                  <c:v>0.25</c:v>
                </c:pt>
                <c:pt idx="8248">
                  <c:v>0.25</c:v>
                </c:pt>
                <c:pt idx="8249">
                  <c:v>0.25</c:v>
                </c:pt>
                <c:pt idx="8250">
                  <c:v>0.25</c:v>
                </c:pt>
                <c:pt idx="8251">
                  <c:v>0.25</c:v>
                </c:pt>
                <c:pt idx="8252">
                  <c:v>0.25</c:v>
                </c:pt>
                <c:pt idx="8253">
                  <c:v>0.25</c:v>
                </c:pt>
                <c:pt idx="8254">
                  <c:v>0</c:v>
                </c:pt>
                <c:pt idx="8255">
                  <c:v>0</c:v>
                </c:pt>
                <c:pt idx="8256">
                  <c:v>0</c:v>
                </c:pt>
                <c:pt idx="8257">
                  <c:v>0</c:v>
                </c:pt>
                <c:pt idx="8258">
                  <c:v>0</c:v>
                </c:pt>
                <c:pt idx="8259">
                  <c:v>0</c:v>
                </c:pt>
                <c:pt idx="8260">
                  <c:v>0</c:v>
                </c:pt>
                <c:pt idx="8261">
                  <c:v>0</c:v>
                </c:pt>
                <c:pt idx="8262">
                  <c:v>0</c:v>
                </c:pt>
                <c:pt idx="8263">
                  <c:v>0</c:v>
                </c:pt>
                <c:pt idx="8264">
                  <c:v>0.25</c:v>
                </c:pt>
                <c:pt idx="8265">
                  <c:v>0.25</c:v>
                </c:pt>
                <c:pt idx="8266">
                  <c:v>0.25</c:v>
                </c:pt>
                <c:pt idx="8267">
                  <c:v>0.25</c:v>
                </c:pt>
                <c:pt idx="8268">
                  <c:v>0.25</c:v>
                </c:pt>
                <c:pt idx="8269">
                  <c:v>0.25</c:v>
                </c:pt>
                <c:pt idx="8270">
                  <c:v>0.25</c:v>
                </c:pt>
                <c:pt idx="8271">
                  <c:v>0.25</c:v>
                </c:pt>
                <c:pt idx="8272">
                  <c:v>0.25</c:v>
                </c:pt>
                <c:pt idx="8273">
                  <c:v>0.25</c:v>
                </c:pt>
                <c:pt idx="8274">
                  <c:v>0.25</c:v>
                </c:pt>
                <c:pt idx="8275">
                  <c:v>0.25</c:v>
                </c:pt>
                <c:pt idx="8276">
                  <c:v>0.25</c:v>
                </c:pt>
                <c:pt idx="8277">
                  <c:v>0.25</c:v>
                </c:pt>
                <c:pt idx="8278">
                  <c:v>0</c:v>
                </c:pt>
                <c:pt idx="8279">
                  <c:v>0</c:v>
                </c:pt>
                <c:pt idx="8280">
                  <c:v>0</c:v>
                </c:pt>
                <c:pt idx="8281">
                  <c:v>0</c:v>
                </c:pt>
                <c:pt idx="8282">
                  <c:v>0</c:v>
                </c:pt>
                <c:pt idx="8283">
                  <c:v>0</c:v>
                </c:pt>
                <c:pt idx="8284">
                  <c:v>0</c:v>
                </c:pt>
                <c:pt idx="8285">
                  <c:v>0</c:v>
                </c:pt>
                <c:pt idx="8286">
                  <c:v>0</c:v>
                </c:pt>
                <c:pt idx="8287">
                  <c:v>0</c:v>
                </c:pt>
                <c:pt idx="8288">
                  <c:v>0.25</c:v>
                </c:pt>
                <c:pt idx="8289">
                  <c:v>0.25</c:v>
                </c:pt>
                <c:pt idx="8290">
                  <c:v>0.25</c:v>
                </c:pt>
                <c:pt idx="8291">
                  <c:v>0.25</c:v>
                </c:pt>
                <c:pt idx="8292">
                  <c:v>0.25</c:v>
                </c:pt>
                <c:pt idx="8293">
                  <c:v>0.25</c:v>
                </c:pt>
                <c:pt idx="8294">
                  <c:v>0.25</c:v>
                </c:pt>
                <c:pt idx="8295">
                  <c:v>0.25</c:v>
                </c:pt>
                <c:pt idx="8296">
                  <c:v>0.25</c:v>
                </c:pt>
                <c:pt idx="8297">
                  <c:v>0.25</c:v>
                </c:pt>
                <c:pt idx="8298">
                  <c:v>0.25</c:v>
                </c:pt>
                <c:pt idx="8299">
                  <c:v>0.25</c:v>
                </c:pt>
                <c:pt idx="8300">
                  <c:v>0.25</c:v>
                </c:pt>
                <c:pt idx="8301">
                  <c:v>0.25</c:v>
                </c:pt>
                <c:pt idx="8302">
                  <c:v>0</c:v>
                </c:pt>
                <c:pt idx="8303">
                  <c:v>0</c:v>
                </c:pt>
                <c:pt idx="8304">
                  <c:v>0</c:v>
                </c:pt>
                <c:pt idx="8305">
                  <c:v>0</c:v>
                </c:pt>
                <c:pt idx="8306">
                  <c:v>0</c:v>
                </c:pt>
                <c:pt idx="8307">
                  <c:v>0</c:v>
                </c:pt>
                <c:pt idx="8308">
                  <c:v>0</c:v>
                </c:pt>
                <c:pt idx="8309">
                  <c:v>0</c:v>
                </c:pt>
                <c:pt idx="8310">
                  <c:v>0</c:v>
                </c:pt>
                <c:pt idx="8311">
                  <c:v>0</c:v>
                </c:pt>
                <c:pt idx="8312">
                  <c:v>0.25</c:v>
                </c:pt>
                <c:pt idx="8313">
                  <c:v>0.25</c:v>
                </c:pt>
                <c:pt idx="8314">
                  <c:v>0.25</c:v>
                </c:pt>
                <c:pt idx="8315">
                  <c:v>0.25</c:v>
                </c:pt>
                <c:pt idx="8316">
                  <c:v>0.25</c:v>
                </c:pt>
                <c:pt idx="8317">
                  <c:v>0.25</c:v>
                </c:pt>
                <c:pt idx="8318">
                  <c:v>0.25</c:v>
                </c:pt>
                <c:pt idx="8319">
                  <c:v>0.25</c:v>
                </c:pt>
                <c:pt idx="8320">
                  <c:v>0.25</c:v>
                </c:pt>
                <c:pt idx="8321">
                  <c:v>0.25</c:v>
                </c:pt>
                <c:pt idx="8322">
                  <c:v>0.25</c:v>
                </c:pt>
                <c:pt idx="8323">
                  <c:v>0.25</c:v>
                </c:pt>
                <c:pt idx="8324">
                  <c:v>0.25</c:v>
                </c:pt>
                <c:pt idx="8325">
                  <c:v>0.25</c:v>
                </c:pt>
                <c:pt idx="8326">
                  <c:v>0</c:v>
                </c:pt>
                <c:pt idx="8327">
                  <c:v>0</c:v>
                </c:pt>
                <c:pt idx="8328">
                  <c:v>0</c:v>
                </c:pt>
                <c:pt idx="8329">
                  <c:v>0</c:v>
                </c:pt>
                <c:pt idx="8330">
                  <c:v>0</c:v>
                </c:pt>
                <c:pt idx="8331">
                  <c:v>0</c:v>
                </c:pt>
                <c:pt idx="8332">
                  <c:v>0</c:v>
                </c:pt>
                <c:pt idx="8333">
                  <c:v>0</c:v>
                </c:pt>
                <c:pt idx="8334">
                  <c:v>0</c:v>
                </c:pt>
                <c:pt idx="8335">
                  <c:v>0</c:v>
                </c:pt>
                <c:pt idx="8336">
                  <c:v>0.25</c:v>
                </c:pt>
                <c:pt idx="8337">
                  <c:v>0.25</c:v>
                </c:pt>
                <c:pt idx="8338">
                  <c:v>0.25</c:v>
                </c:pt>
                <c:pt idx="8339">
                  <c:v>0.25</c:v>
                </c:pt>
                <c:pt idx="8340">
                  <c:v>0.25</c:v>
                </c:pt>
                <c:pt idx="8341">
                  <c:v>0.25</c:v>
                </c:pt>
                <c:pt idx="8342">
                  <c:v>0.25</c:v>
                </c:pt>
                <c:pt idx="8343">
                  <c:v>0.25</c:v>
                </c:pt>
                <c:pt idx="8344">
                  <c:v>0.25</c:v>
                </c:pt>
                <c:pt idx="8345">
                  <c:v>0.25</c:v>
                </c:pt>
                <c:pt idx="8346">
                  <c:v>0.25</c:v>
                </c:pt>
                <c:pt idx="8347">
                  <c:v>0.25</c:v>
                </c:pt>
                <c:pt idx="8348">
                  <c:v>0.25</c:v>
                </c:pt>
                <c:pt idx="8349">
                  <c:v>0.25</c:v>
                </c:pt>
                <c:pt idx="8350">
                  <c:v>0</c:v>
                </c:pt>
                <c:pt idx="8351">
                  <c:v>0</c:v>
                </c:pt>
                <c:pt idx="8352">
                  <c:v>0</c:v>
                </c:pt>
                <c:pt idx="8353">
                  <c:v>0</c:v>
                </c:pt>
                <c:pt idx="8354">
                  <c:v>0</c:v>
                </c:pt>
                <c:pt idx="8355">
                  <c:v>0</c:v>
                </c:pt>
                <c:pt idx="8356">
                  <c:v>0</c:v>
                </c:pt>
                <c:pt idx="8357">
                  <c:v>0</c:v>
                </c:pt>
                <c:pt idx="8358">
                  <c:v>0</c:v>
                </c:pt>
                <c:pt idx="8359">
                  <c:v>0</c:v>
                </c:pt>
                <c:pt idx="8360">
                  <c:v>0.25</c:v>
                </c:pt>
                <c:pt idx="8361">
                  <c:v>0.25</c:v>
                </c:pt>
                <c:pt idx="8362">
                  <c:v>0.25</c:v>
                </c:pt>
                <c:pt idx="8363">
                  <c:v>0.25</c:v>
                </c:pt>
                <c:pt idx="8364">
                  <c:v>0.25</c:v>
                </c:pt>
                <c:pt idx="8365">
                  <c:v>0.25</c:v>
                </c:pt>
                <c:pt idx="8366">
                  <c:v>0.25</c:v>
                </c:pt>
                <c:pt idx="8367">
                  <c:v>0.25</c:v>
                </c:pt>
                <c:pt idx="8368">
                  <c:v>0.25</c:v>
                </c:pt>
                <c:pt idx="8369">
                  <c:v>0.25</c:v>
                </c:pt>
                <c:pt idx="8370">
                  <c:v>0.25</c:v>
                </c:pt>
                <c:pt idx="8371">
                  <c:v>0.25</c:v>
                </c:pt>
                <c:pt idx="8372">
                  <c:v>0.25</c:v>
                </c:pt>
                <c:pt idx="8373">
                  <c:v>0.25</c:v>
                </c:pt>
                <c:pt idx="8374">
                  <c:v>0</c:v>
                </c:pt>
                <c:pt idx="8375">
                  <c:v>0</c:v>
                </c:pt>
                <c:pt idx="8376">
                  <c:v>0</c:v>
                </c:pt>
                <c:pt idx="8377">
                  <c:v>0</c:v>
                </c:pt>
                <c:pt idx="8378">
                  <c:v>0</c:v>
                </c:pt>
                <c:pt idx="8379">
                  <c:v>0</c:v>
                </c:pt>
                <c:pt idx="8380">
                  <c:v>0</c:v>
                </c:pt>
                <c:pt idx="8381">
                  <c:v>0</c:v>
                </c:pt>
                <c:pt idx="8382">
                  <c:v>0</c:v>
                </c:pt>
                <c:pt idx="8383">
                  <c:v>0</c:v>
                </c:pt>
                <c:pt idx="8384">
                  <c:v>0.25</c:v>
                </c:pt>
                <c:pt idx="8385">
                  <c:v>0.25</c:v>
                </c:pt>
                <c:pt idx="8386">
                  <c:v>0.25</c:v>
                </c:pt>
                <c:pt idx="8387">
                  <c:v>0.25</c:v>
                </c:pt>
                <c:pt idx="8388">
                  <c:v>0.25934600000000002</c:v>
                </c:pt>
                <c:pt idx="8389">
                  <c:v>0.25</c:v>
                </c:pt>
                <c:pt idx="8390">
                  <c:v>0.25</c:v>
                </c:pt>
                <c:pt idx="8391">
                  <c:v>0.25</c:v>
                </c:pt>
                <c:pt idx="8392">
                  <c:v>0.25</c:v>
                </c:pt>
                <c:pt idx="8393">
                  <c:v>0.25</c:v>
                </c:pt>
                <c:pt idx="8394">
                  <c:v>0.25</c:v>
                </c:pt>
                <c:pt idx="8395">
                  <c:v>0.25</c:v>
                </c:pt>
                <c:pt idx="8396">
                  <c:v>0.25</c:v>
                </c:pt>
                <c:pt idx="8397">
                  <c:v>0.25</c:v>
                </c:pt>
                <c:pt idx="8398">
                  <c:v>0</c:v>
                </c:pt>
                <c:pt idx="8399">
                  <c:v>0</c:v>
                </c:pt>
                <c:pt idx="8400">
                  <c:v>0</c:v>
                </c:pt>
                <c:pt idx="8401">
                  <c:v>0</c:v>
                </c:pt>
                <c:pt idx="8402">
                  <c:v>0</c:v>
                </c:pt>
                <c:pt idx="8403">
                  <c:v>0</c:v>
                </c:pt>
                <c:pt idx="8404">
                  <c:v>0</c:v>
                </c:pt>
                <c:pt idx="8405">
                  <c:v>0</c:v>
                </c:pt>
                <c:pt idx="8406">
                  <c:v>0</c:v>
                </c:pt>
                <c:pt idx="8407">
                  <c:v>0</c:v>
                </c:pt>
                <c:pt idx="8408">
                  <c:v>0.25</c:v>
                </c:pt>
                <c:pt idx="8409">
                  <c:v>0.25</c:v>
                </c:pt>
                <c:pt idx="8410">
                  <c:v>0.25</c:v>
                </c:pt>
                <c:pt idx="8411">
                  <c:v>0.25</c:v>
                </c:pt>
                <c:pt idx="8412">
                  <c:v>0.25</c:v>
                </c:pt>
                <c:pt idx="8413">
                  <c:v>0.27492</c:v>
                </c:pt>
                <c:pt idx="8414">
                  <c:v>0.25</c:v>
                </c:pt>
                <c:pt idx="8415">
                  <c:v>0.25</c:v>
                </c:pt>
                <c:pt idx="8416">
                  <c:v>0.25</c:v>
                </c:pt>
                <c:pt idx="8417">
                  <c:v>0.25</c:v>
                </c:pt>
                <c:pt idx="8418">
                  <c:v>0.25</c:v>
                </c:pt>
                <c:pt idx="8419">
                  <c:v>0.25</c:v>
                </c:pt>
                <c:pt idx="8420">
                  <c:v>0.25</c:v>
                </c:pt>
                <c:pt idx="8421">
                  <c:v>0.25</c:v>
                </c:pt>
                <c:pt idx="8422">
                  <c:v>0</c:v>
                </c:pt>
                <c:pt idx="8423">
                  <c:v>0</c:v>
                </c:pt>
                <c:pt idx="8424">
                  <c:v>0</c:v>
                </c:pt>
                <c:pt idx="8425">
                  <c:v>0</c:v>
                </c:pt>
                <c:pt idx="8426">
                  <c:v>0</c:v>
                </c:pt>
                <c:pt idx="8427">
                  <c:v>0</c:v>
                </c:pt>
                <c:pt idx="8428">
                  <c:v>0</c:v>
                </c:pt>
                <c:pt idx="8429">
                  <c:v>0</c:v>
                </c:pt>
                <c:pt idx="8430">
                  <c:v>0</c:v>
                </c:pt>
                <c:pt idx="8431">
                  <c:v>0</c:v>
                </c:pt>
                <c:pt idx="8432">
                  <c:v>0.25</c:v>
                </c:pt>
                <c:pt idx="8433">
                  <c:v>0.25</c:v>
                </c:pt>
                <c:pt idx="8434">
                  <c:v>0.25</c:v>
                </c:pt>
                <c:pt idx="8435">
                  <c:v>0.29616300000000001</c:v>
                </c:pt>
                <c:pt idx="8436">
                  <c:v>0.32103300000000001</c:v>
                </c:pt>
                <c:pt idx="8437">
                  <c:v>0.369502</c:v>
                </c:pt>
                <c:pt idx="8438">
                  <c:v>0.25973400000000002</c:v>
                </c:pt>
                <c:pt idx="8439">
                  <c:v>0.25</c:v>
                </c:pt>
                <c:pt idx="8440">
                  <c:v>0.25</c:v>
                </c:pt>
                <c:pt idx="8441">
                  <c:v>0.25</c:v>
                </c:pt>
                <c:pt idx="8442">
                  <c:v>0.25</c:v>
                </c:pt>
                <c:pt idx="8443">
                  <c:v>0.25</c:v>
                </c:pt>
                <c:pt idx="8444">
                  <c:v>0.25</c:v>
                </c:pt>
                <c:pt idx="8445">
                  <c:v>0.25</c:v>
                </c:pt>
                <c:pt idx="8446">
                  <c:v>0</c:v>
                </c:pt>
                <c:pt idx="8447">
                  <c:v>0</c:v>
                </c:pt>
                <c:pt idx="8448">
                  <c:v>0</c:v>
                </c:pt>
                <c:pt idx="8449">
                  <c:v>0</c:v>
                </c:pt>
                <c:pt idx="8450">
                  <c:v>0</c:v>
                </c:pt>
                <c:pt idx="8451">
                  <c:v>0</c:v>
                </c:pt>
                <c:pt idx="8452">
                  <c:v>0</c:v>
                </c:pt>
                <c:pt idx="8453">
                  <c:v>0</c:v>
                </c:pt>
                <c:pt idx="8454">
                  <c:v>0</c:v>
                </c:pt>
                <c:pt idx="8455">
                  <c:v>0</c:v>
                </c:pt>
                <c:pt idx="8456">
                  <c:v>0.25</c:v>
                </c:pt>
                <c:pt idx="8457">
                  <c:v>0.25</c:v>
                </c:pt>
                <c:pt idx="8458">
                  <c:v>0.25077500000000003</c:v>
                </c:pt>
                <c:pt idx="8459">
                  <c:v>0.384189</c:v>
                </c:pt>
                <c:pt idx="8460">
                  <c:v>0.40892000000000001</c:v>
                </c:pt>
                <c:pt idx="8461">
                  <c:v>0.43903500000000001</c:v>
                </c:pt>
                <c:pt idx="8462">
                  <c:v>0.34896899999999997</c:v>
                </c:pt>
                <c:pt idx="8463">
                  <c:v>0.28894399999999998</c:v>
                </c:pt>
                <c:pt idx="8464">
                  <c:v>0.26295800000000003</c:v>
                </c:pt>
                <c:pt idx="8465">
                  <c:v>0.25</c:v>
                </c:pt>
                <c:pt idx="8466">
                  <c:v>0.25</c:v>
                </c:pt>
                <c:pt idx="8467">
                  <c:v>0.25</c:v>
                </c:pt>
                <c:pt idx="8468">
                  <c:v>0.25</c:v>
                </c:pt>
                <c:pt idx="8469">
                  <c:v>0.25</c:v>
                </c:pt>
                <c:pt idx="8470">
                  <c:v>0</c:v>
                </c:pt>
                <c:pt idx="8471">
                  <c:v>0</c:v>
                </c:pt>
                <c:pt idx="8472">
                  <c:v>0</c:v>
                </c:pt>
                <c:pt idx="8473">
                  <c:v>0</c:v>
                </c:pt>
                <c:pt idx="8474">
                  <c:v>0</c:v>
                </c:pt>
                <c:pt idx="8475">
                  <c:v>0</c:v>
                </c:pt>
                <c:pt idx="8476">
                  <c:v>0</c:v>
                </c:pt>
                <c:pt idx="8477">
                  <c:v>0</c:v>
                </c:pt>
                <c:pt idx="8478">
                  <c:v>0</c:v>
                </c:pt>
                <c:pt idx="8479">
                  <c:v>0</c:v>
                </c:pt>
                <c:pt idx="8480">
                  <c:v>0.25</c:v>
                </c:pt>
                <c:pt idx="8481">
                  <c:v>0.25</c:v>
                </c:pt>
                <c:pt idx="8482">
                  <c:v>0.25634600000000002</c:v>
                </c:pt>
                <c:pt idx="8483">
                  <c:v>0.36886999999999998</c:v>
                </c:pt>
                <c:pt idx="8484">
                  <c:v>0.371332</c:v>
                </c:pt>
                <c:pt idx="8485">
                  <c:v>0.43542700000000001</c:v>
                </c:pt>
                <c:pt idx="8486">
                  <c:v>0.34311000000000003</c:v>
                </c:pt>
                <c:pt idx="8487">
                  <c:v>0.26427800000000001</c:v>
                </c:pt>
                <c:pt idx="8488">
                  <c:v>0.25</c:v>
                </c:pt>
                <c:pt idx="8489">
                  <c:v>0.25</c:v>
                </c:pt>
                <c:pt idx="8490">
                  <c:v>0.25</c:v>
                </c:pt>
                <c:pt idx="8491">
                  <c:v>0.25</c:v>
                </c:pt>
                <c:pt idx="8492">
                  <c:v>0.25</c:v>
                </c:pt>
                <c:pt idx="8493">
                  <c:v>0.25</c:v>
                </c:pt>
                <c:pt idx="8494">
                  <c:v>0</c:v>
                </c:pt>
                <c:pt idx="8495">
                  <c:v>0</c:v>
                </c:pt>
                <c:pt idx="8496">
                  <c:v>0</c:v>
                </c:pt>
                <c:pt idx="8497">
                  <c:v>0</c:v>
                </c:pt>
                <c:pt idx="8498">
                  <c:v>0</c:v>
                </c:pt>
                <c:pt idx="8499">
                  <c:v>0</c:v>
                </c:pt>
                <c:pt idx="8500">
                  <c:v>0</c:v>
                </c:pt>
                <c:pt idx="8501">
                  <c:v>0</c:v>
                </c:pt>
                <c:pt idx="8502">
                  <c:v>0</c:v>
                </c:pt>
                <c:pt idx="8503">
                  <c:v>0</c:v>
                </c:pt>
                <c:pt idx="8504">
                  <c:v>0.25</c:v>
                </c:pt>
                <c:pt idx="8505">
                  <c:v>0.25</c:v>
                </c:pt>
                <c:pt idx="8506">
                  <c:v>0.25</c:v>
                </c:pt>
                <c:pt idx="8507">
                  <c:v>0.31997799999999998</c:v>
                </c:pt>
                <c:pt idx="8508">
                  <c:v>0.25</c:v>
                </c:pt>
                <c:pt idx="8509">
                  <c:v>0.25</c:v>
                </c:pt>
                <c:pt idx="8510">
                  <c:v>0.25</c:v>
                </c:pt>
                <c:pt idx="8511">
                  <c:v>0.25</c:v>
                </c:pt>
                <c:pt idx="8512">
                  <c:v>0.25</c:v>
                </c:pt>
                <c:pt idx="8513">
                  <c:v>0.25</c:v>
                </c:pt>
                <c:pt idx="8514">
                  <c:v>0.25</c:v>
                </c:pt>
                <c:pt idx="8515">
                  <c:v>0.25</c:v>
                </c:pt>
                <c:pt idx="8516">
                  <c:v>0.25</c:v>
                </c:pt>
                <c:pt idx="8517">
                  <c:v>0.25</c:v>
                </c:pt>
                <c:pt idx="8518">
                  <c:v>0</c:v>
                </c:pt>
                <c:pt idx="8519">
                  <c:v>0</c:v>
                </c:pt>
                <c:pt idx="8520">
                  <c:v>0</c:v>
                </c:pt>
                <c:pt idx="8521">
                  <c:v>0</c:v>
                </c:pt>
                <c:pt idx="8522">
                  <c:v>0</c:v>
                </c:pt>
                <c:pt idx="8523">
                  <c:v>0</c:v>
                </c:pt>
                <c:pt idx="8524">
                  <c:v>0</c:v>
                </c:pt>
                <c:pt idx="8525">
                  <c:v>0</c:v>
                </c:pt>
                <c:pt idx="8526">
                  <c:v>0</c:v>
                </c:pt>
                <c:pt idx="8527">
                  <c:v>0</c:v>
                </c:pt>
                <c:pt idx="8528">
                  <c:v>0.25</c:v>
                </c:pt>
                <c:pt idx="8529">
                  <c:v>0.25</c:v>
                </c:pt>
                <c:pt idx="8530">
                  <c:v>0.25</c:v>
                </c:pt>
                <c:pt idx="8531">
                  <c:v>0.26160600000000001</c:v>
                </c:pt>
                <c:pt idx="8532">
                  <c:v>0.25</c:v>
                </c:pt>
                <c:pt idx="8533">
                  <c:v>0.25</c:v>
                </c:pt>
                <c:pt idx="8534">
                  <c:v>0.25</c:v>
                </c:pt>
                <c:pt idx="8535">
                  <c:v>0.25</c:v>
                </c:pt>
                <c:pt idx="8536">
                  <c:v>0.25</c:v>
                </c:pt>
                <c:pt idx="8537">
                  <c:v>0.25</c:v>
                </c:pt>
                <c:pt idx="8538">
                  <c:v>0.25</c:v>
                </c:pt>
                <c:pt idx="8539">
                  <c:v>0.25</c:v>
                </c:pt>
                <c:pt idx="8540">
                  <c:v>0.25</c:v>
                </c:pt>
                <c:pt idx="8541">
                  <c:v>0.25</c:v>
                </c:pt>
                <c:pt idx="8542">
                  <c:v>0</c:v>
                </c:pt>
                <c:pt idx="8543">
                  <c:v>0</c:v>
                </c:pt>
                <c:pt idx="8544">
                  <c:v>0</c:v>
                </c:pt>
                <c:pt idx="8545">
                  <c:v>0</c:v>
                </c:pt>
                <c:pt idx="8546">
                  <c:v>0</c:v>
                </c:pt>
                <c:pt idx="8547">
                  <c:v>0</c:v>
                </c:pt>
                <c:pt idx="8548">
                  <c:v>0</c:v>
                </c:pt>
                <c:pt idx="8549">
                  <c:v>0</c:v>
                </c:pt>
                <c:pt idx="8550">
                  <c:v>0</c:v>
                </c:pt>
                <c:pt idx="8551">
                  <c:v>0</c:v>
                </c:pt>
                <c:pt idx="8552">
                  <c:v>0.25</c:v>
                </c:pt>
                <c:pt idx="8553">
                  <c:v>0.25</c:v>
                </c:pt>
                <c:pt idx="8554">
                  <c:v>0.25</c:v>
                </c:pt>
                <c:pt idx="8555">
                  <c:v>0.25</c:v>
                </c:pt>
                <c:pt idx="8556">
                  <c:v>0.25</c:v>
                </c:pt>
                <c:pt idx="8557">
                  <c:v>0.25</c:v>
                </c:pt>
                <c:pt idx="8558">
                  <c:v>0.25</c:v>
                </c:pt>
                <c:pt idx="8559">
                  <c:v>0.25</c:v>
                </c:pt>
                <c:pt idx="8560">
                  <c:v>0.25</c:v>
                </c:pt>
                <c:pt idx="8561">
                  <c:v>0.25</c:v>
                </c:pt>
                <c:pt idx="8562">
                  <c:v>0.25</c:v>
                </c:pt>
                <c:pt idx="8563">
                  <c:v>0.25</c:v>
                </c:pt>
                <c:pt idx="8564">
                  <c:v>0.25</c:v>
                </c:pt>
                <c:pt idx="8565">
                  <c:v>0.25</c:v>
                </c:pt>
                <c:pt idx="8566">
                  <c:v>0</c:v>
                </c:pt>
                <c:pt idx="8567">
                  <c:v>0</c:v>
                </c:pt>
                <c:pt idx="8568">
                  <c:v>0</c:v>
                </c:pt>
                <c:pt idx="8569">
                  <c:v>0</c:v>
                </c:pt>
                <c:pt idx="8570">
                  <c:v>0</c:v>
                </c:pt>
                <c:pt idx="8571">
                  <c:v>0</c:v>
                </c:pt>
                <c:pt idx="8572">
                  <c:v>0</c:v>
                </c:pt>
                <c:pt idx="8573">
                  <c:v>0</c:v>
                </c:pt>
                <c:pt idx="8574">
                  <c:v>0</c:v>
                </c:pt>
                <c:pt idx="8575">
                  <c:v>0</c:v>
                </c:pt>
                <c:pt idx="8576">
                  <c:v>0.25</c:v>
                </c:pt>
                <c:pt idx="8577">
                  <c:v>0.25</c:v>
                </c:pt>
                <c:pt idx="8578">
                  <c:v>0.25</c:v>
                </c:pt>
                <c:pt idx="8579">
                  <c:v>0.25</c:v>
                </c:pt>
                <c:pt idx="8580">
                  <c:v>0.25</c:v>
                </c:pt>
                <c:pt idx="8581">
                  <c:v>0.25</c:v>
                </c:pt>
                <c:pt idx="8582">
                  <c:v>0.25</c:v>
                </c:pt>
                <c:pt idx="8583">
                  <c:v>0.25</c:v>
                </c:pt>
                <c:pt idx="8584">
                  <c:v>0.25</c:v>
                </c:pt>
                <c:pt idx="8585">
                  <c:v>0.25</c:v>
                </c:pt>
                <c:pt idx="8586">
                  <c:v>0.25</c:v>
                </c:pt>
                <c:pt idx="8587">
                  <c:v>0.25</c:v>
                </c:pt>
                <c:pt idx="8588">
                  <c:v>0.25</c:v>
                </c:pt>
                <c:pt idx="8589">
                  <c:v>0.25</c:v>
                </c:pt>
                <c:pt idx="8590">
                  <c:v>0</c:v>
                </c:pt>
                <c:pt idx="8591">
                  <c:v>0</c:v>
                </c:pt>
                <c:pt idx="8592">
                  <c:v>0</c:v>
                </c:pt>
                <c:pt idx="8593">
                  <c:v>0</c:v>
                </c:pt>
                <c:pt idx="8594">
                  <c:v>0</c:v>
                </c:pt>
                <c:pt idx="8595">
                  <c:v>0</c:v>
                </c:pt>
                <c:pt idx="8596">
                  <c:v>0</c:v>
                </c:pt>
                <c:pt idx="8597">
                  <c:v>0</c:v>
                </c:pt>
                <c:pt idx="8598">
                  <c:v>0</c:v>
                </c:pt>
                <c:pt idx="8599">
                  <c:v>0</c:v>
                </c:pt>
                <c:pt idx="8600">
                  <c:v>0.25</c:v>
                </c:pt>
                <c:pt idx="8601">
                  <c:v>0.25</c:v>
                </c:pt>
                <c:pt idx="8602">
                  <c:v>0.25</c:v>
                </c:pt>
                <c:pt idx="8603">
                  <c:v>0.25</c:v>
                </c:pt>
                <c:pt idx="8604">
                  <c:v>0.25</c:v>
                </c:pt>
                <c:pt idx="8605">
                  <c:v>0.25</c:v>
                </c:pt>
                <c:pt idx="8606">
                  <c:v>0.25</c:v>
                </c:pt>
                <c:pt idx="8607">
                  <c:v>0.25</c:v>
                </c:pt>
                <c:pt idx="8608">
                  <c:v>0.25</c:v>
                </c:pt>
                <c:pt idx="8609">
                  <c:v>0.25</c:v>
                </c:pt>
                <c:pt idx="8610">
                  <c:v>0.25</c:v>
                </c:pt>
                <c:pt idx="8611">
                  <c:v>0.25</c:v>
                </c:pt>
                <c:pt idx="8612">
                  <c:v>0.25</c:v>
                </c:pt>
                <c:pt idx="8613">
                  <c:v>0.25</c:v>
                </c:pt>
                <c:pt idx="8614">
                  <c:v>0</c:v>
                </c:pt>
                <c:pt idx="8615">
                  <c:v>0</c:v>
                </c:pt>
                <c:pt idx="8616">
                  <c:v>0</c:v>
                </c:pt>
                <c:pt idx="8617">
                  <c:v>0</c:v>
                </c:pt>
                <c:pt idx="8618">
                  <c:v>0</c:v>
                </c:pt>
                <c:pt idx="8619">
                  <c:v>0</c:v>
                </c:pt>
                <c:pt idx="8620">
                  <c:v>0</c:v>
                </c:pt>
                <c:pt idx="8621">
                  <c:v>0</c:v>
                </c:pt>
                <c:pt idx="8622">
                  <c:v>0</c:v>
                </c:pt>
                <c:pt idx="8623">
                  <c:v>0</c:v>
                </c:pt>
                <c:pt idx="8624">
                  <c:v>0.25</c:v>
                </c:pt>
                <c:pt idx="8625">
                  <c:v>0.25</c:v>
                </c:pt>
                <c:pt idx="8626">
                  <c:v>0.25</c:v>
                </c:pt>
                <c:pt idx="8627">
                  <c:v>0.25</c:v>
                </c:pt>
                <c:pt idx="8628">
                  <c:v>0.25</c:v>
                </c:pt>
                <c:pt idx="8629">
                  <c:v>0.25</c:v>
                </c:pt>
                <c:pt idx="8630">
                  <c:v>0.25</c:v>
                </c:pt>
                <c:pt idx="8631">
                  <c:v>0.25</c:v>
                </c:pt>
                <c:pt idx="8632">
                  <c:v>0.25</c:v>
                </c:pt>
                <c:pt idx="8633">
                  <c:v>0.25</c:v>
                </c:pt>
                <c:pt idx="8634">
                  <c:v>0.25</c:v>
                </c:pt>
                <c:pt idx="8635">
                  <c:v>0.25</c:v>
                </c:pt>
                <c:pt idx="8636">
                  <c:v>0.25</c:v>
                </c:pt>
                <c:pt idx="8637">
                  <c:v>0.25</c:v>
                </c:pt>
                <c:pt idx="8638">
                  <c:v>0</c:v>
                </c:pt>
                <c:pt idx="8639">
                  <c:v>0</c:v>
                </c:pt>
                <c:pt idx="8640">
                  <c:v>0</c:v>
                </c:pt>
                <c:pt idx="8641">
                  <c:v>0</c:v>
                </c:pt>
                <c:pt idx="8642">
                  <c:v>0</c:v>
                </c:pt>
                <c:pt idx="8643">
                  <c:v>0</c:v>
                </c:pt>
                <c:pt idx="8644">
                  <c:v>0</c:v>
                </c:pt>
                <c:pt idx="8645">
                  <c:v>0</c:v>
                </c:pt>
                <c:pt idx="8646">
                  <c:v>0</c:v>
                </c:pt>
                <c:pt idx="8647">
                  <c:v>0</c:v>
                </c:pt>
                <c:pt idx="8648">
                  <c:v>0.25</c:v>
                </c:pt>
                <c:pt idx="8649">
                  <c:v>0.25</c:v>
                </c:pt>
                <c:pt idx="8650">
                  <c:v>0.25</c:v>
                </c:pt>
                <c:pt idx="8651">
                  <c:v>0.25</c:v>
                </c:pt>
                <c:pt idx="8652">
                  <c:v>0.25</c:v>
                </c:pt>
                <c:pt idx="8653">
                  <c:v>0.25</c:v>
                </c:pt>
                <c:pt idx="8654">
                  <c:v>0.25</c:v>
                </c:pt>
                <c:pt idx="8655">
                  <c:v>0.25</c:v>
                </c:pt>
                <c:pt idx="8656">
                  <c:v>0.25</c:v>
                </c:pt>
                <c:pt idx="8657">
                  <c:v>0.25</c:v>
                </c:pt>
                <c:pt idx="8658">
                  <c:v>0.25</c:v>
                </c:pt>
                <c:pt idx="8659">
                  <c:v>0.25</c:v>
                </c:pt>
                <c:pt idx="8660">
                  <c:v>0.25</c:v>
                </c:pt>
                <c:pt idx="8661">
                  <c:v>0.25</c:v>
                </c:pt>
                <c:pt idx="8662">
                  <c:v>0</c:v>
                </c:pt>
                <c:pt idx="8663">
                  <c:v>0</c:v>
                </c:pt>
                <c:pt idx="8664">
                  <c:v>0</c:v>
                </c:pt>
                <c:pt idx="8665">
                  <c:v>0</c:v>
                </c:pt>
                <c:pt idx="8666">
                  <c:v>0</c:v>
                </c:pt>
                <c:pt idx="8667">
                  <c:v>0</c:v>
                </c:pt>
                <c:pt idx="8668">
                  <c:v>0</c:v>
                </c:pt>
                <c:pt idx="8669">
                  <c:v>0</c:v>
                </c:pt>
                <c:pt idx="8670">
                  <c:v>0</c:v>
                </c:pt>
                <c:pt idx="8671">
                  <c:v>0</c:v>
                </c:pt>
                <c:pt idx="8672">
                  <c:v>0.25</c:v>
                </c:pt>
                <c:pt idx="8673">
                  <c:v>0.25</c:v>
                </c:pt>
                <c:pt idx="8674">
                  <c:v>0.25</c:v>
                </c:pt>
                <c:pt idx="8675">
                  <c:v>0.25</c:v>
                </c:pt>
                <c:pt idx="8676">
                  <c:v>0.25</c:v>
                </c:pt>
                <c:pt idx="8677">
                  <c:v>0.25</c:v>
                </c:pt>
                <c:pt idx="8678">
                  <c:v>0.25</c:v>
                </c:pt>
                <c:pt idx="8679">
                  <c:v>0.25</c:v>
                </c:pt>
                <c:pt idx="8680">
                  <c:v>0.25</c:v>
                </c:pt>
                <c:pt idx="8681">
                  <c:v>0.25</c:v>
                </c:pt>
                <c:pt idx="8682">
                  <c:v>0.25</c:v>
                </c:pt>
                <c:pt idx="8683">
                  <c:v>0.25</c:v>
                </c:pt>
                <c:pt idx="8684">
                  <c:v>0.25</c:v>
                </c:pt>
                <c:pt idx="8685">
                  <c:v>0.25</c:v>
                </c:pt>
                <c:pt idx="8686">
                  <c:v>0</c:v>
                </c:pt>
                <c:pt idx="8687">
                  <c:v>0</c:v>
                </c:pt>
                <c:pt idx="8688">
                  <c:v>0</c:v>
                </c:pt>
                <c:pt idx="8689">
                  <c:v>0</c:v>
                </c:pt>
                <c:pt idx="8690">
                  <c:v>0</c:v>
                </c:pt>
                <c:pt idx="8691">
                  <c:v>0</c:v>
                </c:pt>
                <c:pt idx="8692">
                  <c:v>0</c:v>
                </c:pt>
                <c:pt idx="8693">
                  <c:v>0</c:v>
                </c:pt>
                <c:pt idx="8694">
                  <c:v>0</c:v>
                </c:pt>
                <c:pt idx="8695">
                  <c:v>0</c:v>
                </c:pt>
                <c:pt idx="8696">
                  <c:v>0.25</c:v>
                </c:pt>
                <c:pt idx="8697">
                  <c:v>0.25</c:v>
                </c:pt>
                <c:pt idx="8698">
                  <c:v>0.25</c:v>
                </c:pt>
                <c:pt idx="8699">
                  <c:v>0.25</c:v>
                </c:pt>
                <c:pt idx="8700">
                  <c:v>0.25</c:v>
                </c:pt>
                <c:pt idx="8701">
                  <c:v>0.25</c:v>
                </c:pt>
                <c:pt idx="8702">
                  <c:v>0.25</c:v>
                </c:pt>
                <c:pt idx="8703">
                  <c:v>0.25</c:v>
                </c:pt>
                <c:pt idx="8704">
                  <c:v>0.25</c:v>
                </c:pt>
                <c:pt idx="8705">
                  <c:v>0.25</c:v>
                </c:pt>
                <c:pt idx="8706">
                  <c:v>0.25</c:v>
                </c:pt>
                <c:pt idx="8707">
                  <c:v>0.25</c:v>
                </c:pt>
                <c:pt idx="8708">
                  <c:v>0.25</c:v>
                </c:pt>
                <c:pt idx="8709">
                  <c:v>0.25</c:v>
                </c:pt>
                <c:pt idx="8710">
                  <c:v>0</c:v>
                </c:pt>
                <c:pt idx="8711">
                  <c:v>0</c:v>
                </c:pt>
                <c:pt idx="8712">
                  <c:v>0</c:v>
                </c:pt>
                <c:pt idx="8713">
                  <c:v>0</c:v>
                </c:pt>
                <c:pt idx="8714">
                  <c:v>0</c:v>
                </c:pt>
                <c:pt idx="8715">
                  <c:v>0</c:v>
                </c:pt>
                <c:pt idx="8716">
                  <c:v>0</c:v>
                </c:pt>
                <c:pt idx="8717">
                  <c:v>0</c:v>
                </c:pt>
                <c:pt idx="8718">
                  <c:v>0</c:v>
                </c:pt>
                <c:pt idx="8719">
                  <c:v>0</c:v>
                </c:pt>
                <c:pt idx="8720">
                  <c:v>0.25</c:v>
                </c:pt>
                <c:pt idx="8721">
                  <c:v>0.25</c:v>
                </c:pt>
                <c:pt idx="8722">
                  <c:v>0.25</c:v>
                </c:pt>
                <c:pt idx="8723">
                  <c:v>0.25</c:v>
                </c:pt>
                <c:pt idx="8724">
                  <c:v>0.25</c:v>
                </c:pt>
                <c:pt idx="8725">
                  <c:v>0.25</c:v>
                </c:pt>
                <c:pt idx="8726">
                  <c:v>0.25</c:v>
                </c:pt>
                <c:pt idx="8727">
                  <c:v>0.25</c:v>
                </c:pt>
                <c:pt idx="8728">
                  <c:v>0.25</c:v>
                </c:pt>
                <c:pt idx="8729">
                  <c:v>0.25</c:v>
                </c:pt>
                <c:pt idx="8730">
                  <c:v>0.25</c:v>
                </c:pt>
                <c:pt idx="8731">
                  <c:v>0.25</c:v>
                </c:pt>
                <c:pt idx="8732">
                  <c:v>0.25</c:v>
                </c:pt>
                <c:pt idx="8733">
                  <c:v>0.25</c:v>
                </c:pt>
                <c:pt idx="8734">
                  <c:v>0</c:v>
                </c:pt>
                <c:pt idx="8735">
                  <c:v>0</c:v>
                </c:pt>
                <c:pt idx="8736">
                  <c:v>0</c:v>
                </c:pt>
                <c:pt idx="8737">
                  <c:v>0</c:v>
                </c:pt>
                <c:pt idx="8738">
                  <c:v>0</c:v>
                </c:pt>
                <c:pt idx="8739">
                  <c:v>0</c:v>
                </c:pt>
                <c:pt idx="8740">
                  <c:v>0</c:v>
                </c:pt>
                <c:pt idx="8741">
                  <c:v>0</c:v>
                </c:pt>
                <c:pt idx="8742">
                  <c:v>0</c:v>
                </c:pt>
                <c:pt idx="8743">
                  <c:v>0</c:v>
                </c:pt>
                <c:pt idx="8744">
                  <c:v>0.25</c:v>
                </c:pt>
                <c:pt idx="8745">
                  <c:v>0.25</c:v>
                </c:pt>
                <c:pt idx="8746">
                  <c:v>0.25</c:v>
                </c:pt>
                <c:pt idx="8747">
                  <c:v>0.25</c:v>
                </c:pt>
                <c:pt idx="8748">
                  <c:v>0.25</c:v>
                </c:pt>
                <c:pt idx="8749">
                  <c:v>0.25</c:v>
                </c:pt>
                <c:pt idx="8750">
                  <c:v>0.25</c:v>
                </c:pt>
                <c:pt idx="8751">
                  <c:v>0.25</c:v>
                </c:pt>
                <c:pt idx="8752">
                  <c:v>0.25</c:v>
                </c:pt>
                <c:pt idx="8753">
                  <c:v>0.25</c:v>
                </c:pt>
                <c:pt idx="8754">
                  <c:v>0.25</c:v>
                </c:pt>
                <c:pt idx="8755">
                  <c:v>0.25</c:v>
                </c:pt>
                <c:pt idx="8756">
                  <c:v>0.25</c:v>
                </c:pt>
                <c:pt idx="8757">
                  <c:v>0.25</c:v>
                </c:pt>
                <c:pt idx="8758">
                  <c:v>0</c:v>
                </c:pt>
                <c:pt idx="8759">
                  <c:v>0</c:v>
                </c:pt>
              </c:numCache>
            </c:numRef>
          </c:xVal>
          <c:yVal>
            <c:numRef>
              <c:f>Jan!$AH$11:$AH$8770</c:f>
              <c:numCache>
                <c:formatCode>General</c:formatCode>
                <c:ptCount val="8760"/>
                <c:pt idx="0">
                  <c:v>0</c:v>
                </c:pt>
                <c:pt idx="1">
                  <c:v>0</c:v>
                </c:pt>
                <c:pt idx="2">
                  <c:v>0</c:v>
                </c:pt>
                <c:pt idx="3">
                  <c:v>0</c:v>
                </c:pt>
                <c:pt idx="4">
                  <c:v>0</c:v>
                </c:pt>
                <c:pt idx="5">
                  <c:v>0</c:v>
                </c:pt>
                <c:pt idx="6">
                  <c:v>0</c:v>
                </c:pt>
                <c:pt idx="7">
                  <c:v>0</c:v>
                </c:pt>
                <c:pt idx="8">
                  <c:v>504.61700000000002</c:v>
                </c:pt>
                <c:pt idx="9">
                  <c:v>504.61700000000002</c:v>
                </c:pt>
                <c:pt idx="10">
                  <c:v>504.61700000000002</c:v>
                </c:pt>
                <c:pt idx="11">
                  <c:v>504.61700000000002</c:v>
                </c:pt>
                <c:pt idx="12">
                  <c:v>504.61700000000002</c:v>
                </c:pt>
                <c:pt idx="13">
                  <c:v>504.61700000000002</c:v>
                </c:pt>
                <c:pt idx="14">
                  <c:v>504.61700000000002</c:v>
                </c:pt>
                <c:pt idx="15">
                  <c:v>504.61700000000002</c:v>
                </c:pt>
                <c:pt idx="16">
                  <c:v>504.61700000000002</c:v>
                </c:pt>
                <c:pt idx="17">
                  <c:v>504.61700000000002</c:v>
                </c:pt>
                <c:pt idx="18">
                  <c:v>504.61700000000002</c:v>
                </c:pt>
                <c:pt idx="19">
                  <c:v>504.61700000000002</c:v>
                </c:pt>
                <c:pt idx="20">
                  <c:v>504.61700000000002</c:v>
                </c:pt>
                <c:pt idx="21">
                  <c:v>504.61700000000002</c:v>
                </c:pt>
                <c:pt idx="22">
                  <c:v>0</c:v>
                </c:pt>
                <c:pt idx="23">
                  <c:v>0</c:v>
                </c:pt>
                <c:pt idx="24">
                  <c:v>0</c:v>
                </c:pt>
                <c:pt idx="25">
                  <c:v>0</c:v>
                </c:pt>
                <c:pt idx="26">
                  <c:v>0</c:v>
                </c:pt>
                <c:pt idx="27">
                  <c:v>0</c:v>
                </c:pt>
                <c:pt idx="28">
                  <c:v>0</c:v>
                </c:pt>
                <c:pt idx="29">
                  <c:v>0</c:v>
                </c:pt>
                <c:pt idx="30">
                  <c:v>0</c:v>
                </c:pt>
                <c:pt idx="31">
                  <c:v>0</c:v>
                </c:pt>
                <c:pt idx="32">
                  <c:v>504.61700000000002</c:v>
                </c:pt>
                <c:pt idx="33">
                  <c:v>504.61700000000002</c:v>
                </c:pt>
                <c:pt idx="34">
                  <c:v>504.61700000000002</c:v>
                </c:pt>
                <c:pt idx="35">
                  <c:v>504.61700000000002</c:v>
                </c:pt>
                <c:pt idx="36">
                  <c:v>504.61700000000002</c:v>
                </c:pt>
                <c:pt idx="37">
                  <c:v>504.61700000000002</c:v>
                </c:pt>
                <c:pt idx="38">
                  <c:v>504.61700000000002</c:v>
                </c:pt>
                <c:pt idx="39">
                  <c:v>504.61700000000002</c:v>
                </c:pt>
                <c:pt idx="40">
                  <c:v>504.61700000000002</c:v>
                </c:pt>
                <c:pt idx="41">
                  <c:v>504.61700000000002</c:v>
                </c:pt>
                <c:pt idx="42">
                  <c:v>504.61700000000002</c:v>
                </c:pt>
                <c:pt idx="43">
                  <c:v>504.61700000000002</c:v>
                </c:pt>
                <c:pt idx="44">
                  <c:v>504.61700000000002</c:v>
                </c:pt>
                <c:pt idx="45">
                  <c:v>504.61700000000002</c:v>
                </c:pt>
                <c:pt idx="46">
                  <c:v>0</c:v>
                </c:pt>
                <c:pt idx="47">
                  <c:v>0</c:v>
                </c:pt>
                <c:pt idx="48">
                  <c:v>0</c:v>
                </c:pt>
                <c:pt idx="49">
                  <c:v>0</c:v>
                </c:pt>
                <c:pt idx="50">
                  <c:v>0</c:v>
                </c:pt>
                <c:pt idx="51">
                  <c:v>0</c:v>
                </c:pt>
                <c:pt idx="52">
                  <c:v>0</c:v>
                </c:pt>
                <c:pt idx="53">
                  <c:v>0</c:v>
                </c:pt>
                <c:pt idx="54">
                  <c:v>0</c:v>
                </c:pt>
                <c:pt idx="55">
                  <c:v>0</c:v>
                </c:pt>
                <c:pt idx="56">
                  <c:v>504.61700000000002</c:v>
                </c:pt>
                <c:pt idx="57">
                  <c:v>504.61700000000002</c:v>
                </c:pt>
                <c:pt idx="58">
                  <c:v>504.61700000000002</c:v>
                </c:pt>
                <c:pt idx="59">
                  <c:v>504.61700000000002</c:v>
                </c:pt>
                <c:pt idx="60">
                  <c:v>504.61700000000002</c:v>
                </c:pt>
                <c:pt idx="61">
                  <c:v>504.61700000000002</c:v>
                </c:pt>
                <c:pt idx="62">
                  <c:v>504.61700000000002</c:v>
                </c:pt>
                <c:pt idx="63">
                  <c:v>504.61700000000002</c:v>
                </c:pt>
                <c:pt idx="64">
                  <c:v>504.61700000000002</c:v>
                </c:pt>
                <c:pt idx="65">
                  <c:v>504.61700000000002</c:v>
                </c:pt>
                <c:pt idx="66">
                  <c:v>504.61700000000002</c:v>
                </c:pt>
                <c:pt idx="67">
                  <c:v>504.61700000000002</c:v>
                </c:pt>
                <c:pt idx="68">
                  <c:v>504.61700000000002</c:v>
                </c:pt>
                <c:pt idx="69">
                  <c:v>504.61700000000002</c:v>
                </c:pt>
                <c:pt idx="70">
                  <c:v>0</c:v>
                </c:pt>
                <c:pt idx="71">
                  <c:v>0</c:v>
                </c:pt>
                <c:pt idx="72">
                  <c:v>0</c:v>
                </c:pt>
                <c:pt idx="73">
                  <c:v>0</c:v>
                </c:pt>
                <c:pt idx="74">
                  <c:v>0</c:v>
                </c:pt>
                <c:pt idx="75">
                  <c:v>0</c:v>
                </c:pt>
                <c:pt idx="76">
                  <c:v>0</c:v>
                </c:pt>
                <c:pt idx="77">
                  <c:v>0</c:v>
                </c:pt>
                <c:pt idx="78">
                  <c:v>0</c:v>
                </c:pt>
                <c:pt idx="79">
                  <c:v>0</c:v>
                </c:pt>
                <c:pt idx="80">
                  <c:v>504.61700000000002</c:v>
                </c:pt>
                <c:pt idx="81">
                  <c:v>504.61700000000002</c:v>
                </c:pt>
                <c:pt idx="82">
                  <c:v>504.61700000000002</c:v>
                </c:pt>
                <c:pt idx="83">
                  <c:v>504.61700000000002</c:v>
                </c:pt>
                <c:pt idx="84">
                  <c:v>504.61700000000002</c:v>
                </c:pt>
                <c:pt idx="85">
                  <c:v>504.61700000000002</c:v>
                </c:pt>
                <c:pt idx="86">
                  <c:v>504.61700000000002</c:v>
                </c:pt>
                <c:pt idx="87">
                  <c:v>504.61700000000002</c:v>
                </c:pt>
                <c:pt idx="88">
                  <c:v>504.61700000000002</c:v>
                </c:pt>
                <c:pt idx="89">
                  <c:v>504.61700000000002</c:v>
                </c:pt>
                <c:pt idx="90">
                  <c:v>504.61700000000002</c:v>
                </c:pt>
                <c:pt idx="91">
                  <c:v>504.61700000000002</c:v>
                </c:pt>
                <c:pt idx="92">
                  <c:v>504.61700000000002</c:v>
                </c:pt>
                <c:pt idx="93">
                  <c:v>504.61700000000002</c:v>
                </c:pt>
                <c:pt idx="94">
                  <c:v>0</c:v>
                </c:pt>
                <c:pt idx="95">
                  <c:v>0</c:v>
                </c:pt>
                <c:pt idx="96">
                  <c:v>0</c:v>
                </c:pt>
                <c:pt idx="97">
                  <c:v>0</c:v>
                </c:pt>
                <c:pt idx="98">
                  <c:v>0</c:v>
                </c:pt>
                <c:pt idx="99">
                  <c:v>0</c:v>
                </c:pt>
                <c:pt idx="100">
                  <c:v>0</c:v>
                </c:pt>
                <c:pt idx="101">
                  <c:v>0</c:v>
                </c:pt>
                <c:pt idx="102">
                  <c:v>0</c:v>
                </c:pt>
                <c:pt idx="103">
                  <c:v>0</c:v>
                </c:pt>
                <c:pt idx="104">
                  <c:v>504.61700000000002</c:v>
                </c:pt>
                <c:pt idx="105">
                  <c:v>504.61700000000002</c:v>
                </c:pt>
                <c:pt idx="106">
                  <c:v>504.61700000000002</c:v>
                </c:pt>
                <c:pt idx="107">
                  <c:v>504.61700000000002</c:v>
                </c:pt>
                <c:pt idx="108">
                  <c:v>504.61700000000002</c:v>
                </c:pt>
                <c:pt idx="109">
                  <c:v>504.61700000000002</c:v>
                </c:pt>
                <c:pt idx="110">
                  <c:v>504.61700000000002</c:v>
                </c:pt>
                <c:pt idx="111">
                  <c:v>504.61700000000002</c:v>
                </c:pt>
                <c:pt idx="112">
                  <c:v>504.61700000000002</c:v>
                </c:pt>
                <c:pt idx="113">
                  <c:v>504.61700000000002</c:v>
                </c:pt>
                <c:pt idx="114">
                  <c:v>504.61700000000002</c:v>
                </c:pt>
                <c:pt idx="115">
                  <c:v>504.61700000000002</c:v>
                </c:pt>
                <c:pt idx="116">
                  <c:v>504.61700000000002</c:v>
                </c:pt>
                <c:pt idx="117">
                  <c:v>504.61700000000002</c:v>
                </c:pt>
                <c:pt idx="118">
                  <c:v>0</c:v>
                </c:pt>
                <c:pt idx="119">
                  <c:v>0</c:v>
                </c:pt>
                <c:pt idx="120">
                  <c:v>0</c:v>
                </c:pt>
                <c:pt idx="121">
                  <c:v>0</c:v>
                </c:pt>
                <c:pt idx="122">
                  <c:v>0</c:v>
                </c:pt>
                <c:pt idx="123">
                  <c:v>0</c:v>
                </c:pt>
                <c:pt idx="124">
                  <c:v>0</c:v>
                </c:pt>
                <c:pt idx="125">
                  <c:v>0</c:v>
                </c:pt>
                <c:pt idx="126">
                  <c:v>0</c:v>
                </c:pt>
                <c:pt idx="127">
                  <c:v>0</c:v>
                </c:pt>
                <c:pt idx="128">
                  <c:v>504.61700000000002</c:v>
                </c:pt>
                <c:pt idx="129">
                  <c:v>504.61700000000002</c:v>
                </c:pt>
                <c:pt idx="130">
                  <c:v>504.61700000000002</c:v>
                </c:pt>
                <c:pt idx="131">
                  <c:v>504.61700000000002</c:v>
                </c:pt>
                <c:pt idx="132">
                  <c:v>504.61700000000002</c:v>
                </c:pt>
                <c:pt idx="133">
                  <c:v>504.61700000000002</c:v>
                </c:pt>
                <c:pt idx="134">
                  <c:v>504.61700000000002</c:v>
                </c:pt>
                <c:pt idx="135">
                  <c:v>504.61700000000002</c:v>
                </c:pt>
                <c:pt idx="136">
                  <c:v>504.61700000000002</c:v>
                </c:pt>
                <c:pt idx="137">
                  <c:v>504.61700000000002</c:v>
                </c:pt>
                <c:pt idx="138">
                  <c:v>504.61700000000002</c:v>
                </c:pt>
                <c:pt idx="139">
                  <c:v>504.61700000000002</c:v>
                </c:pt>
                <c:pt idx="140">
                  <c:v>504.61700000000002</c:v>
                </c:pt>
                <c:pt idx="141">
                  <c:v>504.61700000000002</c:v>
                </c:pt>
                <c:pt idx="142">
                  <c:v>0</c:v>
                </c:pt>
                <c:pt idx="143">
                  <c:v>0</c:v>
                </c:pt>
                <c:pt idx="144">
                  <c:v>0</c:v>
                </c:pt>
                <c:pt idx="145">
                  <c:v>0</c:v>
                </c:pt>
                <c:pt idx="146">
                  <c:v>0</c:v>
                </c:pt>
                <c:pt idx="147">
                  <c:v>0</c:v>
                </c:pt>
                <c:pt idx="148">
                  <c:v>0</c:v>
                </c:pt>
                <c:pt idx="149">
                  <c:v>0</c:v>
                </c:pt>
                <c:pt idx="150">
                  <c:v>0</c:v>
                </c:pt>
                <c:pt idx="151">
                  <c:v>0</c:v>
                </c:pt>
                <c:pt idx="152">
                  <c:v>504.61700000000002</c:v>
                </c:pt>
                <c:pt idx="153">
                  <c:v>504.61700000000002</c:v>
                </c:pt>
                <c:pt idx="154">
                  <c:v>504.61700000000002</c:v>
                </c:pt>
                <c:pt idx="155">
                  <c:v>504.61700000000002</c:v>
                </c:pt>
                <c:pt idx="156">
                  <c:v>504.61700000000002</c:v>
                </c:pt>
                <c:pt idx="157">
                  <c:v>504.61700000000002</c:v>
                </c:pt>
                <c:pt idx="158">
                  <c:v>504.61700000000002</c:v>
                </c:pt>
                <c:pt idx="159">
                  <c:v>504.61700000000002</c:v>
                </c:pt>
                <c:pt idx="160">
                  <c:v>504.61700000000002</c:v>
                </c:pt>
                <c:pt idx="161">
                  <c:v>504.61700000000002</c:v>
                </c:pt>
                <c:pt idx="162">
                  <c:v>504.61700000000002</c:v>
                </c:pt>
                <c:pt idx="163">
                  <c:v>504.61700000000002</c:v>
                </c:pt>
                <c:pt idx="164">
                  <c:v>504.61700000000002</c:v>
                </c:pt>
                <c:pt idx="165">
                  <c:v>504.61700000000002</c:v>
                </c:pt>
                <c:pt idx="166">
                  <c:v>0</c:v>
                </c:pt>
                <c:pt idx="167">
                  <c:v>0</c:v>
                </c:pt>
                <c:pt idx="168">
                  <c:v>0</c:v>
                </c:pt>
                <c:pt idx="169">
                  <c:v>0</c:v>
                </c:pt>
                <c:pt idx="170">
                  <c:v>0</c:v>
                </c:pt>
                <c:pt idx="171">
                  <c:v>0</c:v>
                </c:pt>
                <c:pt idx="172">
                  <c:v>0</c:v>
                </c:pt>
                <c:pt idx="173">
                  <c:v>0</c:v>
                </c:pt>
                <c:pt idx="174">
                  <c:v>0</c:v>
                </c:pt>
                <c:pt idx="175">
                  <c:v>0</c:v>
                </c:pt>
                <c:pt idx="176">
                  <c:v>504.61700000000002</c:v>
                </c:pt>
                <c:pt idx="177">
                  <c:v>504.61700000000002</c:v>
                </c:pt>
                <c:pt idx="178">
                  <c:v>504.61700000000002</c:v>
                </c:pt>
                <c:pt idx="179">
                  <c:v>504.61700000000002</c:v>
                </c:pt>
                <c:pt idx="180">
                  <c:v>504.61700000000002</c:v>
                </c:pt>
                <c:pt idx="181">
                  <c:v>504.61700000000002</c:v>
                </c:pt>
                <c:pt idx="182">
                  <c:v>504.61700000000002</c:v>
                </c:pt>
                <c:pt idx="183">
                  <c:v>504.61700000000002</c:v>
                </c:pt>
                <c:pt idx="184">
                  <c:v>504.61700000000002</c:v>
                </c:pt>
                <c:pt idx="185">
                  <c:v>504.61700000000002</c:v>
                </c:pt>
                <c:pt idx="186">
                  <c:v>504.61700000000002</c:v>
                </c:pt>
                <c:pt idx="187">
                  <c:v>504.61700000000002</c:v>
                </c:pt>
                <c:pt idx="188">
                  <c:v>504.61700000000002</c:v>
                </c:pt>
                <c:pt idx="189">
                  <c:v>504.61700000000002</c:v>
                </c:pt>
                <c:pt idx="190">
                  <c:v>0</c:v>
                </c:pt>
                <c:pt idx="191">
                  <c:v>0</c:v>
                </c:pt>
                <c:pt idx="192">
                  <c:v>0</c:v>
                </c:pt>
                <c:pt idx="193">
                  <c:v>0</c:v>
                </c:pt>
                <c:pt idx="194">
                  <c:v>0</c:v>
                </c:pt>
                <c:pt idx="195">
                  <c:v>0</c:v>
                </c:pt>
                <c:pt idx="196">
                  <c:v>0</c:v>
                </c:pt>
                <c:pt idx="197">
                  <c:v>0</c:v>
                </c:pt>
                <c:pt idx="198">
                  <c:v>0</c:v>
                </c:pt>
                <c:pt idx="199">
                  <c:v>0</c:v>
                </c:pt>
                <c:pt idx="200">
                  <c:v>504.61700000000002</c:v>
                </c:pt>
                <c:pt idx="201">
                  <c:v>504.61700000000002</c:v>
                </c:pt>
                <c:pt idx="202">
                  <c:v>504.61700000000002</c:v>
                </c:pt>
                <c:pt idx="203">
                  <c:v>504.61700000000002</c:v>
                </c:pt>
                <c:pt idx="204">
                  <c:v>504.61700000000002</c:v>
                </c:pt>
                <c:pt idx="205">
                  <c:v>504.61700000000002</c:v>
                </c:pt>
                <c:pt idx="206">
                  <c:v>504.61700000000002</c:v>
                </c:pt>
                <c:pt idx="207">
                  <c:v>504.61700000000002</c:v>
                </c:pt>
                <c:pt idx="208">
                  <c:v>504.61700000000002</c:v>
                </c:pt>
                <c:pt idx="209">
                  <c:v>504.61700000000002</c:v>
                </c:pt>
                <c:pt idx="210">
                  <c:v>504.61700000000002</c:v>
                </c:pt>
                <c:pt idx="211">
                  <c:v>504.61700000000002</c:v>
                </c:pt>
                <c:pt idx="212">
                  <c:v>504.61700000000002</c:v>
                </c:pt>
                <c:pt idx="213">
                  <c:v>504.61700000000002</c:v>
                </c:pt>
                <c:pt idx="214">
                  <c:v>0</c:v>
                </c:pt>
                <c:pt idx="215">
                  <c:v>0</c:v>
                </c:pt>
                <c:pt idx="216">
                  <c:v>0</c:v>
                </c:pt>
                <c:pt idx="217">
                  <c:v>0</c:v>
                </c:pt>
                <c:pt idx="218">
                  <c:v>0</c:v>
                </c:pt>
                <c:pt idx="219">
                  <c:v>0</c:v>
                </c:pt>
                <c:pt idx="220">
                  <c:v>0</c:v>
                </c:pt>
                <c:pt idx="221">
                  <c:v>0</c:v>
                </c:pt>
                <c:pt idx="222">
                  <c:v>0</c:v>
                </c:pt>
                <c:pt idx="223">
                  <c:v>0</c:v>
                </c:pt>
                <c:pt idx="224">
                  <c:v>504.61700000000002</c:v>
                </c:pt>
                <c:pt idx="225">
                  <c:v>504.61700000000002</c:v>
                </c:pt>
                <c:pt idx="226">
                  <c:v>504.61700000000002</c:v>
                </c:pt>
                <c:pt idx="227">
                  <c:v>504.61700000000002</c:v>
                </c:pt>
                <c:pt idx="228">
                  <c:v>504.61700000000002</c:v>
                </c:pt>
                <c:pt idx="229">
                  <c:v>504.61700000000002</c:v>
                </c:pt>
                <c:pt idx="230">
                  <c:v>504.61700000000002</c:v>
                </c:pt>
                <c:pt idx="231">
                  <c:v>504.61700000000002</c:v>
                </c:pt>
                <c:pt idx="232">
                  <c:v>504.61700000000002</c:v>
                </c:pt>
                <c:pt idx="233">
                  <c:v>504.61700000000002</c:v>
                </c:pt>
                <c:pt idx="234">
                  <c:v>504.61700000000002</c:v>
                </c:pt>
                <c:pt idx="235">
                  <c:v>504.61700000000002</c:v>
                </c:pt>
                <c:pt idx="236">
                  <c:v>504.61700000000002</c:v>
                </c:pt>
                <c:pt idx="237">
                  <c:v>504.61700000000002</c:v>
                </c:pt>
                <c:pt idx="238">
                  <c:v>0</c:v>
                </c:pt>
                <c:pt idx="239">
                  <c:v>0</c:v>
                </c:pt>
                <c:pt idx="240">
                  <c:v>0</c:v>
                </c:pt>
                <c:pt idx="241">
                  <c:v>0</c:v>
                </c:pt>
                <c:pt idx="242">
                  <c:v>0</c:v>
                </c:pt>
                <c:pt idx="243">
                  <c:v>0</c:v>
                </c:pt>
                <c:pt idx="244">
                  <c:v>0</c:v>
                </c:pt>
                <c:pt idx="245">
                  <c:v>0</c:v>
                </c:pt>
                <c:pt idx="246">
                  <c:v>0</c:v>
                </c:pt>
                <c:pt idx="247">
                  <c:v>0</c:v>
                </c:pt>
                <c:pt idx="248">
                  <c:v>504.61700000000002</c:v>
                </c:pt>
                <c:pt idx="249">
                  <c:v>504.61700000000002</c:v>
                </c:pt>
                <c:pt idx="250">
                  <c:v>504.61700000000002</c:v>
                </c:pt>
                <c:pt idx="251">
                  <c:v>504.61700000000002</c:v>
                </c:pt>
                <c:pt idx="252">
                  <c:v>504.61700000000002</c:v>
                </c:pt>
                <c:pt idx="253">
                  <c:v>504.61700000000002</c:v>
                </c:pt>
                <c:pt idx="254">
                  <c:v>504.61700000000002</c:v>
                </c:pt>
                <c:pt idx="255">
                  <c:v>504.61700000000002</c:v>
                </c:pt>
                <c:pt idx="256">
                  <c:v>504.61700000000002</c:v>
                </c:pt>
                <c:pt idx="257">
                  <c:v>504.61700000000002</c:v>
                </c:pt>
                <c:pt idx="258">
                  <c:v>504.61700000000002</c:v>
                </c:pt>
                <c:pt idx="259">
                  <c:v>504.61700000000002</c:v>
                </c:pt>
                <c:pt idx="260">
                  <c:v>504.61700000000002</c:v>
                </c:pt>
                <c:pt idx="261">
                  <c:v>504.61700000000002</c:v>
                </c:pt>
                <c:pt idx="262">
                  <c:v>0</c:v>
                </c:pt>
                <c:pt idx="263">
                  <c:v>0</c:v>
                </c:pt>
                <c:pt idx="264">
                  <c:v>0</c:v>
                </c:pt>
                <c:pt idx="265">
                  <c:v>0</c:v>
                </c:pt>
                <c:pt idx="266">
                  <c:v>0</c:v>
                </c:pt>
                <c:pt idx="267">
                  <c:v>0</c:v>
                </c:pt>
                <c:pt idx="268">
                  <c:v>0</c:v>
                </c:pt>
                <c:pt idx="269">
                  <c:v>0</c:v>
                </c:pt>
                <c:pt idx="270">
                  <c:v>0</c:v>
                </c:pt>
                <c:pt idx="271">
                  <c:v>0</c:v>
                </c:pt>
                <c:pt idx="272">
                  <c:v>504.61700000000002</c:v>
                </c:pt>
                <c:pt idx="273">
                  <c:v>504.61700000000002</c:v>
                </c:pt>
                <c:pt idx="274">
                  <c:v>504.61700000000002</c:v>
                </c:pt>
                <c:pt idx="275">
                  <c:v>504.61700000000002</c:v>
                </c:pt>
                <c:pt idx="276">
                  <c:v>504.61700000000002</c:v>
                </c:pt>
                <c:pt idx="277">
                  <c:v>504.61700000000002</c:v>
                </c:pt>
                <c:pt idx="278">
                  <c:v>504.61700000000002</c:v>
                </c:pt>
                <c:pt idx="279">
                  <c:v>504.61700000000002</c:v>
                </c:pt>
                <c:pt idx="280">
                  <c:v>504.61700000000002</c:v>
                </c:pt>
                <c:pt idx="281">
                  <c:v>504.61700000000002</c:v>
                </c:pt>
                <c:pt idx="282">
                  <c:v>504.61700000000002</c:v>
                </c:pt>
                <c:pt idx="283">
                  <c:v>504.61700000000002</c:v>
                </c:pt>
                <c:pt idx="284">
                  <c:v>504.61700000000002</c:v>
                </c:pt>
                <c:pt idx="285">
                  <c:v>504.61700000000002</c:v>
                </c:pt>
                <c:pt idx="286">
                  <c:v>0</c:v>
                </c:pt>
                <c:pt idx="287">
                  <c:v>0</c:v>
                </c:pt>
                <c:pt idx="288">
                  <c:v>0</c:v>
                </c:pt>
                <c:pt idx="289">
                  <c:v>0</c:v>
                </c:pt>
                <c:pt idx="290">
                  <c:v>0</c:v>
                </c:pt>
                <c:pt idx="291">
                  <c:v>0</c:v>
                </c:pt>
                <c:pt idx="292">
                  <c:v>0</c:v>
                </c:pt>
                <c:pt idx="293">
                  <c:v>0</c:v>
                </c:pt>
                <c:pt idx="294">
                  <c:v>0</c:v>
                </c:pt>
                <c:pt idx="295">
                  <c:v>0</c:v>
                </c:pt>
                <c:pt idx="296">
                  <c:v>504.61700000000002</c:v>
                </c:pt>
                <c:pt idx="297">
                  <c:v>504.61700000000002</c:v>
                </c:pt>
                <c:pt idx="298">
                  <c:v>504.61700000000002</c:v>
                </c:pt>
                <c:pt idx="299">
                  <c:v>504.61700000000002</c:v>
                </c:pt>
                <c:pt idx="300">
                  <c:v>504.61700000000002</c:v>
                </c:pt>
                <c:pt idx="301">
                  <c:v>504.61700000000002</c:v>
                </c:pt>
                <c:pt idx="302">
                  <c:v>504.61700000000002</c:v>
                </c:pt>
                <c:pt idx="303">
                  <c:v>504.61700000000002</c:v>
                </c:pt>
                <c:pt idx="304">
                  <c:v>504.61700000000002</c:v>
                </c:pt>
                <c:pt idx="305">
                  <c:v>504.61700000000002</c:v>
                </c:pt>
                <c:pt idx="306">
                  <c:v>504.61700000000002</c:v>
                </c:pt>
                <c:pt idx="307">
                  <c:v>504.61700000000002</c:v>
                </c:pt>
                <c:pt idx="308">
                  <c:v>504.61700000000002</c:v>
                </c:pt>
                <c:pt idx="309">
                  <c:v>504.61700000000002</c:v>
                </c:pt>
                <c:pt idx="310">
                  <c:v>0</c:v>
                </c:pt>
                <c:pt idx="311">
                  <c:v>0</c:v>
                </c:pt>
                <c:pt idx="312">
                  <c:v>0</c:v>
                </c:pt>
                <c:pt idx="313">
                  <c:v>0</c:v>
                </c:pt>
                <c:pt idx="314">
                  <c:v>0</c:v>
                </c:pt>
                <c:pt idx="315">
                  <c:v>0</c:v>
                </c:pt>
                <c:pt idx="316">
                  <c:v>0</c:v>
                </c:pt>
                <c:pt idx="317">
                  <c:v>0</c:v>
                </c:pt>
                <c:pt idx="318">
                  <c:v>0</c:v>
                </c:pt>
                <c:pt idx="319">
                  <c:v>0</c:v>
                </c:pt>
                <c:pt idx="320">
                  <c:v>504.61700000000002</c:v>
                </c:pt>
                <c:pt idx="321">
                  <c:v>504.61700000000002</c:v>
                </c:pt>
                <c:pt idx="322">
                  <c:v>504.61700000000002</c:v>
                </c:pt>
                <c:pt idx="323">
                  <c:v>504.61700000000002</c:v>
                </c:pt>
                <c:pt idx="324">
                  <c:v>504.61700000000002</c:v>
                </c:pt>
                <c:pt idx="325">
                  <c:v>504.61700000000002</c:v>
                </c:pt>
                <c:pt idx="326">
                  <c:v>504.61700000000002</c:v>
                </c:pt>
                <c:pt idx="327">
                  <c:v>504.61700000000002</c:v>
                </c:pt>
                <c:pt idx="328">
                  <c:v>504.61700000000002</c:v>
                </c:pt>
                <c:pt idx="329">
                  <c:v>504.61700000000002</c:v>
                </c:pt>
                <c:pt idx="330">
                  <c:v>504.61700000000002</c:v>
                </c:pt>
                <c:pt idx="331">
                  <c:v>504.61700000000002</c:v>
                </c:pt>
                <c:pt idx="332">
                  <c:v>504.61700000000002</c:v>
                </c:pt>
                <c:pt idx="333">
                  <c:v>504.61700000000002</c:v>
                </c:pt>
                <c:pt idx="334">
                  <c:v>0</c:v>
                </c:pt>
                <c:pt idx="335">
                  <c:v>0</c:v>
                </c:pt>
                <c:pt idx="336">
                  <c:v>0</c:v>
                </c:pt>
                <c:pt idx="337">
                  <c:v>0</c:v>
                </c:pt>
                <c:pt idx="338">
                  <c:v>0</c:v>
                </c:pt>
                <c:pt idx="339">
                  <c:v>0</c:v>
                </c:pt>
                <c:pt idx="340">
                  <c:v>0</c:v>
                </c:pt>
                <c:pt idx="341">
                  <c:v>0</c:v>
                </c:pt>
                <c:pt idx="342">
                  <c:v>0</c:v>
                </c:pt>
                <c:pt idx="343">
                  <c:v>0</c:v>
                </c:pt>
                <c:pt idx="344">
                  <c:v>504.61700000000002</c:v>
                </c:pt>
                <c:pt idx="345">
                  <c:v>504.61700000000002</c:v>
                </c:pt>
                <c:pt idx="346">
                  <c:v>504.61700000000002</c:v>
                </c:pt>
                <c:pt idx="347">
                  <c:v>504.61700000000002</c:v>
                </c:pt>
                <c:pt idx="348">
                  <c:v>504.61700000000002</c:v>
                </c:pt>
                <c:pt idx="349">
                  <c:v>504.61700000000002</c:v>
                </c:pt>
                <c:pt idx="350">
                  <c:v>504.61700000000002</c:v>
                </c:pt>
                <c:pt idx="351">
                  <c:v>504.61700000000002</c:v>
                </c:pt>
                <c:pt idx="352">
                  <c:v>504.61700000000002</c:v>
                </c:pt>
                <c:pt idx="353">
                  <c:v>504.61700000000002</c:v>
                </c:pt>
                <c:pt idx="354">
                  <c:v>504.61700000000002</c:v>
                </c:pt>
                <c:pt idx="355">
                  <c:v>504.61700000000002</c:v>
                </c:pt>
                <c:pt idx="356">
                  <c:v>504.61700000000002</c:v>
                </c:pt>
                <c:pt idx="357">
                  <c:v>504.61700000000002</c:v>
                </c:pt>
                <c:pt idx="358">
                  <c:v>0</c:v>
                </c:pt>
                <c:pt idx="359">
                  <c:v>0</c:v>
                </c:pt>
                <c:pt idx="360">
                  <c:v>0</c:v>
                </c:pt>
                <c:pt idx="361">
                  <c:v>0</c:v>
                </c:pt>
                <c:pt idx="362">
                  <c:v>0</c:v>
                </c:pt>
                <c:pt idx="363">
                  <c:v>0</c:v>
                </c:pt>
                <c:pt idx="364">
                  <c:v>0</c:v>
                </c:pt>
                <c:pt idx="365">
                  <c:v>0</c:v>
                </c:pt>
                <c:pt idx="366">
                  <c:v>0</c:v>
                </c:pt>
                <c:pt idx="367">
                  <c:v>0</c:v>
                </c:pt>
                <c:pt idx="368">
                  <c:v>504.61700000000002</c:v>
                </c:pt>
                <c:pt idx="369">
                  <c:v>504.61700000000002</c:v>
                </c:pt>
                <c:pt idx="370">
                  <c:v>504.61700000000002</c:v>
                </c:pt>
                <c:pt idx="371">
                  <c:v>504.61700000000002</c:v>
                </c:pt>
                <c:pt idx="372">
                  <c:v>504.61700000000002</c:v>
                </c:pt>
                <c:pt idx="373">
                  <c:v>504.61700000000002</c:v>
                </c:pt>
                <c:pt idx="374">
                  <c:v>504.61700000000002</c:v>
                </c:pt>
                <c:pt idx="375">
                  <c:v>504.61700000000002</c:v>
                </c:pt>
                <c:pt idx="376">
                  <c:v>504.61700000000002</c:v>
                </c:pt>
                <c:pt idx="377">
                  <c:v>504.61700000000002</c:v>
                </c:pt>
                <c:pt idx="378">
                  <c:v>504.61700000000002</c:v>
                </c:pt>
                <c:pt idx="379">
                  <c:v>504.61700000000002</c:v>
                </c:pt>
                <c:pt idx="380">
                  <c:v>504.61700000000002</c:v>
                </c:pt>
                <c:pt idx="381">
                  <c:v>504.61700000000002</c:v>
                </c:pt>
                <c:pt idx="382">
                  <c:v>0</c:v>
                </c:pt>
                <c:pt idx="383">
                  <c:v>0</c:v>
                </c:pt>
                <c:pt idx="384">
                  <c:v>0</c:v>
                </c:pt>
                <c:pt idx="385">
                  <c:v>0</c:v>
                </c:pt>
                <c:pt idx="386">
                  <c:v>0</c:v>
                </c:pt>
                <c:pt idx="387">
                  <c:v>0</c:v>
                </c:pt>
                <c:pt idx="388">
                  <c:v>0</c:v>
                </c:pt>
                <c:pt idx="389">
                  <c:v>0</c:v>
                </c:pt>
                <c:pt idx="390">
                  <c:v>0</c:v>
                </c:pt>
                <c:pt idx="391">
                  <c:v>0</c:v>
                </c:pt>
                <c:pt idx="392">
                  <c:v>504.61700000000002</c:v>
                </c:pt>
                <c:pt idx="393">
                  <c:v>504.61700000000002</c:v>
                </c:pt>
                <c:pt idx="394">
                  <c:v>504.61700000000002</c:v>
                </c:pt>
                <c:pt idx="395">
                  <c:v>504.61700000000002</c:v>
                </c:pt>
                <c:pt idx="396">
                  <c:v>504.61700000000002</c:v>
                </c:pt>
                <c:pt idx="397">
                  <c:v>504.61700000000002</c:v>
                </c:pt>
                <c:pt idx="398">
                  <c:v>504.61700000000002</c:v>
                </c:pt>
                <c:pt idx="399">
                  <c:v>504.61700000000002</c:v>
                </c:pt>
                <c:pt idx="400">
                  <c:v>504.61700000000002</c:v>
                </c:pt>
                <c:pt idx="401">
                  <c:v>504.61700000000002</c:v>
                </c:pt>
                <c:pt idx="402">
                  <c:v>504.61700000000002</c:v>
                </c:pt>
                <c:pt idx="403">
                  <c:v>504.61700000000002</c:v>
                </c:pt>
                <c:pt idx="404">
                  <c:v>504.61700000000002</c:v>
                </c:pt>
                <c:pt idx="405">
                  <c:v>504.61700000000002</c:v>
                </c:pt>
                <c:pt idx="406">
                  <c:v>0</c:v>
                </c:pt>
                <c:pt idx="407">
                  <c:v>0</c:v>
                </c:pt>
                <c:pt idx="408">
                  <c:v>0</c:v>
                </c:pt>
                <c:pt idx="409">
                  <c:v>0</c:v>
                </c:pt>
                <c:pt idx="410">
                  <c:v>0</c:v>
                </c:pt>
                <c:pt idx="411">
                  <c:v>0</c:v>
                </c:pt>
                <c:pt idx="412">
                  <c:v>0</c:v>
                </c:pt>
                <c:pt idx="413">
                  <c:v>0</c:v>
                </c:pt>
                <c:pt idx="414">
                  <c:v>0</c:v>
                </c:pt>
                <c:pt idx="415">
                  <c:v>0</c:v>
                </c:pt>
                <c:pt idx="416">
                  <c:v>504.61700000000002</c:v>
                </c:pt>
                <c:pt idx="417">
                  <c:v>504.61700000000002</c:v>
                </c:pt>
                <c:pt idx="418">
                  <c:v>504.61700000000002</c:v>
                </c:pt>
                <c:pt idx="419">
                  <c:v>504.61700000000002</c:v>
                </c:pt>
                <c:pt idx="420">
                  <c:v>504.61700000000002</c:v>
                </c:pt>
                <c:pt idx="421">
                  <c:v>504.61700000000002</c:v>
                </c:pt>
                <c:pt idx="422">
                  <c:v>504.61700000000002</c:v>
                </c:pt>
                <c:pt idx="423">
                  <c:v>504.61700000000002</c:v>
                </c:pt>
                <c:pt idx="424">
                  <c:v>504.61700000000002</c:v>
                </c:pt>
                <c:pt idx="425">
                  <c:v>504.61700000000002</c:v>
                </c:pt>
                <c:pt idx="426">
                  <c:v>504.61700000000002</c:v>
                </c:pt>
                <c:pt idx="427">
                  <c:v>504.61700000000002</c:v>
                </c:pt>
                <c:pt idx="428">
                  <c:v>504.61700000000002</c:v>
                </c:pt>
                <c:pt idx="429">
                  <c:v>504.61700000000002</c:v>
                </c:pt>
                <c:pt idx="430">
                  <c:v>0</c:v>
                </c:pt>
                <c:pt idx="431">
                  <c:v>0</c:v>
                </c:pt>
                <c:pt idx="432">
                  <c:v>0</c:v>
                </c:pt>
                <c:pt idx="433">
                  <c:v>0</c:v>
                </c:pt>
                <c:pt idx="434">
                  <c:v>0</c:v>
                </c:pt>
                <c:pt idx="435">
                  <c:v>0</c:v>
                </c:pt>
                <c:pt idx="436">
                  <c:v>0</c:v>
                </c:pt>
                <c:pt idx="437">
                  <c:v>0</c:v>
                </c:pt>
                <c:pt idx="438">
                  <c:v>0</c:v>
                </c:pt>
                <c:pt idx="439">
                  <c:v>0</c:v>
                </c:pt>
                <c:pt idx="440">
                  <c:v>504.61700000000002</c:v>
                </c:pt>
                <c:pt idx="441">
                  <c:v>504.61700000000002</c:v>
                </c:pt>
                <c:pt idx="442">
                  <c:v>504.61700000000002</c:v>
                </c:pt>
                <c:pt idx="443">
                  <c:v>504.61700000000002</c:v>
                </c:pt>
                <c:pt idx="444">
                  <c:v>504.61700000000002</c:v>
                </c:pt>
                <c:pt idx="445">
                  <c:v>504.61700000000002</c:v>
                </c:pt>
                <c:pt idx="446">
                  <c:v>504.61700000000002</c:v>
                </c:pt>
                <c:pt idx="447">
                  <c:v>504.61700000000002</c:v>
                </c:pt>
                <c:pt idx="448">
                  <c:v>504.61700000000002</c:v>
                </c:pt>
                <c:pt idx="449">
                  <c:v>504.61700000000002</c:v>
                </c:pt>
                <c:pt idx="450">
                  <c:v>504.61700000000002</c:v>
                </c:pt>
                <c:pt idx="451">
                  <c:v>504.61700000000002</c:v>
                </c:pt>
                <c:pt idx="452">
                  <c:v>504.61700000000002</c:v>
                </c:pt>
                <c:pt idx="453">
                  <c:v>504.61700000000002</c:v>
                </c:pt>
                <c:pt idx="454">
                  <c:v>0</c:v>
                </c:pt>
                <c:pt idx="455">
                  <c:v>0</c:v>
                </c:pt>
                <c:pt idx="456">
                  <c:v>0</c:v>
                </c:pt>
                <c:pt idx="457">
                  <c:v>0</c:v>
                </c:pt>
                <c:pt idx="458">
                  <c:v>0</c:v>
                </c:pt>
                <c:pt idx="459">
                  <c:v>0</c:v>
                </c:pt>
                <c:pt idx="460">
                  <c:v>0</c:v>
                </c:pt>
                <c:pt idx="461">
                  <c:v>0</c:v>
                </c:pt>
                <c:pt idx="462">
                  <c:v>0</c:v>
                </c:pt>
                <c:pt idx="463">
                  <c:v>0</c:v>
                </c:pt>
                <c:pt idx="464">
                  <c:v>504.61700000000002</c:v>
                </c:pt>
                <c:pt idx="465">
                  <c:v>504.61700000000002</c:v>
                </c:pt>
                <c:pt idx="466">
                  <c:v>504.61700000000002</c:v>
                </c:pt>
                <c:pt idx="467">
                  <c:v>504.61700000000002</c:v>
                </c:pt>
                <c:pt idx="468">
                  <c:v>504.61700000000002</c:v>
                </c:pt>
                <c:pt idx="469">
                  <c:v>504.61700000000002</c:v>
                </c:pt>
                <c:pt idx="470">
                  <c:v>504.61700000000002</c:v>
                </c:pt>
                <c:pt idx="471">
                  <c:v>504.61700000000002</c:v>
                </c:pt>
                <c:pt idx="472">
                  <c:v>504.61700000000002</c:v>
                </c:pt>
                <c:pt idx="473">
                  <c:v>504.61700000000002</c:v>
                </c:pt>
                <c:pt idx="474">
                  <c:v>504.61700000000002</c:v>
                </c:pt>
                <c:pt idx="475">
                  <c:v>504.61700000000002</c:v>
                </c:pt>
                <c:pt idx="476">
                  <c:v>504.61700000000002</c:v>
                </c:pt>
                <c:pt idx="477">
                  <c:v>504.61700000000002</c:v>
                </c:pt>
                <c:pt idx="478">
                  <c:v>0</c:v>
                </c:pt>
                <c:pt idx="479">
                  <c:v>0</c:v>
                </c:pt>
                <c:pt idx="480">
                  <c:v>0</c:v>
                </c:pt>
                <c:pt idx="481">
                  <c:v>0</c:v>
                </c:pt>
                <c:pt idx="482">
                  <c:v>0</c:v>
                </c:pt>
                <c:pt idx="483">
                  <c:v>0</c:v>
                </c:pt>
                <c:pt idx="484">
                  <c:v>0</c:v>
                </c:pt>
                <c:pt idx="485">
                  <c:v>0</c:v>
                </c:pt>
                <c:pt idx="486">
                  <c:v>0</c:v>
                </c:pt>
                <c:pt idx="487">
                  <c:v>0</c:v>
                </c:pt>
                <c:pt idx="488">
                  <c:v>504.61700000000002</c:v>
                </c:pt>
                <c:pt idx="489">
                  <c:v>504.61700000000002</c:v>
                </c:pt>
                <c:pt idx="490">
                  <c:v>504.61700000000002</c:v>
                </c:pt>
                <c:pt idx="491">
                  <c:v>504.61700000000002</c:v>
                </c:pt>
                <c:pt idx="492">
                  <c:v>504.61700000000002</c:v>
                </c:pt>
                <c:pt idx="493">
                  <c:v>504.61700000000002</c:v>
                </c:pt>
                <c:pt idx="494">
                  <c:v>504.61700000000002</c:v>
                </c:pt>
                <c:pt idx="495">
                  <c:v>504.61700000000002</c:v>
                </c:pt>
                <c:pt idx="496">
                  <c:v>504.61700000000002</c:v>
                </c:pt>
                <c:pt idx="497">
                  <c:v>504.61700000000002</c:v>
                </c:pt>
                <c:pt idx="498">
                  <c:v>504.61700000000002</c:v>
                </c:pt>
                <c:pt idx="499">
                  <c:v>504.61700000000002</c:v>
                </c:pt>
                <c:pt idx="500">
                  <c:v>504.61700000000002</c:v>
                </c:pt>
                <c:pt idx="501">
                  <c:v>504.61700000000002</c:v>
                </c:pt>
                <c:pt idx="502">
                  <c:v>0</c:v>
                </c:pt>
                <c:pt idx="503">
                  <c:v>0</c:v>
                </c:pt>
                <c:pt idx="504">
                  <c:v>0</c:v>
                </c:pt>
                <c:pt idx="505">
                  <c:v>0</c:v>
                </c:pt>
                <c:pt idx="506">
                  <c:v>0</c:v>
                </c:pt>
                <c:pt idx="507">
                  <c:v>0</c:v>
                </c:pt>
                <c:pt idx="508">
                  <c:v>0</c:v>
                </c:pt>
                <c:pt idx="509">
                  <c:v>0</c:v>
                </c:pt>
                <c:pt idx="510">
                  <c:v>0</c:v>
                </c:pt>
                <c:pt idx="511">
                  <c:v>0</c:v>
                </c:pt>
                <c:pt idx="512">
                  <c:v>504.61700000000002</c:v>
                </c:pt>
                <c:pt idx="513">
                  <c:v>504.61700000000002</c:v>
                </c:pt>
                <c:pt idx="514">
                  <c:v>504.61700000000002</c:v>
                </c:pt>
                <c:pt idx="515">
                  <c:v>504.61700000000002</c:v>
                </c:pt>
                <c:pt idx="516">
                  <c:v>504.61700000000002</c:v>
                </c:pt>
                <c:pt idx="517">
                  <c:v>504.61700000000002</c:v>
                </c:pt>
                <c:pt idx="518">
                  <c:v>504.61700000000002</c:v>
                </c:pt>
                <c:pt idx="519">
                  <c:v>504.61700000000002</c:v>
                </c:pt>
                <c:pt idx="520">
                  <c:v>504.61700000000002</c:v>
                </c:pt>
                <c:pt idx="521">
                  <c:v>504.61700000000002</c:v>
                </c:pt>
                <c:pt idx="522">
                  <c:v>504.61700000000002</c:v>
                </c:pt>
                <c:pt idx="523">
                  <c:v>504.61700000000002</c:v>
                </c:pt>
                <c:pt idx="524">
                  <c:v>504.61700000000002</c:v>
                </c:pt>
                <c:pt idx="525">
                  <c:v>504.61700000000002</c:v>
                </c:pt>
                <c:pt idx="526">
                  <c:v>0</c:v>
                </c:pt>
                <c:pt idx="527">
                  <c:v>0</c:v>
                </c:pt>
                <c:pt idx="528">
                  <c:v>0</c:v>
                </c:pt>
                <c:pt idx="529">
                  <c:v>0</c:v>
                </c:pt>
                <c:pt idx="530">
                  <c:v>0</c:v>
                </c:pt>
                <c:pt idx="531">
                  <c:v>0</c:v>
                </c:pt>
                <c:pt idx="532">
                  <c:v>0</c:v>
                </c:pt>
                <c:pt idx="533">
                  <c:v>0</c:v>
                </c:pt>
                <c:pt idx="534">
                  <c:v>0</c:v>
                </c:pt>
                <c:pt idx="535">
                  <c:v>0</c:v>
                </c:pt>
                <c:pt idx="536">
                  <c:v>504.61700000000002</c:v>
                </c:pt>
                <c:pt idx="537">
                  <c:v>504.61700000000002</c:v>
                </c:pt>
                <c:pt idx="538">
                  <c:v>504.61700000000002</c:v>
                </c:pt>
                <c:pt idx="539">
                  <c:v>504.61700000000002</c:v>
                </c:pt>
                <c:pt idx="540">
                  <c:v>504.61700000000002</c:v>
                </c:pt>
                <c:pt idx="541">
                  <c:v>504.61700000000002</c:v>
                </c:pt>
                <c:pt idx="542">
                  <c:v>504.61700000000002</c:v>
                </c:pt>
                <c:pt idx="543">
                  <c:v>504.61700000000002</c:v>
                </c:pt>
                <c:pt idx="544">
                  <c:v>504.61700000000002</c:v>
                </c:pt>
                <c:pt idx="545">
                  <c:v>504.61700000000002</c:v>
                </c:pt>
                <c:pt idx="546">
                  <c:v>504.61700000000002</c:v>
                </c:pt>
                <c:pt idx="547">
                  <c:v>504.61700000000002</c:v>
                </c:pt>
                <c:pt idx="548">
                  <c:v>504.61700000000002</c:v>
                </c:pt>
                <c:pt idx="549">
                  <c:v>504.61700000000002</c:v>
                </c:pt>
                <c:pt idx="550">
                  <c:v>0</c:v>
                </c:pt>
                <c:pt idx="551">
                  <c:v>0</c:v>
                </c:pt>
                <c:pt idx="552">
                  <c:v>0</c:v>
                </c:pt>
                <c:pt idx="553">
                  <c:v>0</c:v>
                </c:pt>
                <c:pt idx="554">
                  <c:v>0</c:v>
                </c:pt>
                <c:pt idx="555">
                  <c:v>0</c:v>
                </c:pt>
                <c:pt idx="556">
                  <c:v>0</c:v>
                </c:pt>
                <c:pt idx="557">
                  <c:v>0</c:v>
                </c:pt>
                <c:pt idx="558">
                  <c:v>0</c:v>
                </c:pt>
                <c:pt idx="559">
                  <c:v>0</c:v>
                </c:pt>
                <c:pt idx="560">
                  <c:v>504.61700000000002</c:v>
                </c:pt>
                <c:pt idx="561">
                  <c:v>504.61700000000002</c:v>
                </c:pt>
                <c:pt idx="562">
                  <c:v>504.61700000000002</c:v>
                </c:pt>
                <c:pt idx="563">
                  <c:v>504.61700000000002</c:v>
                </c:pt>
                <c:pt idx="564">
                  <c:v>504.61700000000002</c:v>
                </c:pt>
                <c:pt idx="565">
                  <c:v>504.61700000000002</c:v>
                </c:pt>
                <c:pt idx="566">
                  <c:v>504.61700000000002</c:v>
                </c:pt>
                <c:pt idx="567">
                  <c:v>504.61700000000002</c:v>
                </c:pt>
                <c:pt idx="568">
                  <c:v>504.61700000000002</c:v>
                </c:pt>
                <c:pt idx="569">
                  <c:v>504.61700000000002</c:v>
                </c:pt>
                <c:pt idx="570">
                  <c:v>504.61700000000002</c:v>
                </c:pt>
                <c:pt idx="571">
                  <c:v>504.61700000000002</c:v>
                </c:pt>
                <c:pt idx="572">
                  <c:v>504.61700000000002</c:v>
                </c:pt>
                <c:pt idx="573">
                  <c:v>504.61700000000002</c:v>
                </c:pt>
                <c:pt idx="574">
                  <c:v>0</c:v>
                </c:pt>
                <c:pt idx="575">
                  <c:v>0</c:v>
                </c:pt>
                <c:pt idx="576">
                  <c:v>0</c:v>
                </c:pt>
                <c:pt idx="577">
                  <c:v>0</c:v>
                </c:pt>
                <c:pt idx="578">
                  <c:v>0</c:v>
                </c:pt>
                <c:pt idx="579">
                  <c:v>0</c:v>
                </c:pt>
                <c:pt idx="580">
                  <c:v>0</c:v>
                </c:pt>
                <c:pt idx="581">
                  <c:v>0</c:v>
                </c:pt>
                <c:pt idx="582">
                  <c:v>0</c:v>
                </c:pt>
                <c:pt idx="583">
                  <c:v>0</c:v>
                </c:pt>
                <c:pt idx="584">
                  <c:v>504.61700000000002</c:v>
                </c:pt>
                <c:pt idx="585">
                  <c:v>504.61700000000002</c:v>
                </c:pt>
                <c:pt idx="586">
                  <c:v>504.61700000000002</c:v>
                </c:pt>
                <c:pt idx="587">
                  <c:v>504.61700000000002</c:v>
                </c:pt>
                <c:pt idx="588">
                  <c:v>504.61700000000002</c:v>
                </c:pt>
                <c:pt idx="589">
                  <c:v>504.61700000000002</c:v>
                </c:pt>
                <c:pt idx="590">
                  <c:v>504.61700000000002</c:v>
                </c:pt>
                <c:pt idx="591">
                  <c:v>504.61700000000002</c:v>
                </c:pt>
                <c:pt idx="592">
                  <c:v>504.61700000000002</c:v>
                </c:pt>
                <c:pt idx="593">
                  <c:v>504.61700000000002</c:v>
                </c:pt>
                <c:pt idx="594">
                  <c:v>504.61700000000002</c:v>
                </c:pt>
                <c:pt idx="595">
                  <c:v>504.61700000000002</c:v>
                </c:pt>
                <c:pt idx="596">
                  <c:v>504.61700000000002</c:v>
                </c:pt>
                <c:pt idx="597">
                  <c:v>504.61700000000002</c:v>
                </c:pt>
                <c:pt idx="598">
                  <c:v>0</c:v>
                </c:pt>
                <c:pt idx="599">
                  <c:v>0</c:v>
                </c:pt>
                <c:pt idx="600">
                  <c:v>0</c:v>
                </c:pt>
                <c:pt idx="601">
                  <c:v>0</c:v>
                </c:pt>
                <c:pt idx="602">
                  <c:v>0</c:v>
                </c:pt>
                <c:pt idx="603">
                  <c:v>0</c:v>
                </c:pt>
                <c:pt idx="604">
                  <c:v>0</c:v>
                </c:pt>
                <c:pt idx="605">
                  <c:v>0</c:v>
                </c:pt>
                <c:pt idx="606">
                  <c:v>0</c:v>
                </c:pt>
                <c:pt idx="607">
                  <c:v>0</c:v>
                </c:pt>
                <c:pt idx="608">
                  <c:v>504.61700000000002</c:v>
                </c:pt>
                <c:pt idx="609">
                  <c:v>504.61700000000002</c:v>
                </c:pt>
                <c:pt idx="610">
                  <c:v>504.61700000000002</c:v>
                </c:pt>
                <c:pt idx="611">
                  <c:v>504.61700000000002</c:v>
                </c:pt>
                <c:pt idx="612">
                  <c:v>504.61700000000002</c:v>
                </c:pt>
                <c:pt idx="613">
                  <c:v>504.61700000000002</c:v>
                </c:pt>
                <c:pt idx="614">
                  <c:v>504.61700000000002</c:v>
                </c:pt>
                <c:pt idx="615">
                  <c:v>504.61700000000002</c:v>
                </c:pt>
                <c:pt idx="616">
                  <c:v>504.61700000000002</c:v>
                </c:pt>
                <c:pt idx="617">
                  <c:v>504.61700000000002</c:v>
                </c:pt>
                <c:pt idx="618">
                  <c:v>504.61700000000002</c:v>
                </c:pt>
                <c:pt idx="619">
                  <c:v>504.61700000000002</c:v>
                </c:pt>
                <c:pt idx="620">
                  <c:v>504.61700000000002</c:v>
                </c:pt>
                <c:pt idx="621">
                  <c:v>504.61700000000002</c:v>
                </c:pt>
                <c:pt idx="622">
                  <c:v>0</c:v>
                </c:pt>
                <c:pt idx="623">
                  <c:v>0</c:v>
                </c:pt>
                <c:pt idx="624">
                  <c:v>0</c:v>
                </c:pt>
                <c:pt idx="625">
                  <c:v>0</c:v>
                </c:pt>
                <c:pt idx="626">
                  <c:v>0</c:v>
                </c:pt>
                <c:pt idx="627">
                  <c:v>0</c:v>
                </c:pt>
                <c:pt idx="628">
                  <c:v>0</c:v>
                </c:pt>
                <c:pt idx="629">
                  <c:v>0</c:v>
                </c:pt>
                <c:pt idx="630">
                  <c:v>0</c:v>
                </c:pt>
                <c:pt idx="631">
                  <c:v>0</c:v>
                </c:pt>
                <c:pt idx="632">
                  <c:v>504.61700000000002</c:v>
                </c:pt>
                <c:pt idx="633">
                  <c:v>504.61700000000002</c:v>
                </c:pt>
                <c:pt idx="634">
                  <c:v>504.61700000000002</c:v>
                </c:pt>
                <c:pt idx="635">
                  <c:v>504.61700000000002</c:v>
                </c:pt>
                <c:pt idx="636">
                  <c:v>504.61700000000002</c:v>
                </c:pt>
                <c:pt idx="637">
                  <c:v>504.61700000000002</c:v>
                </c:pt>
                <c:pt idx="638">
                  <c:v>504.61700000000002</c:v>
                </c:pt>
                <c:pt idx="639">
                  <c:v>504.61700000000002</c:v>
                </c:pt>
                <c:pt idx="640">
                  <c:v>504.61700000000002</c:v>
                </c:pt>
                <c:pt idx="641">
                  <c:v>504.61700000000002</c:v>
                </c:pt>
                <c:pt idx="642">
                  <c:v>504.61700000000002</c:v>
                </c:pt>
                <c:pt idx="643">
                  <c:v>504.61700000000002</c:v>
                </c:pt>
                <c:pt idx="644">
                  <c:v>504.61700000000002</c:v>
                </c:pt>
                <c:pt idx="645">
                  <c:v>504.61700000000002</c:v>
                </c:pt>
                <c:pt idx="646">
                  <c:v>0</c:v>
                </c:pt>
                <c:pt idx="647">
                  <c:v>0</c:v>
                </c:pt>
                <c:pt idx="648">
                  <c:v>0</c:v>
                </c:pt>
                <c:pt idx="649">
                  <c:v>0</c:v>
                </c:pt>
                <c:pt idx="650">
                  <c:v>0</c:v>
                </c:pt>
                <c:pt idx="651">
                  <c:v>0</c:v>
                </c:pt>
                <c:pt idx="652">
                  <c:v>0</c:v>
                </c:pt>
                <c:pt idx="653">
                  <c:v>0</c:v>
                </c:pt>
                <c:pt idx="654">
                  <c:v>0</c:v>
                </c:pt>
                <c:pt idx="655">
                  <c:v>0</c:v>
                </c:pt>
                <c:pt idx="656">
                  <c:v>504.61700000000002</c:v>
                </c:pt>
                <c:pt idx="657">
                  <c:v>504.61700000000002</c:v>
                </c:pt>
                <c:pt idx="658">
                  <c:v>504.61700000000002</c:v>
                </c:pt>
                <c:pt idx="659">
                  <c:v>504.61700000000002</c:v>
                </c:pt>
                <c:pt idx="660">
                  <c:v>504.61700000000002</c:v>
                </c:pt>
                <c:pt idx="661">
                  <c:v>504.61700000000002</c:v>
                </c:pt>
                <c:pt idx="662">
                  <c:v>504.61700000000002</c:v>
                </c:pt>
                <c:pt idx="663">
                  <c:v>504.61700000000002</c:v>
                </c:pt>
                <c:pt idx="664">
                  <c:v>504.61700000000002</c:v>
                </c:pt>
                <c:pt idx="665">
                  <c:v>504.61700000000002</c:v>
                </c:pt>
                <c:pt idx="666">
                  <c:v>504.61700000000002</c:v>
                </c:pt>
                <c:pt idx="667">
                  <c:v>504.61700000000002</c:v>
                </c:pt>
                <c:pt idx="668">
                  <c:v>504.61700000000002</c:v>
                </c:pt>
                <c:pt idx="669">
                  <c:v>504.61700000000002</c:v>
                </c:pt>
                <c:pt idx="670">
                  <c:v>0</c:v>
                </c:pt>
                <c:pt idx="671">
                  <c:v>0</c:v>
                </c:pt>
                <c:pt idx="672">
                  <c:v>0</c:v>
                </c:pt>
                <c:pt idx="673">
                  <c:v>0</c:v>
                </c:pt>
                <c:pt idx="674">
                  <c:v>0</c:v>
                </c:pt>
                <c:pt idx="675">
                  <c:v>0</c:v>
                </c:pt>
                <c:pt idx="676">
                  <c:v>0</c:v>
                </c:pt>
                <c:pt idx="677">
                  <c:v>0</c:v>
                </c:pt>
                <c:pt idx="678">
                  <c:v>0</c:v>
                </c:pt>
                <c:pt idx="679">
                  <c:v>0</c:v>
                </c:pt>
                <c:pt idx="680">
                  <c:v>504.61700000000002</c:v>
                </c:pt>
                <c:pt idx="681">
                  <c:v>504.61700000000002</c:v>
                </c:pt>
                <c:pt idx="682">
                  <c:v>504.61700000000002</c:v>
                </c:pt>
                <c:pt idx="683">
                  <c:v>504.61700000000002</c:v>
                </c:pt>
                <c:pt idx="684">
                  <c:v>504.61700000000002</c:v>
                </c:pt>
                <c:pt idx="685">
                  <c:v>504.61700000000002</c:v>
                </c:pt>
                <c:pt idx="686">
                  <c:v>504.61700000000002</c:v>
                </c:pt>
                <c:pt idx="687">
                  <c:v>504.61700000000002</c:v>
                </c:pt>
                <c:pt idx="688">
                  <c:v>504.61700000000002</c:v>
                </c:pt>
                <c:pt idx="689">
                  <c:v>504.61700000000002</c:v>
                </c:pt>
                <c:pt idx="690">
                  <c:v>504.61700000000002</c:v>
                </c:pt>
                <c:pt idx="691">
                  <c:v>504.61700000000002</c:v>
                </c:pt>
                <c:pt idx="692">
                  <c:v>504.61700000000002</c:v>
                </c:pt>
                <c:pt idx="693">
                  <c:v>504.61700000000002</c:v>
                </c:pt>
                <c:pt idx="694">
                  <c:v>0</c:v>
                </c:pt>
                <c:pt idx="695">
                  <c:v>0</c:v>
                </c:pt>
                <c:pt idx="696">
                  <c:v>0</c:v>
                </c:pt>
                <c:pt idx="697">
                  <c:v>0</c:v>
                </c:pt>
                <c:pt idx="698">
                  <c:v>0</c:v>
                </c:pt>
                <c:pt idx="699">
                  <c:v>0</c:v>
                </c:pt>
                <c:pt idx="700">
                  <c:v>0</c:v>
                </c:pt>
                <c:pt idx="701">
                  <c:v>0</c:v>
                </c:pt>
                <c:pt idx="702">
                  <c:v>0</c:v>
                </c:pt>
                <c:pt idx="703">
                  <c:v>0</c:v>
                </c:pt>
                <c:pt idx="704">
                  <c:v>504.61700000000002</c:v>
                </c:pt>
                <c:pt idx="705">
                  <c:v>504.61700000000002</c:v>
                </c:pt>
                <c:pt idx="706">
                  <c:v>504.61700000000002</c:v>
                </c:pt>
                <c:pt idx="707">
                  <c:v>504.61700000000002</c:v>
                </c:pt>
                <c:pt idx="708">
                  <c:v>504.61700000000002</c:v>
                </c:pt>
                <c:pt idx="709">
                  <c:v>504.61700000000002</c:v>
                </c:pt>
                <c:pt idx="710">
                  <c:v>504.61700000000002</c:v>
                </c:pt>
                <c:pt idx="711">
                  <c:v>504.61700000000002</c:v>
                </c:pt>
                <c:pt idx="712">
                  <c:v>504.61700000000002</c:v>
                </c:pt>
                <c:pt idx="713">
                  <c:v>504.61700000000002</c:v>
                </c:pt>
                <c:pt idx="714">
                  <c:v>504.61700000000002</c:v>
                </c:pt>
                <c:pt idx="715">
                  <c:v>504.61700000000002</c:v>
                </c:pt>
                <c:pt idx="716">
                  <c:v>504.61700000000002</c:v>
                </c:pt>
                <c:pt idx="717">
                  <c:v>504.61700000000002</c:v>
                </c:pt>
                <c:pt idx="718">
                  <c:v>0</c:v>
                </c:pt>
                <c:pt idx="719">
                  <c:v>0</c:v>
                </c:pt>
                <c:pt idx="720">
                  <c:v>0</c:v>
                </c:pt>
                <c:pt idx="721">
                  <c:v>0</c:v>
                </c:pt>
                <c:pt idx="722">
                  <c:v>0</c:v>
                </c:pt>
                <c:pt idx="723">
                  <c:v>0</c:v>
                </c:pt>
                <c:pt idx="724">
                  <c:v>0</c:v>
                </c:pt>
                <c:pt idx="725">
                  <c:v>0</c:v>
                </c:pt>
                <c:pt idx="726">
                  <c:v>0</c:v>
                </c:pt>
                <c:pt idx="727">
                  <c:v>0</c:v>
                </c:pt>
                <c:pt idx="728">
                  <c:v>504.61700000000002</c:v>
                </c:pt>
                <c:pt idx="729">
                  <c:v>504.61700000000002</c:v>
                </c:pt>
                <c:pt idx="730">
                  <c:v>504.61700000000002</c:v>
                </c:pt>
                <c:pt idx="731">
                  <c:v>504.61700000000002</c:v>
                </c:pt>
                <c:pt idx="732">
                  <c:v>504.61700000000002</c:v>
                </c:pt>
                <c:pt idx="733">
                  <c:v>504.61700000000002</c:v>
                </c:pt>
                <c:pt idx="734">
                  <c:v>504.61700000000002</c:v>
                </c:pt>
                <c:pt idx="735">
                  <c:v>504.61700000000002</c:v>
                </c:pt>
                <c:pt idx="736">
                  <c:v>504.61700000000002</c:v>
                </c:pt>
                <c:pt idx="737">
                  <c:v>504.61700000000002</c:v>
                </c:pt>
                <c:pt idx="738">
                  <c:v>504.61700000000002</c:v>
                </c:pt>
                <c:pt idx="739">
                  <c:v>504.61700000000002</c:v>
                </c:pt>
                <c:pt idx="740">
                  <c:v>504.61700000000002</c:v>
                </c:pt>
                <c:pt idx="741">
                  <c:v>504.61700000000002</c:v>
                </c:pt>
                <c:pt idx="742">
                  <c:v>0</c:v>
                </c:pt>
                <c:pt idx="743">
                  <c:v>0</c:v>
                </c:pt>
                <c:pt idx="744">
                  <c:v>0</c:v>
                </c:pt>
                <c:pt idx="745">
                  <c:v>0</c:v>
                </c:pt>
                <c:pt idx="746">
                  <c:v>0</c:v>
                </c:pt>
                <c:pt idx="747">
                  <c:v>0</c:v>
                </c:pt>
                <c:pt idx="748">
                  <c:v>0</c:v>
                </c:pt>
                <c:pt idx="749">
                  <c:v>0</c:v>
                </c:pt>
                <c:pt idx="750">
                  <c:v>0</c:v>
                </c:pt>
                <c:pt idx="751">
                  <c:v>0</c:v>
                </c:pt>
                <c:pt idx="752">
                  <c:v>504.61700000000002</c:v>
                </c:pt>
                <c:pt idx="753">
                  <c:v>504.61700000000002</c:v>
                </c:pt>
                <c:pt idx="754">
                  <c:v>504.61700000000002</c:v>
                </c:pt>
                <c:pt idx="755">
                  <c:v>504.61700000000002</c:v>
                </c:pt>
                <c:pt idx="756">
                  <c:v>504.61700000000002</c:v>
                </c:pt>
                <c:pt idx="757">
                  <c:v>504.61700000000002</c:v>
                </c:pt>
                <c:pt idx="758">
                  <c:v>504.61700000000002</c:v>
                </c:pt>
                <c:pt idx="759">
                  <c:v>504.61700000000002</c:v>
                </c:pt>
                <c:pt idx="760">
                  <c:v>504.61700000000002</c:v>
                </c:pt>
                <c:pt idx="761">
                  <c:v>504.61700000000002</c:v>
                </c:pt>
                <c:pt idx="762">
                  <c:v>504.61700000000002</c:v>
                </c:pt>
                <c:pt idx="763">
                  <c:v>504.61700000000002</c:v>
                </c:pt>
                <c:pt idx="764">
                  <c:v>504.61700000000002</c:v>
                </c:pt>
                <c:pt idx="765">
                  <c:v>504.61700000000002</c:v>
                </c:pt>
                <c:pt idx="766">
                  <c:v>0</c:v>
                </c:pt>
                <c:pt idx="767">
                  <c:v>0</c:v>
                </c:pt>
                <c:pt idx="768">
                  <c:v>0</c:v>
                </c:pt>
                <c:pt idx="769">
                  <c:v>0</c:v>
                </c:pt>
                <c:pt idx="770">
                  <c:v>0</c:v>
                </c:pt>
                <c:pt idx="771">
                  <c:v>0</c:v>
                </c:pt>
                <c:pt idx="772">
                  <c:v>0</c:v>
                </c:pt>
                <c:pt idx="773">
                  <c:v>0</c:v>
                </c:pt>
                <c:pt idx="774">
                  <c:v>0</c:v>
                </c:pt>
                <c:pt idx="775">
                  <c:v>0</c:v>
                </c:pt>
                <c:pt idx="776">
                  <c:v>504.61700000000002</c:v>
                </c:pt>
                <c:pt idx="777">
                  <c:v>504.61700000000002</c:v>
                </c:pt>
                <c:pt idx="778">
                  <c:v>504.61700000000002</c:v>
                </c:pt>
                <c:pt idx="779">
                  <c:v>504.61700000000002</c:v>
                </c:pt>
                <c:pt idx="780">
                  <c:v>504.61700000000002</c:v>
                </c:pt>
                <c:pt idx="781">
                  <c:v>504.61700000000002</c:v>
                </c:pt>
                <c:pt idx="782">
                  <c:v>504.61700000000002</c:v>
                </c:pt>
                <c:pt idx="783">
                  <c:v>504.61700000000002</c:v>
                </c:pt>
                <c:pt idx="784">
                  <c:v>504.61700000000002</c:v>
                </c:pt>
                <c:pt idx="785">
                  <c:v>504.61700000000002</c:v>
                </c:pt>
                <c:pt idx="786">
                  <c:v>504.61700000000002</c:v>
                </c:pt>
                <c:pt idx="787">
                  <c:v>504.61700000000002</c:v>
                </c:pt>
                <c:pt idx="788">
                  <c:v>504.61700000000002</c:v>
                </c:pt>
                <c:pt idx="789">
                  <c:v>504.61700000000002</c:v>
                </c:pt>
                <c:pt idx="790">
                  <c:v>0</c:v>
                </c:pt>
                <c:pt idx="791">
                  <c:v>0</c:v>
                </c:pt>
                <c:pt idx="792">
                  <c:v>0</c:v>
                </c:pt>
                <c:pt idx="793">
                  <c:v>0</c:v>
                </c:pt>
                <c:pt idx="794">
                  <c:v>0</c:v>
                </c:pt>
                <c:pt idx="795">
                  <c:v>0</c:v>
                </c:pt>
                <c:pt idx="796">
                  <c:v>0</c:v>
                </c:pt>
                <c:pt idx="797">
                  <c:v>0</c:v>
                </c:pt>
                <c:pt idx="798">
                  <c:v>0</c:v>
                </c:pt>
                <c:pt idx="799">
                  <c:v>0</c:v>
                </c:pt>
                <c:pt idx="800">
                  <c:v>504.61700000000002</c:v>
                </c:pt>
                <c:pt idx="801">
                  <c:v>504.61700000000002</c:v>
                </c:pt>
                <c:pt idx="802">
                  <c:v>504.61700000000002</c:v>
                </c:pt>
                <c:pt idx="803">
                  <c:v>504.61700000000002</c:v>
                </c:pt>
                <c:pt idx="804">
                  <c:v>504.61700000000002</c:v>
                </c:pt>
                <c:pt idx="805">
                  <c:v>504.61700000000002</c:v>
                </c:pt>
                <c:pt idx="806">
                  <c:v>504.61700000000002</c:v>
                </c:pt>
                <c:pt idx="807">
                  <c:v>504.61700000000002</c:v>
                </c:pt>
                <c:pt idx="808">
                  <c:v>504.61700000000002</c:v>
                </c:pt>
                <c:pt idx="809">
                  <c:v>504.61700000000002</c:v>
                </c:pt>
                <c:pt idx="810">
                  <c:v>504.61700000000002</c:v>
                </c:pt>
                <c:pt idx="811">
                  <c:v>504.61700000000002</c:v>
                </c:pt>
                <c:pt idx="812">
                  <c:v>504.61700000000002</c:v>
                </c:pt>
                <c:pt idx="813">
                  <c:v>504.61700000000002</c:v>
                </c:pt>
                <c:pt idx="814">
                  <c:v>0</c:v>
                </c:pt>
                <c:pt idx="815">
                  <c:v>0</c:v>
                </c:pt>
                <c:pt idx="816">
                  <c:v>0</c:v>
                </c:pt>
                <c:pt idx="817">
                  <c:v>0</c:v>
                </c:pt>
                <c:pt idx="818">
                  <c:v>0</c:v>
                </c:pt>
                <c:pt idx="819">
                  <c:v>0</c:v>
                </c:pt>
                <c:pt idx="820">
                  <c:v>0</c:v>
                </c:pt>
                <c:pt idx="821">
                  <c:v>0</c:v>
                </c:pt>
                <c:pt idx="822">
                  <c:v>0</c:v>
                </c:pt>
                <c:pt idx="823">
                  <c:v>0</c:v>
                </c:pt>
                <c:pt idx="824">
                  <c:v>504.61700000000002</c:v>
                </c:pt>
                <c:pt idx="825">
                  <c:v>504.61700000000002</c:v>
                </c:pt>
                <c:pt idx="826">
                  <c:v>504.61700000000002</c:v>
                </c:pt>
                <c:pt idx="827">
                  <c:v>504.61700000000002</c:v>
                </c:pt>
                <c:pt idx="828">
                  <c:v>504.61700000000002</c:v>
                </c:pt>
                <c:pt idx="829">
                  <c:v>504.61700000000002</c:v>
                </c:pt>
                <c:pt idx="830">
                  <c:v>504.61700000000002</c:v>
                </c:pt>
                <c:pt idx="831">
                  <c:v>504.61700000000002</c:v>
                </c:pt>
                <c:pt idx="832">
                  <c:v>504.61700000000002</c:v>
                </c:pt>
                <c:pt idx="833">
                  <c:v>504.61700000000002</c:v>
                </c:pt>
                <c:pt idx="834">
                  <c:v>504.61700000000002</c:v>
                </c:pt>
                <c:pt idx="835">
                  <c:v>504.61700000000002</c:v>
                </c:pt>
                <c:pt idx="836">
                  <c:v>504.61700000000002</c:v>
                </c:pt>
                <c:pt idx="837">
                  <c:v>504.61700000000002</c:v>
                </c:pt>
                <c:pt idx="838">
                  <c:v>0</c:v>
                </c:pt>
                <c:pt idx="839">
                  <c:v>0</c:v>
                </c:pt>
                <c:pt idx="840">
                  <c:v>0</c:v>
                </c:pt>
                <c:pt idx="841">
                  <c:v>0</c:v>
                </c:pt>
                <c:pt idx="842">
                  <c:v>0</c:v>
                </c:pt>
                <c:pt idx="843">
                  <c:v>0</c:v>
                </c:pt>
                <c:pt idx="844">
                  <c:v>0</c:v>
                </c:pt>
                <c:pt idx="845">
                  <c:v>0</c:v>
                </c:pt>
                <c:pt idx="846">
                  <c:v>0</c:v>
                </c:pt>
                <c:pt idx="847">
                  <c:v>0</c:v>
                </c:pt>
                <c:pt idx="848">
                  <c:v>504.61700000000002</c:v>
                </c:pt>
                <c:pt idx="849">
                  <c:v>504.61700000000002</c:v>
                </c:pt>
                <c:pt idx="850">
                  <c:v>504.61700000000002</c:v>
                </c:pt>
                <c:pt idx="851">
                  <c:v>504.61700000000002</c:v>
                </c:pt>
                <c:pt idx="852">
                  <c:v>504.61700000000002</c:v>
                </c:pt>
                <c:pt idx="853">
                  <c:v>504.61700000000002</c:v>
                </c:pt>
                <c:pt idx="854">
                  <c:v>504.61700000000002</c:v>
                </c:pt>
                <c:pt idx="855">
                  <c:v>504.61700000000002</c:v>
                </c:pt>
                <c:pt idx="856">
                  <c:v>504.61700000000002</c:v>
                </c:pt>
                <c:pt idx="857">
                  <c:v>504.61700000000002</c:v>
                </c:pt>
                <c:pt idx="858">
                  <c:v>504.61700000000002</c:v>
                </c:pt>
                <c:pt idx="859">
                  <c:v>504.61700000000002</c:v>
                </c:pt>
                <c:pt idx="860">
                  <c:v>504.61700000000002</c:v>
                </c:pt>
                <c:pt idx="861">
                  <c:v>504.61700000000002</c:v>
                </c:pt>
                <c:pt idx="862">
                  <c:v>0</c:v>
                </c:pt>
                <c:pt idx="863">
                  <c:v>0</c:v>
                </c:pt>
                <c:pt idx="864">
                  <c:v>0</c:v>
                </c:pt>
                <c:pt idx="865">
                  <c:v>0</c:v>
                </c:pt>
                <c:pt idx="866">
                  <c:v>0</c:v>
                </c:pt>
                <c:pt idx="867">
                  <c:v>0</c:v>
                </c:pt>
                <c:pt idx="868">
                  <c:v>0</c:v>
                </c:pt>
                <c:pt idx="869">
                  <c:v>0</c:v>
                </c:pt>
                <c:pt idx="870">
                  <c:v>0</c:v>
                </c:pt>
                <c:pt idx="871">
                  <c:v>0</c:v>
                </c:pt>
                <c:pt idx="872">
                  <c:v>504.61700000000002</c:v>
                </c:pt>
                <c:pt idx="873">
                  <c:v>504.61700000000002</c:v>
                </c:pt>
                <c:pt idx="874">
                  <c:v>504.61700000000002</c:v>
                </c:pt>
                <c:pt idx="875">
                  <c:v>504.61700000000002</c:v>
                </c:pt>
                <c:pt idx="876">
                  <c:v>504.61700000000002</c:v>
                </c:pt>
                <c:pt idx="877">
                  <c:v>504.61700000000002</c:v>
                </c:pt>
                <c:pt idx="878">
                  <c:v>504.61700000000002</c:v>
                </c:pt>
                <c:pt idx="879">
                  <c:v>504.61700000000002</c:v>
                </c:pt>
                <c:pt idx="880">
                  <c:v>504.61700000000002</c:v>
                </c:pt>
                <c:pt idx="881">
                  <c:v>504.61700000000002</c:v>
                </c:pt>
                <c:pt idx="882">
                  <c:v>504.61700000000002</c:v>
                </c:pt>
                <c:pt idx="883">
                  <c:v>504.61700000000002</c:v>
                </c:pt>
                <c:pt idx="884">
                  <c:v>504.61700000000002</c:v>
                </c:pt>
                <c:pt idx="885">
                  <c:v>504.61700000000002</c:v>
                </c:pt>
                <c:pt idx="886">
                  <c:v>0</c:v>
                </c:pt>
                <c:pt idx="887">
                  <c:v>0</c:v>
                </c:pt>
                <c:pt idx="888">
                  <c:v>0</c:v>
                </c:pt>
                <c:pt idx="889">
                  <c:v>0</c:v>
                </c:pt>
                <c:pt idx="890">
                  <c:v>0</c:v>
                </c:pt>
                <c:pt idx="891">
                  <c:v>0</c:v>
                </c:pt>
                <c:pt idx="892">
                  <c:v>0</c:v>
                </c:pt>
                <c:pt idx="893">
                  <c:v>0</c:v>
                </c:pt>
                <c:pt idx="894">
                  <c:v>0</c:v>
                </c:pt>
                <c:pt idx="895">
                  <c:v>0</c:v>
                </c:pt>
                <c:pt idx="896">
                  <c:v>504.61700000000002</c:v>
                </c:pt>
                <c:pt idx="897">
                  <c:v>504.61700000000002</c:v>
                </c:pt>
                <c:pt idx="898">
                  <c:v>504.61700000000002</c:v>
                </c:pt>
                <c:pt idx="899">
                  <c:v>504.61700000000002</c:v>
                </c:pt>
                <c:pt idx="900">
                  <c:v>504.61700000000002</c:v>
                </c:pt>
                <c:pt idx="901">
                  <c:v>504.61700000000002</c:v>
                </c:pt>
                <c:pt idx="902">
                  <c:v>504.61700000000002</c:v>
                </c:pt>
                <c:pt idx="903">
                  <c:v>504.61700000000002</c:v>
                </c:pt>
                <c:pt idx="904">
                  <c:v>504.61700000000002</c:v>
                </c:pt>
                <c:pt idx="905">
                  <c:v>504.61700000000002</c:v>
                </c:pt>
                <c:pt idx="906">
                  <c:v>504.61700000000002</c:v>
                </c:pt>
                <c:pt idx="907">
                  <c:v>504.61700000000002</c:v>
                </c:pt>
                <c:pt idx="908">
                  <c:v>504.61700000000002</c:v>
                </c:pt>
                <c:pt idx="909">
                  <c:v>504.61700000000002</c:v>
                </c:pt>
                <c:pt idx="910">
                  <c:v>0</c:v>
                </c:pt>
                <c:pt idx="911">
                  <c:v>0</c:v>
                </c:pt>
                <c:pt idx="912">
                  <c:v>0</c:v>
                </c:pt>
                <c:pt idx="913">
                  <c:v>0</c:v>
                </c:pt>
                <c:pt idx="914">
                  <c:v>0</c:v>
                </c:pt>
                <c:pt idx="915">
                  <c:v>0</c:v>
                </c:pt>
                <c:pt idx="916">
                  <c:v>0</c:v>
                </c:pt>
                <c:pt idx="917">
                  <c:v>0</c:v>
                </c:pt>
                <c:pt idx="918">
                  <c:v>0</c:v>
                </c:pt>
                <c:pt idx="919">
                  <c:v>0</c:v>
                </c:pt>
                <c:pt idx="920">
                  <c:v>504.61700000000002</c:v>
                </c:pt>
                <c:pt idx="921">
                  <c:v>504.61700000000002</c:v>
                </c:pt>
                <c:pt idx="922">
                  <c:v>504.61700000000002</c:v>
                </c:pt>
                <c:pt idx="923">
                  <c:v>504.61700000000002</c:v>
                </c:pt>
                <c:pt idx="924">
                  <c:v>504.61700000000002</c:v>
                </c:pt>
                <c:pt idx="925">
                  <c:v>504.61700000000002</c:v>
                </c:pt>
                <c:pt idx="926">
                  <c:v>504.61700000000002</c:v>
                </c:pt>
                <c:pt idx="927">
                  <c:v>504.61700000000002</c:v>
                </c:pt>
                <c:pt idx="928">
                  <c:v>504.61700000000002</c:v>
                </c:pt>
                <c:pt idx="929">
                  <c:v>504.61700000000002</c:v>
                </c:pt>
                <c:pt idx="930">
                  <c:v>504.61700000000002</c:v>
                </c:pt>
                <c:pt idx="931">
                  <c:v>504.61700000000002</c:v>
                </c:pt>
                <c:pt idx="932">
                  <c:v>504.61700000000002</c:v>
                </c:pt>
                <c:pt idx="933">
                  <c:v>504.61700000000002</c:v>
                </c:pt>
                <c:pt idx="934">
                  <c:v>0</c:v>
                </c:pt>
                <c:pt idx="935">
                  <c:v>0</c:v>
                </c:pt>
                <c:pt idx="936">
                  <c:v>0</c:v>
                </c:pt>
                <c:pt idx="937">
                  <c:v>0</c:v>
                </c:pt>
                <c:pt idx="938">
                  <c:v>0</c:v>
                </c:pt>
                <c:pt idx="939">
                  <c:v>0</c:v>
                </c:pt>
                <c:pt idx="940">
                  <c:v>0</c:v>
                </c:pt>
                <c:pt idx="941">
                  <c:v>0</c:v>
                </c:pt>
                <c:pt idx="942">
                  <c:v>0</c:v>
                </c:pt>
                <c:pt idx="943">
                  <c:v>0</c:v>
                </c:pt>
                <c:pt idx="944">
                  <c:v>504.61700000000002</c:v>
                </c:pt>
                <c:pt idx="945">
                  <c:v>504.61700000000002</c:v>
                </c:pt>
                <c:pt idx="946">
                  <c:v>504.61700000000002</c:v>
                </c:pt>
                <c:pt idx="947">
                  <c:v>504.61700000000002</c:v>
                </c:pt>
                <c:pt idx="948">
                  <c:v>504.61700000000002</c:v>
                </c:pt>
                <c:pt idx="949">
                  <c:v>504.61700000000002</c:v>
                </c:pt>
                <c:pt idx="950">
                  <c:v>504.61700000000002</c:v>
                </c:pt>
                <c:pt idx="951">
                  <c:v>504.61700000000002</c:v>
                </c:pt>
                <c:pt idx="952">
                  <c:v>504.61700000000002</c:v>
                </c:pt>
                <c:pt idx="953">
                  <c:v>504.61700000000002</c:v>
                </c:pt>
                <c:pt idx="954">
                  <c:v>504.61700000000002</c:v>
                </c:pt>
                <c:pt idx="955">
                  <c:v>504.61700000000002</c:v>
                </c:pt>
                <c:pt idx="956">
                  <c:v>504.61700000000002</c:v>
                </c:pt>
                <c:pt idx="957">
                  <c:v>504.61700000000002</c:v>
                </c:pt>
                <c:pt idx="958">
                  <c:v>0</c:v>
                </c:pt>
                <c:pt idx="959">
                  <c:v>0</c:v>
                </c:pt>
                <c:pt idx="960">
                  <c:v>0</c:v>
                </c:pt>
                <c:pt idx="961">
                  <c:v>0</c:v>
                </c:pt>
                <c:pt idx="962">
                  <c:v>0</c:v>
                </c:pt>
                <c:pt idx="963">
                  <c:v>0</c:v>
                </c:pt>
                <c:pt idx="964">
                  <c:v>0</c:v>
                </c:pt>
                <c:pt idx="965">
                  <c:v>0</c:v>
                </c:pt>
                <c:pt idx="966">
                  <c:v>0</c:v>
                </c:pt>
                <c:pt idx="967">
                  <c:v>0</c:v>
                </c:pt>
                <c:pt idx="968">
                  <c:v>504.61700000000002</c:v>
                </c:pt>
                <c:pt idx="969">
                  <c:v>504.61700000000002</c:v>
                </c:pt>
                <c:pt idx="970">
                  <c:v>504.61700000000002</c:v>
                </c:pt>
                <c:pt idx="971">
                  <c:v>504.61700000000002</c:v>
                </c:pt>
                <c:pt idx="972">
                  <c:v>504.61700000000002</c:v>
                </c:pt>
                <c:pt idx="973">
                  <c:v>504.61700000000002</c:v>
                </c:pt>
                <c:pt idx="974">
                  <c:v>504.61700000000002</c:v>
                </c:pt>
                <c:pt idx="975">
                  <c:v>504.61700000000002</c:v>
                </c:pt>
                <c:pt idx="976">
                  <c:v>504.61700000000002</c:v>
                </c:pt>
                <c:pt idx="977">
                  <c:v>504.61700000000002</c:v>
                </c:pt>
                <c:pt idx="978">
                  <c:v>504.61700000000002</c:v>
                </c:pt>
                <c:pt idx="979">
                  <c:v>504.61700000000002</c:v>
                </c:pt>
                <c:pt idx="980">
                  <c:v>504.61700000000002</c:v>
                </c:pt>
                <c:pt idx="981">
                  <c:v>504.61700000000002</c:v>
                </c:pt>
                <c:pt idx="982">
                  <c:v>0</c:v>
                </c:pt>
                <c:pt idx="983">
                  <c:v>0</c:v>
                </c:pt>
                <c:pt idx="984">
                  <c:v>0</c:v>
                </c:pt>
                <c:pt idx="985">
                  <c:v>0</c:v>
                </c:pt>
                <c:pt idx="986">
                  <c:v>0</c:v>
                </c:pt>
                <c:pt idx="987">
                  <c:v>0</c:v>
                </c:pt>
                <c:pt idx="988">
                  <c:v>0</c:v>
                </c:pt>
                <c:pt idx="989">
                  <c:v>0</c:v>
                </c:pt>
                <c:pt idx="990">
                  <c:v>0</c:v>
                </c:pt>
                <c:pt idx="991">
                  <c:v>0</c:v>
                </c:pt>
                <c:pt idx="992">
                  <c:v>504.61700000000002</c:v>
                </c:pt>
                <c:pt idx="993">
                  <c:v>504.61700000000002</c:v>
                </c:pt>
                <c:pt idx="994">
                  <c:v>504.61700000000002</c:v>
                </c:pt>
                <c:pt idx="995">
                  <c:v>504.61700000000002</c:v>
                </c:pt>
                <c:pt idx="996">
                  <c:v>504.61700000000002</c:v>
                </c:pt>
                <c:pt idx="997">
                  <c:v>504.61700000000002</c:v>
                </c:pt>
                <c:pt idx="998">
                  <c:v>504.61700000000002</c:v>
                </c:pt>
                <c:pt idx="999">
                  <c:v>504.61700000000002</c:v>
                </c:pt>
                <c:pt idx="1000">
                  <c:v>504.61700000000002</c:v>
                </c:pt>
                <c:pt idx="1001">
                  <c:v>504.61700000000002</c:v>
                </c:pt>
                <c:pt idx="1002">
                  <c:v>504.61700000000002</c:v>
                </c:pt>
                <c:pt idx="1003">
                  <c:v>504.61700000000002</c:v>
                </c:pt>
                <c:pt idx="1004">
                  <c:v>504.61700000000002</c:v>
                </c:pt>
                <c:pt idx="1005">
                  <c:v>504.61700000000002</c:v>
                </c:pt>
                <c:pt idx="1006">
                  <c:v>0</c:v>
                </c:pt>
                <c:pt idx="1007">
                  <c:v>0</c:v>
                </c:pt>
                <c:pt idx="1008">
                  <c:v>0</c:v>
                </c:pt>
                <c:pt idx="1009">
                  <c:v>0</c:v>
                </c:pt>
                <c:pt idx="1010">
                  <c:v>0</c:v>
                </c:pt>
                <c:pt idx="1011">
                  <c:v>0</c:v>
                </c:pt>
                <c:pt idx="1012">
                  <c:v>0</c:v>
                </c:pt>
                <c:pt idx="1013">
                  <c:v>0</c:v>
                </c:pt>
                <c:pt idx="1014">
                  <c:v>0</c:v>
                </c:pt>
                <c:pt idx="1015">
                  <c:v>0</c:v>
                </c:pt>
                <c:pt idx="1016">
                  <c:v>504.61700000000002</c:v>
                </c:pt>
                <c:pt idx="1017">
                  <c:v>504.61700000000002</c:v>
                </c:pt>
                <c:pt idx="1018">
                  <c:v>504.61700000000002</c:v>
                </c:pt>
                <c:pt idx="1019">
                  <c:v>504.61700000000002</c:v>
                </c:pt>
                <c:pt idx="1020">
                  <c:v>504.61700000000002</c:v>
                </c:pt>
                <c:pt idx="1021">
                  <c:v>504.61700000000002</c:v>
                </c:pt>
                <c:pt idx="1022">
                  <c:v>504.61700000000002</c:v>
                </c:pt>
                <c:pt idx="1023">
                  <c:v>504.61700000000002</c:v>
                </c:pt>
                <c:pt idx="1024">
                  <c:v>504.61700000000002</c:v>
                </c:pt>
                <c:pt idx="1025">
                  <c:v>504.61700000000002</c:v>
                </c:pt>
                <c:pt idx="1026">
                  <c:v>504.61700000000002</c:v>
                </c:pt>
                <c:pt idx="1027">
                  <c:v>504.61700000000002</c:v>
                </c:pt>
                <c:pt idx="1028">
                  <c:v>504.61700000000002</c:v>
                </c:pt>
                <c:pt idx="1029">
                  <c:v>504.61700000000002</c:v>
                </c:pt>
                <c:pt idx="1030">
                  <c:v>0</c:v>
                </c:pt>
                <c:pt idx="1031">
                  <c:v>0</c:v>
                </c:pt>
                <c:pt idx="1032">
                  <c:v>0</c:v>
                </c:pt>
                <c:pt idx="1033">
                  <c:v>0</c:v>
                </c:pt>
                <c:pt idx="1034">
                  <c:v>0</c:v>
                </c:pt>
                <c:pt idx="1035">
                  <c:v>0</c:v>
                </c:pt>
                <c:pt idx="1036">
                  <c:v>0</c:v>
                </c:pt>
                <c:pt idx="1037">
                  <c:v>0</c:v>
                </c:pt>
                <c:pt idx="1038">
                  <c:v>0</c:v>
                </c:pt>
                <c:pt idx="1039">
                  <c:v>0</c:v>
                </c:pt>
                <c:pt idx="1040">
                  <c:v>504.61700000000002</c:v>
                </c:pt>
                <c:pt idx="1041">
                  <c:v>504.61700000000002</c:v>
                </c:pt>
                <c:pt idx="1042">
                  <c:v>504.61700000000002</c:v>
                </c:pt>
                <c:pt idx="1043">
                  <c:v>504.61700000000002</c:v>
                </c:pt>
                <c:pt idx="1044">
                  <c:v>504.61700000000002</c:v>
                </c:pt>
                <c:pt idx="1045">
                  <c:v>504.61700000000002</c:v>
                </c:pt>
                <c:pt idx="1046">
                  <c:v>504.61700000000002</c:v>
                </c:pt>
                <c:pt idx="1047">
                  <c:v>504.61700000000002</c:v>
                </c:pt>
                <c:pt idx="1048">
                  <c:v>504.61700000000002</c:v>
                </c:pt>
                <c:pt idx="1049">
                  <c:v>504.61700000000002</c:v>
                </c:pt>
                <c:pt idx="1050">
                  <c:v>504.61700000000002</c:v>
                </c:pt>
                <c:pt idx="1051">
                  <c:v>504.61700000000002</c:v>
                </c:pt>
                <c:pt idx="1052">
                  <c:v>504.61700000000002</c:v>
                </c:pt>
                <c:pt idx="1053">
                  <c:v>504.61700000000002</c:v>
                </c:pt>
                <c:pt idx="1054">
                  <c:v>0</c:v>
                </c:pt>
                <c:pt idx="1055">
                  <c:v>0</c:v>
                </c:pt>
                <c:pt idx="1056">
                  <c:v>0</c:v>
                </c:pt>
                <c:pt idx="1057">
                  <c:v>0</c:v>
                </c:pt>
                <c:pt idx="1058">
                  <c:v>0</c:v>
                </c:pt>
                <c:pt idx="1059">
                  <c:v>0</c:v>
                </c:pt>
                <c:pt idx="1060">
                  <c:v>0</c:v>
                </c:pt>
                <c:pt idx="1061">
                  <c:v>0</c:v>
                </c:pt>
                <c:pt idx="1062">
                  <c:v>0</c:v>
                </c:pt>
                <c:pt idx="1063">
                  <c:v>0</c:v>
                </c:pt>
                <c:pt idx="1064">
                  <c:v>504.61700000000002</c:v>
                </c:pt>
                <c:pt idx="1065">
                  <c:v>504.61700000000002</c:v>
                </c:pt>
                <c:pt idx="1066">
                  <c:v>504.61700000000002</c:v>
                </c:pt>
                <c:pt idx="1067">
                  <c:v>504.61700000000002</c:v>
                </c:pt>
                <c:pt idx="1068">
                  <c:v>504.61700000000002</c:v>
                </c:pt>
                <c:pt idx="1069">
                  <c:v>504.61700000000002</c:v>
                </c:pt>
                <c:pt idx="1070">
                  <c:v>504.61700000000002</c:v>
                </c:pt>
                <c:pt idx="1071">
                  <c:v>504.61700000000002</c:v>
                </c:pt>
                <c:pt idx="1072">
                  <c:v>504.61700000000002</c:v>
                </c:pt>
                <c:pt idx="1073">
                  <c:v>504.61700000000002</c:v>
                </c:pt>
                <c:pt idx="1074">
                  <c:v>504.61700000000002</c:v>
                </c:pt>
                <c:pt idx="1075">
                  <c:v>504.61700000000002</c:v>
                </c:pt>
                <c:pt idx="1076">
                  <c:v>504.61700000000002</c:v>
                </c:pt>
                <c:pt idx="1077">
                  <c:v>504.61700000000002</c:v>
                </c:pt>
                <c:pt idx="1078">
                  <c:v>0</c:v>
                </c:pt>
                <c:pt idx="1079">
                  <c:v>0</c:v>
                </c:pt>
                <c:pt idx="1080">
                  <c:v>0</c:v>
                </c:pt>
                <c:pt idx="1081">
                  <c:v>0</c:v>
                </c:pt>
                <c:pt idx="1082">
                  <c:v>0</c:v>
                </c:pt>
                <c:pt idx="1083">
                  <c:v>0</c:v>
                </c:pt>
                <c:pt idx="1084">
                  <c:v>0</c:v>
                </c:pt>
                <c:pt idx="1085">
                  <c:v>0</c:v>
                </c:pt>
                <c:pt idx="1086">
                  <c:v>0</c:v>
                </c:pt>
                <c:pt idx="1087">
                  <c:v>0</c:v>
                </c:pt>
                <c:pt idx="1088">
                  <c:v>504.61700000000002</c:v>
                </c:pt>
                <c:pt idx="1089">
                  <c:v>504.61700000000002</c:v>
                </c:pt>
                <c:pt idx="1090">
                  <c:v>504.61700000000002</c:v>
                </c:pt>
                <c:pt idx="1091">
                  <c:v>504.61700000000002</c:v>
                </c:pt>
                <c:pt idx="1092">
                  <c:v>504.61700000000002</c:v>
                </c:pt>
                <c:pt idx="1093">
                  <c:v>504.61700000000002</c:v>
                </c:pt>
                <c:pt idx="1094">
                  <c:v>504.61700000000002</c:v>
                </c:pt>
                <c:pt idx="1095">
                  <c:v>504.61700000000002</c:v>
                </c:pt>
                <c:pt idx="1096">
                  <c:v>504.61700000000002</c:v>
                </c:pt>
                <c:pt idx="1097">
                  <c:v>504.61700000000002</c:v>
                </c:pt>
                <c:pt idx="1098">
                  <c:v>504.61700000000002</c:v>
                </c:pt>
                <c:pt idx="1099">
                  <c:v>504.61700000000002</c:v>
                </c:pt>
                <c:pt idx="1100">
                  <c:v>504.61700000000002</c:v>
                </c:pt>
                <c:pt idx="1101">
                  <c:v>504.61700000000002</c:v>
                </c:pt>
                <c:pt idx="1102">
                  <c:v>0</c:v>
                </c:pt>
                <c:pt idx="1103">
                  <c:v>0</c:v>
                </c:pt>
                <c:pt idx="1104">
                  <c:v>0</c:v>
                </c:pt>
                <c:pt idx="1105">
                  <c:v>0</c:v>
                </c:pt>
                <c:pt idx="1106">
                  <c:v>0</c:v>
                </c:pt>
                <c:pt idx="1107">
                  <c:v>0</c:v>
                </c:pt>
                <c:pt idx="1108">
                  <c:v>0</c:v>
                </c:pt>
                <c:pt idx="1109">
                  <c:v>0</c:v>
                </c:pt>
                <c:pt idx="1110">
                  <c:v>0</c:v>
                </c:pt>
                <c:pt idx="1111">
                  <c:v>0</c:v>
                </c:pt>
                <c:pt idx="1112">
                  <c:v>504.61700000000002</c:v>
                </c:pt>
                <c:pt idx="1113">
                  <c:v>504.61700000000002</c:v>
                </c:pt>
                <c:pt idx="1114">
                  <c:v>504.61700000000002</c:v>
                </c:pt>
                <c:pt idx="1115">
                  <c:v>504.61700000000002</c:v>
                </c:pt>
                <c:pt idx="1116">
                  <c:v>504.61700000000002</c:v>
                </c:pt>
                <c:pt idx="1117">
                  <c:v>504.61700000000002</c:v>
                </c:pt>
                <c:pt idx="1118">
                  <c:v>504.61700000000002</c:v>
                </c:pt>
                <c:pt idx="1119">
                  <c:v>504.61700000000002</c:v>
                </c:pt>
                <c:pt idx="1120">
                  <c:v>504.61700000000002</c:v>
                </c:pt>
                <c:pt idx="1121">
                  <c:v>504.61700000000002</c:v>
                </c:pt>
                <c:pt idx="1122">
                  <c:v>504.61700000000002</c:v>
                </c:pt>
                <c:pt idx="1123">
                  <c:v>504.61700000000002</c:v>
                </c:pt>
                <c:pt idx="1124">
                  <c:v>504.61700000000002</c:v>
                </c:pt>
                <c:pt idx="1125">
                  <c:v>504.61700000000002</c:v>
                </c:pt>
                <c:pt idx="1126">
                  <c:v>0</c:v>
                </c:pt>
                <c:pt idx="1127">
                  <c:v>0</c:v>
                </c:pt>
                <c:pt idx="1128">
                  <c:v>0</c:v>
                </c:pt>
                <c:pt idx="1129">
                  <c:v>0</c:v>
                </c:pt>
                <c:pt idx="1130">
                  <c:v>0</c:v>
                </c:pt>
                <c:pt idx="1131">
                  <c:v>0</c:v>
                </c:pt>
                <c:pt idx="1132">
                  <c:v>0</c:v>
                </c:pt>
                <c:pt idx="1133">
                  <c:v>0</c:v>
                </c:pt>
                <c:pt idx="1134">
                  <c:v>0</c:v>
                </c:pt>
                <c:pt idx="1135">
                  <c:v>0</c:v>
                </c:pt>
                <c:pt idx="1136">
                  <c:v>504.61700000000002</c:v>
                </c:pt>
                <c:pt idx="1137">
                  <c:v>504.61700000000002</c:v>
                </c:pt>
                <c:pt idx="1138">
                  <c:v>504.61700000000002</c:v>
                </c:pt>
                <c:pt idx="1139">
                  <c:v>504.61700000000002</c:v>
                </c:pt>
                <c:pt idx="1140">
                  <c:v>504.61700000000002</c:v>
                </c:pt>
                <c:pt idx="1141">
                  <c:v>504.61700000000002</c:v>
                </c:pt>
                <c:pt idx="1142">
                  <c:v>504.61700000000002</c:v>
                </c:pt>
                <c:pt idx="1143">
                  <c:v>504.61700000000002</c:v>
                </c:pt>
                <c:pt idx="1144">
                  <c:v>504.61700000000002</c:v>
                </c:pt>
                <c:pt idx="1145">
                  <c:v>504.61700000000002</c:v>
                </c:pt>
                <c:pt idx="1146">
                  <c:v>504.61700000000002</c:v>
                </c:pt>
                <c:pt idx="1147">
                  <c:v>504.61700000000002</c:v>
                </c:pt>
                <c:pt idx="1148">
                  <c:v>504.61700000000002</c:v>
                </c:pt>
                <c:pt idx="1149">
                  <c:v>504.61700000000002</c:v>
                </c:pt>
                <c:pt idx="1150">
                  <c:v>0</c:v>
                </c:pt>
                <c:pt idx="1151">
                  <c:v>0</c:v>
                </c:pt>
                <c:pt idx="1152">
                  <c:v>0</c:v>
                </c:pt>
                <c:pt idx="1153">
                  <c:v>0</c:v>
                </c:pt>
                <c:pt idx="1154">
                  <c:v>0</c:v>
                </c:pt>
                <c:pt idx="1155">
                  <c:v>0</c:v>
                </c:pt>
                <c:pt idx="1156">
                  <c:v>0</c:v>
                </c:pt>
                <c:pt idx="1157">
                  <c:v>0</c:v>
                </c:pt>
                <c:pt idx="1158">
                  <c:v>0</c:v>
                </c:pt>
                <c:pt idx="1159">
                  <c:v>0</c:v>
                </c:pt>
                <c:pt idx="1160">
                  <c:v>504.61700000000002</c:v>
                </c:pt>
                <c:pt idx="1161">
                  <c:v>504.61700000000002</c:v>
                </c:pt>
                <c:pt idx="1162">
                  <c:v>504.61700000000002</c:v>
                </c:pt>
                <c:pt idx="1163">
                  <c:v>504.61700000000002</c:v>
                </c:pt>
                <c:pt idx="1164">
                  <c:v>504.61700000000002</c:v>
                </c:pt>
                <c:pt idx="1165">
                  <c:v>504.61700000000002</c:v>
                </c:pt>
                <c:pt idx="1166">
                  <c:v>504.61700000000002</c:v>
                </c:pt>
                <c:pt idx="1167">
                  <c:v>504.61700000000002</c:v>
                </c:pt>
                <c:pt idx="1168">
                  <c:v>504.61700000000002</c:v>
                </c:pt>
                <c:pt idx="1169">
                  <c:v>504.61700000000002</c:v>
                </c:pt>
                <c:pt idx="1170">
                  <c:v>504.61700000000002</c:v>
                </c:pt>
                <c:pt idx="1171">
                  <c:v>504.61700000000002</c:v>
                </c:pt>
                <c:pt idx="1172">
                  <c:v>504.61700000000002</c:v>
                </c:pt>
                <c:pt idx="1173">
                  <c:v>504.61700000000002</c:v>
                </c:pt>
                <c:pt idx="1174">
                  <c:v>0</c:v>
                </c:pt>
                <c:pt idx="1175">
                  <c:v>0</c:v>
                </c:pt>
                <c:pt idx="1176">
                  <c:v>0</c:v>
                </c:pt>
                <c:pt idx="1177">
                  <c:v>0</c:v>
                </c:pt>
                <c:pt idx="1178">
                  <c:v>0</c:v>
                </c:pt>
                <c:pt idx="1179">
                  <c:v>0</c:v>
                </c:pt>
                <c:pt idx="1180">
                  <c:v>0</c:v>
                </c:pt>
                <c:pt idx="1181">
                  <c:v>0</c:v>
                </c:pt>
                <c:pt idx="1182">
                  <c:v>0</c:v>
                </c:pt>
                <c:pt idx="1183">
                  <c:v>0</c:v>
                </c:pt>
                <c:pt idx="1184">
                  <c:v>504.61700000000002</c:v>
                </c:pt>
                <c:pt idx="1185">
                  <c:v>504.61700000000002</c:v>
                </c:pt>
                <c:pt idx="1186">
                  <c:v>504.61700000000002</c:v>
                </c:pt>
                <c:pt idx="1187">
                  <c:v>504.61700000000002</c:v>
                </c:pt>
                <c:pt idx="1188">
                  <c:v>504.61700000000002</c:v>
                </c:pt>
                <c:pt idx="1189">
                  <c:v>504.61700000000002</c:v>
                </c:pt>
                <c:pt idx="1190">
                  <c:v>504.61700000000002</c:v>
                </c:pt>
                <c:pt idx="1191">
                  <c:v>504.61700000000002</c:v>
                </c:pt>
                <c:pt idx="1192">
                  <c:v>504.61700000000002</c:v>
                </c:pt>
                <c:pt idx="1193">
                  <c:v>504.61700000000002</c:v>
                </c:pt>
                <c:pt idx="1194">
                  <c:v>504.61700000000002</c:v>
                </c:pt>
                <c:pt idx="1195">
                  <c:v>504.61700000000002</c:v>
                </c:pt>
                <c:pt idx="1196">
                  <c:v>504.61700000000002</c:v>
                </c:pt>
                <c:pt idx="1197">
                  <c:v>504.61700000000002</c:v>
                </c:pt>
                <c:pt idx="1198">
                  <c:v>0</c:v>
                </c:pt>
                <c:pt idx="1199">
                  <c:v>0</c:v>
                </c:pt>
                <c:pt idx="1200">
                  <c:v>0</c:v>
                </c:pt>
                <c:pt idx="1201">
                  <c:v>0</c:v>
                </c:pt>
                <c:pt idx="1202">
                  <c:v>0</c:v>
                </c:pt>
                <c:pt idx="1203">
                  <c:v>0</c:v>
                </c:pt>
                <c:pt idx="1204">
                  <c:v>0</c:v>
                </c:pt>
                <c:pt idx="1205">
                  <c:v>0</c:v>
                </c:pt>
                <c:pt idx="1206">
                  <c:v>0</c:v>
                </c:pt>
                <c:pt idx="1207">
                  <c:v>0</c:v>
                </c:pt>
                <c:pt idx="1208">
                  <c:v>504.61700000000002</c:v>
                </c:pt>
                <c:pt idx="1209">
                  <c:v>504.61700000000002</c:v>
                </c:pt>
                <c:pt idx="1210">
                  <c:v>504.61700000000002</c:v>
                </c:pt>
                <c:pt idx="1211">
                  <c:v>504.61700000000002</c:v>
                </c:pt>
                <c:pt idx="1212">
                  <c:v>504.61700000000002</c:v>
                </c:pt>
                <c:pt idx="1213">
                  <c:v>504.61700000000002</c:v>
                </c:pt>
                <c:pt idx="1214">
                  <c:v>504.61700000000002</c:v>
                </c:pt>
                <c:pt idx="1215">
                  <c:v>504.61700000000002</c:v>
                </c:pt>
                <c:pt idx="1216">
                  <c:v>504.61700000000002</c:v>
                </c:pt>
                <c:pt idx="1217">
                  <c:v>504.61700000000002</c:v>
                </c:pt>
                <c:pt idx="1218">
                  <c:v>504.61700000000002</c:v>
                </c:pt>
                <c:pt idx="1219">
                  <c:v>504.61700000000002</c:v>
                </c:pt>
                <c:pt idx="1220">
                  <c:v>504.61700000000002</c:v>
                </c:pt>
                <c:pt idx="1221">
                  <c:v>504.61700000000002</c:v>
                </c:pt>
                <c:pt idx="1222">
                  <c:v>0</c:v>
                </c:pt>
                <c:pt idx="1223">
                  <c:v>0</c:v>
                </c:pt>
                <c:pt idx="1224">
                  <c:v>0</c:v>
                </c:pt>
                <c:pt idx="1225">
                  <c:v>0</c:v>
                </c:pt>
                <c:pt idx="1226">
                  <c:v>0</c:v>
                </c:pt>
                <c:pt idx="1227">
                  <c:v>0</c:v>
                </c:pt>
                <c:pt idx="1228">
                  <c:v>0</c:v>
                </c:pt>
                <c:pt idx="1229">
                  <c:v>0</c:v>
                </c:pt>
                <c:pt idx="1230">
                  <c:v>0</c:v>
                </c:pt>
                <c:pt idx="1231">
                  <c:v>0</c:v>
                </c:pt>
                <c:pt idx="1232">
                  <c:v>504.61700000000002</c:v>
                </c:pt>
                <c:pt idx="1233">
                  <c:v>504.61700000000002</c:v>
                </c:pt>
                <c:pt idx="1234">
                  <c:v>504.61700000000002</c:v>
                </c:pt>
                <c:pt idx="1235">
                  <c:v>504.61700000000002</c:v>
                </c:pt>
                <c:pt idx="1236">
                  <c:v>504.61700000000002</c:v>
                </c:pt>
                <c:pt idx="1237">
                  <c:v>504.61700000000002</c:v>
                </c:pt>
                <c:pt idx="1238">
                  <c:v>504.61700000000002</c:v>
                </c:pt>
                <c:pt idx="1239">
                  <c:v>504.61700000000002</c:v>
                </c:pt>
                <c:pt idx="1240">
                  <c:v>504.61700000000002</c:v>
                </c:pt>
                <c:pt idx="1241">
                  <c:v>504.61700000000002</c:v>
                </c:pt>
                <c:pt idx="1242">
                  <c:v>504.61700000000002</c:v>
                </c:pt>
                <c:pt idx="1243">
                  <c:v>504.61700000000002</c:v>
                </c:pt>
                <c:pt idx="1244">
                  <c:v>504.61700000000002</c:v>
                </c:pt>
                <c:pt idx="1245">
                  <c:v>504.61700000000002</c:v>
                </c:pt>
                <c:pt idx="1246">
                  <c:v>0</c:v>
                </c:pt>
                <c:pt idx="1247">
                  <c:v>0</c:v>
                </c:pt>
                <c:pt idx="1248">
                  <c:v>0</c:v>
                </c:pt>
                <c:pt idx="1249">
                  <c:v>0</c:v>
                </c:pt>
                <c:pt idx="1250">
                  <c:v>0</c:v>
                </c:pt>
                <c:pt idx="1251">
                  <c:v>0</c:v>
                </c:pt>
                <c:pt idx="1252">
                  <c:v>0</c:v>
                </c:pt>
                <c:pt idx="1253">
                  <c:v>0</c:v>
                </c:pt>
                <c:pt idx="1254">
                  <c:v>0</c:v>
                </c:pt>
                <c:pt idx="1255">
                  <c:v>0</c:v>
                </c:pt>
                <c:pt idx="1256">
                  <c:v>504.61700000000002</c:v>
                </c:pt>
                <c:pt idx="1257">
                  <c:v>504.61700000000002</c:v>
                </c:pt>
                <c:pt idx="1258">
                  <c:v>504.61700000000002</c:v>
                </c:pt>
                <c:pt idx="1259">
                  <c:v>504.61700000000002</c:v>
                </c:pt>
                <c:pt idx="1260">
                  <c:v>504.61700000000002</c:v>
                </c:pt>
                <c:pt idx="1261">
                  <c:v>504.61700000000002</c:v>
                </c:pt>
                <c:pt idx="1262">
                  <c:v>504.61700000000002</c:v>
                </c:pt>
                <c:pt idx="1263">
                  <c:v>504.61700000000002</c:v>
                </c:pt>
                <c:pt idx="1264">
                  <c:v>504.61700000000002</c:v>
                </c:pt>
                <c:pt idx="1265">
                  <c:v>504.61700000000002</c:v>
                </c:pt>
                <c:pt idx="1266">
                  <c:v>504.61700000000002</c:v>
                </c:pt>
                <c:pt idx="1267">
                  <c:v>504.61700000000002</c:v>
                </c:pt>
                <c:pt idx="1268">
                  <c:v>504.61700000000002</c:v>
                </c:pt>
                <c:pt idx="1269">
                  <c:v>504.61700000000002</c:v>
                </c:pt>
                <c:pt idx="1270">
                  <c:v>0</c:v>
                </c:pt>
                <c:pt idx="1271">
                  <c:v>0</c:v>
                </c:pt>
                <c:pt idx="1272">
                  <c:v>0</c:v>
                </c:pt>
                <c:pt idx="1273">
                  <c:v>0</c:v>
                </c:pt>
                <c:pt idx="1274">
                  <c:v>0</c:v>
                </c:pt>
                <c:pt idx="1275">
                  <c:v>0</c:v>
                </c:pt>
                <c:pt idx="1276">
                  <c:v>0</c:v>
                </c:pt>
                <c:pt idx="1277">
                  <c:v>0</c:v>
                </c:pt>
                <c:pt idx="1278">
                  <c:v>0</c:v>
                </c:pt>
                <c:pt idx="1279">
                  <c:v>0</c:v>
                </c:pt>
                <c:pt idx="1280">
                  <c:v>504.61700000000002</c:v>
                </c:pt>
                <c:pt idx="1281">
                  <c:v>504.61700000000002</c:v>
                </c:pt>
                <c:pt idx="1282">
                  <c:v>504.61700000000002</c:v>
                </c:pt>
                <c:pt idx="1283">
                  <c:v>504.61700000000002</c:v>
                </c:pt>
                <c:pt idx="1284">
                  <c:v>504.61700000000002</c:v>
                </c:pt>
                <c:pt idx="1285">
                  <c:v>504.61700000000002</c:v>
                </c:pt>
                <c:pt idx="1286">
                  <c:v>504.61700000000002</c:v>
                </c:pt>
                <c:pt idx="1287">
                  <c:v>504.61700000000002</c:v>
                </c:pt>
                <c:pt idx="1288">
                  <c:v>504.61700000000002</c:v>
                </c:pt>
                <c:pt idx="1289">
                  <c:v>504.61700000000002</c:v>
                </c:pt>
                <c:pt idx="1290">
                  <c:v>504.61700000000002</c:v>
                </c:pt>
                <c:pt idx="1291">
                  <c:v>504.61700000000002</c:v>
                </c:pt>
                <c:pt idx="1292">
                  <c:v>504.61700000000002</c:v>
                </c:pt>
                <c:pt idx="1293">
                  <c:v>504.61700000000002</c:v>
                </c:pt>
                <c:pt idx="1294">
                  <c:v>0</c:v>
                </c:pt>
                <c:pt idx="1295">
                  <c:v>0</c:v>
                </c:pt>
                <c:pt idx="1296">
                  <c:v>0</c:v>
                </c:pt>
                <c:pt idx="1297">
                  <c:v>0</c:v>
                </c:pt>
                <c:pt idx="1298">
                  <c:v>0</c:v>
                </c:pt>
                <c:pt idx="1299">
                  <c:v>0</c:v>
                </c:pt>
                <c:pt idx="1300">
                  <c:v>0</c:v>
                </c:pt>
                <c:pt idx="1301">
                  <c:v>0</c:v>
                </c:pt>
                <c:pt idx="1302">
                  <c:v>0</c:v>
                </c:pt>
                <c:pt idx="1303">
                  <c:v>0</c:v>
                </c:pt>
                <c:pt idx="1304">
                  <c:v>504.61700000000002</c:v>
                </c:pt>
                <c:pt idx="1305">
                  <c:v>504.61700000000002</c:v>
                </c:pt>
                <c:pt idx="1306">
                  <c:v>504.61700000000002</c:v>
                </c:pt>
                <c:pt idx="1307">
                  <c:v>504.61700000000002</c:v>
                </c:pt>
                <c:pt idx="1308">
                  <c:v>504.61700000000002</c:v>
                </c:pt>
                <c:pt idx="1309">
                  <c:v>504.61700000000002</c:v>
                </c:pt>
                <c:pt idx="1310">
                  <c:v>504.61700000000002</c:v>
                </c:pt>
                <c:pt idx="1311">
                  <c:v>504.61700000000002</c:v>
                </c:pt>
                <c:pt idx="1312">
                  <c:v>504.61700000000002</c:v>
                </c:pt>
                <c:pt idx="1313">
                  <c:v>504.61700000000002</c:v>
                </c:pt>
                <c:pt idx="1314">
                  <c:v>504.61700000000002</c:v>
                </c:pt>
                <c:pt idx="1315">
                  <c:v>504.61700000000002</c:v>
                </c:pt>
                <c:pt idx="1316">
                  <c:v>504.61700000000002</c:v>
                </c:pt>
                <c:pt idx="1317">
                  <c:v>504.61700000000002</c:v>
                </c:pt>
                <c:pt idx="1318">
                  <c:v>0</c:v>
                </c:pt>
                <c:pt idx="1319">
                  <c:v>0</c:v>
                </c:pt>
                <c:pt idx="1320">
                  <c:v>0</c:v>
                </c:pt>
                <c:pt idx="1321">
                  <c:v>0</c:v>
                </c:pt>
                <c:pt idx="1322">
                  <c:v>0</c:v>
                </c:pt>
                <c:pt idx="1323">
                  <c:v>0</c:v>
                </c:pt>
                <c:pt idx="1324">
                  <c:v>0</c:v>
                </c:pt>
                <c:pt idx="1325">
                  <c:v>0</c:v>
                </c:pt>
                <c:pt idx="1326">
                  <c:v>0</c:v>
                </c:pt>
                <c:pt idx="1327">
                  <c:v>0</c:v>
                </c:pt>
                <c:pt idx="1328">
                  <c:v>504.61700000000002</c:v>
                </c:pt>
                <c:pt idx="1329">
                  <c:v>504.61700000000002</c:v>
                </c:pt>
                <c:pt idx="1330">
                  <c:v>504.61700000000002</c:v>
                </c:pt>
                <c:pt idx="1331">
                  <c:v>504.61700000000002</c:v>
                </c:pt>
                <c:pt idx="1332">
                  <c:v>504.61700000000002</c:v>
                </c:pt>
                <c:pt idx="1333">
                  <c:v>504.61700000000002</c:v>
                </c:pt>
                <c:pt idx="1334">
                  <c:v>504.61700000000002</c:v>
                </c:pt>
                <c:pt idx="1335">
                  <c:v>504.61700000000002</c:v>
                </c:pt>
                <c:pt idx="1336">
                  <c:v>504.61700000000002</c:v>
                </c:pt>
                <c:pt idx="1337">
                  <c:v>504.61700000000002</c:v>
                </c:pt>
                <c:pt idx="1338">
                  <c:v>504.61700000000002</c:v>
                </c:pt>
                <c:pt idx="1339">
                  <c:v>504.61700000000002</c:v>
                </c:pt>
                <c:pt idx="1340">
                  <c:v>504.61700000000002</c:v>
                </c:pt>
                <c:pt idx="1341">
                  <c:v>504.61700000000002</c:v>
                </c:pt>
                <c:pt idx="1342">
                  <c:v>0</c:v>
                </c:pt>
                <c:pt idx="1343">
                  <c:v>0</c:v>
                </c:pt>
                <c:pt idx="1344">
                  <c:v>0</c:v>
                </c:pt>
                <c:pt idx="1345">
                  <c:v>0</c:v>
                </c:pt>
                <c:pt idx="1346">
                  <c:v>0</c:v>
                </c:pt>
                <c:pt idx="1347">
                  <c:v>0</c:v>
                </c:pt>
                <c:pt idx="1348">
                  <c:v>0</c:v>
                </c:pt>
                <c:pt idx="1349">
                  <c:v>0</c:v>
                </c:pt>
                <c:pt idx="1350">
                  <c:v>0</c:v>
                </c:pt>
                <c:pt idx="1351">
                  <c:v>0</c:v>
                </c:pt>
                <c:pt idx="1352">
                  <c:v>504.61700000000002</c:v>
                </c:pt>
                <c:pt idx="1353">
                  <c:v>504.61700000000002</c:v>
                </c:pt>
                <c:pt idx="1354">
                  <c:v>504.61700000000002</c:v>
                </c:pt>
                <c:pt idx="1355">
                  <c:v>504.61700000000002</c:v>
                </c:pt>
                <c:pt idx="1356">
                  <c:v>504.61700000000002</c:v>
                </c:pt>
                <c:pt idx="1357">
                  <c:v>504.61700000000002</c:v>
                </c:pt>
                <c:pt idx="1358">
                  <c:v>504.61700000000002</c:v>
                </c:pt>
                <c:pt idx="1359">
                  <c:v>504.61700000000002</c:v>
                </c:pt>
                <c:pt idx="1360">
                  <c:v>504.61700000000002</c:v>
                </c:pt>
                <c:pt idx="1361">
                  <c:v>504.61700000000002</c:v>
                </c:pt>
                <c:pt idx="1362">
                  <c:v>504.61700000000002</c:v>
                </c:pt>
                <c:pt idx="1363">
                  <c:v>504.61700000000002</c:v>
                </c:pt>
                <c:pt idx="1364">
                  <c:v>504.61700000000002</c:v>
                </c:pt>
                <c:pt idx="1365">
                  <c:v>504.61700000000002</c:v>
                </c:pt>
                <c:pt idx="1366">
                  <c:v>0</c:v>
                </c:pt>
                <c:pt idx="1367">
                  <c:v>0</c:v>
                </c:pt>
                <c:pt idx="1368">
                  <c:v>0</c:v>
                </c:pt>
                <c:pt idx="1369">
                  <c:v>0</c:v>
                </c:pt>
                <c:pt idx="1370">
                  <c:v>0</c:v>
                </c:pt>
                <c:pt idx="1371">
                  <c:v>0</c:v>
                </c:pt>
                <c:pt idx="1372">
                  <c:v>0</c:v>
                </c:pt>
                <c:pt idx="1373">
                  <c:v>0</c:v>
                </c:pt>
                <c:pt idx="1374">
                  <c:v>0</c:v>
                </c:pt>
                <c:pt idx="1375">
                  <c:v>0</c:v>
                </c:pt>
                <c:pt idx="1376">
                  <c:v>504.61700000000002</c:v>
                </c:pt>
                <c:pt idx="1377">
                  <c:v>504.61700000000002</c:v>
                </c:pt>
                <c:pt idx="1378">
                  <c:v>504.61700000000002</c:v>
                </c:pt>
                <c:pt idx="1379">
                  <c:v>504.61700000000002</c:v>
                </c:pt>
                <c:pt idx="1380">
                  <c:v>504.61700000000002</c:v>
                </c:pt>
                <c:pt idx="1381">
                  <c:v>504.61700000000002</c:v>
                </c:pt>
                <c:pt idx="1382">
                  <c:v>504.61700000000002</c:v>
                </c:pt>
                <c:pt idx="1383">
                  <c:v>504.61700000000002</c:v>
                </c:pt>
                <c:pt idx="1384">
                  <c:v>504.61700000000002</c:v>
                </c:pt>
                <c:pt idx="1385">
                  <c:v>504.61700000000002</c:v>
                </c:pt>
                <c:pt idx="1386">
                  <c:v>504.61700000000002</c:v>
                </c:pt>
                <c:pt idx="1387">
                  <c:v>504.61700000000002</c:v>
                </c:pt>
                <c:pt idx="1388">
                  <c:v>504.61700000000002</c:v>
                </c:pt>
                <c:pt idx="1389">
                  <c:v>504.61700000000002</c:v>
                </c:pt>
                <c:pt idx="1390">
                  <c:v>0</c:v>
                </c:pt>
                <c:pt idx="1391">
                  <c:v>0</c:v>
                </c:pt>
                <c:pt idx="1392">
                  <c:v>0</c:v>
                </c:pt>
                <c:pt idx="1393">
                  <c:v>0</c:v>
                </c:pt>
                <c:pt idx="1394">
                  <c:v>0</c:v>
                </c:pt>
                <c:pt idx="1395">
                  <c:v>0</c:v>
                </c:pt>
                <c:pt idx="1396">
                  <c:v>0</c:v>
                </c:pt>
                <c:pt idx="1397">
                  <c:v>0</c:v>
                </c:pt>
                <c:pt idx="1398">
                  <c:v>0</c:v>
                </c:pt>
                <c:pt idx="1399">
                  <c:v>0</c:v>
                </c:pt>
                <c:pt idx="1400">
                  <c:v>504.61700000000002</c:v>
                </c:pt>
                <c:pt idx="1401">
                  <c:v>504.61700000000002</c:v>
                </c:pt>
                <c:pt idx="1402">
                  <c:v>504.61700000000002</c:v>
                </c:pt>
                <c:pt idx="1403">
                  <c:v>504.61700000000002</c:v>
                </c:pt>
                <c:pt idx="1404">
                  <c:v>504.61700000000002</c:v>
                </c:pt>
                <c:pt idx="1405">
                  <c:v>504.61700000000002</c:v>
                </c:pt>
                <c:pt idx="1406">
                  <c:v>504.61700000000002</c:v>
                </c:pt>
                <c:pt idx="1407">
                  <c:v>504.61700000000002</c:v>
                </c:pt>
                <c:pt idx="1408">
                  <c:v>504.61700000000002</c:v>
                </c:pt>
                <c:pt idx="1409">
                  <c:v>504.61700000000002</c:v>
                </c:pt>
                <c:pt idx="1410">
                  <c:v>504.61700000000002</c:v>
                </c:pt>
                <c:pt idx="1411">
                  <c:v>504.61700000000002</c:v>
                </c:pt>
                <c:pt idx="1412">
                  <c:v>504.61700000000002</c:v>
                </c:pt>
                <c:pt idx="1413">
                  <c:v>504.61700000000002</c:v>
                </c:pt>
                <c:pt idx="1414">
                  <c:v>0</c:v>
                </c:pt>
                <c:pt idx="1415">
                  <c:v>0</c:v>
                </c:pt>
                <c:pt idx="1416">
                  <c:v>0</c:v>
                </c:pt>
                <c:pt idx="1417">
                  <c:v>0</c:v>
                </c:pt>
                <c:pt idx="1418">
                  <c:v>0</c:v>
                </c:pt>
                <c:pt idx="1419">
                  <c:v>0</c:v>
                </c:pt>
                <c:pt idx="1420">
                  <c:v>0</c:v>
                </c:pt>
                <c:pt idx="1421">
                  <c:v>0</c:v>
                </c:pt>
                <c:pt idx="1422">
                  <c:v>0</c:v>
                </c:pt>
                <c:pt idx="1423">
                  <c:v>0</c:v>
                </c:pt>
                <c:pt idx="1424">
                  <c:v>504.61700000000002</c:v>
                </c:pt>
                <c:pt idx="1425">
                  <c:v>504.61700000000002</c:v>
                </c:pt>
                <c:pt idx="1426">
                  <c:v>504.61700000000002</c:v>
                </c:pt>
                <c:pt idx="1427">
                  <c:v>504.61700000000002</c:v>
                </c:pt>
                <c:pt idx="1428">
                  <c:v>504.61700000000002</c:v>
                </c:pt>
                <c:pt idx="1429">
                  <c:v>504.61700000000002</c:v>
                </c:pt>
                <c:pt idx="1430">
                  <c:v>504.61700000000002</c:v>
                </c:pt>
                <c:pt idx="1431">
                  <c:v>504.61700000000002</c:v>
                </c:pt>
                <c:pt idx="1432">
                  <c:v>504.61700000000002</c:v>
                </c:pt>
                <c:pt idx="1433">
                  <c:v>504.61700000000002</c:v>
                </c:pt>
                <c:pt idx="1434">
                  <c:v>504.61700000000002</c:v>
                </c:pt>
                <c:pt idx="1435">
                  <c:v>504.61700000000002</c:v>
                </c:pt>
                <c:pt idx="1436">
                  <c:v>504.61700000000002</c:v>
                </c:pt>
                <c:pt idx="1437">
                  <c:v>504.61700000000002</c:v>
                </c:pt>
                <c:pt idx="1438">
                  <c:v>0</c:v>
                </c:pt>
                <c:pt idx="1439">
                  <c:v>0</c:v>
                </c:pt>
                <c:pt idx="1440">
                  <c:v>0</c:v>
                </c:pt>
                <c:pt idx="1441">
                  <c:v>0</c:v>
                </c:pt>
                <c:pt idx="1442">
                  <c:v>0</c:v>
                </c:pt>
                <c:pt idx="1443">
                  <c:v>0</c:v>
                </c:pt>
                <c:pt idx="1444">
                  <c:v>0</c:v>
                </c:pt>
                <c:pt idx="1445">
                  <c:v>0</c:v>
                </c:pt>
                <c:pt idx="1446">
                  <c:v>0</c:v>
                </c:pt>
                <c:pt idx="1447">
                  <c:v>0</c:v>
                </c:pt>
                <c:pt idx="1448">
                  <c:v>504.61700000000002</c:v>
                </c:pt>
                <c:pt idx="1449">
                  <c:v>504.61700000000002</c:v>
                </c:pt>
                <c:pt idx="1450">
                  <c:v>504.61700000000002</c:v>
                </c:pt>
                <c:pt idx="1451">
                  <c:v>504.61700000000002</c:v>
                </c:pt>
                <c:pt idx="1452">
                  <c:v>504.61700000000002</c:v>
                </c:pt>
                <c:pt idx="1453">
                  <c:v>504.61700000000002</c:v>
                </c:pt>
                <c:pt idx="1454">
                  <c:v>504.61700000000002</c:v>
                </c:pt>
                <c:pt idx="1455">
                  <c:v>504.61700000000002</c:v>
                </c:pt>
                <c:pt idx="1456">
                  <c:v>504.61700000000002</c:v>
                </c:pt>
                <c:pt idx="1457">
                  <c:v>504.61700000000002</c:v>
                </c:pt>
                <c:pt idx="1458">
                  <c:v>504.61700000000002</c:v>
                </c:pt>
                <c:pt idx="1459">
                  <c:v>504.61700000000002</c:v>
                </c:pt>
                <c:pt idx="1460">
                  <c:v>504.61700000000002</c:v>
                </c:pt>
                <c:pt idx="1461">
                  <c:v>504.61700000000002</c:v>
                </c:pt>
                <c:pt idx="1462">
                  <c:v>0</c:v>
                </c:pt>
                <c:pt idx="1463">
                  <c:v>0</c:v>
                </c:pt>
                <c:pt idx="1464">
                  <c:v>0</c:v>
                </c:pt>
                <c:pt idx="1465">
                  <c:v>0</c:v>
                </c:pt>
                <c:pt idx="1466">
                  <c:v>0</c:v>
                </c:pt>
                <c:pt idx="1467">
                  <c:v>0</c:v>
                </c:pt>
                <c:pt idx="1468">
                  <c:v>0</c:v>
                </c:pt>
                <c:pt idx="1469">
                  <c:v>0</c:v>
                </c:pt>
                <c:pt idx="1470">
                  <c:v>0</c:v>
                </c:pt>
                <c:pt idx="1471">
                  <c:v>0</c:v>
                </c:pt>
                <c:pt idx="1472">
                  <c:v>504.61700000000002</c:v>
                </c:pt>
                <c:pt idx="1473">
                  <c:v>504.61700000000002</c:v>
                </c:pt>
                <c:pt idx="1474">
                  <c:v>504.61700000000002</c:v>
                </c:pt>
                <c:pt idx="1475">
                  <c:v>504.61700000000002</c:v>
                </c:pt>
                <c:pt idx="1476">
                  <c:v>504.61700000000002</c:v>
                </c:pt>
                <c:pt idx="1477">
                  <c:v>504.61700000000002</c:v>
                </c:pt>
                <c:pt idx="1478">
                  <c:v>504.61700000000002</c:v>
                </c:pt>
                <c:pt idx="1479">
                  <c:v>504.61700000000002</c:v>
                </c:pt>
                <c:pt idx="1480">
                  <c:v>504.61700000000002</c:v>
                </c:pt>
                <c:pt idx="1481">
                  <c:v>504.61700000000002</c:v>
                </c:pt>
                <c:pt idx="1482">
                  <c:v>504.61700000000002</c:v>
                </c:pt>
                <c:pt idx="1483">
                  <c:v>504.61700000000002</c:v>
                </c:pt>
                <c:pt idx="1484">
                  <c:v>504.61700000000002</c:v>
                </c:pt>
                <c:pt idx="1485">
                  <c:v>504.61700000000002</c:v>
                </c:pt>
                <c:pt idx="1486">
                  <c:v>0</c:v>
                </c:pt>
                <c:pt idx="1487">
                  <c:v>0</c:v>
                </c:pt>
                <c:pt idx="1488">
                  <c:v>0</c:v>
                </c:pt>
                <c:pt idx="1489">
                  <c:v>0</c:v>
                </c:pt>
                <c:pt idx="1490">
                  <c:v>0</c:v>
                </c:pt>
                <c:pt idx="1491">
                  <c:v>0</c:v>
                </c:pt>
                <c:pt idx="1492">
                  <c:v>0</c:v>
                </c:pt>
                <c:pt idx="1493">
                  <c:v>0</c:v>
                </c:pt>
                <c:pt idx="1494">
                  <c:v>0</c:v>
                </c:pt>
                <c:pt idx="1495">
                  <c:v>0</c:v>
                </c:pt>
                <c:pt idx="1496">
                  <c:v>504.61700000000002</c:v>
                </c:pt>
                <c:pt idx="1497">
                  <c:v>504.61700000000002</c:v>
                </c:pt>
                <c:pt idx="1498">
                  <c:v>504.61700000000002</c:v>
                </c:pt>
                <c:pt idx="1499">
                  <c:v>504.61700000000002</c:v>
                </c:pt>
                <c:pt idx="1500">
                  <c:v>504.61700000000002</c:v>
                </c:pt>
                <c:pt idx="1501">
                  <c:v>504.61700000000002</c:v>
                </c:pt>
                <c:pt idx="1502">
                  <c:v>504.61700000000002</c:v>
                </c:pt>
                <c:pt idx="1503">
                  <c:v>504.61700000000002</c:v>
                </c:pt>
                <c:pt idx="1504">
                  <c:v>504.61700000000002</c:v>
                </c:pt>
                <c:pt idx="1505">
                  <c:v>504.61700000000002</c:v>
                </c:pt>
                <c:pt idx="1506">
                  <c:v>504.61700000000002</c:v>
                </c:pt>
                <c:pt idx="1507">
                  <c:v>504.61700000000002</c:v>
                </c:pt>
                <c:pt idx="1508">
                  <c:v>504.61700000000002</c:v>
                </c:pt>
                <c:pt idx="1509">
                  <c:v>504.61700000000002</c:v>
                </c:pt>
                <c:pt idx="1510">
                  <c:v>0</c:v>
                </c:pt>
                <c:pt idx="1511">
                  <c:v>0</c:v>
                </c:pt>
                <c:pt idx="1512">
                  <c:v>0</c:v>
                </c:pt>
                <c:pt idx="1513">
                  <c:v>0</c:v>
                </c:pt>
                <c:pt idx="1514">
                  <c:v>0</c:v>
                </c:pt>
                <c:pt idx="1515">
                  <c:v>0</c:v>
                </c:pt>
                <c:pt idx="1516">
                  <c:v>0</c:v>
                </c:pt>
                <c:pt idx="1517">
                  <c:v>0</c:v>
                </c:pt>
                <c:pt idx="1518">
                  <c:v>0</c:v>
                </c:pt>
                <c:pt idx="1519">
                  <c:v>0</c:v>
                </c:pt>
                <c:pt idx="1520">
                  <c:v>504.61700000000002</c:v>
                </c:pt>
                <c:pt idx="1521">
                  <c:v>504.61700000000002</c:v>
                </c:pt>
                <c:pt idx="1522">
                  <c:v>504.61700000000002</c:v>
                </c:pt>
                <c:pt idx="1523">
                  <c:v>504.61700000000002</c:v>
                </c:pt>
                <c:pt idx="1524">
                  <c:v>504.61700000000002</c:v>
                </c:pt>
                <c:pt idx="1525">
                  <c:v>504.61700000000002</c:v>
                </c:pt>
                <c:pt idx="1526">
                  <c:v>504.61700000000002</c:v>
                </c:pt>
                <c:pt idx="1527">
                  <c:v>504.61700000000002</c:v>
                </c:pt>
                <c:pt idx="1528">
                  <c:v>504.61700000000002</c:v>
                </c:pt>
                <c:pt idx="1529">
                  <c:v>504.61700000000002</c:v>
                </c:pt>
                <c:pt idx="1530">
                  <c:v>504.61700000000002</c:v>
                </c:pt>
                <c:pt idx="1531">
                  <c:v>504.61700000000002</c:v>
                </c:pt>
                <c:pt idx="1532">
                  <c:v>504.61700000000002</c:v>
                </c:pt>
                <c:pt idx="1533">
                  <c:v>504.61700000000002</c:v>
                </c:pt>
                <c:pt idx="1534">
                  <c:v>0</c:v>
                </c:pt>
                <c:pt idx="1535">
                  <c:v>0</c:v>
                </c:pt>
                <c:pt idx="1536">
                  <c:v>0</c:v>
                </c:pt>
                <c:pt idx="1537">
                  <c:v>0</c:v>
                </c:pt>
                <c:pt idx="1538">
                  <c:v>0</c:v>
                </c:pt>
                <c:pt idx="1539">
                  <c:v>0</c:v>
                </c:pt>
                <c:pt idx="1540">
                  <c:v>0</c:v>
                </c:pt>
                <c:pt idx="1541">
                  <c:v>0</c:v>
                </c:pt>
                <c:pt idx="1542">
                  <c:v>0</c:v>
                </c:pt>
                <c:pt idx="1543">
                  <c:v>0</c:v>
                </c:pt>
                <c:pt idx="1544">
                  <c:v>504.61700000000002</c:v>
                </c:pt>
                <c:pt idx="1545">
                  <c:v>504.61700000000002</c:v>
                </c:pt>
                <c:pt idx="1546">
                  <c:v>504.61700000000002</c:v>
                </c:pt>
                <c:pt idx="1547">
                  <c:v>504.61700000000002</c:v>
                </c:pt>
                <c:pt idx="1548">
                  <c:v>504.61700000000002</c:v>
                </c:pt>
                <c:pt idx="1549">
                  <c:v>504.61700000000002</c:v>
                </c:pt>
                <c:pt idx="1550">
                  <c:v>504.61700000000002</c:v>
                </c:pt>
                <c:pt idx="1551">
                  <c:v>504.61700000000002</c:v>
                </c:pt>
                <c:pt idx="1552">
                  <c:v>504.61700000000002</c:v>
                </c:pt>
                <c:pt idx="1553">
                  <c:v>504.61700000000002</c:v>
                </c:pt>
                <c:pt idx="1554">
                  <c:v>504.61700000000002</c:v>
                </c:pt>
                <c:pt idx="1555">
                  <c:v>504.61700000000002</c:v>
                </c:pt>
                <c:pt idx="1556">
                  <c:v>504.61700000000002</c:v>
                </c:pt>
                <c:pt idx="1557">
                  <c:v>504.61700000000002</c:v>
                </c:pt>
                <c:pt idx="1558">
                  <c:v>0</c:v>
                </c:pt>
                <c:pt idx="1559">
                  <c:v>0</c:v>
                </c:pt>
                <c:pt idx="1560">
                  <c:v>0</c:v>
                </c:pt>
                <c:pt idx="1561">
                  <c:v>0</c:v>
                </c:pt>
                <c:pt idx="1562">
                  <c:v>0</c:v>
                </c:pt>
                <c:pt idx="1563">
                  <c:v>0</c:v>
                </c:pt>
                <c:pt idx="1564">
                  <c:v>0</c:v>
                </c:pt>
                <c:pt idx="1565">
                  <c:v>0</c:v>
                </c:pt>
                <c:pt idx="1566">
                  <c:v>0</c:v>
                </c:pt>
                <c:pt idx="1567">
                  <c:v>0</c:v>
                </c:pt>
                <c:pt idx="1568">
                  <c:v>504.61700000000002</c:v>
                </c:pt>
                <c:pt idx="1569">
                  <c:v>504.61700000000002</c:v>
                </c:pt>
                <c:pt idx="1570">
                  <c:v>504.61700000000002</c:v>
                </c:pt>
                <c:pt idx="1571">
                  <c:v>504.61700000000002</c:v>
                </c:pt>
                <c:pt idx="1572">
                  <c:v>504.61700000000002</c:v>
                </c:pt>
                <c:pt idx="1573">
                  <c:v>504.61700000000002</c:v>
                </c:pt>
                <c:pt idx="1574">
                  <c:v>504.61700000000002</c:v>
                </c:pt>
                <c:pt idx="1575">
                  <c:v>504.61700000000002</c:v>
                </c:pt>
                <c:pt idx="1576">
                  <c:v>504.61700000000002</c:v>
                </c:pt>
                <c:pt idx="1577">
                  <c:v>504.61700000000002</c:v>
                </c:pt>
                <c:pt idx="1578">
                  <c:v>504.61700000000002</c:v>
                </c:pt>
                <c:pt idx="1579">
                  <c:v>504.61700000000002</c:v>
                </c:pt>
                <c:pt idx="1580">
                  <c:v>504.61700000000002</c:v>
                </c:pt>
                <c:pt idx="1581">
                  <c:v>504.61700000000002</c:v>
                </c:pt>
                <c:pt idx="1582">
                  <c:v>0</c:v>
                </c:pt>
                <c:pt idx="1583">
                  <c:v>0</c:v>
                </c:pt>
                <c:pt idx="1584">
                  <c:v>0</c:v>
                </c:pt>
                <c:pt idx="1585">
                  <c:v>0</c:v>
                </c:pt>
                <c:pt idx="1586">
                  <c:v>0</c:v>
                </c:pt>
                <c:pt idx="1587">
                  <c:v>0</c:v>
                </c:pt>
                <c:pt idx="1588">
                  <c:v>0</c:v>
                </c:pt>
                <c:pt idx="1589">
                  <c:v>0</c:v>
                </c:pt>
                <c:pt idx="1590">
                  <c:v>0</c:v>
                </c:pt>
                <c:pt idx="1591">
                  <c:v>0</c:v>
                </c:pt>
                <c:pt idx="1592">
                  <c:v>504.61700000000002</c:v>
                </c:pt>
                <c:pt idx="1593">
                  <c:v>504.61700000000002</c:v>
                </c:pt>
                <c:pt idx="1594">
                  <c:v>504.61700000000002</c:v>
                </c:pt>
                <c:pt idx="1595">
                  <c:v>504.61700000000002</c:v>
                </c:pt>
                <c:pt idx="1596">
                  <c:v>504.61700000000002</c:v>
                </c:pt>
                <c:pt idx="1597">
                  <c:v>504.61700000000002</c:v>
                </c:pt>
                <c:pt idx="1598">
                  <c:v>504.61700000000002</c:v>
                </c:pt>
                <c:pt idx="1599">
                  <c:v>504.61700000000002</c:v>
                </c:pt>
                <c:pt idx="1600">
                  <c:v>504.61700000000002</c:v>
                </c:pt>
                <c:pt idx="1601">
                  <c:v>504.61700000000002</c:v>
                </c:pt>
                <c:pt idx="1602">
                  <c:v>504.61700000000002</c:v>
                </c:pt>
                <c:pt idx="1603">
                  <c:v>504.61700000000002</c:v>
                </c:pt>
                <c:pt idx="1604">
                  <c:v>504.61700000000002</c:v>
                </c:pt>
                <c:pt idx="1605">
                  <c:v>504.61700000000002</c:v>
                </c:pt>
                <c:pt idx="1606">
                  <c:v>0</c:v>
                </c:pt>
                <c:pt idx="1607">
                  <c:v>0</c:v>
                </c:pt>
                <c:pt idx="1608">
                  <c:v>0</c:v>
                </c:pt>
                <c:pt idx="1609">
                  <c:v>0</c:v>
                </c:pt>
                <c:pt idx="1610">
                  <c:v>0</c:v>
                </c:pt>
                <c:pt idx="1611">
                  <c:v>0</c:v>
                </c:pt>
                <c:pt idx="1612">
                  <c:v>0</c:v>
                </c:pt>
                <c:pt idx="1613">
                  <c:v>0</c:v>
                </c:pt>
                <c:pt idx="1614">
                  <c:v>0</c:v>
                </c:pt>
                <c:pt idx="1615">
                  <c:v>0</c:v>
                </c:pt>
                <c:pt idx="1616">
                  <c:v>504.61700000000002</c:v>
                </c:pt>
                <c:pt idx="1617">
                  <c:v>504.61700000000002</c:v>
                </c:pt>
                <c:pt idx="1618">
                  <c:v>504.61700000000002</c:v>
                </c:pt>
                <c:pt idx="1619">
                  <c:v>504.61700000000002</c:v>
                </c:pt>
                <c:pt idx="1620">
                  <c:v>504.61700000000002</c:v>
                </c:pt>
                <c:pt idx="1621">
                  <c:v>504.61700000000002</c:v>
                </c:pt>
                <c:pt idx="1622">
                  <c:v>504.61700000000002</c:v>
                </c:pt>
                <c:pt idx="1623">
                  <c:v>504.61700000000002</c:v>
                </c:pt>
                <c:pt idx="1624">
                  <c:v>504.61700000000002</c:v>
                </c:pt>
                <c:pt idx="1625">
                  <c:v>504.61700000000002</c:v>
                </c:pt>
                <c:pt idx="1626">
                  <c:v>504.61700000000002</c:v>
                </c:pt>
                <c:pt idx="1627">
                  <c:v>504.61700000000002</c:v>
                </c:pt>
                <c:pt idx="1628">
                  <c:v>504.61700000000002</c:v>
                </c:pt>
                <c:pt idx="1629">
                  <c:v>504.61700000000002</c:v>
                </c:pt>
                <c:pt idx="1630">
                  <c:v>0</c:v>
                </c:pt>
                <c:pt idx="1631">
                  <c:v>0</c:v>
                </c:pt>
                <c:pt idx="1632">
                  <c:v>0</c:v>
                </c:pt>
                <c:pt idx="1633">
                  <c:v>0</c:v>
                </c:pt>
                <c:pt idx="1634">
                  <c:v>0</c:v>
                </c:pt>
                <c:pt idx="1635">
                  <c:v>0</c:v>
                </c:pt>
                <c:pt idx="1636">
                  <c:v>0</c:v>
                </c:pt>
                <c:pt idx="1637">
                  <c:v>0</c:v>
                </c:pt>
                <c:pt idx="1638">
                  <c:v>0</c:v>
                </c:pt>
                <c:pt idx="1639">
                  <c:v>0</c:v>
                </c:pt>
                <c:pt idx="1640">
                  <c:v>504.61700000000002</c:v>
                </c:pt>
                <c:pt idx="1641">
                  <c:v>504.61700000000002</c:v>
                </c:pt>
                <c:pt idx="1642">
                  <c:v>504.61700000000002</c:v>
                </c:pt>
                <c:pt idx="1643">
                  <c:v>504.61700000000002</c:v>
                </c:pt>
                <c:pt idx="1644">
                  <c:v>504.61700000000002</c:v>
                </c:pt>
                <c:pt idx="1645">
                  <c:v>504.61700000000002</c:v>
                </c:pt>
                <c:pt idx="1646">
                  <c:v>504.61700000000002</c:v>
                </c:pt>
                <c:pt idx="1647">
                  <c:v>504.61700000000002</c:v>
                </c:pt>
                <c:pt idx="1648">
                  <c:v>504.61700000000002</c:v>
                </c:pt>
                <c:pt idx="1649">
                  <c:v>504.61700000000002</c:v>
                </c:pt>
                <c:pt idx="1650">
                  <c:v>504.61700000000002</c:v>
                </c:pt>
                <c:pt idx="1651">
                  <c:v>504.61700000000002</c:v>
                </c:pt>
                <c:pt idx="1652">
                  <c:v>504.61700000000002</c:v>
                </c:pt>
                <c:pt idx="1653">
                  <c:v>504.61700000000002</c:v>
                </c:pt>
                <c:pt idx="1654">
                  <c:v>0</c:v>
                </c:pt>
                <c:pt idx="1655">
                  <c:v>0</c:v>
                </c:pt>
                <c:pt idx="1656">
                  <c:v>0</c:v>
                </c:pt>
                <c:pt idx="1657">
                  <c:v>0</c:v>
                </c:pt>
                <c:pt idx="1658">
                  <c:v>0</c:v>
                </c:pt>
                <c:pt idx="1659">
                  <c:v>0</c:v>
                </c:pt>
                <c:pt idx="1660">
                  <c:v>0</c:v>
                </c:pt>
                <c:pt idx="1661">
                  <c:v>0</c:v>
                </c:pt>
                <c:pt idx="1662">
                  <c:v>0</c:v>
                </c:pt>
                <c:pt idx="1663">
                  <c:v>0</c:v>
                </c:pt>
                <c:pt idx="1664">
                  <c:v>504.61700000000002</c:v>
                </c:pt>
                <c:pt idx="1665">
                  <c:v>504.61700000000002</c:v>
                </c:pt>
                <c:pt idx="1666">
                  <c:v>504.61700000000002</c:v>
                </c:pt>
                <c:pt idx="1667">
                  <c:v>504.61700000000002</c:v>
                </c:pt>
                <c:pt idx="1668">
                  <c:v>504.61700000000002</c:v>
                </c:pt>
                <c:pt idx="1669">
                  <c:v>504.61700000000002</c:v>
                </c:pt>
                <c:pt idx="1670">
                  <c:v>504.61700000000002</c:v>
                </c:pt>
                <c:pt idx="1671">
                  <c:v>504.61700000000002</c:v>
                </c:pt>
                <c:pt idx="1672">
                  <c:v>504.61700000000002</c:v>
                </c:pt>
                <c:pt idx="1673">
                  <c:v>504.61700000000002</c:v>
                </c:pt>
                <c:pt idx="1674">
                  <c:v>504.61700000000002</c:v>
                </c:pt>
                <c:pt idx="1675">
                  <c:v>504.61700000000002</c:v>
                </c:pt>
                <c:pt idx="1676">
                  <c:v>504.61700000000002</c:v>
                </c:pt>
                <c:pt idx="1677">
                  <c:v>504.61700000000002</c:v>
                </c:pt>
                <c:pt idx="1678">
                  <c:v>0</c:v>
                </c:pt>
                <c:pt idx="1679">
                  <c:v>0</c:v>
                </c:pt>
                <c:pt idx="1680">
                  <c:v>0</c:v>
                </c:pt>
                <c:pt idx="1681">
                  <c:v>0</c:v>
                </c:pt>
                <c:pt idx="1682">
                  <c:v>0</c:v>
                </c:pt>
                <c:pt idx="1683">
                  <c:v>0</c:v>
                </c:pt>
                <c:pt idx="1684">
                  <c:v>0</c:v>
                </c:pt>
                <c:pt idx="1685">
                  <c:v>0</c:v>
                </c:pt>
                <c:pt idx="1686">
                  <c:v>0</c:v>
                </c:pt>
                <c:pt idx="1687">
                  <c:v>0</c:v>
                </c:pt>
                <c:pt idx="1688">
                  <c:v>504.61700000000002</c:v>
                </c:pt>
                <c:pt idx="1689">
                  <c:v>504.61700000000002</c:v>
                </c:pt>
                <c:pt idx="1690">
                  <c:v>504.61700000000002</c:v>
                </c:pt>
                <c:pt idx="1691">
                  <c:v>504.61700000000002</c:v>
                </c:pt>
                <c:pt idx="1692">
                  <c:v>504.61700000000002</c:v>
                </c:pt>
                <c:pt idx="1693">
                  <c:v>504.61700000000002</c:v>
                </c:pt>
                <c:pt idx="1694">
                  <c:v>504.61700000000002</c:v>
                </c:pt>
                <c:pt idx="1695">
                  <c:v>504.61700000000002</c:v>
                </c:pt>
                <c:pt idx="1696">
                  <c:v>504.61700000000002</c:v>
                </c:pt>
                <c:pt idx="1697">
                  <c:v>504.61700000000002</c:v>
                </c:pt>
                <c:pt idx="1698">
                  <c:v>504.61700000000002</c:v>
                </c:pt>
                <c:pt idx="1699">
                  <c:v>504.61700000000002</c:v>
                </c:pt>
                <c:pt idx="1700">
                  <c:v>504.61700000000002</c:v>
                </c:pt>
                <c:pt idx="1701">
                  <c:v>504.61700000000002</c:v>
                </c:pt>
                <c:pt idx="1702">
                  <c:v>0</c:v>
                </c:pt>
                <c:pt idx="1703">
                  <c:v>0</c:v>
                </c:pt>
                <c:pt idx="1704">
                  <c:v>0</c:v>
                </c:pt>
                <c:pt idx="1705">
                  <c:v>0</c:v>
                </c:pt>
                <c:pt idx="1706">
                  <c:v>0</c:v>
                </c:pt>
                <c:pt idx="1707">
                  <c:v>0</c:v>
                </c:pt>
                <c:pt idx="1708">
                  <c:v>0</c:v>
                </c:pt>
                <c:pt idx="1709">
                  <c:v>0</c:v>
                </c:pt>
                <c:pt idx="1710">
                  <c:v>0</c:v>
                </c:pt>
                <c:pt idx="1711">
                  <c:v>0</c:v>
                </c:pt>
                <c:pt idx="1712">
                  <c:v>504.61700000000002</c:v>
                </c:pt>
                <c:pt idx="1713">
                  <c:v>504.61700000000002</c:v>
                </c:pt>
                <c:pt idx="1714">
                  <c:v>504.61700000000002</c:v>
                </c:pt>
                <c:pt idx="1715">
                  <c:v>504.61700000000002</c:v>
                </c:pt>
                <c:pt idx="1716">
                  <c:v>504.61700000000002</c:v>
                </c:pt>
                <c:pt idx="1717">
                  <c:v>504.61700000000002</c:v>
                </c:pt>
                <c:pt idx="1718">
                  <c:v>504.61700000000002</c:v>
                </c:pt>
                <c:pt idx="1719">
                  <c:v>504.61700000000002</c:v>
                </c:pt>
                <c:pt idx="1720">
                  <c:v>504.61700000000002</c:v>
                </c:pt>
                <c:pt idx="1721">
                  <c:v>504.61700000000002</c:v>
                </c:pt>
                <c:pt idx="1722">
                  <c:v>504.61700000000002</c:v>
                </c:pt>
                <c:pt idx="1723">
                  <c:v>504.61700000000002</c:v>
                </c:pt>
                <c:pt idx="1724">
                  <c:v>504.61700000000002</c:v>
                </c:pt>
                <c:pt idx="1725">
                  <c:v>504.61700000000002</c:v>
                </c:pt>
                <c:pt idx="1726">
                  <c:v>0</c:v>
                </c:pt>
                <c:pt idx="1727">
                  <c:v>0</c:v>
                </c:pt>
                <c:pt idx="1728">
                  <c:v>0</c:v>
                </c:pt>
                <c:pt idx="1729">
                  <c:v>0</c:v>
                </c:pt>
                <c:pt idx="1730">
                  <c:v>0</c:v>
                </c:pt>
                <c:pt idx="1731">
                  <c:v>0</c:v>
                </c:pt>
                <c:pt idx="1732">
                  <c:v>0</c:v>
                </c:pt>
                <c:pt idx="1733">
                  <c:v>0</c:v>
                </c:pt>
                <c:pt idx="1734">
                  <c:v>0</c:v>
                </c:pt>
                <c:pt idx="1735">
                  <c:v>0</c:v>
                </c:pt>
                <c:pt idx="1736">
                  <c:v>504.61700000000002</c:v>
                </c:pt>
                <c:pt idx="1737">
                  <c:v>504.61700000000002</c:v>
                </c:pt>
                <c:pt idx="1738">
                  <c:v>504.61700000000002</c:v>
                </c:pt>
                <c:pt idx="1739">
                  <c:v>504.61700000000002</c:v>
                </c:pt>
                <c:pt idx="1740">
                  <c:v>504.61700000000002</c:v>
                </c:pt>
                <c:pt idx="1741">
                  <c:v>504.61700000000002</c:v>
                </c:pt>
                <c:pt idx="1742">
                  <c:v>504.61700000000002</c:v>
                </c:pt>
                <c:pt idx="1743">
                  <c:v>504.61700000000002</c:v>
                </c:pt>
                <c:pt idx="1744">
                  <c:v>504.61700000000002</c:v>
                </c:pt>
                <c:pt idx="1745">
                  <c:v>504.61700000000002</c:v>
                </c:pt>
                <c:pt idx="1746">
                  <c:v>504.61700000000002</c:v>
                </c:pt>
                <c:pt idx="1747">
                  <c:v>504.61700000000002</c:v>
                </c:pt>
                <c:pt idx="1748">
                  <c:v>504.61700000000002</c:v>
                </c:pt>
                <c:pt idx="1749">
                  <c:v>504.61700000000002</c:v>
                </c:pt>
                <c:pt idx="1750">
                  <c:v>0</c:v>
                </c:pt>
                <c:pt idx="1751">
                  <c:v>0</c:v>
                </c:pt>
                <c:pt idx="1752">
                  <c:v>0</c:v>
                </c:pt>
                <c:pt idx="1753">
                  <c:v>0</c:v>
                </c:pt>
                <c:pt idx="1754">
                  <c:v>0</c:v>
                </c:pt>
                <c:pt idx="1755">
                  <c:v>0</c:v>
                </c:pt>
                <c:pt idx="1756">
                  <c:v>0</c:v>
                </c:pt>
                <c:pt idx="1757">
                  <c:v>0</c:v>
                </c:pt>
                <c:pt idx="1758">
                  <c:v>0</c:v>
                </c:pt>
                <c:pt idx="1759">
                  <c:v>0</c:v>
                </c:pt>
                <c:pt idx="1760">
                  <c:v>504.61700000000002</c:v>
                </c:pt>
                <c:pt idx="1761">
                  <c:v>504.61700000000002</c:v>
                </c:pt>
                <c:pt idx="1762">
                  <c:v>504.61700000000002</c:v>
                </c:pt>
                <c:pt idx="1763">
                  <c:v>504.61700000000002</c:v>
                </c:pt>
                <c:pt idx="1764">
                  <c:v>504.61700000000002</c:v>
                </c:pt>
                <c:pt idx="1765">
                  <c:v>504.61700000000002</c:v>
                </c:pt>
                <c:pt idx="1766">
                  <c:v>504.61700000000002</c:v>
                </c:pt>
                <c:pt idx="1767">
                  <c:v>504.61700000000002</c:v>
                </c:pt>
                <c:pt idx="1768">
                  <c:v>504.61700000000002</c:v>
                </c:pt>
                <c:pt idx="1769">
                  <c:v>504.61700000000002</c:v>
                </c:pt>
                <c:pt idx="1770">
                  <c:v>504.61700000000002</c:v>
                </c:pt>
                <c:pt idx="1771">
                  <c:v>504.61700000000002</c:v>
                </c:pt>
                <c:pt idx="1772">
                  <c:v>504.61700000000002</c:v>
                </c:pt>
                <c:pt idx="1773">
                  <c:v>504.61700000000002</c:v>
                </c:pt>
                <c:pt idx="1774">
                  <c:v>0</c:v>
                </c:pt>
                <c:pt idx="1775">
                  <c:v>0</c:v>
                </c:pt>
                <c:pt idx="1776">
                  <c:v>0</c:v>
                </c:pt>
                <c:pt idx="1777">
                  <c:v>0</c:v>
                </c:pt>
                <c:pt idx="1778">
                  <c:v>0</c:v>
                </c:pt>
                <c:pt idx="1779">
                  <c:v>0</c:v>
                </c:pt>
                <c:pt idx="1780">
                  <c:v>0</c:v>
                </c:pt>
                <c:pt idx="1781">
                  <c:v>0</c:v>
                </c:pt>
                <c:pt idx="1782">
                  <c:v>0</c:v>
                </c:pt>
                <c:pt idx="1783">
                  <c:v>0</c:v>
                </c:pt>
                <c:pt idx="1784">
                  <c:v>504.61700000000002</c:v>
                </c:pt>
                <c:pt idx="1785">
                  <c:v>504.61700000000002</c:v>
                </c:pt>
                <c:pt idx="1786">
                  <c:v>504.61700000000002</c:v>
                </c:pt>
                <c:pt idx="1787">
                  <c:v>504.61700000000002</c:v>
                </c:pt>
                <c:pt idx="1788">
                  <c:v>504.61700000000002</c:v>
                </c:pt>
                <c:pt idx="1789">
                  <c:v>504.61700000000002</c:v>
                </c:pt>
                <c:pt idx="1790">
                  <c:v>504.61700000000002</c:v>
                </c:pt>
                <c:pt idx="1791">
                  <c:v>504.61700000000002</c:v>
                </c:pt>
                <c:pt idx="1792">
                  <c:v>504.61700000000002</c:v>
                </c:pt>
                <c:pt idx="1793">
                  <c:v>504.61700000000002</c:v>
                </c:pt>
                <c:pt idx="1794">
                  <c:v>504.61700000000002</c:v>
                </c:pt>
                <c:pt idx="1795">
                  <c:v>504.61700000000002</c:v>
                </c:pt>
                <c:pt idx="1796">
                  <c:v>504.61700000000002</c:v>
                </c:pt>
                <c:pt idx="1797">
                  <c:v>504.61700000000002</c:v>
                </c:pt>
                <c:pt idx="1798">
                  <c:v>0</c:v>
                </c:pt>
                <c:pt idx="1799">
                  <c:v>0</c:v>
                </c:pt>
                <c:pt idx="1800">
                  <c:v>0</c:v>
                </c:pt>
                <c:pt idx="1801">
                  <c:v>0</c:v>
                </c:pt>
                <c:pt idx="1802">
                  <c:v>0</c:v>
                </c:pt>
                <c:pt idx="1803">
                  <c:v>0</c:v>
                </c:pt>
                <c:pt idx="1804">
                  <c:v>0</c:v>
                </c:pt>
                <c:pt idx="1805">
                  <c:v>0</c:v>
                </c:pt>
                <c:pt idx="1806">
                  <c:v>0</c:v>
                </c:pt>
                <c:pt idx="1807">
                  <c:v>0</c:v>
                </c:pt>
                <c:pt idx="1808">
                  <c:v>504.61700000000002</c:v>
                </c:pt>
                <c:pt idx="1809">
                  <c:v>504.61700000000002</c:v>
                </c:pt>
                <c:pt idx="1810">
                  <c:v>504.61700000000002</c:v>
                </c:pt>
                <c:pt idx="1811">
                  <c:v>504.61700000000002</c:v>
                </c:pt>
                <c:pt idx="1812">
                  <c:v>504.61700000000002</c:v>
                </c:pt>
                <c:pt idx="1813">
                  <c:v>504.61700000000002</c:v>
                </c:pt>
                <c:pt idx="1814">
                  <c:v>504.61700000000002</c:v>
                </c:pt>
                <c:pt idx="1815">
                  <c:v>504.61700000000002</c:v>
                </c:pt>
                <c:pt idx="1816">
                  <c:v>504.61700000000002</c:v>
                </c:pt>
                <c:pt idx="1817">
                  <c:v>504.61700000000002</c:v>
                </c:pt>
                <c:pt idx="1818">
                  <c:v>504.61700000000002</c:v>
                </c:pt>
                <c:pt idx="1819">
                  <c:v>504.61700000000002</c:v>
                </c:pt>
                <c:pt idx="1820">
                  <c:v>504.61700000000002</c:v>
                </c:pt>
                <c:pt idx="1821">
                  <c:v>504.61700000000002</c:v>
                </c:pt>
                <c:pt idx="1822">
                  <c:v>0</c:v>
                </c:pt>
                <c:pt idx="1823">
                  <c:v>0</c:v>
                </c:pt>
                <c:pt idx="1824">
                  <c:v>0</c:v>
                </c:pt>
                <c:pt idx="1825">
                  <c:v>0</c:v>
                </c:pt>
                <c:pt idx="1826">
                  <c:v>0</c:v>
                </c:pt>
                <c:pt idx="1827">
                  <c:v>0</c:v>
                </c:pt>
                <c:pt idx="1828">
                  <c:v>0</c:v>
                </c:pt>
                <c:pt idx="1829">
                  <c:v>0</c:v>
                </c:pt>
                <c:pt idx="1830">
                  <c:v>0</c:v>
                </c:pt>
                <c:pt idx="1831">
                  <c:v>0</c:v>
                </c:pt>
                <c:pt idx="1832">
                  <c:v>504.61700000000002</c:v>
                </c:pt>
                <c:pt idx="1833">
                  <c:v>504.61700000000002</c:v>
                </c:pt>
                <c:pt idx="1834">
                  <c:v>504.61700000000002</c:v>
                </c:pt>
                <c:pt idx="1835">
                  <c:v>504.61700000000002</c:v>
                </c:pt>
                <c:pt idx="1836">
                  <c:v>504.61700000000002</c:v>
                </c:pt>
                <c:pt idx="1837">
                  <c:v>504.61700000000002</c:v>
                </c:pt>
                <c:pt idx="1838">
                  <c:v>504.61700000000002</c:v>
                </c:pt>
                <c:pt idx="1839">
                  <c:v>504.61700000000002</c:v>
                </c:pt>
                <c:pt idx="1840">
                  <c:v>504.61700000000002</c:v>
                </c:pt>
                <c:pt idx="1841">
                  <c:v>504.61700000000002</c:v>
                </c:pt>
                <c:pt idx="1842">
                  <c:v>504.61700000000002</c:v>
                </c:pt>
                <c:pt idx="1843">
                  <c:v>504.61700000000002</c:v>
                </c:pt>
                <c:pt idx="1844">
                  <c:v>504.61700000000002</c:v>
                </c:pt>
                <c:pt idx="1845">
                  <c:v>504.61700000000002</c:v>
                </c:pt>
                <c:pt idx="1846">
                  <c:v>0</c:v>
                </c:pt>
                <c:pt idx="1847">
                  <c:v>0</c:v>
                </c:pt>
                <c:pt idx="1848">
                  <c:v>0</c:v>
                </c:pt>
                <c:pt idx="1849">
                  <c:v>0</c:v>
                </c:pt>
                <c:pt idx="1850">
                  <c:v>0</c:v>
                </c:pt>
                <c:pt idx="1851">
                  <c:v>0</c:v>
                </c:pt>
                <c:pt idx="1852">
                  <c:v>0</c:v>
                </c:pt>
                <c:pt idx="1853">
                  <c:v>0</c:v>
                </c:pt>
                <c:pt idx="1854">
                  <c:v>0</c:v>
                </c:pt>
                <c:pt idx="1855">
                  <c:v>0</c:v>
                </c:pt>
                <c:pt idx="1856">
                  <c:v>504.61700000000002</c:v>
                </c:pt>
                <c:pt idx="1857">
                  <c:v>504.61700000000002</c:v>
                </c:pt>
                <c:pt idx="1858">
                  <c:v>504.61700000000002</c:v>
                </c:pt>
                <c:pt idx="1859">
                  <c:v>504.61700000000002</c:v>
                </c:pt>
                <c:pt idx="1860">
                  <c:v>504.61700000000002</c:v>
                </c:pt>
                <c:pt idx="1861">
                  <c:v>504.61700000000002</c:v>
                </c:pt>
                <c:pt idx="1862">
                  <c:v>504.61700000000002</c:v>
                </c:pt>
                <c:pt idx="1863">
                  <c:v>504.61700000000002</c:v>
                </c:pt>
                <c:pt idx="1864">
                  <c:v>504.61700000000002</c:v>
                </c:pt>
                <c:pt idx="1865">
                  <c:v>504.61700000000002</c:v>
                </c:pt>
                <c:pt idx="1866">
                  <c:v>504.61700000000002</c:v>
                </c:pt>
                <c:pt idx="1867">
                  <c:v>504.61700000000002</c:v>
                </c:pt>
                <c:pt idx="1868">
                  <c:v>504.61700000000002</c:v>
                </c:pt>
                <c:pt idx="1869">
                  <c:v>504.61700000000002</c:v>
                </c:pt>
                <c:pt idx="1870">
                  <c:v>0</c:v>
                </c:pt>
                <c:pt idx="1871">
                  <c:v>0</c:v>
                </c:pt>
                <c:pt idx="1872">
                  <c:v>0</c:v>
                </c:pt>
                <c:pt idx="1873">
                  <c:v>0</c:v>
                </c:pt>
                <c:pt idx="1874">
                  <c:v>0</c:v>
                </c:pt>
                <c:pt idx="1875">
                  <c:v>0</c:v>
                </c:pt>
                <c:pt idx="1876">
                  <c:v>0</c:v>
                </c:pt>
                <c:pt idx="1877">
                  <c:v>0</c:v>
                </c:pt>
                <c:pt idx="1878">
                  <c:v>0</c:v>
                </c:pt>
                <c:pt idx="1879">
                  <c:v>0</c:v>
                </c:pt>
                <c:pt idx="1880">
                  <c:v>504.61700000000002</c:v>
                </c:pt>
                <c:pt idx="1881">
                  <c:v>504.61700000000002</c:v>
                </c:pt>
                <c:pt idx="1882">
                  <c:v>504.61700000000002</c:v>
                </c:pt>
                <c:pt idx="1883">
                  <c:v>504.61700000000002</c:v>
                </c:pt>
                <c:pt idx="1884">
                  <c:v>504.61700000000002</c:v>
                </c:pt>
                <c:pt idx="1885">
                  <c:v>504.61700000000002</c:v>
                </c:pt>
                <c:pt idx="1886">
                  <c:v>504.61700000000002</c:v>
                </c:pt>
                <c:pt idx="1887">
                  <c:v>504.61700000000002</c:v>
                </c:pt>
                <c:pt idx="1888">
                  <c:v>504.61700000000002</c:v>
                </c:pt>
                <c:pt idx="1889">
                  <c:v>504.61700000000002</c:v>
                </c:pt>
                <c:pt idx="1890">
                  <c:v>504.61700000000002</c:v>
                </c:pt>
                <c:pt idx="1891">
                  <c:v>504.61700000000002</c:v>
                </c:pt>
                <c:pt idx="1892">
                  <c:v>504.61700000000002</c:v>
                </c:pt>
                <c:pt idx="1893">
                  <c:v>504.61700000000002</c:v>
                </c:pt>
                <c:pt idx="1894">
                  <c:v>0</c:v>
                </c:pt>
                <c:pt idx="1895">
                  <c:v>0</c:v>
                </c:pt>
                <c:pt idx="1896">
                  <c:v>0</c:v>
                </c:pt>
                <c:pt idx="1897">
                  <c:v>0</c:v>
                </c:pt>
                <c:pt idx="1898">
                  <c:v>0</c:v>
                </c:pt>
                <c:pt idx="1899">
                  <c:v>0</c:v>
                </c:pt>
                <c:pt idx="1900">
                  <c:v>0</c:v>
                </c:pt>
                <c:pt idx="1901">
                  <c:v>0</c:v>
                </c:pt>
                <c:pt idx="1902">
                  <c:v>0</c:v>
                </c:pt>
                <c:pt idx="1903">
                  <c:v>0</c:v>
                </c:pt>
                <c:pt idx="1904">
                  <c:v>504.61700000000002</c:v>
                </c:pt>
                <c:pt idx="1905">
                  <c:v>504.61700000000002</c:v>
                </c:pt>
                <c:pt idx="1906">
                  <c:v>504.61700000000002</c:v>
                </c:pt>
                <c:pt idx="1907">
                  <c:v>504.61700000000002</c:v>
                </c:pt>
                <c:pt idx="1908">
                  <c:v>504.61700000000002</c:v>
                </c:pt>
                <c:pt idx="1909">
                  <c:v>504.61700000000002</c:v>
                </c:pt>
                <c:pt idx="1910">
                  <c:v>504.61700000000002</c:v>
                </c:pt>
                <c:pt idx="1911">
                  <c:v>504.61700000000002</c:v>
                </c:pt>
                <c:pt idx="1912">
                  <c:v>504.61700000000002</c:v>
                </c:pt>
                <c:pt idx="1913">
                  <c:v>504.61700000000002</c:v>
                </c:pt>
                <c:pt idx="1914">
                  <c:v>504.61700000000002</c:v>
                </c:pt>
                <c:pt idx="1915">
                  <c:v>504.61700000000002</c:v>
                </c:pt>
                <c:pt idx="1916">
                  <c:v>504.61700000000002</c:v>
                </c:pt>
                <c:pt idx="1917">
                  <c:v>504.61700000000002</c:v>
                </c:pt>
                <c:pt idx="1918">
                  <c:v>0</c:v>
                </c:pt>
                <c:pt idx="1919">
                  <c:v>0</c:v>
                </c:pt>
                <c:pt idx="1920">
                  <c:v>0</c:v>
                </c:pt>
                <c:pt idx="1921">
                  <c:v>0</c:v>
                </c:pt>
                <c:pt idx="1922">
                  <c:v>0</c:v>
                </c:pt>
                <c:pt idx="1923">
                  <c:v>0</c:v>
                </c:pt>
                <c:pt idx="1924">
                  <c:v>0</c:v>
                </c:pt>
                <c:pt idx="1925">
                  <c:v>0</c:v>
                </c:pt>
                <c:pt idx="1926">
                  <c:v>0</c:v>
                </c:pt>
                <c:pt idx="1927">
                  <c:v>0</c:v>
                </c:pt>
                <c:pt idx="1928">
                  <c:v>504.61700000000002</c:v>
                </c:pt>
                <c:pt idx="1929">
                  <c:v>504.61700000000002</c:v>
                </c:pt>
                <c:pt idx="1930">
                  <c:v>504.61700000000002</c:v>
                </c:pt>
                <c:pt idx="1931">
                  <c:v>504.61700000000002</c:v>
                </c:pt>
                <c:pt idx="1932">
                  <c:v>504.61700000000002</c:v>
                </c:pt>
                <c:pt idx="1933">
                  <c:v>504.61700000000002</c:v>
                </c:pt>
                <c:pt idx="1934">
                  <c:v>504.61700000000002</c:v>
                </c:pt>
                <c:pt idx="1935">
                  <c:v>504.61700000000002</c:v>
                </c:pt>
                <c:pt idx="1936">
                  <c:v>504.61700000000002</c:v>
                </c:pt>
                <c:pt idx="1937">
                  <c:v>504.61700000000002</c:v>
                </c:pt>
                <c:pt idx="1938">
                  <c:v>504.61700000000002</c:v>
                </c:pt>
                <c:pt idx="1939">
                  <c:v>504.61700000000002</c:v>
                </c:pt>
                <c:pt idx="1940">
                  <c:v>504.61700000000002</c:v>
                </c:pt>
                <c:pt idx="1941">
                  <c:v>504.61700000000002</c:v>
                </c:pt>
                <c:pt idx="1942">
                  <c:v>0</c:v>
                </c:pt>
                <c:pt idx="1943">
                  <c:v>0</c:v>
                </c:pt>
                <c:pt idx="1944">
                  <c:v>0</c:v>
                </c:pt>
                <c:pt idx="1945">
                  <c:v>0</c:v>
                </c:pt>
                <c:pt idx="1946">
                  <c:v>0</c:v>
                </c:pt>
                <c:pt idx="1947">
                  <c:v>0</c:v>
                </c:pt>
                <c:pt idx="1948">
                  <c:v>0</c:v>
                </c:pt>
                <c:pt idx="1949">
                  <c:v>0</c:v>
                </c:pt>
                <c:pt idx="1950">
                  <c:v>0</c:v>
                </c:pt>
                <c:pt idx="1951">
                  <c:v>0</c:v>
                </c:pt>
                <c:pt idx="1952">
                  <c:v>504.61700000000002</c:v>
                </c:pt>
                <c:pt idx="1953">
                  <c:v>504.61700000000002</c:v>
                </c:pt>
                <c:pt idx="1954">
                  <c:v>504.61700000000002</c:v>
                </c:pt>
                <c:pt idx="1955">
                  <c:v>504.61700000000002</c:v>
                </c:pt>
                <c:pt idx="1956">
                  <c:v>504.61700000000002</c:v>
                </c:pt>
                <c:pt idx="1957">
                  <c:v>504.61700000000002</c:v>
                </c:pt>
                <c:pt idx="1958">
                  <c:v>504.61700000000002</c:v>
                </c:pt>
                <c:pt idx="1959">
                  <c:v>504.61700000000002</c:v>
                </c:pt>
                <c:pt idx="1960">
                  <c:v>504.61700000000002</c:v>
                </c:pt>
                <c:pt idx="1961">
                  <c:v>504.61700000000002</c:v>
                </c:pt>
                <c:pt idx="1962">
                  <c:v>504.61700000000002</c:v>
                </c:pt>
                <c:pt idx="1963">
                  <c:v>504.61700000000002</c:v>
                </c:pt>
                <c:pt idx="1964">
                  <c:v>504.61700000000002</c:v>
                </c:pt>
                <c:pt idx="1965">
                  <c:v>504.61700000000002</c:v>
                </c:pt>
                <c:pt idx="1966">
                  <c:v>0</c:v>
                </c:pt>
                <c:pt idx="1967">
                  <c:v>0</c:v>
                </c:pt>
                <c:pt idx="1968">
                  <c:v>0</c:v>
                </c:pt>
                <c:pt idx="1969">
                  <c:v>0</c:v>
                </c:pt>
                <c:pt idx="1970">
                  <c:v>0</c:v>
                </c:pt>
                <c:pt idx="1971">
                  <c:v>0</c:v>
                </c:pt>
                <c:pt idx="1972">
                  <c:v>0</c:v>
                </c:pt>
                <c:pt idx="1973">
                  <c:v>0</c:v>
                </c:pt>
                <c:pt idx="1974">
                  <c:v>0</c:v>
                </c:pt>
                <c:pt idx="1975">
                  <c:v>0</c:v>
                </c:pt>
                <c:pt idx="1976">
                  <c:v>504.61700000000002</c:v>
                </c:pt>
                <c:pt idx="1977">
                  <c:v>504.61700000000002</c:v>
                </c:pt>
                <c:pt idx="1978">
                  <c:v>504.61700000000002</c:v>
                </c:pt>
                <c:pt idx="1979">
                  <c:v>504.61700000000002</c:v>
                </c:pt>
                <c:pt idx="1980">
                  <c:v>504.61700000000002</c:v>
                </c:pt>
                <c:pt idx="1981">
                  <c:v>504.61700000000002</c:v>
                </c:pt>
                <c:pt idx="1982">
                  <c:v>504.61700000000002</c:v>
                </c:pt>
                <c:pt idx="1983">
                  <c:v>504.61700000000002</c:v>
                </c:pt>
                <c:pt idx="1984">
                  <c:v>504.61700000000002</c:v>
                </c:pt>
                <c:pt idx="1985">
                  <c:v>504.61700000000002</c:v>
                </c:pt>
                <c:pt idx="1986">
                  <c:v>504.61700000000002</c:v>
                </c:pt>
                <c:pt idx="1987">
                  <c:v>504.61700000000002</c:v>
                </c:pt>
                <c:pt idx="1988">
                  <c:v>504.61700000000002</c:v>
                </c:pt>
                <c:pt idx="1989">
                  <c:v>504.61700000000002</c:v>
                </c:pt>
                <c:pt idx="1990">
                  <c:v>0</c:v>
                </c:pt>
                <c:pt idx="1991">
                  <c:v>0</c:v>
                </c:pt>
                <c:pt idx="1992">
                  <c:v>0</c:v>
                </c:pt>
                <c:pt idx="1993">
                  <c:v>0</c:v>
                </c:pt>
                <c:pt idx="1994">
                  <c:v>0</c:v>
                </c:pt>
                <c:pt idx="1995">
                  <c:v>0</c:v>
                </c:pt>
                <c:pt idx="1996">
                  <c:v>0</c:v>
                </c:pt>
                <c:pt idx="1997">
                  <c:v>0</c:v>
                </c:pt>
                <c:pt idx="1998">
                  <c:v>0</c:v>
                </c:pt>
                <c:pt idx="1999">
                  <c:v>0</c:v>
                </c:pt>
                <c:pt idx="2000">
                  <c:v>504.61700000000002</c:v>
                </c:pt>
                <c:pt idx="2001">
                  <c:v>504.61700000000002</c:v>
                </c:pt>
                <c:pt idx="2002">
                  <c:v>504.61700000000002</c:v>
                </c:pt>
                <c:pt idx="2003">
                  <c:v>504.61700000000002</c:v>
                </c:pt>
                <c:pt idx="2004">
                  <c:v>504.61700000000002</c:v>
                </c:pt>
                <c:pt idx="2005">
                  <c:v>504.61700000000002</c:v>
                </c:pt>
                <c:pt idx="2006">
                  <c:v>504.61700000000002</c:v>
                </c:pt>
                <c:pt idx="2007">
                  <c:v>504.61700000000002</c:v>
                </c:pt>
                <c:pt idx="2008">
                  <c:v>504.61700000000002</c:v>
                </c:pt>
                <c:pt idx="2009">
                  <c:v>504.61700000000002</c:v>
                </c:pt>
                <c:pt idx="2010">
                  <c:v>504.61700000000002</c:v>
                </c:pt>
                <c:pt idx="2011">
                  <c:v>504.61700000000002</c:v>
                </c:pt>
                <c:pt idx="2012">
                  <c:v>504.61700000000002</c:v>
                </c:pt>
                <c:pt idx="2013">
                  <c:v>504.61700000000002</c:v>
                </c:pt>
                <c:pt idx="2014">
                  <c:v>0</c:v>
                </c:pt>
                <c:pt idx="2015">
                  <c:v>0</c:v>
                </c:pt>
                <c:pt idx="2016">
                  <c:v>0</c:v>
                </c:pt>
                <c:pt idx="2017">
                  <c:v>0</c:v>
                </c:pt>
                <c:pt idx="2018">
                  <c:v>0</c:v>
                </c:pt>
                <c:pt idx="2019">
                  <c:v>0</c:v>
                </c:pt>
                <c:pt idx="2020">
                  <c:v>0</c:v>
                </c:pt>
                <c:pt idx="2021">
                  <c:v>0</c:v>
                </c:pt>
                <c:pt idx="2022">
                  <c:v>0</c:v>
                </c:pt>
                <c:pt idx="2023">
                  <c:v>0</c:v>
                </c:pt>
                <c:pt idx="2024">
                  <c:v>504.61700000000002</c:v>
                </c:pt>
                <c:pt idx="2025">
                  <c:v>504.61700000000002</c:v>
                </c:pt>
                <c:pt idx="2026">
                  <c:v>504.61700000000002</c:v>
                </c:pt>
                <c:pt idx="2027">
                  <c:v>504.61700000000002</c:v>
                </c:pt>
                <c:pt idx="2028">
                  <c:v>504.61700000000002</c:v>
                </c:pt>
                <c:pt idx="2029">
                  <c:v>504.61700000000002</c:v>
                </c:pt>
                <c:pt idx="2030">
                  <c:v>504.61700000000002</c:v>
                </c:pt>
                <c:pt idx="2031">
                  <c:v>504.61700000000002</c:v>
                </c:pt>
                <c:pt idx="2032">
                  <c:v>504.61700000000002</c:v>
                </c:pt>
                <c:pt idx="2033">
                  <c:v>504.61700000000002</c:v>
                </c:pt>
                <c:pt idx="2034">
                  <c:v>504.61700000000002</c:v>
                </c:pt>
                <c:pt idx="2035">
                  <c:v>504.61700000000002</c:v>
                </c:pt>
                <c:pt idx="2036">
                  <c:v>504.61700000000002</c:v>
                </c:pt>
                <c:pt idx="2037">
                  <c:v>504.61700000000002</c:v>
                </c:pt>
                <c:pt idx="2038">
                  <c:v>0</c:v>
                </c:pt>
                <c:pt idx="2039">
                  <c:v>0</c:v>
                </c:pt>
                <c:pt idx="2040">
                  <c:v>0</c:v>
                </c:pt>
                <c:pt idx="2041">
                  <c:v>0</c:v>
                </c:pt>
                <c:pt idx="2042">
                  <c:v>0</c:v>
                </c:pt>
                <c:pt idx="2043">
                  <c:v>0</c:v>
                </c:pt>
                <c:pt idx="2044">
                  <c:v>0</c:v>
                </c:pt>
                <c:pt idx="2045">
                  <c:v>0</c:v>
                </c:pt>
                <c:pt idx="2046">
                  <c:v>0</c:v>
                </c:pt>
                <c:pt idx="2047">
                  <c:v>0</c:v>
                </c:pt>
                <c:pt idx="2048">
                  <c:v>504.61700000000002</c:v>
                </c:pt>
                <c:pt idx="2049">
                  <c:v>504.61700000000002</c:v>
                </c:pt>
                <c:pt idx="2050">
                  <c:v>504.61700000000002</c:v>
                </c:pt>
                <c:pt idx="2051">
                  <c:v>504.61700000000002</c:v>
                </c:pt>
                <c:pt idx="2052">
                  <c:v>504.61700000000002</c:v>
                </c:pt>
                <c:pt idx="2053">
                  <c:v>504.61700000000002</c:v>
                </c:pt>
                <c:pt idx="2054">
                  <c:v>504.61700000000002</c:v>
                </c:pt>
                <c:pt idx="2055">
                  <c:v>504.61700000000002</c:v>
                </c:pt>
                <c:pt idx="2056">
                  <c:v>504.61700000000002</c:v>
                </c:pt>
                <c:pt idx="2057">
                  <c:v>504.61700000000002</c:v>
                </c:pt>
                <c:pt idx="2058">
                  <c:v>504.61700000000002</c:v>
                </c:pt>
                <c:pt idx="2059">
                  <c:v>504.61700000000002</c:v>
                </c:pt>
                <c:pt idx="2060">
                  <c:v>504.61700000000002</c:v>
                </c:pt>
                <c:pt idx="2061">
                  <c:v>504.61700000000002</c:v>
                </c:pt>
                <c:pt idx="2062">
                  <c:v>0</c:v>
                </c:pt>
                <c:pt idx="2063">
                  <c:v>0</c:v>
                </c:pt>
                <c:pt idx="2064">
                  <c:v>0</c:v>
                </c:pt>
                <c:pt idx="2065">
                  <c:v>0</c:v>
                </c:pt>
                <c:pt idx="2066">
                  <c:v>0</c:v>
                </c:pt>
                <c:pt idx="2067">
                  <c:v>0</c:v>
                </c:pt>
                <c:pt idx="2068">
                  <c:v>0</c:v>
                </c:pt>
                <c:pt idx="2069">
                  <c:v>0</c:v>
                </c:pt>
                <c:pt idx="2070">
                  <c:v>0</c:v>
                </c:pt>
                <c:pt idx="2071">
                  <c:v>0</c:v>
                </c:pt>
                <c:pt idx="2072">
                  <c:v>504.61700000000002</c:v>
                </c:pt>
                <c:pt idx="2073">
                  <c:v>504.61700000000002</c:v>
                </c:pt>
                <c:pt idx="2074">
                  <c:v>504.61700000000002</c:v>
                </c:pt>
                <c:pt idx="2075">
                  <c:v>504.61700000000002</c:v>
                </c:pt>
                <c:pt idx="2076">
                  <c:v>504.61700000000002</c:v>
                </c:pt>
                <c:pt idx="2077">
                  <c:v>504.61700000000002</c:v>
                </c:pt>
                <c:pt idx="2078">
                  <c:v>504.61700000000002</c:v>
                </c:pt>
                <c:pt idx="2079">
                  <c:v>504.61700000000002</c:v>
                </c:pt>
                <c:pt idx="2080">
                  <c:v>504.61700000000002</c:v>
                </c:pt>
                <c:pt idx="2081">
                  <c:v>504.61700000000002</c:v>
                </c:pt>
                <c:pt idx="2082">
                  <c:v>504.61700000000002</c:v>
                </c:pt>
                <c:pt idx="2083">
                  <c:v>504.61700000000002</c:v>
                </c:pt>
                <c:pt idx="2084">
                  <c:v>504.61700000000002</c:v>
                </c:pt>
                <c:pt idx="2085">
                  <c:v>504.61700000000002</c:v>
                </c:pt>
                <c:pt idx="2086">
                  <c:v>0</c:v>
                </c:pt>
                <c:pt idx="2087">
                  <c:v>0</c:v>
                </c:pt>
                <c:pt idx="2088">
                  <c:v>0</c:v>
                </c:pt>
                <c:pt idx="2089">
                  <c:v>0</c:v>
                </c:pt>
                <c:pt idx="2090">
                  <c:v>0</c:v>
                </c:pt>
                <c:pt idx="2091">
                  <c:v>0</c:v>
                </c:pt>
                <c:pt idx="2092">
                  <c:v>0</c:v>
                </c:pt>
                <c:pt idx="2093">
                  <c:v>0</c:v>
                </c:pt>
                <c:pt idx="2094">
                  <c:v>0</c:v>
                </c:pt>
                <c:pt idx="2095">
                  <c:v>0</c:v>
                </c:pt>
                <c:pt idx="2096">
                  <c:v>504.61700000000002</c:v>
                </c:pt>
                <c:pt idx="2097">
                  <c:v>504.61700000000002</c:v>
                </c:pt>
                <c:pt idx="2098">
                  <c:v>504.61700000000002</c:v>
                </c:pt>
                <c:pt idx="2099">
                  <c:v>504.61700000000002</c:v>
                </c:pt>
                <c:pt idx="2100">
                  <c:v>504.61700000000002</c:v>
                </c:pt>
                <c:pt idx="2101">
                  <c:v>504.61700000000002</c:v>
                </c:pt>
                <c:pt idx="2102">
                  <c:v>504.61700000000002</c:v>
                </c:pt>
                <c:pt idx="2103">
                  <c:v>504.61700000000002</c:v>
                </c:pt>
                <c:pt idx="2104">
                  <c:v>504.61700000000002</c:v>
                </c:pt>
                <c:pt idx="2105">
                  <c:v>504.61700000000002</c:v>
                </c:pt>
                <c:pt idx="2106">
                  <c:v>504.61700000000002</c:v>
                </c:pt>
                <c:pt idx="2107">
                  <c:v>504.61700000000002</c:v>
                </c:pt>
                <c:pt idx="2108">
                  <c:v>504.61700000000002</c:v>
                </c:pt>
                <c:pt idx="2109">
                  <c:v>504.61700000000002</c:v>
                </c:pt>
                <c:pt idx="2110">
                  <c:v>0</c:v>
                </c:pt>
                <c:pt idx="2111">
                  <c:v>0</c:v>
                </c:pt>
                <c:pt idx="2112">
                  <c:v>0</c:v>
                </c:pt>
                <c:pt idx="2113">
                  <c:v>0</c:v>
                </c:pt>
                <c:pt idx="2114">
                  <c:v>0</c:v>
                </c:pt>
                <c:pt idx="2115">
                  <c:v>0</c:v>
                </c:pt>
                <c:pt idx="2116">
                  <c:v>0</c:v>
                </c:pt>
                <c:pt idx="2117">
                  <c:v>0</c:v>
                </c:pt>
                <c:pt idx="2118">
                  <c:v>0</c:v>
                </c:pt>
                <c:pt idx="2119">
                  <c:v>0</c:v>
                </c:pt>
                <c:pt idx="2120">
                  <c:v>504.61700000000002</c:v>
                </c:pt>
                <c:pt idx="2121">
                  <c:v>504.61700000000002</c:v>
                </c:pt>
                <c:pt idx="2122">
                  <c:v>504.61700000000002</c:v>
                </c:pt>
                <c:pt idx="2123">
                  <c:v>504.61700000000002</c:v>
                </c:pt>
                <c:pt idx="2124">
                  <c:v>504.61700000000002</c:v>
                </c:pt>
                <c:pt idx="2125">
                  <c:v>504.61700000000002</c:v>
                </c:pt>
                <c:pt idx="2126">
                  <c:v>504.61700000000002</c:v>
                </c:pt>
                <c:pt idx="2127">
                  <c:v>504.61700000000002</c:v>
                </c:pt>
                <c:pt idx="2128">
                  <c:v>504.61700000000002</c:v>
                </c:pt>
                <c:pt idx="2129">
                  <c:v>504.61700000000002</c:v>
                </c:pt>
                <c:pt idx="2130">
                  <c:v>504.61700000000002</c:v>
                </c:pt>
                <c:pt idx="2131">
                  <c:v>504.61700000000002</c:v>
                </c:pt>
                <c:pt idx="2132">
                  <c:v>504.61700000000002</c:v>
                </c:pt>
                <c:pt idx="2133">
                  <c:v>504.61700000000002</c:v>
                </c:pt>
                <c:pt idx="2134">
                  <c:v>0</c:v>
                </c:pt>
                <c:pt idx="2135">
                  <c:v>0</c:v>
                </c:pt>
                <c:pt idx="2136">
                  <c:v>0</c:v>
                </c:pt>
                <c:pt idx="2137">
                  <c:v>0</c:v>
                </c:pt>
                <c:pt idx="2138">
                  <c:v>0</c:v>
                </c:pt>
                <c:pt idx="2139">
                  <c:v>0</c:v>
                </c:pt>
                <c:pt idx="2140">
                  <c:v>0</c:v>
                </c:pt>
                <c:pt idx="2141">
                  <c:v>0</c:v>
                </c:pt>
                <c:pt idx="2142">
                  <c:v>0</c:v>
                </c:pt>
                <c:pt idx="2143">
                  <c:v>0</c:v>
                </c:pt>
                <c:pt idx="2144">
                  <c:v>504.61700000000002</c:v>
                </c:pt>
                <c:pt idx="2145">
                  <c:v>504.61700000000002</c:v>
                </c:pt>
                <c:pt idx="2146">
                  <c:v>504.61700000000002</c:v>
                </c:pt>
                <c:pt idx="2147">
                  <c:v>504.61700000000002</c:v>
                </c:pt>
                <c:pt idx="2148">
                  <c:v>504.61700000000002</c:v>
                </c:pt>
                <c:pt idx="2149">
                  <c:v>504.61700000000002</c:v>
                </c:pt>
                <c:pt idx="2150">
                  <c:v>504.61700000000002</c:v>
                </c:pt>
                <c:pt idx="2151">
                  <c:v>504.61700000000002</c:v>
                </c:pt>
                <c:pt idx="2152">
                  <c:v>504.61700000000002</c:v>
                </c:pt>
                <c:pt idx="2153">
                  <c:v>504.61700000000002</c:v>
                </c:pt>
                <c:pt idx="2154">
                  <c:v>504.61700000000002</c:v>
                </c:pt>
                <c:pt idx="2155">
                  <c:v>504.61700000000002</c:v>
                </c:pt>
                <c:pt idx="2156">
                  <c:v>504.61700000000002</c:v>
                </c:pt>
                <c:pt idx="2157">
                  <c:v>504.61700000000002</c:v>
                </c:pt>
                <c:pt idx="2158">
                  <c:v>0</c:v>
                </c:pt>
                <c:pt idx="2159">
                  <c:v>0</c:v>
                </c:pt>
                <c:pt idx="2160">
                  <c:v>0</c:v>
                </c:pt>
                <c:pt idx="2161">
                  <c:v>0</c:v>
                </c:pt>
                <c:pt idx="2162">
                  <c:v>0</c:v>
                </c:pt>
                <c:pt idx="2163">
                  <c:v>0</c:v>
                </c:pt>
                <c:pt idx="2164">
                  <c:v>0</c:v>
                </c:pt>
                <c:pt idx="2165">
                  <c:v>0</c:v>
                </c:pt>
                <c:pt idx="2166">
                  <c:v>0</c:v>
                </c:pt>
                <c:pt idx="2167">
                  <c:v>0</c:v>
                </c:pt>
                <c:pt idx="2168">
                  <c:v>504.61700000000002</c:v>
                </c:pt>
                <c:pt idx="2169">
                  <c:v>504.61700000000002</c:v>
                </c:pt>
                <c:pt idx="2170">
                  <c:v>504.61700000000002</c:v>
                </c:pt>
                <c:pt idx="2171">
                  <c:v>504.61700000000002</c:v>
                </c:pt>
                <c:pt idx="2172">
                  <c:v>504.61700000000002</c:v>
                </c:pt>
                <c:pt idx="2173">
                  <c:v>504.61700000000002</c:v>
                </c:pt>
                <c:pt idx="2174">
                  <c:v>504.61700000000002</c:v>
                </c:pt>
                <c:pt idx="2175">
                  <c:v>504.61700000000002</c:v>
                </c:pt>
                <c:pt idx="2176">
                  <c:v>504.61700000000002</c:v>
                </c:pt>
                <c:pt idx="2177">
                  <c:v>504.61700000000002</c:v>
                </c:pt>
                <c:pt idx="2178">
                  <c:v>504.61700000000002</c:v>
                </c:pt>
                <c:pt idx="2179">
                  <c:v>504.61700000000002</c:v>
                </c:pt>
                <c:pt idx="2180">
                  <c:v>504.61700000000002</c:v>
                </c:pt>
                <c:pt idx="2181">
                  <c:v>504.61700000000002</c:v>
                </c:pt>
                <c:pt idx="2182">
                  <c:v>0</c:v>
                </c:pt>
                <c:pt idx="2183">
                  <c:v>0</c:v>
                </c:pt>
                <c:pt idx="2184">
                  <c:v>0</c:v>
                </c:pt>
                <c:pt idx="2185">
                  <c:v>0</c:v>
                </c:pt>
                <c:pt idx="2186">
                  <c:v>0</c:v>
                </c:pt>
                <c:pt idx="2187">
                  <c:v>0</c:v>
                </c:pt>
                <c:pt idx="2188">
                  <c:v>0</c:v>
                </c:pt>
                <c:pt idx="2189">
                  <c:v>0</c:v>
                </c:pt>
                <c:pt idx="2190">
                  <c:v>0</c:v>
                </c:pt>
                <c:pt idx="2191">
                  <c:v>0</c:v>
                </c:pt>
                <c:pt idx="2192">
                  <c:v>504.61700000000002</c:v>
                </c:pt>
                <c:pt idx="2193">
                  <c:v>504.61700000000002</c:v>
                </c:pt>
                <c:pt idx="2194">
                  <c:v>504.61700000000002</c:v>
                </c:pt>
                <c:pt idx="2195">
                  <c:v>504.61700000000002</c:v>
                </c:pt>
                <c:pt idx="2196">
                  <c:v>504.61700000000002</c:v>
                </c:pt>
                <c:pt idx="2197">
                  <c:v>504.61700000000002</c:v>
                </c:pt>
                <c:pt idx="2198">
                  <c:v>504.61700000000002</c:v>
                </c:pt>
                <c:pt idx="2199">
                  <c:v>504.61700000000002</c:v>
                </c:pt>
                <c:pt idx="2200">
                  <c:v>504.61700000000002</c:v>
                </c:pt>
                <c:pt idx="2201">
                  <c:v>504.61700000000002</c:v>
                </c:pt>
                <c:pt idx="2202">
                  <c:v>504.61700000000002</c:v>
                </c:pt>
                <c:pt idx="2203">
                  <c:v>504.61700000000002</c:v>
                </c:pt>
                <c:pt idx="2204">
                  <c:v>504.61700000000002</c:v>
                </c:pt>
                <c:pt idx="2205">
                  <c:v>504.61700000000002</c:v>
                </c:pt>
                <c:pt idx="2206">
                  <c:v>0</c:v>
                </c:pt>
                <c:pt idx="2207">
                  <c:v>0</c:v>
                </c:pt>
                <c:pt idx="2208">
                  <c:v>0</c:v>
                </c:pt>
                <c:pt idx="2209">
                  <c:v>0</c:v>
                </c:pt>
                <c:pt idx="2210">
                  <c:v>0</c:v>
                </c:pt>
                <c:pt idx="2211">
                  <c:v>0</c:v>
                </c:pt>
                <c:pt idx="2212">
                  <c:v>0</c:v>
                </c:pt>
                <c:pt idx="2213">
                  <c:v>0</c:v>
                </c:pt>
                <c:pt idx="2214">
                  <c:v>0</c:v>
                </c:pt>
                <c:pt idx="2215">
                  <c:v>0</c:v>
                </c:pt>
                <c:pt idx="2216">
                  <c:v>504.61700000000002</c:v>
                </c:pt>
                <c:pt idx="2217">
                  <c:v>504.61700000000002</c:v>
                </c:pt>
                <c:pt idx="2218">
                  <c:v>504.61700000000002</c:v>
                </c:pt>
                <c:pt idx="2219">
                  <c:v>504.61700000000002</c:v>
                </c:pt>
                <c:pt idx="2220">
                  <c:v>504.61700000000002</c:v>
                </c:pt>
                <c:pt idx="2221">
                  <c:v>504.61700000000002</c:v>
                </c:pt>
                <c:pt idx="2222">
                  <c:v>504.61700000000002</c:v>
                </c:pt>
                <c:pt idx="2223">
                  <c:v>504.61700000000002</c:v>
                </c:pt>
                <c:pt idx="2224">
                  <c:v>504.61700000000002</c:v>
                </c:pt>
                <c:pt idx="2225">
                  <c:v>504.61700000000002</c:v>
                </c:pt>
                <c:pt idx="2226">
                  <c:v>504.61700000000002</c:v>
                </c:pt>
                <c:pt idx="2227">
                  <c:v>504.61700000000002</c:v>
                </c:pt>
                <c:pt idx="2228">
                  <c:v>504.61700000000002</c:v>
                </c:pt>
                <c:pt idx="2229">
                  <c:v>504.61700000000002</c:v>
                </c:pt>
                <c:pt idx="2230">
                  <c:v>0</c:v>
                </c:pt>
                <c:pt idx="2231">
                  <c:v>0</c:v>
                </c:pt>
                <c:pt idx="2232">
                  <c:v>0</c:v>
                </c:pt>
                <c:pt idx="2233">
                  <c:v>0</c:v>
                </c:pt>
                <c:pt idx="2234">
                  <c:v>0</c:v>
                </c:pt>
                <c:pt idx="2235">
                  <c:v>0</c:v>
                </c:pt>
                <c:pt idx="2236">
                  <c:v>0</c:v>
                </c:pt>
                <c:pt idx="2237">
                  <c:v>0</c:v>
                </c:pt>
                <c:pt idx="2238">
                  <c:v>0</c:v>
                </c:pt>
                <c:pt idx="2239">
                  <c:v>0</c:v>
                </c:pt>
                <c:pt idx="2240">
                  <c:v>504.61700000000002</c:v>
                </c:pt>
                <c:pt idx="2241">
                  <c:v>504.61700000000002</c:v>
                </c:pt>
                <c:pt idx="2242">
                  <c:v>504.61700000000002</c:v>
                </c:pt>
                <c:pt idx="2243">
                  <c:v>504.61700000000002</c:v>
                </c:pt>
                <c:pt idx="2244">
                  <c:v>504.61700000000002</c:v>
                </c:pt>
                <c:pt idx="2245">
                  <c:v>504.61700000000002</c:v>
                </c:pt>
                <c:pt idx="2246">
                  <c:v>504.61700000000002</c:v>
                </c:pt>
                <c:pt idx="2247">
                  <c:v>504.61700000000002</c:v>
                </c:pt>
                <c:pt idx="2248">
                  <c:v>504.61700000000002</c:v>
                </c:pt>
                <c:pt idx="2249">
                  <c:v>504.61700000000002</c:v>
                </c:pt>
                <c:pt idx="2250">
                  <c:v>504.61700000000002</c:v>
                </c:pt>
                <c:pt idx="2251">
                  <c:v>504.61700000000002</c:v>
                </c:pt>
                <c:pt idx="2252">
                  <c:v>504.61700000000002</c:v>
                </c:pt>
                <c:pt idx="2253">
                  <c:v>504.61700000000002</c:v>
                </c:pt>
                <c:pt idx="2254">
                  <c:v>0</c:v>
                </c:pt>
                <c:pt idx="2255">
                  <c:v>0</c:v>
                </c:pt>
                <c:pt idx="2256">
                  <c:v>0</c:v>
                </c:pt>
                <c:pt idx="2257">
                  <c:v>0</c:v>
                </c:pt>
                <c:pt idx="2258">
                  <c:v>0</c:v>
                </c:pt>
                <c:pt idx="2259">
                  <c:v>0</c:v>
                </c:pt>
                <c:pt idx="2260">
                  <c:v>0</c:v>
                </c:pt>
                <c:pt idx="2261">
                  <c:v>0</c:v>
                </c:pt>
                <c:pt idx="2262">
                  <c:v>0</c:v>
                </c:pt>
                <c:pt idx="2263">
                  <c:v>0</c:v>
                </c:pt>
                <c:pt idx="2264">
                  <c:v>504.61700000000002</c:v>
                </c:pt>
                <c:pt idx="2265">
                  <c:v>504.61700000000002</c:v>
                </c:pt>
                <c:pt idx="2266">
                  <c:v>504.61700000000002</c:v>
                </c:pt>
                <c:pt idx="2267">
                  <c:v>504.61700000000002</c:v>
                </c:pt>
                <c:pt idx="2268">
                  <c:v>504.61700000000002</c:v>
                </c:pt>
                <c:pt idx="2269">
                  <c:v>504.61700000000002</c:v>
                </c:pt>
                <c:pt idx="2270">
                  <c:v>504.61700000000002</c:v>
                </c:pt>
                <c:pt idx="2271">
                  <c:v>504.61700000000002</c:v>
                </c:pt>
                <c:pt idx="2272">
                  <c:v>504.61700000000002</c:v>
                </c:pt>
                <c:pt idx="2273">
                  <c:v>504.61700000000002</c:v>
                </c:pt>
                <c:pt idx="2274">
                  <c:v>504.61700000000002</c:v>
                </c:pt>
                <c:pt idx="2275">
                  <c:v>504.61700000000002</c:v>
                </c:pt>
                <c:pt idx="2276">
                  <c:v>504.61700000000002</c:v>
                </c:pt>
                <c:pt idx="2277">
                  <c:v>504.61700000000002</c:v>
                </c:pt>
                <c:pt idx="2278">
                  <c:v>0</c:v>
                </c:pt>
                <c:pt idx="2279">
                  <c:v>0</c:v>
                </c:pt>
                <c:pt idx="2280">
                  <c:v>0</c:v>
                </c:pt>
                <c:pt idx="2281">
                  <c:v>0</c:v>
                </c:pt>
                <c:pt idx="2282">
                  <c:v>0</c:v>
                </c:pt>
                <c:pt idx="2283">
                  <c:v>0</c:v>
                </c:pt>
                <c:pt idx="2284">
                  <c:v>0</c:v>
                </c:pt>
                <c:pt idx="2285">
                  <c:v>0</c:v>
                </c:pt>
                <c:pt idx="2286">
                  <c:v>0</c:v>
                </c:pt>
                <c:pt idx="2287">
                  <c:v>0</c:v>
                </c:pt>
                <c:pt idx="2288">
                  <c:v>504.61700000000002</c:v>
                </c:pt>
                <c:pt idx="2289">
                  <c:v>504.61700000000002</c:v>
                </c:pt>
                <c:pt idx="2290">
                  <c:v>504.61700000000002</c:v>
                </c:pt>
                <c:pt idx="2291">
                  <c:v>504.61700000000002</c:v>
                </c:pt>
                <c:pt idx="2292">
                  <c:v>504.61700000000002</c:v>
                </c:pt>
                <c:pt idx="2293">
                  <c:v>504.61700000000002</c:v>
                </c:pt>
                <c:pt idx="2294">
                  <c:v>504.61700000000002</c:v>
                </c:pt>
                <c:pt idx="2295">
                  <c:v>504.61700000000002</c:v>
                </c:pt>
                <c:pt idx="2296">
                  <c:v>504.61700000000002</c:v>
                </c:pt>
                <c:pt idx="2297">
                  <c:v>504.61700000000002</c:v>
                </c:pt>
                <c:pt idx="2298">
                  <c:v>504.61700000000002</c:v>
                </c:pt>
                <c:pt idx="2299">
                  <c:v>504.61700000000002</c:v>
                </c:pt>
                <c:pt idx="2300">
                  <c:v>504.61700000000002</c:v>
                </c:pt>
                <c:pt idx="2301">
                  <c:v>504.61700000000002</c:v>
                </c:pt>
                <c:pt idx="2302">
                  <c:v>0</c:v>
                </c:pt>
                <c:pt idx="2303">
                  <c:v>0</c:v>
                </c:pt>
                <c:pt idx="2304">
                  <c:v>0</c:v>
                </c:pt>
                <c:pt idx="2305">
                  <c:v>0</c:v>
                </c:pt>
                <c:pt idx="2306">
                  <c:v>0</c:v>
                </c:pt>
                <c:pt idx="2307">
                  <c:v>0</c:v>
                </c:pt>
                <c:pt idx="2308">
                  <c:v>0</c:v>
                </c:pt>
                <c:pt idx="2309">
                  <c:v>0</c:v>
                </c:pt>
                <c:pt idx="2310">
                  <c:v>0</c:v>
                </c:pt>
                <c:pt idx="2311">
                  <c:v>504.61700000000002</c:v>
                </c:pt>
                <c:pt idx="2312">
                  <c:v>504.61700000000002</c:v>
                </c:pt>
                <c:pt idx="2313">
                  <c:v>504.61700000000002</c:v>
                </c:pt>
                <c:pt idx="2314">
                  <c:v>504.61700000000002</c:v>
                </c:pt>
                <c:pt idx="2315">
                  <c:v>504.61700000000002</c:v>
                </c:pt>
                <c:pt idx="2316">
                  <c:v>504.61700000000002</c:v>
                </c:pt>
                <c:pt idx="2317">
                  <c:v>504.61700000000002</c:v>
                </c:pt>
                <c:pt idx="2318">
                  <c:v>504.61700000000002</c:v>
                </c:pt>
                <c:pt idx="2319">
                  <c:v>504.61700000000002</c:v>
                </c:pt>
                <c:pt idx="2320">
                  <c:v>504.61700000000002</c:v>
                </c:pt>
                <c:pt idx="2321">
                  <c:v>504.61700000000002</c:v>
                </c:pt>
                <c:pt idx="2322">
                  <c:v>504.61700000000002</c:v>
                </c:pt>
                <c:pt idx="2323">
                  <c:v>504.61700000000002</c:v>
                </c:pt>
                <c:pt idx="2324">
                  <c:v>504.61700000000002</c:v>
                </c:pt>
                <c:pt idx="2325">
                  <c:v>0</c:v>
                </c:pt>
                <c:pt idx="2326">
                  <c:v>0</c:v>
                </c:pt>
                <c:pt idx="2327">
                  <c:v>0</c:v>
                </c:pt>
                <c:pt idx="2328">
                  <c:v>0</c:v>
                </c:pt>
                <c:pt idx="2329">
                  <c:v>0</c:v>
                </c:pt>
                <c:pt idx="2330">
                  <c:v>0</c:v>
                </c:pt>
                <c:pt idx="2331">
                  <c:v>0</c:v>
                </c:pt>
                <c:pt idx="2332">
                  <c:v>0</c:v>
                </c:pt>
                <c:pt idx="2333">
                  <c:v>0</c:v>
                </c:pt>
                <c:pt idx="2334">
                  <c:v>0</c:v>
                </c:pt>
                <c:pt idx="2335">
                  <c:v>504.61700000000002</c:v>
                </c:pt>
                <c:pt idx="2336">
                  <c:v>504.61700000000002</c:v>
                </c:pt>
                <c:pt idx="2337">
                  <c:v>504.61700000000002</c:v>
                </c:pt>
                <c:pt idx="2338">
                  <c:v>504.61700000000002</c:v>
                </c:pt>
                <c:pt idx="2339">
                  <c:v>504.61700000000002</c:v>
                </c:pt>
                <c:pt idx="2340">
                  <c:v>504.61700000000002</c:v>
                </c:pt>
                <c:pt idx="2341">
                  <c:v>504.61700000000002</c:v>
                </c:pt>
                <c:pt idx="2342">
                  <c:v>504.61700000000002</c:v>
                </c:pt>
                <c:pt idx="2343">
                  <c:v>504.61700000000002</c:v>
                </c:pt>
                <c:pt idx="2344">
                  <c:v>504.61700000000002</c:v>
                </c:pt>
                <c:pt idx="2345">
                  <c:v>504.61700000000002</c:v>
                </c:pt>
                <c:pt idx="2346">
                  <c:v>504.61700000000002</c:v>
                </c:pt>
                <c:pt idx="2347">
                  <c:v>504.61700000000002</c:v>
                </c:pt>
                <c:pt idx="2348">
                  <c:v>504.61700000000002</c:v>
                </c:pt>
                <c:pt idx="2349">
                  <c:v>0</c:v>
                </c:pt>
                <c:pt idx="2350">
                  <c:v>0</c:v>
                </c:pt>
                <c:pt idx="2351">
                  <c:v>0</c:v>
                </c:pt>
                <c:pt idx="2352">
                  <c:v>0</c:v>
                </c:pt>
                <c:pt idx="2353">
                  <c:v>0</c:v>
                </c:pt>
                <c:pt idx="2354">
                  <c:v>0</c:v>
                </c:pt>
                <c:pt idx="2355">
                  <c:v>0</c:v>
                </c:pt>
                <c:pt idx="2356">
                  <c:v>0</c:v>
                </c:pt>
                <c:pt idx="2357">
                  <c:v>0</c:v>
                </c:pt>
                <c:pt idx="2358">
                  <c:v>0</c:v>
                </c:pt>
                <c:pt idx="2359">
                  <c:v>504.61700000000002</c:v>
                </c:pt>
                <c:pt idx="2360">
                  <c:v>504.61700000000002</c:v>
                </c:pt>
                <c:pt idx="2361">
                  <c:v>504.61700000000002</c:v>
                </c:pt>
                <c:pt idx="2362">
                  <c:v>504.61700000000002</c:v>
                </c:pt>
                <c:pt idx="2363">
                  <c:v>504.61700000000002</c:v>
                </c:pt>
                <c:pt idx="2364">
                  <c:v>504.61700000000002</c:v>
                </c:pt>
                <c:pt idx="2365">
                  <c:v>504.61700000000002</c:v>
                </c:pt>
                <c:pt idx="2366">
                  <c:v>504.61700000000002</c:v>
                </c:pt>
                <c:pt idx="2367">
                  <c:v>504.61700000000002</c:v>
                </c:pt>
                <c:pt idx="2368">
                  <c:v>504.61700000000002</c:v>
                </c:pt>
                <c:pt idx="2369">
                  <c:v>504.61700000000002</c:v>
                </c:pt>
                <c:pt idx="2370">
                  <c:v>504.61700000000002</c:v>
                </c:pt>
                <c:pt idx="2371">
                  <c:v>504.61700000000002</c:v>
                </c:pt>
                <c:pt idx="2372">
                  <c:v>504.61700000000002</c:v>
                </c:pt>
                <c:pt idx="2373">
                  <c:v>0</c:v>
                </c:pt>
                <c:pt idx="2374">
                  <c:v>0</c:v>
                </c:pt>
                <c:pt idx="2375">
                  <c:v>0</c:v>
                </c:pt>
                <c:pt idx="2376">
                  <c:v>0</c:v>
                </c:pt>
                <c:pt idx="2377">
                  <c:v>0</c:v>
                </c:pt>
                <c:pt idx="2378">
                  <c:v>0</c:v>
                </c:pt>
                <c:pt idx="2379">
                  <c:v>0</c:v>
                </c:pt>
                <c:pt idx="2380">
                  <c:v>0</c:v>
                </c:pt>
                <c:pt idx="2381">
                  <c:v>0</c:v>
                </c:pt>
                <c:pt idx="2382">
                  <c:v>0</c:v>
                </c:pt>
                <c:pt idx="2383">
                  <c:v>504.61700000000002</c:v>
                </c:pt>
                <c:pt idx="2384">
                  <c:v>504.61700000000002</c:v>
                </c:pt>
                <c:pt idx="2385">
                  <c:v>504.61700000000002</c:v>
                </c:pt>
                <c:pt idx="2386">
                  <c:v>504.61700000000002</c:v>
                </c:pt>
                <c:pt idx="2387">
                  <c:v>504.61700000000002</c:v>
                </c:pt>
                <c:pt idx="2388">
                  <c:v>504.61700000000002</c:v>
                </c:pt>
                <c:pt idx="2389">
                  <c:v>504.61700000000002</c:v>
                </c:pt>
                <c:pt idx="2390">
                  <c:v>504.61700000000002</c:v>
                </c:pt>
                <c:pt idx="2391">
                  <c:v>504.61700000000002</c:v>
                </c:pt>
                <c:pt idx="2392">
                  <c:v>504.61700000000002</c:v>
                </c:pt>
                <c:pt idx="2393">
                  <c:v>504.61700000000002</c:v>
                </c:pt>
                <c:pt idx="2394">
                  <c:v>504.61700000000002</c:v>
                </c:pt>
                <c:pt idx="2395">
                  <c:v>504.61700000000002</c:v>
                </c:pt>
                <c:pt idx="2396">
                  <c:v>504.61700000000002</c:v>
                </c:pt>
                <c:pt idx="2397">
                  <c:v>0</c:v>
                </c:pt>
                <c:pt idx="2398">
                  <c:v>0</c:v>
                </c:pt>
                <c:pt idx="2399">
                  <c:v>0</c:v>
                </c:pt>
                <c:pt idx="2400">
                  <c:v>0</c:v>
                </c:pt>
                <c:pt idx="2401">
                  <c:v>0</c:v>
                </c:pt>
                <c:pt idx="2402">
                  <c:v>0</c:v>
                </c:pt>
                <c:pt idx="2403">
                  <c:v>0</c:v>
                </c:pt>
                <c:pt idx="2404">
                  <c:v>0</c:v>
                </c:pt>
                <c:pt idx="2405">
                  <c:v>0</c:v>
                </c:pt>
                <c:pt idx="2406">
                  <c:v>0</c:v>
                </c:pt>
                <c:pt idx="2407">
                  <c:v>504.61700000000002</c:v>
                </c:pt>
                <c:pt idx="2408">
                  <c:v>504.61700000000002</c:v>
                </c:pt>
                <c:pt idx="2409">
                  <c:v>504.61700000000002</c:v>
                </c:pt>
                <c:pt idx="2410">
                  <c:v>504.61700000000002</c:v>
                </c:pt>
                <c:pt idx="2411">
                  <c:v>504.61700000000002</c:v>
                </c:pt>
                <c:pt idx="2412">
                  <c:v>504.61700000000002</c:v>
                </c:pt>
                <c:pt idx="2413">
                  <c:v>504.61700000000002</c:v>
                </c:pt>
                <c:pt idx="2414">
                  <c:v>504.61700000000002</c:v>
                </c:pt>
                <c:pt idx="2415">
                  <c:v>504.61700000000002</c:v>
                </c:pt>
                <c:pt idx="2416">
                  <c:v>504.61700000000002</c:v>
                </c:pt>
                <c:pt idx="2417">
                  <c:v>504.61700000000002</c:v>
                </c:pt>
                <c:pt idx="2418">
                  <c:v>504.61700000000002</c:v>
                </c:pt>
                <c:pt idx="2419">
                  <c:v>504.61700000000002</c:v>
                </c:pt>
                <c:pt idx="2420">
                  <c:v>504.61700000000002</c:v>
                </c:pt>
                <c:pt idx="2421">
                  <c:v>0</c:v>
                </c:pt>
                <c:pt idx="2422">
                  <c:v>0</c:v>
                </c:pt>
                <c:pt idx="2423">
                  <c:v>0</c:v>
                </c:pt>
                <c:pt idx="2424">
                  <c:v>0</c:v>
                </c:pt>
                <c:pt idx="2425">
                  <c:v>0</c:v>
                </c:pt>
                <c:pt idx="2426">
                  <c:v>0</c:v>
                </c:pt>
                <c:pt idx="2427">
                  <c:v>0</c:v>
                </c:pt>
                <c:pt idx="2428">
                  <c:v>0</c:v>
                </c:pt>
                <c:pt idx="2429">
                  <c:v>0</c:v>
                </c:pt>
                <c:pt idx="2430">
                  <c:v>0</c:v>
                </c:pt>
                <c:pt idx="2431">
                  <c:v>504.61700000000002</c:v>
                </c:pt>
                <c:pt idx="2432">
                  <c:v>504.61700000000002</c:v>
                </c:pt>
                <c:pt idx="2433">
                  <c:v>504.61700000000002</c:v>
                </c:pt>
                <c:pt idx="2434">
                  <c:v>504.61700000000002</c:v>
                </c:pt>
                <c:pt idx="2435">
                  <c:v>504.61700000000002</c:v>
                </c:pt>
                <c:pt idx="2436">
                  <c:v>504.61700000000002</c:v>
                </c:pt>
                <c:pt idx="2437">
                  <c:v>504.61700000000002</c:v>
                </c:pt>
                <c:pt idx="2438">
                  <c:v>504.61700000000002</c:v>
                </c:pt>
                <c:pt idx="2439">
                  <c:v>504.61700000000002</c:v>
                </c:pt>
                <c:pt idx="2440">
                  <c:v>504.61700000000002</c:v>
                </c:pt>
                <c:pt idx="2441">
                  <c:v>504.61700000000002</c:v>
                </c:pt>
                <c:pt idx="2442">
                  <c:v>504.61700000000002</c:v>
                </c:pt>
                <c:pt idx="2443">
                  <c:v>504.61700000000002</c:v>
                </c:pt>
                <c:pt idx="2444">
                  <c:v>504.61700000000002</c:v>
                </c:pt>
                <c:pt idx="2445">
                  <c:v>0</c:v>
                </c:pt>
                <c:pt idx="2446">
                  <c:v>0</c:v>
                </c:pt>
                <c:pt idx="2447">
                  <c:v>0</c:v>
                </c:pt>
                <c:pt idx="2448">
                  <c:v>0</c:v>
                </c:pt>
                <c:pt idx="2449">
                  <c:v>0</c:v>
                </c:pt>
                <c:pt idx="2450">
                  <c:v>0</c:v>
                </c:pt>
                <c:pt idx="2451">
                  <c:v>0</c:v>
                </c:pt>
                <c:pt idx="2452">
                  <c:v>0</c:v>
                </c:pt>
                <c:pt idx="2453">
                  <c:v>0</c:v>
                </c:pt>
                <c:pt idx="2454">
                  <c:v>0</c:v>
                </c:pt>
                <c:pt idx="2455">
                  <c:v>504.61700000000002</c:v>
                </c:pt>
                <c:pt idx="2456">
                  <c:v>504.61700000000002</c:v>
                </c:pt>
                <c:pt idx="2457">
                  <c:v>504.61700000000002</c:v>
                </c:pt>
                <c:pt idx="2458">
                  <c:v>504.61700000000002</c:v>
                </c:pt>
                <c:pt idx="2459">
                  <c:v>504.61700000000002</c:v>
                </c:pt>
                <c:pt idx="2460">
                  <c:v>504.61700000000002</c:v>
                </c:pt>
                <c:pt idx="2461">
                  <c:v>504.61700000000002</c:v>
                </c:pt>
                <c:pt idx="2462">
                  <c:v>504.61700000000002</c:v>
                </c:pt>
                <c:pt idx="2463">
                  <c:v>504.61700000000002</c:v>
                </c:pt>
                <c:pt idx="2464">
                  <c:v>504.61700000000002</c:v>
                </c:pt>
                <c:pt idx="2465">
                  <c:v>504.61700000000002</c:v>
                </c:pt>
                <c:pt idx="2466">
                  <c:v>504.61700000000002</c:v>
                </c:pt>
                <c:pt idx="2467">
                  <c:v>504.61700000000002</c:v>
                </c:pt>
                <c:pt idx="2468">
                  <c:v>504.61700000000002</c:v>
                </c:pt>
                <c:pt idx="2469">
                  <c:v>0</c:v>
                </c:pt>
                <c:pt idx="2470">
                  <c:v>0</c:v>
                </c:pt>
                <c:pt idx="2471">
                  <c:v>0</c:v>
                </c:pt>
                <c:pt idx="2472">
                  <c:v>0</c:v>
                </c:pt>
                <c:pt idx="2473">
                  <c:v>0</c:v>
                </c:pt>
                <c:pt idx="2474">
                  <c:v>0</c:v>
                </c:pt>
                <c:pt idx="2475">
                  <c:v>0</c:v>
                </c:pt>
                <c:pt idx="2476">
                  <c:v>0</c:v>
                </c:pt>
                <c:pt idx="2477">
                  <c:v>0</c:v>
                </c:pt>
                <c:pt idx="2478">
                  <c:v>0</c:v>
                </c:pt>
                <c:pt idx="2479">
                  <c:v>504.61700000000002</c:v>
                </c:pt>
                <c:pt idx="2480">
                  <c:v>504.61700000000002</c:v>
                </c:pt>
                <c:pt idx="2481">
                  <c:v>504.61700000000002</c:v>
                </c:pt>
                <c:pt idx="2482">
                  <c:v>504.61700000000002</c:v>
                </c:pt>
                <c:pt idx="2483">
                  <c:v>504.61700000000002</c:v>
                </c:pt>
                <c:pt idx="2484">
                  <c:v>504.61700000000002</c:v>
                </c:pt>
                <c:pt idx="2485">
                  <c:v>504.61700000000002</c:v>
                </c:pt>
                <c:pt idx="2486">
                  <c:v>504.61700000000002</c:v>
                </c:pt>
                <c:pt idx="2487">
                  <c:v>504.61700000000002</c:v>
                </c:pt>
                <c:pt idx="2488">
                  <c:v>504.61700000000002</c:v>
                </c:pt>
                <c:pt idx="2489">
                  <c:v>504.61700000000002</c:v>
                </c:pt>
                <c:pt idx="2490">
                  <c:v>504.61700000000002</c:v>
                </c:pt>
                <c:pt idx="2491">
                  <c:v>504.61700000000002</c:v>
                </c:pt>
                <c:pt idx="2492">
                  <c:v>504.61700000000002</c:v>
                </c:pt>
                <c:pt idx="2493">
                  <c:v>0</c:v>
                </c:pt>
                <c:pt idx="2494">
                  <c:v>0</c:v>
                </c:pt>
                <c:pt idx="2495">
                  <c:v>0</c:v>
                </c:pt>
                <c:pt idx="2496">
                  <c:v>0</c:v>
                </c:pt>
                <c:pt idx="2497">
                  <c:v>0</c:v>
                </c:pt>
                <c:pt idx="2498">
                  <c:v>0</c:v>
                </c:pt>
                <c:pt idx="2499">
                  <c:v>0</c:v>
                </c:pt>
                <c:pt idx="2500">
                  <c:v>0</c:v>
                </c:pt>
                <c:pt idx="2501">
                  <c:v>0</c:v>
                </c:pt>
                <c:pt idx="2502">
                  <c:v>0</c:v>
                </c:pt>
                <c:pt idx="2503">
                  <c:v>504.61700000000002</c:v>
                </c:pt>
                <c:pt idx="2504">
                  <c:v>504.61700000000002</c:v>
                </c:pt>
                <c:pt idx="2505">
                  <c:v>504.61700000000002</c:v>
                </c:pt>
                <c:pt idx="2506">
                  <c:v>504.61700000000002</c:v>
                </c:pt>
                <c:pt idx="2507">
                  <c:v>504.61700000000002</c:v>
                </c:pt>
                <c:pt idx="2508">
                  <c:v>504.61700000000002</c:v>
                </c:pt>
                <c:pt idx="2509">
                  <c:v>504.61700000000002</c:v>
                </c:pt>
                <c:pt idx="2510">
                  <c:v>504.61700000000002</c:v>
                </c:pt>
                <c:pt idx="2511">
                  <c:v>504.61700000000002</c:v>
                </c:pt>
                <c:pt idx="2512">
                  <c:v>504.61700000000002</c:v>
                </c:pt>
                <c:pt idx="2513">
                  <c:v>504.61700000000002</c:v>
                </c:pt>
                <c:pt idx="2514">
                  <c:v>504.61700000000002</c:v>
                </c:pt>
                <c:pt idx="2515">
                  <c:v>504.61700000000002</c:v>
                </c:pt>
                <c:pt idx="2516">
                  <c:v>504.61700000000002</c:v>
                </c:pt>
                <c:pt idx="2517">
                  <c:v>0</c:v>
                </c:pt>
                <c:pt idx="2518">
                  <c:v>0</c:v>
                </c:pt>
                <c:pt idx="2519">
                  <c:v>0</c:v>
                </c:pt>
                <c:pt idx="2520">
                  <c:v>0</c:v>
                </c:pt>
                <c:pt idx="2521">
                  <c:v>0</c:v>
                </c:pt>
                <c:pt idx="2522">
                  <c:v>0</c:v>
                </c:pt>
                <c:pt idx="2523">
                  <c:v>0</c:v>
                </c:pt>
                <c:pt idx="2524">
                  <c:v>0</c:v>
                </c:pt>
                <c:pt idx="2525">
                  <c:v>0</c:v>
                </c:pt>
                <c:pt idx="2526">
                  <c:v>0</c:v>
                </c:pt>
                <c:pt idx="2527">
                  <c:v>504.61700000000002</c:v>
                </c:pt>
                <c:pt idx="2528">
                  <c:v>504.61700000000002</c:v>
                </c:pt>
                <c:pt idx="2529">
                  <c:v>504.61700000000002</c:v>
                </c:pt>
                <c:pt idx="2530">
                  <c:v>504.61700000000002</c:v>
                </c:pt>
                <c:pt idx="2531">
                  <c:v>504.61700000000002</c:v>
                </c:pt>
                <c:pt idx="2532">
                  <c:v>504.61700000000002</c:v>
                </c:pt>
                <c:pt idx="2533">
                  <c:v>504.61700000000002</c:v>
                </c:pt>
                <c:pt idx="2534">
                  <c:v>504.61700000000002</c:v>
                </c:pt>
                <c:pt idx="2535">
                  <c:v>504.61700000000002</c:v>
                </c:pt>
                <c:pt idx="2536">
                  <c:v>504.61700000000002</c:v>
                </c:pt>
                <c:pt idx="2537">
                  <c:v>504.61700000000002</c:v>
                </c:pt>
                <c:pt idx="2538">
                  <c:v>504.61700000000002</c:v>
                </c:pt>
                <c:pt idx="2539">
                  <c:v>504.61700000000002</c:v>
                </c:pt>
                <c:pt idx="2540">
                  <c:v>504.61700000000002</c:v>
                </c:pt>
                <c:pt idx="2541">
                  <c:v>0</c:v>
                </c:pt>
                <c:pt idx="2542">
                  <c:v>0</c:v>
                </c:pt>
                <c:pt idx="2543">
                  <c:v>0</c:v>
                </c:pt>
                <c:pt idx="2544">
                  <c:v>0</c:v>
                </c:pt>
                <c:pt idx="2545">
                  <c:v>0</c:v>
                </c:pt>
                <c:pt idx="2546">
                  <c:v>0</c:v>
                </c:pt>
                <c:pt idx="2547">
                  <c:v>0</c:v>
                </c:pt>
                <c:pt idx="2548">
                  <c:v>0</c:v>
                </c:pt>
                <c:pt idx="2549">
                  <c:v>0</c:v>
                </c:pt>
                <c:pt idx="2550">
                  <c:v>0</c:v>
                </c:pt>
                <c:pt idx="2551">
                  <c:v>504.61700000000002</c:v>
                </c:pt>
                <c:pt idx="2552">
                  <c:v>504.61700000000002</c:v>
                </c:pt>
                <c:pt idx="2553">
                  <c:v>504.61700000000002</c:v>
                </c:pt>
                <c:pt idx="2554">
                  <c:v>504.61700000000002</c:v>
                </c:pt>
                <c:pt idx="2555">
                  <c:v>504.61700000000002</c:v>
                </c:pt>
                <c:pt idx="2556">
                  <c:v>504.61700000000002</c:v>
                </c:pt>
                <c:pt idx="2557">
                  <c:v>504.61700000000002</c:v>
                </c:pt>
                <c:pt idx="2558">
                  <c:v>504.61700000000002</c:v>
                </c:pt>
                <c:pt idx="2559">
                  <c:v>504.61700000000002</c:v>
                </c:pt>
                <c:pt idx="2560">
                  <c:v>504.61700000000002</c:v>
                </c:pt>
                <c:pt idx="2561">
                  <c:v>504.61700000000002</c:v>
                </c:pt>
                <c:pt idx="2562">
                  <c:v>504.61700000000002</c:v>
                </c:pt>
                <c:pt idx="2563">
                  <c:v>504.61700000000002</c:v>
                </c:pt>
                <c:pt idx="2564">
                  <c:v>504.61700000000002</c:v>
                </c:pt>
                <c:pt idx="2565">
                  <c:v>0</c:v>
                </c:pt>
                <c:pt idx="2566">
                  <c:v>0</c:v>
                </c:pt>
                <c:pt idx="2567">
                  <c:v>0</c:v>
                </c:pt>
                <c:pt idx="2568">
                  <c:v>0</c:v>
                </c:pt>
                <c:pt idx="2569">
                  <c:v>0</c:v>
                </c:pt>
                <c:pt idx="2570">
                  <c:v>0</c:v>
                </c:pt>
                <c:pt idx="2571">
                  <c:v>0</c:v>
                </c:pt>
                <c:pt idx="2572">
                  <c:v>0</c:v>
                </c:pt>
                <c:pt idx="2573">
                  <c:v>0</c:v>
                </c:pt>
                <c:pt idx="2574">
                  <c:v>0</c:v>
                </c:pt>
                <c:pt idx="2575">
                  <c:v>504.61700000000002</c:v>
                </c:pt>
                <c:pt idx="2576">
                  <c:v>504.61700000000002</c:v>
                </c:pt>
                <c:pt idx="2577">
                  <c:v>504.61700000000002</c:v>
                </c:pt>
                <c:pt idx="2578">
                  <c:v>504.61700000000002</c:v>
                </c:pt>
                <c:pt idx="2579">
                  <c:v>504.61700000000002</c:v>
                </c:pt>
                <c:pt idx="2580">
                  <c:v>504.61700000000002</c:v>
                </c:pt>
                <c:pt idx="2581">
                  <c:v>504.61700000000002</c:v>
                </c:pt>
                <c:pt idx="2582">
                  <c:v>504.61700000000002</c:v>
                </c:pt>
                <c:pt idx="2583">
                  <c:v>504.61700000000002</c:v>
                </c:pt>
                <c:pt idx="2584">
                  <c:v>504.61700000000002</c:v>
                </c:pt>
                <c:pt idx="2585">
                  <c:v>504.61700000000002</c:v>
                </c:pt>
                <c:pt idx="2586">
                  <c:v>504.61700000000002</c:v>
                </c:pt>
                <c:pt idx="2587">
                  <c:v>504.61700000000002</c:v>
                </c:pt>
                <c:pt idx="2588">
                  <c:v>504.61700000000002</c:v>
                </c:pt>
                <c:pt idx="2589">
                  <c:v>0</c:v>
                </c:pt>
                <c:pt idx="2590">
                  <c:v>0</c:v>
                </c:pt>
                <c:pt idx="2591">
                  <c:v>0</c:v>
                </c:pt>
                <c:pt idx="2592">
                  <c:v>0</c:v>
                </c:pt>
                <c:pt idx="2593">
                  <c:v>0</c:v>
                </c:pt>
                <c:pt idx="2594">
                  <c:v>0</c:v>
                </c:pt>
                <c:pt idx="2595">
                  <c:v>0</c:v>
                </c:pt>
                <c:pt idx="2596">
                  <c:v>0</c:v>
                </c:pt>
                <c:pt idx="2597">
                  <c:v>0</c:v>
                </c:pt>
                <c:pt idx="2598">
                  <c:v>0</c:v>
                </c:pt>
                <c:pt idx="2599">
                  <c:v>504.61700000000002</c:v>
                </c:pt>
                <c:pt idx="2600">
                  <c:v>504.61700000000002</c:v>
                </c:pt>
                <c:pt idx="2601">
                  <c:v>504.61700000000002</c:v>
                </c:pt>
                <c:pt idx="2602">
                  <c:v>504.61700000000002</c:v>
                </c:pt>
                <c:pt idx="2603">
                  <c:v>504.61700000000002</c:v>
                </c:pt>
                <c:pt idx="2604">
                  <c:v>504.61700000000002</c:v>
                </c:pt>
                <c:pt idx="2605">
                  <c:v>504.61700000000002</c:v>
                </c:pt>
                <c:pt idx="2606">
                  <c:v>504.61700000000002</c:v>
                </c:pt>
                <c:pt idx="2607">
                  <c:v>504.61700000000002</c:v>
                </c:pt>
                <c:pt idx="2608">
                  <c:v>504.61700000000002</c:v>
                </c:pt>
                <c:pt idx="2609">
                  <c:v>504.61700000000002</c:v>
                </c:pt>
                <c:pt idx="2610">
                  <c:v>504.61700000000002</c:v>
                </c:pt>
                <c:pt idx="2611">
                  <c:v>504.61700000000002</c:v>
                </c:pt>
                <c:pt idx="2612">
                  <c:v>504.61700000000002</c:v>
                </c:pt>
                <c:pt idx="2613">
                  <c:v>0</c:v>
                </c:pt>
                <c:pt idx="2614">
                  <c:v>0</c:v>
                </c:pt>
                <c:pt idx="2615">
                  <c:v>0</c:v>
                </c:pt>
                <c:pt idx="2616">
                  <c:v>0</c:v>
                </c:pt>
                <c:pt idx="2617">
                  <c:v>0</c:v>
                </c:pt>
                <c:pt idx="2618">
                  <c:v>0</c:v>
                </c:pt>
                <c:pt idx="2619">
                  <c:v>0</c:v>
                </c:pt>
                <c:pt idx="2620">
                  <c:v>0</c:v>
                </c:pt>
                <c:pt idx="2621">
                  <c:v>0</c:v>
                </c:pt>
                <c:pt idx="2622">
                  <c:v>0</c:v>
                </c:pt>
                <c:pt idx="2623">
                  <c:v>504.61700000000002</c:v>
                </c:pt>
                <c:pt idx="2624">
                  <c:v>504.61700000000002</c:v>
                </c:pt>
                <c:pt idx="2625">
                  <c:v>504.61700000000002</c:v>
                </c:pt>
                <c:pt idx="2626">
                  <c:v>504.61700000000002</c:v>
                </c:pt>
                <c:pt idx="2627">
                  <c:v>504.61700000000002</c:v>
                </c:pt>
                <c:pt idx="2628">
                  <c:v>504.61700000000002</c:v>
                </c:pt>
                <c:pt idx="2629">
                  <c:v>504.61700000000002</c:v>
                </c:pt>
                <c:pt idx="2630">
                  <c:v>504.61700000000002</c:v>
                </c:pt>
                <c:pt idx="2631">
                  <c:v>504.61700000000002</c:v>
                </c:pt>
                <c:pt idx="2632">
                  <c:v>504.61700000000002</c:v>
                </c:pt>
                <c:pt idx="2633">
                  <c:v>504.61700000000002</c:v>
                </c:pt>
                <c:pt idx="2634">
                  <c:v>504.61700000000002</c:v>
                </c:pt>
                <c:pt idx="2635">
                  <c:v>504.61700000000002</c:v>
                </c:pt>
                <c:pt idx="2636">
                  <c:v>504.61700000000002</c:v>
                </c:pt>
                <c:pt idx="2637">
                  <c:v>0</c:v>
                </c:pt>
                <c:pt idx="2638">
                  <c:v>0</c:v>
                </c:pt>
                <c:pt idx="2639">
                  <c:v>0</c:v>
                </c:pt>
                <c:pt idx="2640">
                  <c:v>0</c:v>
                </c:pt>
                <c:pt idx="2641">
                  <c:v>0</c:v>
                </c:pt>
                <c:pt idx="2642">
                  <c:v>0</c:v>
                </c:pt>
                <c:pt idx="2643">
                  <c:v>0</c:v>
                </c:pt>
                <c:pt idx="2644">
                  <c:v>0</c:v>
                </c:pt>
                <c:pt idx="2645">
                  <c:v>0</c:v>
                </c:pt>
                <c:pt idx="2646">
                  <c:v>0</c:v>
                </c:pt>
                <c:pt idx="2647">
                  <c:v>504.61700000000002</c:v>
                </c:pt>
                <c:pt idx="2648">
                  <c:v>504.61700000000002</c:v>
                </c:pt>
                <c:pt idx="2649">
                  <c:v>504.61700000000002</c:v>
                </c:pt>
                <c:pt idx="2650">
                  <c:v>504.61700000000002</c:v>
                </c:pt>
                <c:pt idx="2651">
                  <c:v>504.61700000000002</c:v>
                </c:pt>
                <c:pt idx="2652">
                  <c:v>504.61700000000002</c:v>
                </c:pt>
                <c:pt idx="2653">
                  <c:v>504.61700000000002</c:v>
                </c:pt>
                <c:pt idx="2654">
                  <c:v>504.61700000000002</c:v>
                </c:pt>
                <c:pt idx="2655">
                  <c:v>504.61700000000002</c:v>
                </c:pt>
                <c:pt idx="2656">
                  <c:v>504.61700000000002</c:v>
                </c:pt>
                <c:pt idx="2657">
                  <c:v>504.61700000000002</c:v>
                </c:pt>
                <c:pt idx="2658">
                  <c:v>504.61700000000002</c:v>
                </c:pt>
                <c:pt idx="2659">
                  <c:v>504.61700000000002</c:v>
                </c:pt>
                <c:pt idx="2660">
                  <c:v>504.61700000000002</c:v>
                </c:pt>
                <c:pt idx="2661">
                  <c:v>0</c:v>
                </c:pt>
                <c:pt idx="2662">
                  <c:v>0</c:v>
                </c:pt>
                <c:pt idx="2663">
                  <c:v>0</c:v>
                </c:pt>
                <c:pt idx="2664">
                  <c:v>0</c:v>
                </c:pt>
                <c:pt idx="2665">
                  <c:v>0</c:v>
                </c:pt>
                <c:pt idx="2666">
                  <c:v>0</c:v>
                </c:pt>
                <c:pt idx="2667">
                  <c:v>0</c:v>
                </c:pt>
                <c:pt idx="2668">
                  <c:v>0</c:v>
                </c:pt>
                <c:pt idx="2669">
                  <c:v>0</c:v>
                </c:pt>
                <c:pt idx="2670">
                  <c:v>0</c:v>
                </c:pt>
                <c:pt idx="2671">
                  <c:v>504.61700000000002</c:v>
                </c:pt>
                <c:pt idx="2672">
                  <c:v>504.61700000000002</c:v>
                </c:pt>
                <c:pt idx="2673">
                  <c:v>504.61700000000002</c:v>
                </c:pt>
                <c:pt idx="2674">
                  <c:v>504.61700000000002</c:v>
                </c:pt>
                <c:pt idx="2675">
                  <c:v>504.61700000000002</c:v>
                </c:pt>
                <c:pt idx="2676">
                  <c:v>504.61700000000002</c:v>
                </c:pt>
                <c:pt idx="2677">
                  <c:v>504.61700000000002</c:v>
                </c:pt>
                <c:pt idx="2678">
                  <c:v>504.61700000000002</c:v>
                </c:pt>
                <c:pt idx="2679">
                  <c:v>504.61700000000002</c:v>
                </c:pt>
                <c:pt idx="2680">
                  <c:v>504.61700000000002</c:v>
                </c:pt>
                <c:pt idx="2681">
                  <c:v>504.61700000000002</c:v>
                </c:pt>
                <c:pt idx="2682">
                  <c:v>504.61700000000002</c:v>
                </c:pt>
                <c:pt idx="2683">
                  <c:v>504.61700000000002</c:v>
                </c:pt>
                <c:pt idx="2684">
                  <c:v>504.61700000000002</c:v>
                </c:pt>
                <c:pt idx="2685">
                  <c:v>0</c:v>
                </c:pt>
                <c:pt idx="2686">
                  <c:v>0</c:v>
                </c:pt>
                <c:pt idx="2687">
                  <c:v>0</c:v>
                </c:pt>
                <c:pt idx="2688">
                  <c:v>0</c:v>
                </c:pt>
                <c:pt idx="2689">
                  <c:v>0</c:v>
                </c:pt>
                <c:pt idx="2690">
                  <c:v>0</c:v>
                </c:pt>
                <c:pt idx="2691">
                  <c:v>0</c:v>
                </c:pt>
                <c:pt idx="2692">
                  <c:v>0</c:v>
                </c:pt>
                <c:pt idx="2693">
                  <c:v>0</c:v>
                </c:pt>
                <c:pt idx="2694">
                  <c:v>0</c:v>
                </c:pt>
                <c:pt idx="2695">
                  <c:v>504.61700000000002</c:v>
                </c:pt>
                <c:pt idx="2696">
                  <c:v>504.61700000000002</c:v>
                </c:pt>
                <c:pt idx="2697">
                  <c:v>504.61700000000002</c:v>
                </c:pt>
                <c:pt idx="2698">
                  <c:v>504.61700000000002</c:v>
                </c:pt>
                <c:pt idx="2699">
                  <c:v>504.61700000000002</c:v>
                </c:pt>
                <c:pt idx="2700">
                  <c:v>504.61700000000002</c:v>
                </c:pt>
                <c:pt idx="2701">
                  <c:v>504.61700000000002</c:v>
                </c:pt>
                <c:pt idx="2702">
                  <c:v>504.61700000000002</c:v>
                </c:pt>
                <c:pt idx="2703">
                  <c:v>504.61700000000002</c:v>
                </c:pt>
                <c:pt idx="2704">
                  <c:v>504.61700000000002</c:v>
                </c:pt>
                <c:pt idx="2705">
                  <c:v>504.61700000000002</c:v>
                </c:pt>
                <c:pt idx="2706">
                  <c:v>504.61700000000002</c:v>
                </c:pt>
                <c:pt idx="2707">
                  <c:v>504.61700000000002</c:v>
                </c:pt>
                <c:pt idx="2708">
                  <c:v>504.61700000000002</c:v>
                </c:pt>
                <c:pt idx="2709">
                  <c:v>0</c:v>
                </c:pt>
                <c:pt idx="2710">
                  <c:v>0</c:v>
                </c:pt>
                <c:pt idx="2711">
                  <c:v>0</c:v>
                </c:pt>
                <c:pt idx="2712">
                  <c:v>0</c:v>
                </c:pt>
                <c:pt idx="2713">
                  <c:v>0</c:v>
                </c:pt>
                <c:pt idx="2714">
                  <c:v>0</c:v>
                </c:pt>
                <c:pt idx="2715">
                  <c:v>0</c:v>
                </c:pt>
                <c:pt idx="2716">
                  <c:v>0</c:v>
                </c:pt>
                <c:pt idx="2717">
                  <c:v>0</c:v>
                </c:pt>
                <c:pt idx="2718">
                  <c:v>0</c:v>
                </c:pt>
                <c:pt idx="2719">
                  <c:v>504.61700000000002</c:v>
                </c:pt>
                <c:pt idx="2720">
                  <c:v>504.61700000000002</c:v>
                </c:pt>
                <c:pt idx="2721">
                  <c:v>504.61700000000002</c:v>
                </c:pt>
                <c:pt idx="2722">
                  <c:v>504.61700000000002</c:v>
                </c:pt>
                <c:pt idx="2723">
                  <c:v>504.61700000000002</c:v>
                </c:pt>
                <c:pt idx="2724">
                  <c:v>504.61700000000002</c:v>
                </c:pt>
                <c:pt idx="2725">
                  <c:v>504.61700000000002</c:v>
                </c:pt>
                <c:pt idx="2726">
                  <c:v>504.61700000000002</c:v>
                </c:pt>
                <c:pt idx="2727">
                  <c:v>504.61700000000002</c:v>
                </c:pt>
                <c:pt idx="2728">
                  <c:v>504.61700000000002</c:v>
                </c:pt>
                <c:pt idx="2729">
                  <c:v>504.61700000000002</c:v>
                </c:pt>
                <c:pt idx="2730">
                  <c:v>504.61700000000002</c:v>
                </c:pt>
                <c:pt idx="2731">
                  <c:v>504.61700000000002</c:v>
                </c:pt>
                <c:pt idx="2732">
                  <c:v>504.61700000000002</c:v>
                </c:pt>
                <c:pt idx="2733">
                  <c:v>0</c:v>
                </c:pt>
                <c:pt idx="2734">
                  <c:v>0</c:v>
                </c:pt>
                <c:pt idx="2735">
                  <c:v>0</c:v>
                </c:pt>
                <c:pt idx="2736">
                  <c:v>0</c:v>
                </c:pt>
                <c:pt idx="2737">
                  <c:v>0</c:v>
                </c:pt>
                <c:pt idx="2738">
                  <c:v>0</c:v>
                </c:pt>
                <c:pt idx="2739">
                  <c:v>0</c:v>
                </c:pt>
                <c:pt idx="2740">
                  <c:v>0</c:v>
                </c:pt>
                <c:pt idx="2741">
                  <c:v>0</c:v>
                </c:pt>
                <c:pt idx="2742">
                  <c:v>0</c:v>
                </c:pt>
                <c:pt idx="2743">
                  <c:v>504.61700000000002</c:v>
                </c:pt>
                <c:pt idx="2744">
                  <c:v>504.61700000000002</c:v>
                </c:pt>
                <c:pt idx="2745">
                  <c:v>504.61700000000002</c:v>
                </c:pt>
                <c:pt idx="2746">
                  <c:v>504.61700000000002</c:v>
                </c:pt>
                <c:pt idx="2747">
                  <c:v>504.61700000000002</c:v>
                </c:pt>
                <c:pt idx="2748">
                  <c:v>504.61700000000002</c:v>
                </c:pt>
                <c:pt idx="2749">
                  <c:v>504.61700000000002</c:v>
                </c:pt>
                <c:pt idx="2750">
                  <c:v>504.61700000000002</c:v>
                </c:pt>
                <c:pt idx="2751">
                  <c:v>504.61700000000002</c:v>
                </c:pt>
                <c:pt idx="2752">
                  <c:v>504.61700000000002</c:v>
                </c:pt>
                <c:pt idx="2753">
                  <c:v>504.61700000000002</c:v>
                </c:pt>
                <c:pt idx="2754">
                  <c:v>504.61700000000002</c:v>
                </c:pt>
                <c:pt idx="2755">
                  <c:v>504.61700000000002</c:v>
                </c:pt>
                <c:pt idx="2756">
                  <c:v>504.61700000000002</c:v>
                </c:pt>
                <c:pt idx="2757">
                  <c:v>0</c:v>
                </c:pt>
                <c:pt idx="2758">
                  <c:v>0</c:v>
                </c:pt>
                <c:pt idx="2759">
                  <c:v>0</c:v>
                </c:pt>
                <c:pt idx="2760">
                  <c:v>0</c:v>
                </c:pt>
                <c:pt idx="2761">
                  <c:v>0</c:v>
                </c:pt>
                <c:pt idx="2762">
                  <c:v>0</c:v>
                </c:pt>
                <c:pt idx="2763">
                  <c:v>0</c:v>
                </c:pt>
                <c:pt idx="2764">
                  <c:v>0</c:v>
                </c:pt>
                <c:pt idx="2765">
                  <c:v>0</c:v>
                </c:pt>
                <c:pt idx="2766">
                  <c:v>0</c:v>
                </c:pt>
                <c:pt idx="2767">
                  <c:v>504.61700000000002</c:v>
                </c:pt>
                <c:pt idx="2768">
                  <c:v>504.61700000000002</c:v>
                </c:pt>
                <c:pt idx="2769">
                  <c:v>504.61700000000002</c:v>
                </c:pt>
                <c:pt idx="2770">
                  <c:v>504.61700000000002</c:v>
                </c:pt>
                <c:pt idx="2771">
                  <c:v>504.61700000000002</c:v>
                </c:pt>
                <c:pt idx="2772">
                  <c:v>504.61700000000002</c:v>
                </c:pt>
                <c:pt idx="2773">
                  <c:v>504.61700000000002</c:v>
                </c:pt>
                <c:pt idx="2774">
                  <c:v>504.61700000000002</c:v>
                </c:pt>
                <c:pt idx="2775">
                  <c:v>504.61700000000002</c:v>
                </c:pt>
                <c:pt idx="2776">
                  <c:v>504.61700000000002</c:v>
                </c:pt>
                <c:pt idx="2777">
                  <c:v>504.61700000000002</c:v>
                </c:pt>
                <c:pt idx="2778">
                  <c:v>504.61700000000002</c:v>
                </c:pt>
                <c:pt idx="2779">
                  <c:v>504.61700000000002</c:v>
                </c:pt>
                <c:pt idx="2780">
                  <c:v>504.61700000000002</c:v>
                </c:pt>
                <c:pt idx="2781">
                  <c:v>0</c:v>
                </c:pt>
                <c:pt idx="2782">
                  <c:v>0</c:v>
                </c:pt>
                <c:pt idx="2783">
                  <c:v>0</c:v>
                </c:pt>
                <c:pt idx="2784">
                  <c:v>0</c:v>
                </c:pt>
                <c:pt idx="2785">
                  <c:v>0</c:v>
                </c:pt>
                <c:pt idx="2786">
                  <c:v>0</c:v>
                </c:pt>
                <c:pt idx="2787">
                  <c:v>0</c:v>
                </c:pt>
                <c:pt idx="2788">
                  <c:v>0</c:v>
                </c:pt>
                <c:pt idx="2789">
                  <c:v>0</c:v>
                </c:pt>
                <c:pt idx="2790">
                  <c:v>0</c:v>
                </c:pt>
                <c:pt idx="2791">
                  <c:v>504.61700000000002</c:v>
                </c:pt>
                <c:pt idx="2792">
                  <c:v>504.61700000000002</c:v>
                </c:pt>
                <c:pt idx="2793">
                  <c:v>504.61700000000002</c:v>
                </c:pt>
                <c:pt idx="2794">
                  <c:v>504.61700000000002</c:v>
                </c:pt>
                <c:pt idx="2795">
                  <c:v>504.61700000000002</c:v>
                </c:pt>
                <c:pt idx="2796">
                  <c:v>504.61700000000002</c:v>
                </c:pt>
                <c:pt idx="2797">
                  <c:v>504.61700000000002</c:v>
                </c:pt>
                <c:pt idx="2798">
                  <c:v>504.61700000000002</c:v>
                </c:pt>
                <c:pt idx="2799">
                  <c:v>504.61700000000002</c:v>
                </c:pt>
                <c:pt idx="2800">
                  <c:v>504.61700000000002</c:v>
                </c:pt>
                <c:pt idx="2801">
                  <c:v>504.61700000000002</c:v>
                </c:pt>
                <c:pt idx="2802">
                  <c:v>504.61700000000002</c:v>
                </c:pt>
                <c:pt idx="2803">
                  <c:v>504.61700000000002</c:v>
                </c:pt>
                <c:pt idx="2804">
                  <c:v>504.61700000000002</c:v>
                </c:pt>
                <c:pt idx="2805">
                  <c:v>0</c:v>
                </c:pt>
                <c:pt idx="2806">
                  <c:v>0</c:v>
                </c:pt>
                <c:pt idx="2807">
                  <c:v>0</c:v>
                </c:pt>
                <c:pt idx="2808">
                  <c:v>0</c:v>
                </c:pt>
                <c:pt idx="2809">
                  <c:v>0</c:v>
                </c:pt>
                <c:pt idx="2810">
                  <c:v>0</c:v>
                </c:pt>
                <c:pt idx="2811">
                  <c:v>0</c:v>
                </c:pt>
                <c:pt idx="2812">
                  <c:v>0</c:v>
                </c:pt>
                <c:pt idx="2813">
                  <c:v>0</c:v>
                </c:pt>
                <c:pt idx="2814">
                  <c:v>0</c:v>
                </c:pt>
                <c:pt idx="2815">
                  <c:v>504.61700000000002</c:v>
                </c:pt>
                <c:pt idx="2816">
                  <c:v>504.61700000000002</c:v>
                </c:pt>
                <c:pt idx="2817">
                  <c:v>504.61700000000002</c:v>
                </c:pt>
                <c:pt idx="2818">
                  <c:v>504.61700000000002</c:v>
                </c:pt>
                <c:pt idx="2819">
                  <c:v>504.61700000000002</c:v>
                </c:pt>
                <c:pt idx="2820">
                  <c:v>504.61700000000002</c:v>
                </c:pt>
                <c:pt idx="2821">
                  <c:v>504.61700000000002</c:v>
                </c:pt>
                <c:pt idx="2822">
                  <c:v>504.61700000000002</c:v>
                </c:pt>
                <c:pt idx="2823">
                  <c:v>504.61700000000002</c:v>
                </c:pt>
                <c:pt idx="2824">
                  <c:v>504.61700000000002</c:v>
                </c:pt>
                <c:pt idx="2825">
                  <c:v>504.61700000000002</c:v>
                </c:pt>
                <c:pt idx="2826">
                  <c:v>504.61700000000002</c:v>
                </c:pt>
                <c:pt idx="2827">
                  <c:v>504.61700000000002</c:v>
                </c:pt>
                <c:pt idx="2828">
                  <c:v>504.61700000000002</c:v>
                </c:pt>
                <c:pt idx="2829">
                  <c:v>0</c:v>
                </c:pt>
                <c:pt idx="2830">
                  <c:v>0</c:v>
                </c:pt>
                <c:pt idx="2831">
                  <c:v>0</c:v>
                </c:pt>
                <c:pt idx="2832">
                  <c:v>0</c:v>
                </c:pt>
                <c:pt idx="2833">
                  <c:v>0</c:v>
                </c:pt>
                <c:pt idx="2834">
                  <c:v>0</c:v>
                </c:pt>
                <c:pt idx="2835">
                  <c:v>0</c:v>
                </c:pt>
                <c:pt idx="2836">
                  <c:v>0</c:v>
                </c:pt>
                <c:pt idx="2837">
                  <c:v>0</c:v>
                </c:pt>
                <c:pt idx="2838">
                  <c:v>0</c:v>
                </c:pt>
                <c:pt idx="2839">
                  <c:v>504.61700000000002</c:v>
                </c:pt>
                <c:pt idx="2840">
                  <c:v>504.61700000000002</c:v>
                </c:pt>
                <c:pt idx="2841">
                  <c:v>504.61700000000002</c:v>
                </c:pt>
                <c:pt idx="2842">
                  <c:v>504.61700000000002</c:v>
                </c:pt>
                <c:pt idx="2843">
                  <c:v>504.61700000000002</c:v>
                </c:pt>
                <c:pt idx="2844">
                  <c:v>504.61700000000002</c:v>
                </c:pt>
                <c:pt idx="2845">
                  <c:v>504.61700000000002</c:v>
                </c:pt>
                <c:pt idx="2846">
                  <c:v>504.61700000000002</c:v>
                </c:pt>
                <c:pt idx="2847">
                  <c:v>504.61700000000002</c:v>
                </c:pt>
                <c:pt idx="2848">
                  <c:v>504.61700000000002</c:v>
                </c:pt>
                <c:pt idx="2849">
                  <c:v>504.61700000000002</c:v>
                </c:pt>
                <c:pt idx="2850">
                  <c:v>504.61700000000002</c:v>
                </c:pt>
                <c:pt idx="2851">
                  <c:v>504.61700000000002</c:v>
                </c:pt>
                <c:pt idx="2852">
                  <c:v>504.61700000000002</c:v>
                </c:pt>
                <c:pt idx="2853">
                  <c:v>0</c:v>
                </c:pt>
                <c:pt idx="2854">
                  <c:v>0</c:v>
                </c:pt>
                <c:pt idx="2855">
                  <c:v>0</c:v>
                </c:pt>
                <c:pt idx="2856">
                  <c:v>0</c:v>
                </c:pt>
                <c:pt idx="2857">
                  <c:v>0</c:v>
                </c:pt>
                <c:pt idx="2858">
                  <c:v>0</c:v>
                </c:pt>
                <c:pt idx="2859">
                  <c:v>0</c:v>
                </c:pt>
                <c:pt idx="2860">
                  <c:v>0</c:v>
                </c:pt>
                <c:pt idx="2861">
                  <c:v>0</c:v>
                </c:pt>
                <c:pt idx="2862">
                  <c:v>0</c:v>
                </c:pt>
                <c:pt idx="2863">
                  <c:v>504.61700000000002</c:v>
                </c:pt>
                <c:pt idx="2864">
                  <c:v>504.61700000000002</c:v>
                </c:pt>
                <c:pt idx="2865">
                  <c:v>504.61700000000002</c:v>
                </c:pt>
                <c:pt idx="2866">
                  <c:v>504.61700000000002</c:v>
                </c:pt>
                <c:pt idx="2867">
                  <c:v>504.61700000000002</c:v>
                </c:pt>
                <c:pt idx="2868">
                  <c:v>504.61700000000002</c:v>
                </c:pt>
                <c:pt idx="2869">
                  <c:v>504.61700000000002</c:v>
                </c:pt>
                <c:pt idx="2870">
                  <c:v>504.61700000000002</c:v>
                </c:pt>
                <c:pt idx="2871">
                  <c:v>504.61700000000002</c:v>
                </c:pt>
                <c:pt idx="2872">
                  <c:v>504.61700000000002</c:v>
                </c:pt>
                <c:pt idx="2873">
                  <c:v>504.61700000000002</c:v>
                </c:pt>
                <c:pt idx="2874">
                  <c:v>504.61700000000002</c:v>
                </c:pt>
                <c:pt idx="2875">
                  <c:v>504.61700000000002</c:v>
                </c:pt>
                <c:pt idx="2876">
                  <c:v>504.61700000000002</c:v>
                </c:pt>
                <c:pt idx="2877">
                  <c:v>0</c:v>
                </c:pt>
                <c:pt idx="2878">
                  <c:v>0</c:v>
                </c:pt>
                <c:pt idx="2879">
                  <c:v>0</c:v>
                </c:pt>
                <c:pt idx="2880">
                  <c:v>0</c:v>
                </c:pt>
                <c:pt idx="2881">
                  <c:v>0</c:v>
                </c:pt>
                <c:pt idx="2882">
                  <c:v>0</c:v>
                </c:pt>
                <c:pt idx="2883">
                  <c:v>0</c:v>
                </c:pt>
                <c:pt idx="2884">
                  <c:v>0</c:v>
                </c:pt>
                <c:pt idx="2885">
                  <c:v>0</c:v>
                </c:pt>
                <c:pt idx="2886">
                  <c:v>0</c:v>
                </c:pt>
                <c:pt idx="2887">
                  <c:v>504.61700000000002</c:v>
                </c:pt>
                <c:pt idx="2888">
                  <c:v>504.61700000000002</c:v>
                </c:pt>
                <c:pt idx="2889">
                  <c:v>504.61700000000002</c:v>
                </c:pt>
                <c:pt idx="2890">
                  <c:v>504.61700000000002</c:v>
                </c:pt>
                <c:pt idx="2891">
                  <c:v>504.61700000000002</c:v>
                </c:pt>
                <c:pt idx="2892">
                  <c:v>504.61700000000002</c:v>
                </c:pt>
                <c:pt idx="2893">
                  <c:v>504.61700000000002</c:v>
                </c:pt>
                <c:pt idx="2894">
                  <c:v>504.61700000000002</c:v>
                </c:pt>
                <c:pt idx="2895">
                  <c:v>504.61700000000002</c:v>
                </c:pt>
                <c:pt idx="2896">
                  <c:v>504.61700000000002</c:v>
                </c:pt>
                <c:pt idx="2897">
                  <c:v>504.61700000000002</c:v>
                </c:pt>
                <c:pt idx="2898">
                  <c:v>504.61700000000002</c:v>
                </c:pt>
                <c:pt idx="2899">
                  <c:v>504.61700000000002</c:v>
                </c:pt>
                <c:pt idx="2900">
                  <c:v>504.61700000000002</c:v>
                </c:pt>
                <c:pt idx="2901">
                  <c:v>0</c:v>
                </c:pt>
                <c:pt idx="2902">
                  <c:v>0</c:v>
                </c:pt>
                <c:pt idx="2903">
                  <c:v>0</c:v>
                </c:pt>
                <c:pt idx="2904">
                  <c:v>0</c:v>
                </c:pt>
                <c:pt idx="2905">
                  <c:v>0</c:v>
                </c:pt>
                <c:pt idx="2906">
                  <c:v>0</c:v>
                </c:pt>
                <c:pt idx="2907">
                  <c:v>0</c:v>
                </c:pt>
                <c:pt idx="2908">
                  <c:v>0</c:v>
                </c:pt>
                <c:pt idx="2909">
                  <c:v>0</c:v>
                </c:pt>
                <c:pt idx="2910">
                  <c:v>0</c:v>
                </c:pt>
                <c:pt idx="2911">
                  <c:v>504.61700000000002</c:v>
                </c:pt>
                <c:pt idx="2912">
                  <c:v>504.61700000000002</c:v>
                </c:pt>
                <c:pt idx="2913">
                  <c:v>504.61700000000002</c:v>
                </c:pt>
                <c:pt idx="2914">
                  <c:v>504.61700000000002</c:v>
                </c:pt>
                <c:pt idx="2915">
                  <c:v>504.61700000000002</c:v>
                </c:pt>
                <c:pt idx="2916">
                  <c:v>504.61700000000002</c:v>
                </c:pt>
                <c:pt idx="2917">
                  <c:v>504.61700000000002</c:v>
                </c:pt>
                <c:pt idx="2918">
                  <c:v>504.61700000000002</c:v>
                </c:pt>
                <c:pt idx="2919">
                  <c:v>504.61700000000002</c:v>
                </c:pt>
                <c:pt idx="2920">
                  <c:v>504.61700000000002</c:v>
                </c:pt>
                <c:pt idx="2921">
                  <c:v>504.61700000000002</c:v>
                </c:pt>
                <c:pt idx="2922">
                  <c:v>504.61700000000002</c:v>
                </c:pt>
                <c:pt idx="2923">
                  <c:v>504.61700000000002</c:v>
                </c:pt>
                <c:pt idx="2924">
                  <c:v>504.61700000000002</c:v>
                </c:pt>
                <c:pt idx="2925">
                  <c:v>0</c:v>
                </c:pt>
                <c:pt idx="2926">
                  <c:v>0</c:v>
                </c:pt>
                <c:pt idx="2927">
                  <c:v>0</c:v>
                </c:pt>
                <c:pt idx="2928">
                  <c:v>0</c:v>
                </c:pt>
                <c:pt idx="2929">
                  <c:v>0</c:v>
                </c:pt>
                <c:pt idx="2930">
                  <c:v>0</c:v>
                </c:pt>
                <c:pt idx="2931">
                  <c:v>0</c:v>
                </c:pt>
                <c:pt idx="2932">
                  <c:v>0</c:v>
                </c:pt>
                <c:pt idx="2933">
                  <c:v>0</c:v>
                </c:pt>
                <c:pt idx="2934">
                  <c:v>0</c:v>
                </c:pt>
                <c:pt idx="2935">
                  <c:v>504.61700000000002</c:v>
                </c:pt>
                <c:pt idx="2936">
                  <c:v>504.61700000000002</c:v>
                </c:pt>
                <c:pt idx="2937">
                  <c:v>504.61700000000002</c:v>
                </c:pt>
                <c:pt idx="2938">
                  <c:v>504.61700000000002</c:v>
                </c:pt>
                <c:pt idx="2939">
                  <c:v>504.61700000000002</c:v>
                </c:pt>
                <c:pt idx="2940">
                  <c:v>504.61700000000002</c:v>
                </c:pt>
                <c:pt idx="2941">
                  <c:v>504.61700000000002</c:v>
                </c:pt>
                <c:pt idx="2942">
                  <c:v>504.61700000000002</c:v>
                </c:pt>
                <c:pt idx="2943">
                  <c:v>504.61700000000002</c:v>
                </c:pt>
                <c:pt idx="2944">
                  <c:v>504.61700000000002</c:v>
                </c:pt>
                <c:pt idx="2945">
                  <c:v>504.61700000000002</c:v>
                </c:pt>
                <c:pt idx="2946">
                  <c:v>504.61700000000002</c:v>
                </c:pt>
                <c:pt idx="2947">
                  <c:v>504.61700000000002</c:v>
                </c:pt>
                <c:pt idx="2948">
                  <c:v>504.61700000000002</c:v>
                </c:pt>
                <c:pt idx="2949">
                  <c:v>0</c:v>
                </c:pt>
                <c:pt idx="2950">
                  <c:v>0</c:v>
                </c:pt>
                <c:pt idx="2951">
                  <c:v>0</c:v>
                </c:pt>
                <c:pt idx="2952">
                  <c:v>0</c:v>
                </c:pt>
                <c:pt idx="2953">
                  <c:v>0</c:v>
                </c:pt>
                <c:pt idx="2954">
                  <c:v>0</c:v>
                </c:pt>
                <c:pt idx="2955">
                  <c:v>0</c:v>
                </c:pt>
                <c:pt idx="2956">
                  <c:v>0</c:v>
                </c:pt>
                <c:pt idx="2957">
                  <c:v>0</c:v>
                </c:pt>
                <c:pt idx="2958">
                  <c:v>0</c:v>
                </c:pt>
                <c:pt idx="2959">
                  <c:v>504.61700000000002</c:v>
                </c:pt>
                <c:pt idx="2960">
                  <c:v>504.61700000000002</c:v>
                </c:pt>
                <c:pt idx="2961">
                  <c:v>504.61700000000002</c:v>
                </c:pt>
                <c:pt idx="2962">
                  <c:v>504.61700000000002</c:v>
                </c:pt>
                <c:pt idx="2963">
                  <c:v>504.61700000000002</c:v>
                </c:pt>
                <c:pt idx="2964">
                  <c:v>504.61700000000002</c:v>
                </c:pt>
                <c:pt idx="2965">
                  <c:v>504.61700000000002</c:v>
                </c:pt>
                <c:pt idx="2966">
                  <c:v>504.61700000000002</c:v>
                </c:pt>
                <c:pt idx="2967">
                  <c:v>504.61700000000002</c:v>
                </c:pt>
                <c:pt idx="2968">
                  <c:v>504.61700000000002</c:v>
                </c:pt>
                <c:pt idx="2969">
                  <c:v>504.61700000000002</c:v>
                </c:pt>
                <c:pt idx="2970">
                  <c:v>504.61700000000002</c:v>
                </c:pt>
                <c:pt idx="2971">
                  <c:v>504.61700000000002</c:v>
                </c:pt>
                <c:pt idx="2972">
                  <c:v>504.61700000000002</c:v>
                </c:pt>
                <c:pt idx="2973">
                  <c:v>0</c:v>
                </c:pt>
                <c:pt idx="2974">
                  <c:v>0</c:v>
                </c:pt>
                <c:pt idx="2975">
                  <c:v>0</c:v>
                </c:pt>
                <c:pt idx="2976">
                  <c:v>0</c:v>
                </c:pt>
                <c:pt idx="2977">
                  <c:v>0</c:v>
                </c:pt>
                <c:pt idx="2978">
                  <c:v>0</c:v>
                </c:pt>
                <c:pt idx="2979">
                  <c:v>0</c:v>
                </c:pt>
                <c:pt idx="2980">
                  <c:v>0</c:v>
                </c:pt>
                <c:pt idx="2981">
                  <c:v>0</c:v>
                </c:pt>
                <c:pt idx="2982">
                  <c:v>0</c:v>
                </c:pt>
                <c:pt idx="2983">
                  <c:v>504.61700000000002</c:v>
                </c:pt>
                <c:pt idx="2984">
                  <c:v>504.61700000000002</c:v>
                </c:pt>
                <c:pt idx="2985">
                  <c:v>504.61700000000002</c:v>
                </c:pt>
                <c:pt idx="2986">
                  <c:v>504.61700000000002</c:v>
                </c:pt>
                <c:pt idx="2987">
                  <c:v>504.61700000000002</c:v>
                </c:pt>
                <c:pt idx="2988">
                  <c:v>504.61700000000002</c:v>
                </c:pt>
                <c:pt idx="2989">
                  <c:v>504.61700000000002</c:v>
                </c:pt>
                <c:pt idx="2990">
                  <c:v>504.61700000000002</c:v>
                </c:pt>
                <c:pt idx="2991">
                  <c:v>504.61700000000002</c:v>
                </c:pt>
                <c:pt idx="2992">
                  <c:v>504.61700000000002</c:v>
                </c:pt>
                <c:pt idx="2993">
                  <c:v>504.61700000000002</c:v>
                </c:pt>
                <c:pt idx="2994">
                  <c:v>504.61700000000002</c:v>
                </c:pt>
                <c:pt idx="2995">
                  <c:v>504.61700000000002</c:v>
                </c:pt>
                <c:pt idx="2996">
                  <c:v>504.61700000000002</c:v>
                </c:pt>
                <c:pt idx="2997">
                  <c:v>0</c:v>
                </c:pt>
                <c:pt idx="2998">
                  <c:v>0</c:v>
                </c:pt>
                <c:pt idx="2999">
                  <c:v>0</c:v>
                </c:pt>
                <c:pt idx="3000">
                  <c:v>0</c:v>
                </c:pt>
                <c:pt idx="3001">
                  <c:v>0</c:v>
                </c:pt>
                <c:pt idx="3002">
                  <c:v>0</c:v>
                </c:pt>
                <c:pt idx="3003">
                  <c:v>0</c:v>
                </c:pt>
                <c:pt idx="3004">
                  <c:v>0</c:v>
                </c:pt>
                <c:pt idx="3005">
                  <c:v>0</c:v>
                </c:pt>
                <c:pt idx="3006">
                  <c:v>0</c:v>
                </c:pt>
                <c:pt idx="3007">
                  <c:v>504.61700000000002</c:v>
                </c:pt>
                <c:pt idx="3008">
                  <c:v>504.61700000000002</c:v>
                </c:pt>
                <c:pt idx="3009">
                  <c:v>504.61700000000002</c:v>
                </c:pt>
                <c:pt idx="3010">
                  <c:v>504.61700000000002</c:v>
                </c:pt>
                <c:pt idx="3011">
                  <c:v>504.61700000000002</c:v>
                </c:pt>
                <c:pt idx="3012">
                  <c:v>504.61700000000002</c:v>
                </c:pt>
                <c:pt idx="3013">
                  <c:v>504.61700000000002</c:v>
                </c:pt>
                <c:pt idx="3014">
                  <c:v>504.61700000000002</c:v>
                </c:pt>
                <c:pt idx="3015">
                  <c:v>504.61700000000002</c:v>
                </c:pt>
                <c:pt idx="3016">
                  <c:v>504.61700000000002</c:v>
                </c:pt>
                <c:pt idx="3017">
                  <c:v>504.61700000000002</c:v>
                </c:pt>
                <c:pt idx="3018">
                  <c:v>504.61700000000002</c:v>
                </c:pt>
                <c:pt idx="3019">
                  <c:v>504.61700000000002</c:v>
                </c:pt>
                <c:pt idx="3020">
                  <c:v>504.61700000000002</c:v>
                </c:pt>
                <c:pt idx="3021">
                  <c:v>0</c:v>
                </c:pt>
                <c:pt idx="3022">
                  <c:v>0</c:v>
                </c:pt>
                <c:pt idx="3023">
                  <c:v>0</c:v>
                </c:pt>
                <c:pt idx="3024">
                  <c:v>0</c:v>
                </c:pt>
                <c:pt idx="3025">
                  <c:v>0</c:v>
                </c:pt>
                <c:pt idx="3026">
                  <c:v>0</c:v>
                </c:pt>
                <c:pt idx="3027">
                  <c:v>0</c:v>
                </c:pt>
                <c:pt idx="3028">
                  <c:v>0</c:v>
                </c:pt>
                <c:pt idx="3029">
                  <c:v>0</c:v>
                </c:pt>
                <c:pt idx="3030">
                  <c:v>0</c:v>
                </c:pt>
                <c:pt idx="3031">
                  <c:v>504.61700000000002</c:v>
                </c:pt>
                <c:pt idx="3032">
                  <c:v>504.61700000000002</c:v>
                </c:pt>
                <c:pt idx="3033">
                  <c:v>504.61700000000002</c:v>
                </c:pt>
                <c:pt idx="3034">
                  <c:v>504.61700000000002</c:v>
                </c:pt>
                <c:pt idx="3035">
                  <c:v>504.61700000000002</c:v>
                </c:pt>
                <c:pt idx="3036">
                  <c:v>504.61700000000002</c:v>
                </c:pt>
                <c:pt idx="3037">
                  <c:v>504.61700000000002</c:v>
                </c:pt>
                <c:pt idx="3038">
                  <c:v>504.61700000000002</c:v>
                </c:pt>
                <c:pt idx="3039">
                  <c:v>504.61700000000002</c:v>
                </c:pt>
                <c:pt idx="3040">
                  <c:v>504.61700000000002</c:v>
                </c:pt>
                <c:pt idx="3041">
                  <c:v>504.61700000000002</c:v>
                </c:pt>
                <c:pt idx="3042">
                  <c:v>504.61700000000002</c:v>
                </c:pt>
                <c:pt idx="3043">
                  <c:v>504.61700000000002</c:v>
                </c:pt>
                <c:pt idx="3044">
                  <c:v>504.61700000000002</c:v>
                </c:pt>
                <c:pt idx="3045">
                  <c:v>0</c:v>
                </c:pt>
                <c:pt idx="3046">
                  <c:v>0</c:v>
                </c:pt>
                <c:pt idx="3047">
                  <c:v>0</c:v>
                </c:pt>
                <c:pt idx="3048">
                  <c:v>0</c:v>
                </c:pt>
                <c:pt idx="3049">
                  <c:v>0</c:v>
                </c:pt>
                <c:pt idx="3050">
                  <c:v>0</c:v>
                </c:pt>
                <c:pt idx="3051">
                  <c:v>0</c:v>
                </c:pt>
                <c:pt idx="3052">
                  <c:v>0</c:v>
                </c:pt>
                <c:pt idx="3053">
                  <c:v>0</c:v>
                </c:pt>
                <c:pt idx="3054">
                  <c:v>0</c:v>
                </c:pt>
                <c:pt idx="3055">
                  <c:v>504.61700000000002</c:v>
                </c:pt>
                <c:pt idx="3056">
                  <c:v>504.61700000000002</c:v>
                </c:pt>
                <c:pt idx="3057">
                  <c:v>504.61700000000002</c:v>
                </c:pt>
                <c:pt idx="3058">
                  <c:v>504.61700000000002</c:v>
                </c:pt>
                <c:pt idx="3059">
                  <c:v>504.61700000000002</c:v>
                </c:pt>
                <c:pt idx="3060">
                  <c:v>504.61700000000002</c:v>
                </c:pt>
                <c:pt idx="3061">
                  <c:v>504.61700000000002</c:v>
                </c:pt>
                <c:pt idx="3062">
                  <c:v>504.61700000000002</c:v>
                </c:pt>
                <c:pt idx="3063">
                  <c:v>504.61700000000002</c:v>
                </c:pt>
                <c:pt idx="3064">
                  <c:v>504.61700000000002</c:v>
                </c:pt>
                <c:pt idx="3065">
                  <c:v>504.61700000000002</c:v>
                </c:pt>
                <c:pt idx="3066">
                  <c:v>504.61700000000002</c:v>
                </c:pt>
                <c:pt idx="3067">
                  <c:v>504.61700000000002</c:v>
                </c:pt>
                <c:pt idx="3068">
                  <c:v>504.61700000000002</c:v>
                </c:pt>
                <c:pt idx="3069">
                  <c:v>0</c:v>
                </c:pt>
                <c:pt idx="3070">
                  <c:v>0</c:v>
                </c:pt>
                <c:pt idx="3071">
                  <c:v>0</c:v>
                </c:pt>
                <c:pt idx="3072">
                  <c:v>0</c:v>
                </c:pt>
                <c:pt idx="3073">
                  <c:v>0</c:v>
                </c:pt>
                <c:pt idx="3074">
                  <c:v>0</c:v>
                </c:pt>
                <c:pt idx="3075">
                  <c:v>0</c:v>
                </c:pt>
                <c:pt idx="3076">
                  <c:v>0</c:v>
                </c:pt>
                <c:pt idx="3077">
                  <c:v>0</c:v>
                </c:pt>
                <c:pt idx="3078">
                  <c:v>0</c:v>
                </c:pt>
                <c:pt idx="3079">
                  <c:v>504.61700000000002</c:v>
                </c:pt>
                <c:pt idx="3080">
                  <c:v>504.61700000000002</c:v>
                </c:pt>
                <c:pt idx="3081">
                  <c:v>504.61700000000002</c:v>
                </c:pt>
                <c:pt idx="3082">
                  <c:v>504.61700000000002</c:v>
                </c:pt>
                <c:pt idx="3083">
                  <c:v>504.61700000000002</c:v>
                </c:pt>
                <c:pt idx="3084">
                  <c:v>504.61700000000002</c:v>
                </c:pt>
                <c:pt idx="3085">
                  <c:v>504.61700000000002</c:v>
                </c:pt>
                <c:pt idx="3086">
                  <c:v>504.61700000000002</c:v>
                </c:pt>
                <c:pt idx="3087">
                  <c:v>504.61700000000002</c:v>
                </c:pt>
                <c:pt idx="3088">
                  <c:v>504.61700000000002</c:v>
                </c:pt>
                <c:pt idx="3089">
                  <c:v>504.61700000000002</c:v>
                </c:pt>
                <c:pt idx="3090">
                  <c:v>504.61700000000002</c:v>
                </c:pt>
                <c:pt idx="3091">
                  <c:v>504.61700000000002</c:v>
                </c:pt>
                <c:pt idx="3092">
                  <c:v>504.61700000000002</c:v>
                </c:pt>
                <c:pt idx="3093">
                  <c:v>0</c:v>
                </c:pt>
                <c:pt idx="3094">
                  <c:v>0</c:v>
                </c:pt>
                <c:pt idx="3095">
                  <c:v>0</c:v>
                </c:pt>
                <c:pt idx="3096">
                  <c:v>0</c:v>
                </c:pt>
                <c:pt idx="3097">
                  <c:v>0</c:v>
                </c:pt>
                <c:pt idx="3098">
                  <c:v>0</c:v>
                </c:pt>
                <c:pt idx="3099">
                  <c:v>0</c:v>
                </c:pt>
                <c:pt idx="3100">
                  <c:v>0</c:v>
                </c:pt>
                <c:pt idx="3101">
                  <c:v>0</c:v>
                </c:pt>
                <c:pt idx="3102">
                  <c:v>0</c:v>
                </c:pt>
                <c:pt idx="3103">
                  <c:v>504.61700000000002</c:v>
                </c:pt>
                <c:pt idx="3104">
                  <c:v>504.61700000000002</c:v>
                </c:pt>
                <c:pt idx="3105">
                  <c:v>504.61700000000002</c:v>
                </c:pt>
                <c:pt idx="3106">
                  <c:v>504.61700000000002</c:v>
                </c:pt>
                <c:pt idx="3107">
                  <c:v>504.61700000000002</c:v>
                </c:pt>
                <c:pt idx="3108">
                  <c:v>504.61700000000002</c:v>
                </c:pt>
                <c:pt idx="3109">
                  <c:v>504.61700000000002</c:v>
                </c:pt>
                <c:pt idx="3110">
                  <c:v>504.61700000000002</c:v>
                </c:pt>
                <c:pt idx="3111">
                  <c:v>504.61700000000002</c:v>
                </c:pt>
                <c:pt idx="3112">
                  <c:v>504.61700000000002</c:v>
                </c:pt>
                <c:pt idx="3113">
                  <c:v>504.61700000000002</c:v>
                </c:pt>
                <c:pt idx="3114">
                  <c:v>504.61700000000002</c:v>
                </c:pt>
                <c:pt idx="3115">
                  <c:v>504.61700000000002</c:v>
                </c:pt>
                <c:pt idx="3116">
                  <c:v>504.61700000000002</c:v>
                </c:pt>
                <c:pt idx="3117">
                  <c:v>0</c:v>
                </c:pt>
                <c:pt idx="3118">
                  <c:v>0</c:v>
                </c:pt>
                <c:pt idx="3119">
                  <c:v>0</c:v>
                </c:pt>
                <c:pt idx="3120">
                  <c:v>0</c:v>
                </c:pt>
                <c:pt idx="3121">
                  <c:v>0</c:v>
                </c:pt>
                <c:pt idx="3122">
                  <c:v>0</c:v>
                </c:pt>
                <c:pt idx="3123">
                  <c:v>0</c:v>
                </c:pt>
                <c:pt idx="3124">
                  <c:v>0</c:v>
                </c:pt>
                <c:pt idx="3125">
                  <c:v>0</c:v>
                </c:pt>
                <c:pt idx="3126">
                  <c:v>0</c:v>
                </c:pt>
                <c:pt idx="3127">
                  <c:v>504.61700000000002</c:v>
                </c:pt>
                <c:pt idx="3128">
                  <c:v>504.61700000000002</c:v>
                </c:pt>
                <c:pt idx="3129">
                  <c:v>504.61700000000002</c:v>
                </c:pt>
                <c:pt idx="3130">
                  <c:v>504.61700000000002</c:v>
                </c:pt>
                <c:pt idx="3131">
                  <c:v>504.61700000000002</c:v>
                </c:pt>
                <c:pt idx="3132">
                  <c:v>504.61700000000002</c:v>
                </c:pt>
                <c:pt idx="3133">
                  <c:v>504.61700000000002</c:v>
                </c:pt>
                <c:pt idx="3134">
                  <c:v>504.61700000000002</c:v>
                </c:pt>
                <c:pt idx="3135">
                  <c:v>504.61700000000002</c:v>
                </c:pt>
                <c:pt idx="3136">
                  <c:v>504.61700000000002</c:v>
                </c:pt>
                <c:pt idx="3137">
                  <c:v>504.61700000000002</c:v>
                </c:pt>
                <c:pt idx="3138">
                  <c:v>504.61700000000002</c:v>
                </c:pt>
                <c:pt idx="3139">
                  <c:v>504.61700000000002</c:v>
                </c:pt>
                <c:pt idx="3140">
                  <c:v>504.61700000000002</c:v>
                </c:pt>
                <c:pt idx="3141">
                  <c:v>0</c:v>
                </c:pt>
                <c:pt idx="3142">
                  <c:v>0</c:v>
                </c:pt>
                <c:pt idx="3143">
                  <c:v>0</c:v>
                </c:pt>
                <c:pt idx="3144">
                  <c:v>0</c:v>
                </c:pt>
                <c:pt idx="3145">
                  <c:v>0</c:v>
                </c:pt>
                <c:pt idx="3146">
                  <c:v>0</c:v>
                </c:pt>
                <c:pt idx="3147">
                  <c:v>0</c:v>
                </c:pt>
                <c:pt idx="3148">
                  <c:v>0</c:v>
                </c:pt>
                <c:pt idx="3149">
                  <c:v>0</c:v>
                </c:pt>
                <c:pt idx="3150">
                  <c:v>0</c:v>
                </c:pt>
                <c:pt idx="3151">
                  <c:v>504.61700000000002</c:v>
                </c:pt>
                <c:pt idx="3152">
                  <c:v>504.61700000000002</c:v>
                </c:pt>
                <c:pt idx="3153">
                  <c:v>504.61700000000002</c:v>
                </c:pt>
                <c:pt idx="3154">
                  <c:v>504.61700000000002</c:v>
                </c:pt>
                <c:pt idx="3155">
                  <c:v>504.61700000000002</c:v>
                </c:pt>
                <c:pt idx="3156">
                  <c:v>504.61700000000002</c:v>
                </c:pt>
                <c:pt idx="3157">
                  <c:v>504.61700000000002</c:v>
                </c:pt>
                <c:pt idx="3158">
                  <c:v>504.61700000000002</c:v>
                </c:pt>
                <c:pt idx="3159">
                  <c:v>504.61700000000002</c:v>
                </c:pt>
                <c:pt idx="3160">
                  <c:v>504.61700000000002</c:v>
                </c:pt>
                <c:pt idx="3161">
                  <c:v>504.61700000000002</c:v>
                </c:pt>
                <c:pt idx="3162">
                  <c:v>504.61700000000002</c:v>
                </c:pt>
                <c:pt idx="3163">
                  <c:v>504.61700000000002</c:v>
                </c:pt>
                <c:pt idx="3164">
                  <c:v>504.61700000000002</c:v>
                </c:pt>
                <c:pt idx="3165">
                  <c:v>0</c:v>
                </c:pt>
                <c:pt idx="3166">
                  <c:v>0</c:v>
                </c:pt>
                <c:pt idx="3167">
                  <c:v>0</c:v>
                </c:pt>
                <c:pt idx="3168">
                  <c:v>0</c:v>
                </c:pt>
                <c:pt idx="3169">
                  <c:v>0</c:v>
                </c:pt>
                <c:pt idx="3170">
                  <c:v>0</c:v>
                </c:pt>
                <c:pt idx="3171">
                  <c:v>0</c:v>
                </c:pt>
                <c:pt idx="3172">
                  <c:v>0</c:v>
                </c:pt>
                <c:pt idx="3173">
                  <c:v>0</c:v>
                </c:pt>
                <c:pt idx="3174">
                  <c:v>0</c:v>
                </c:pt>
                <c:pt idx="3175">
                  <c:v>504.61700000000002</c:v>
                </c:pt>
                <c:pt idx="3176">
                  <c:v>504.61700000000002</c:v>
                </c:pt>
                <c:pt idx="3177">
                  <c:v>504.61700000000002</c:v>
                </c:pt>
                <c:pt idx="3178">
                  <c:v>504.61700000000002</c:v>
                </c:pt>
                <c:pt idx="3179">
                  <c:v>504.61700000000002</c:v>
                </c:pt>
                <c:pt idx="3180">
                  <c:v>504.61700000000002</c:v>
                </c:pt>
                <c:pt idx="3181">
                  <c:v>504.61700000000002</c:v>
                </c:pt>
                <c:pt idx="3182">
                  <c:v>504.61700000000002</c:v>
                </c:pt>
                <c:pt idx="3183">
                  <c:v>504.61700000000002</c:v>
                </c:pt>
                <c:pt idx="3184">
                  <c:v>504.61700000000002</c:v>
                </c:pt>
                <c:pt idx="3185">
                  <c:v>504.61700000000002</c:v>
                </c:pt>
                <c:pt idx="3186">
                  <c:v>504.61700000000002</c:v>
                </c:pt>
                <c:pt idx="3187">
                  <c:v>504.61700000000002</c:v>
                </c:pt>
                <c:pt idx="3188">
                  <c:v>504.61700000000002</c:v>
                </c:pt>
                <c:pt idx="3189">
                  <c:v>0</c:v>
                </c:pt>
                <c:pt idx="3190">
                  <c:v>0</c:v>
                </c:pt>
                <c:pt idx="3191">
                  <c:v>0</c:v>
                </c:pt>
                <c:pt idx="3192">
                  <c:v>0</c:v>
                </c:pt>
                <c:pt idx="3193">
                  <c:v>0</c:v>
                </c:pt>
                <c:pt idx="3194">
                  <c:v>0</c:v>
                </c:pt>
                <c:pt idx="3195">
                  <c:v>0</c:v>
                </c:pt>
                <c:pt idx="3196">
                  <c:v>0</c:v>
                </c:pt>
                <c:pt idx="3197">
                  <c:v>0</c:v>
                </c:pt>
                <c:pt idx="3198">
                  <c:v>0</c:v>
                </c:pt>
                <c:pt idx="3199">
                  <c:v>504.61700000000002</c:v>
                </c:pt>
                <c:pt idx="3200">
                  <c:v>504.61700000000002</c:v>
                </c:pt>
                <c:pt idx="3201">
                  <c:v>504.61700000000002</c:v>
                </c:pt>
                <c:pt idx="3202">
                  <c:v>504.61700000000002</c:v>
                </c:pt>
                <c:pt idx="3203">
                  <c:v>504.61700000000002</c:v>
                </c:pt>
                <c:pt idx="3204">
                  <c:v>504.61700000000002</c:v>
                </c:pt>
                <c:pt idx="3205">
                  <c:v>504.61700000000002</c:v>
                </c:pt>
                <c:pt idx="3206">
                  <c:v>504.61700000000002</c:v>
                </c:pt>
                <c:pt idx="3207">
                  <c:v>504.61700000000002</c:v>
                </c:pt>
                <c:pt idx="3208">
                  <c:v>504.61700000000002</c:v>
                </c:pt>
                <c:pt idx="3209">
                  <c:v>504.61700000000002</c:v>
                </c:pt>
                <c:pt idx="3210">
                  <c:v>504.61700000000002</c:v>
                </c:pt>
                <c:pt idx="3211">
                  <c:v>504.61700000000002</c:v>
                </c:pt>
                <c:pt idx="3212">
                  <c:v>504.61700000000002</c:v>
                </c:pt>
                <c:pt idx="3213">
                  <c:v>0</c:v>
                </c:pt>
                <c:pt idx="3214">
                  <c:v>0</c:v>
                </c:pt>
                <c:pt idx="3215">
                  <c:v>0</c:v>
                </c:pt>
                <c:pt idx="3216">
                  <c:v>0</c:v>
                </c:pt>
                <c:pt idx="3217">
                  <c:v>0</c:v>
                </c:pt>
                <c:pt idx="3218">
                  <c:v>0</c:v>
                </c:pt>
                <c:pt idx="3219">
                  <c:v>0</c:v>
                </c:pt>
                <c:pt idx="3220">
                  <c:v>0</c:v>
                </c:pt>
                <c:pt idx="3221">
                  <c:v>0</c:v>
                </c:pt>
                <c:pt idx="3222">
                  <c:v>0</c:v>
                </c:pt>
                <c:pt idx="3223">
                  <c:v>504.61700000000002</c:v>
                </c:pt>
                <c:pt idx="3224">
                  <c:v>504.61700000000002</c:v>
                </c:pt>
                <c:pt idx="3225">
                  <c:v>504.61700000000002</c:v>
                </c:pt>
                <c:pt idx="3226">
                  <c:v>504.61700000000002</c:v>
                </c:pt>
                <c:pt idx="3227">
                  <c:v>504.61700000000002</c:v>
                </c:pt>
                <c:pt idx="3228">
                  <c:v>504.61700000000002</c:v>
                </c:pt>
                <c:pt idx="3229">
                  <c:v>504.61700000000002</c:v>
                </c:pt>
                <c:pt idx="3230">
                  <c:v>504.61700000000002</c:v>
                </c:pt>
                <c:pt idx="3231">
                  <c:v>504.61700000000002</c:v>
                </c:pt>
                <c:pt idx="3232">
                  <c:v>504.61700000000002</c:v>
                </c:pt>
                <c:pt idx="3233">
                  <c:v>504.61700000000002</c:v>
                </c:pt>
                <c:pt idx="3234">
                  <c:v>504.61700000000002</c:v>
                </c:pt>
                <c:pt idx="3235">
                  <c:v>504.61700000000002</c:v>
                </c:pt>
                <c:pt idx="3236">
                  <c:v>504.61700000000002</c:v>
                </c:pt>
                <c:pt idx="3237">
                  <c:v>0</c:v>
                </c:pt>
                <c:pt idx="3238">
                  <c:v>0</c:v>
                </c:pt>
                <c:pt idx="3239">
                  <c:v>0</c:v>
                </c:pt>
                <c:pt idx="3240">
                  <c:v>0</c:v>
                </c:pt>
                <c:pt idx="3241">
                  <c:v>0</c:v>
                </c:pt>
                <c:pt idx="3242">
                  <c:v>0</c:v>
                </c:pt>
                <c:pt idx="3243">
                  <c:v>0</c:v>
                </c:pt>
                <c:pt idx="3244">
                  <c:v>0</c:v>
                </c:pt>
                <c:pt idx="3245">
                  <c:v>0</c:v>
                </c:pt>
                <c:pt idx="3246">
                  <c:v>0</c:v>
                </c:pt>
                <c:pt idx="3247">
                  <c:v>504.61700000000002</c:v>
                </c:pt>
                <c:pt idx="3248">
                  <c:v>504.61700000000002</c:v>
                </c:pt>
                <c:pt idx="3249">
                  <c:v>504.61700000000002</c:v>
                </c:pt>
                <c:pt idx="3250">
                  <c:v>504.61700000000002</c:v>
                </c:pt>
                <c:pt idx="3251">
                  <c:v>504.61700000000002</c:v>
                </c:pt>
                <c:pt idx="3252">
                  <c:v>504.61700000000002</c:v>
                </c:pt>
                <c:pt idx="3253">
                  <c:v>504.61700000000002</c:v>
                </c:pt>
                <c:pt idx="3254">
                  <c:v>504.61700000000002</c:v>
                </c:pt>
                <c:pt idx="3255">
                  <c:v>504.61700000000002</c:v>
                </c:pt>
                <c:pt idx="3256">
                  <c:v>504.61700000000002</c:v>
                </c:pt>
                <c:pt idx="3257">
                  <c:v>504.61700000000002</c:v>
                </c:pt>
                <c:pt idx="3258">
                  <c:v>504.61700000000002</c:v>
                </c:pt>
                <c:pt idx="3259">
                  <c:v>504.61700000000002</c:v>
                </c:pt>
                <c:pt idx="3260">
                  <c:v>504.61700000000002</c:v>
                </c:pt>
                <c:pt idx="3261">
                  <c:v>0</c:v>
                </c:pt>
                <c:pt idx="3262">
                  <c:v>0</c:v>
                </c:pt>
                <c:pt idx="3263">
                  <c:v>0</c:v>
                </c:pt>
                <c:pt idx="3264">
                  <c:v>0</c:v>
                </c:pt>
                <c:pt idx="3265">
                  <c:v>0</c:v>
                </c:pt>
                <c:pt idx="3266">
                  <c:v>0</c:v>
                </c:pt>
                <c:pt idx="3267">
                  <c:v>0</c:v>
                </c:pt>
                <c:pt idx="3268">
                  <c:v>0</c:v>
                </c:pt>
                <c:pt idx="3269">
                  <c:v>0</c:v>
                </c:pt>
                <c:pt idx="3270">
                  <c:v>0</c:v>
                </c:pt>
                <c:pt idx="3271">
                  <c:v>504.61700000000002</c:v>
                </c:pt>
                <c:pt idx="3272">
                  <c:v>504.61700000000002</c:v>
                </c:pt>
                <c:pt idx="3273">
                  <c:v>504.61700000000002</c:v>
                </c:pt>
                <c:pt idx="3274">
                  <c:v>504.61700000000002</c:v>
                </c:pt>
                <c:pt idx="3275">
                  <c:v>504.61700000000002</c:v>
                </c:pt>
                <c:pt idx="3276">
                  <c:v>504.61700000000002</c:v>
                </c:pt>
                <c:pt idx="3277">
                  <c:v>504.61700000000002</c:v>
                </c:pt>
                <c:pt idx="3278">
                  <c:v>504.61700000000002</c:v>
                </c:pt>
                <c:pt idx="3279">
                  <c:v>504.61700000000002</c:v>
                </c:pt>
                <c:pt idx="3280">
                  <c:v>504.61700000000002</c:v>
                </c:pt>
                <c:pt idx="3281">
                  <c:v>504.61700000000002</c:v>
                </c:pt>
                <c:pt idx="3282">
                  <c:v>504.61700000000002</c:v>
                </c:pt>
                <c:pt idx="3283">
                  <c:v>504.61700000000002</c:v>
                </c:pt>
                <c:pt idx="3284">
                  <c:v>504.61700000000002</c:v>
                </c:pt>
                <c:pt idx="3285">
                  <c:v>0</c:v>
                </c:pt>
                <c:pt idx="3286">
                  <c:v>0</c:v>
                </c:pt>
                <c:pt idx="3287">
                  <c:v>0</c:v>
                </c:pt>
                <c:pt idx="3288">
                  <c:v>0</c:v>
                </c:pt>
                <c:pt idx="3289">
                  <c:v>0</c:v>
                </c:pt>
                <c:pt idx="3290">
                  <c:v>0</c:v>
                </c:pt>
                <c:pt idx="3291">
                  <c:v>0</c:v>
                </c:pt>
                <c:pt idx="3292">
                  <c:v>0</c:v>
                </c:pt>
                <c:pt idx="3293">
                  <c:v>0</c:v>
                </c:pt>
                <c:pt idx="3294">
                  <c:v>0</c:v>
                </c:pt>
                <c:pt idx="3295">
                  <c:v>504.61700000000002</c:v>
                </c:pt>
                <c:pt idx="3296">
                  <c:v>504.61700000000002</c:v>
                </c:pt>
                <c:pt idx="3297">
                  <c:v>504.61700000000002</c:v>
                </c:pt>
                <c:pt idx="3298">
                  <c:v>504.61700000000002</c:v>
                </c:pt>
                <c:pt idx="3299">
                  <c:v>504.61700000000002</c:v>
                </c:pt>
                <c:pt idx="3300">
                  <c:v>504.61700000000002</c:v>
                </c:pt>
                <c:pt idx="3301">
                  <c:v>504.61700000000002</c:v>
                </c:pt>
                <c:pt idx="3302">
                  <c:v>504.61700000000002</c:v>
                </c:pt>
                <c:pt idx="3303">
                  <c:v>504.61700000000002</c:v>
                </c:pt>
                <c:pt idx="3304">
                  <c:v>504.61700000000002</c:v>
                </c:pt>
                <c:pt idx="3305">
                  <c:v>504.61700000000002</c:v>
                </c:pt>
                <c:pt idx="3306">
                  <c:v>504.61700000000002</c:v>
                </c:pt>
                <c:pt idx="3307">
                  <c:v>504.61700000000002</c:v>
                </c:pt>
                <c:pt idx="3308">
                  <c:v>504.61700000000002</c:v>
                </c:pt>
                <c:pt idx="3309">
                  <c:v>0</c:v>
                </c:pt>
                <c:pt idx="3310">
                  <c:v>0</c:v>
                </c:pt>
                <c:pt idx="3311">
                  <c:v>0</c:v>
                </c:pt>
                <c:pt idx="3312">
                  <c:v>0</c:v>
                </c:pt>
                <c:pt idx="3313">
                  <c:v>0</c:v>
                </c:pt>
                <c:pt idx="3314">
                  <c:v>0</c:v>
                </c:pt>
                <c:pt idx="3315">
                  <c:v>0</c:v>
                </c:pt>
                <c:pt idx="3316">
                  <c:v>0</c:v>
                </c:pt>
                <c:pt idx="3317">
                  <c:v>0</c:v>
                </c:pt>
                <c:pt idx="3318">
                  <c:v>0</c:v>
                </c:pt>
                <c:pt idx="3319">
                  <c:v>504.61700000000002</c:v>
                </c:pt>
                <c:pt idx="3320">
                  <c:v>504.61700000000002</c:v>
                </c:pt>
                <c:pt idx="3321">
                  <c:v>504.61700000000002</c:v>
                </c:pt>
                <c:pt idx="3322">
                  <c:v>504.61700000000002</c:v>
                </c:pt>
                <c:pt idx="3323">
                  <c:v>504.61700000000002</c:v>
                </c:pt>
                <c:pt idx="3324">
                  <c:v>504.61700000000002</c:v>
                </c:pt>
                <c:pt idx="3325">
                  <c:v>504.61700000000002</c:v>
                </c:pt>
                <c:pt idx="3326">
                  <c:v>504.61700000000002</c:v>
                </c:pt>
                <c:pt idx="3327">
                  <c:v>504.61700000000002</c:v>
                </c:pt>
                <c:pt idx="3328">
                  <c:v>504.61700000000002</c:v>
                </c:pt>
                <c:pt idx="3329">
                  <c:v>504.61700000000002</c:v>
                </c:pt>
                <c:pt idx="3330">
                  <c:v>504.61700000000002</c:v>
                </c:pt>
                <c:pt idx="3331">
                  <c:v>504.61700000000002</c:v>
                </c:pt>
                <c:pt idx="3332">
                  <c:v>504.61700000000002</c:v>
                </c:pt>
                <c:pt idx="3333">
                  <c:v>0</c:v>
                </c:pt>
                <c:pt idx="3334">
                  <c:v>0</c:v>
                </c:pt>
                <c:pt idx="3335">
                  <c:v>0</c:v>
                </c:pt>
                <c:pt idx="3336">
                  <c:v>0</c:v>
                </c:pt>
                <c:pt idx="3337">
                  <c:v>0</c:v>
                </c:pt>
                <c:pt idx="3338">
                  <c:v>0</c:v>
                </c:pt>
                <c:pt idx="3339">
                  <c:v>0</c:v>
                </c:pt>
                <c:pt idx="3340">
                  <c:v>0</c:v>
                </c:pt>
                <c:pt idx="3341">
                  <c:v>0</c:v>
                </c:pt>
                <c:pt idx="3342">
                  <c:v>0</c:v>
                </c:pt>
                <c:pt idx="3343">
                  <c:v>504.61700000000002</c:v>
                </c:pt>
                <c:pt idx="3344">
                  <c:v>504.61700000000002</c:v>
                </c:pt>
                <c:pt idx="3345">
                  <c:v>504.61700000000002</c:v>
                </c:pt>
                <c:pt idx="3346">
                  <c:v>504.61700000000002</c:v>
                </c:pt>
                <c:pt idx="3347">
                  <c:v>504.61700000000002</c:v>
                </c:pt>
                <c:pt idx="3348">
                  <c:v>504.61700000000002</c:v>
                </c:pt>
                <c:pt idx="3349">
                  <c:v>504.61700000000002</c:v>
                </c:pt>
                <c:pt idx="3350">
                  <c:v>504.61700000000002</c:v>
                </c:pt>
                <c:pt idx="3351">
                  <c:v>504.61700000000002</c:v>
                </c:pt>
                <c:pt idx="3352">
                  <c:v>504.61700000000002</c:v>
                </c:pt>
                <c:pt idx="3353">
                  <c:v>504.61700000000002</c:v>
                </c:pt>
                <c:pt idx="3354">
                  <c:v>504.61700000000002</c:v>
                </c:pt>
                <c:pt idx="3355">
                  <c:v>504.61700000000002</c:v>
                </c:pt>
                <c:pt idx="3356">
                  <c:v>504.61700000000002</c:v>
                </c:pt>
                <c:pt idx="3357">
                  <c:v>0</c:v>
                </c:pt>
                <c:pt idx="3358">
                  <c:v>0</c:v>
                </c:pt>
                <c:pt idx="3359">
                  <c:v>0</c:v>
                </c:pt>
                <c:pt idx="3360">
                  <c:v>0</c:v>
                </c:pt>
                <c:pt idx="3361">
                  <c:v>0</c:v>
                </c:pt>
                <c:pt idx="3362">
                  <c:v>0</c:v>
                </c:pt>
                <c:pt idx="3363">
                  <c:v>0</c:v>
                </c:pt>
                <c:pt idx="3364">
                  <c:v>0</c:v>
                </c:pt>
                <c:pt idx="3365">
                  <c:v>0</c:v>
                </c:pt>
                <c:pt idx="3366">
                  <c:v>0</c:v>
                </c:pt>
                <c:pt idx="3367">
                  <c:v>504.61700000000002</c:v>
                </c:pt>
                <c:pt idx="3368">
                  <c:v>504.61700000000002</c:v>
                </c:pt>
                <c:pt idx="3369">
                  <c:v>504.61700000000002</c:v>
                </c:pt>
                <c:pt idx="3370">
                  <c:v>504.61700000000002</c:v>
                </c:pt>
                <c:pt idx="3371">
                  <c:v>504.61700000000002</c:v>
                </c:pt>
                <c:pt idx="3372">
                  <c:v>504.61700000000002</c:v>
                </c:pt>
                <c:pt idx="3373">
                  <c:v>504.61700000000002</c:v>
                </c:pt>
                <c:pt idx="3374">
                  <c:v>504.61700000000002</c:v>
                </c:pt>
                <c:pt idx="3375">
                  <c:v>504.61700000000002</c:v>
                </c:pt>
                <c:pt idx="3376">
                  <c:v>504.61700000000002</c:v>
                </c:pt>
                <c:pt idx="3377">
                  <c:v>504.61700000000002</c:v>
                </c:pt>
                <c:pt idx="3378">
                  <c:v>504.61700000000002</c:v>
                </c:pt>
                <c:pt idx="3379">
                  <c:v>504.61700000000002</c:v>
                </c:pt>
                <c:pt idx="3380">
                  <c:v>504.61700000000002</c:v>
                </c:pt>
                <c:pt idx="3381">
                  <c:v>0</c:v>
                </c:pt>
                <c:pt idx="3382">
                  <c:v>0</c:v>
                </c:pt>
                <c:pt idx="3383">
                  <c:v>0</c:v>
                </c:pt>
                <c:pt idx="3384">
                  <c:v>0</c:v>
                </c:pt>
                <c:pt idx="3385">
                  <c:v>0</c:v>
                </c:pt>
                <c:pt idx="3386">
                  <c:v>0</c:v>
                </c:pt>
                <c:pt idx="3387">
                  <c:v>0</c:v>
                </c:pt>
                <c:pt idx="3388">
                  <c:v>0</c:v>
                </c:pt>
                <c:pt idx="3389">
                  <c:v>0</c:v>
                </c:pt>
                <c:pt idx="3390">
                  <c:v>0</c:v>
                </c:pt>
                <c:pt idx="3391">
                  <c:v>504.61700000000002</c:v>
                </c:pt>
                <c:pt idx="3392">
                  <c:v>504.61700000000002</c:v>
                </c:pt>
                <c:pt idx="3393">
                  <c:v>504.61700000000002</c:v>
                </c:pt>
                <c:pt idx="3394">
                  <c:v>504.61700000000002</c:v>
                </c:pt>
                <c:pt idx="3395">
                  <c:v>504.61700000000002</c:v>
                </c:pt>
                <c:pt idx="3396">
                  <c:v>504.61700000000002</c:v>
                </c:pt>
                <c:pt idx="3397">
                  <c:v>504.61700000000002</c:v>
                </c:pt>
                <c:pt idx="3398">
                  <c:v>504.61700000000002</c:v>
                </c:pt>
                <c:pt idx="3399">
                  <c:v>504.61700000000002</c:v>
                </c:pt>
                <c:pt idx="3400">
                  <c:v>504.61700000000002</c:v>
                </c:pt>
                <c:pt idx="3401">
                  <c:v>504.61700000000002</c:v>
                </c:pt>
                <c:pt idx="3402">
                  <c:v>504.61700000000002</c:v>
                </c:pt>
                <c:pt idx="3403">
                  <c:v>504.61700000000002</c:v>
                </c:pt>
                <c:pt idx="3404">
                  <c:v>504.61700000000002</c:v>
                </c:pt>
                <c:pt idx="3405">
                  <c:v>0</c:v>
                </c:pt>
                <c:pt idx="3406">
                  <c:v>0</c:v>
                </c:pt>
                <c:pt idx="3407">
                  <c:v>0</c:v>
                </c:pt>
                <c:pt idx="3408">
                  <c:v>0</c:v>
                </c:pt>
                <c:pt idx="3409">
                  <c:v>0</c:v>
                </c:pt>
                <c:pt idx="3410">
                  <c:v>0</c:v>
                </c:pt>
                <c:pt idx="3411">
                  <c:v>0</c:v>
                </c:pt>
                <c:pt idx="3412">
                  <c:v>0</c:v>
                </c:pt>
                <c:pt idx="3413">
                  <c:v>0</c:v>
                </c:pt>
                <c:pt idx="3414">
                  <c:v>0</c:v>
                </c:pt>
                <c:pt idx="3415">
                  <c:v>504.61700000000002</c:v>
                </c:pt>
                <c:pt idx="3416">
                  <c:v>504.61700000000002</c:v>
                </c:pt>
                <c:pt idx="3417">
                  <c:v>504.61700000000002</c:v>
                </c:pt>
                <c:pt idx="3418">
                  <c:v>504.61700000000002</c:v>
                </c:pt>
                <c:pt idx="3419">
                  <c:v>504.61700000000002</c:v>
                </c:pt>
                <c:pt idx="3420">
                  <c:v>504.61700000000002</c:v>
                </c:pt>
                <c:pt idx="3421">
                  <c:v>504.61700000000002</c:v>
                </c:pt>
                <c:pt idx="3422">
                  <c:v>504.61700000000002</c:v>
                </c:pt>
                <c:pt idx="3423">
                  <c:v>504.61700000000002</c:v>
                </c:pt>
                <c:pt idx="3424">
                  <c:v>504.61700000000002</c:v>
                </c:pt>
                <c:pt idx="3425">
                  <c:v>504.61700000000002</c:v>
                </c:pt>
                <c:pt idx="3426">
                  <c:v>504.61700000000002</c:v>
                </c:pt>
                <c:pt idx="3427">
                  <c:v>504.61700000000002</c:v>
                </c:pt>
                <c:pt idx="3428">
                  <c:v>504.61700000000002</c:v>
                </c:pt>
                <c:pt idx="3429">
                  <c:v>0</c:v>
                </c:pt>
                <c:pt idx="3430">
                  <c:v>0</c:v>
                </c:pt>
                <c:pt idx="3431">
                  <c:v>0</c:v>
                </c:pt>
                <c:pt idx="3432">
                  <c:v>0</c:v>
                </c:pt>
                <c:pt idx="3433">
                  <c:v>0</c:v>
                </c:pt>
                <c:pt idx="3434">
                  <c:v>0</c:v>
                </c:pt>
                <c:pt idx="3435">
                  <c:v>0</c:v>
                </c:pt>
                <c:pt idx="3436">
                  <c:v>0</c:v>
                </c:pt>
                <c:pt idx="3437">
                  <c:v>0</c:v>
                </c:pt>
                <c:pt idx="3438">
                  <c:v>0</c:v>
                </c:pt>
                <c:pt idx="3439">
                  <c:v>504.61700000000002</c:v>
                </c:pt>
                <c:pt idx="3440">
                  <c:v>504.61700000000002</c:v>
                </c:pt>
                <c:pt idx="3441">
                  <c:v>504.61700000000002</c:v>
                </c:pt>
                <c:pt idx="3442">
                  <c:v>504.61700000000002</c:v>
                </c:pt>
                <c:pt idx="3443">
                  <c:v>504.61700000000002</c:v>
                </c:pt>
                <c:pt idx="3444">
                  <c:v>504.61700000000002</c:v>
                </c:pt>
                <c:pt idx="3445">
                  <c:v>504.61700000000002</c:v>
                </c:pt>
                <c:pt idx="3446">
                  <c:v>504.61700000000002</c:v>
                </c:pt>
                <c:pt idx="3447">
                  <c:v>504.61700000000002</c:v>
                </c:pt>
                <c:pt idx="3448">
                  <c:v>504.61700000000002</c:v>
                </c:pt>
                <c:pt idx="3449">
                  <c:v>504.61700000000002</c:v>
                </c:pt>
                <c:pt idx="3450">
                  <c:v>504.61700000000002</c:v>
                </c:pt>
                <c:pt idx="3451">
                  <c:v>504.61700000000002</c:v>
                </c:pt>
                <c:pt idx="3452">
                  <c:v>504.61700000000002</c:v>
                </c:pt>
                <c:pt idx="3453">
                  <c:v>0</c:v>
                </c:pt>
                <c:pt idx="3454">
                  <c:v>0</c:v>
                </c:pt>
                <c:pt idx="3455">
                  <c:v>0</c:v>
                </c:pt>
                <c:pt idx="3456">
                  <c:v>0</c:v>
                </c:pt>
                <c:pt idx="3457">
                  <c:v>0</c:v>
                </c:pt>
                <c:pt idx="3458">
                  <c:v>0</c:v>
                </c:pt>
                <c:pt idx="3459">
                  <c:v>0</c:v>
                </c:pt>
                <c:pt idx="3460">
                  <c:v>0</c:v>
                </c:pt>
                <c:pt idx="3461">
                  <c:v>0</c:v>
                </c:pt>
                <c:pt idx="3462">
                  <c:v>0</c:v>
                </c:pt>
                <c:pt idx="3463">
                  <c:v>504.61700000000002</c:v>
                </c:pt>
                <c:pt idx="3464">
                  <c:v>504.61700000000002</c:v>
                </c:pt>
                <c:pt idx="3465">
                  <c:v>504.61700000000002</c:v>
                </c:pt>
                <c:pt idx="3466">
                  <c:v>504.61700000000002</c:v>
                </c:pt>
                <c:pt idx="3467">
                  <c:v>504.61700000000002</c:v>
                </c:pt>
                <c:pt idx="3468">
                  <c:v>504.61700000000002</c:v>
                </c:pt>
                <c:pt idx="3469">
                  <c:v>504.61700000000002</c:v>
                </c:pt>
                <c:pt idx="3470">
                  <c:v>504.61700000000002</c:v>
                </c:pt>
                <c:pt idx="3471">
                  <c:v>504.61700000000002</c:v>
                </c:pt>
                <c:pt idx="3472">
                  <c:v>504.61700000000002</c:v>
                </c:pt>
                <c:pt idx="3473">
                  <c:v>504.61700000000002</c:v>
                </c:pt>
                <c:pt idx="3474">
                  <c:v>504.61700000000002</c:v>
                </c:pt>
                <c:pt idx="3475">
                  <c:v>504.61700000000002</c:v>
                </c:pt>
                <c:pt idx="3476">
                  <c:v>504.61700000000002</c:v>
                </c:pt>
                <c:pt idx="3477">
                  <c:v>0</c:v>
                </c:pt>
                <c:pt idx="3478">
                  <c:v>0</c:v>
                </c:pt>
                <c:pt idx="3479">
                  <c:v>0</c:v>
                </c:pt>
                <c:pt idx="3480">
                  <c:v>0</c:v>
                </c:pt>
                <c:pt idx="3481">
                  <c:v>0</c:v>
                </c:pt>
                <c:pt idx="3482">
                  <c:v>0</c:v>
                </c:pt>
                <c:pt idx="3483">
                  <c:v>0</c:v>
                </c:pt>
                <c:pt idx="3484">
                  <c:v>0</c:v>
                </c:pt>
                <c:pt idx="3485">
                  <c:v>0</c:v>
                </c:pt>
                <c:pt idx="3486">
                  <c:v>0</c:v>
                </c:pt>
                <c:pt idx="3487">
                  <c:v>504.61700000000002</c:v>
                </c:pt>
                <c:pt idx="3488">
                  <c:v>504.61700000000002</c:v>
                </c:pt>
                <c:pt idx="3489">
                  <c:v>504.61700000000002</c:v>
                </c:pt>
                <c:pt idx="3490">
                  <c:v>504.61700000000002</c:v>
                </c:pt>
                <c:pt idx="3491">
                  <c:v>504.61700000000002</c:v>
                </c:pt>
                <c:pt idx="3492">
                  <c:v>504.61700000000002</c:v>
                </c:pt>
                <c:pt idx="3493">
                  <c:v>504.61700000000002</c:v>
                </c:pt>
                <c:pt idx="3494">
                  <c:v>504.61700000000002</c:v>
                </c:pt>
                <c:pt idx="3495">
                  <c:v>504.61700000000002</c:v>
                </c:pt>
                <c:pt idx="3496">
                  <c:v>504.61700000000002</c:v>
                </c:pt>
                <c:pt idx="3497">
                  <c:v>504.61700000000002</c:v>
                </c:pt>
                <c:pt idx="3498">
                  <c:v>504.61700000000002</c:v>
                </c:pt>
                <c:pt idx="3499">
                  <c:v>504.61700000000002</c:v>
                </c:pt>
                <c:pt idx="3500">
                  <c:v>504.61700000000002</c:v>
                </c:pt>
                <c:pt idx="3501">
                  <c:v>0</c:v>
                </c:pt>
                <c:pt idx="3502">
                  <c:v>0</c:v>
                </c:pt>
                <c:pt idx="3503">
                  <c:v>0</c:v>
                </c:pt>
                <c:pt idx="3504">
                  <c:v>0</c:v>
                </c:pt>
                <c:pt idx="3505">
                  <c:v>0</c:v>
                </c:pt>
                <c:pt idx="3506">
                  <c:v>0</c:v>
                </c:pt>
                <c:pt idx="3507">
                  <c:v>0</c:v>
                </c:pt>
                <c:pt idx="3508">
                  <c:v>0</c:v>
                </c:pt>
                <c:pt idx="3509">
                  <c:v>0</c:v>
                </c:pt>
                <c:pt idx="3510">
                  <c:v>0</c:v>
                </c:pt>
                <c:pt idx="3511">
                  <c:v>504.61700000000002</c:v>
                </c:pt>
                <c:pt idx="3512">
                  <c:v>504.61700000000002</c:v>
                </c:pt>
                <c:pt idx="3513">
                  <c:v>504.61700000000002</c:v>
                </c:pt>
                <c:pt idx="3514">
                  <c:v>504.61700000000002</c:v>
                </c:pt>
                <c:pt idx="3515">
                  <c:v>504.61700000000002</c:v>
                </c:pt>
                <c:pt idx="3516">
                  <c:v>504.61700000000002</c:v>
                </c:pt>
                <c:pt idx="3517">
                  <c:v>504.61700000000002</c:v>
                </c:pt>
                <c:pt idx="3518">
                  <c:v>504.61700000000002</c:v>
                </c:pt>
                <c:pt idx="3519">
                  <c:v>504.61700000000002</c:v>
                </c:pt>
                <c:pt idx="3520">
                  <c:v>504.61700000000002</c:v>
                </c:pt>
                <c:pt idx="3521">
                  <c:v>504.61700000000002</c:v>
                </c:pt>
                <c:pt idx="3522">
                  <c:v>504.61700000000002</c:v>
                </c:pt>
                <c:pt idx="3523">
                  <c:v>504.61700000000002</c:v>
                </c:pt>
                <c:pt idx="3524">
                  <c:v>504.61700000000002</c:v>
                </c:pt>
                <c:pt idx="3525">
                  <c:v>0</c:v>
                </c:pt>
                <c:pt idx="3526">
                  <c:v>0</c:v>
                </c:pt>
                <c:pt idx="3527">
                  <c:v>0</c:v>
                </c:pt>
                <c:pt idx="3528">
                  <c:v>0</c:v>
                </c:pt>
                <c:pt idx="3529">
                  <c:v>0</c:v>
                </c:pt>
                <c:pt idx="3530">
                  <c:v>0</c:v>
                </c:pt>
                <c:pt idx="3531">
                  <c:v>0</c:v>
                </c:pt>
                <c:pt idx="3532">
                  <c:v>0</c:v>
                </c:pt>
                <c:pt idx="3533">
                  <c:v>0</c:v>
                </c:pt>
                <c:pt idx="3534">
                  <c:v>0</c:v>
                </c:pt>
                <c:pt idx="3535">
                  <c:v>504.61700000000002</c:v>
                </c:pt>
                <c:pt idx="3536">
                  <c:v>504.61700000000002</c:v>
                </c:pt>
                <c:pt idx="3537">
                  <c:v>504.61700000000002</c:v>
                </c:pt>
                <c:pt idx="3538">
                  <c:v>504.61700000000002</c:v>
                </c:pt>
                <c:pt idx="3539">
                  <c:v>504.61700000000002</c:v>
                </c:pt>
                <c:pt idx="3540">
                  <c:v>504.61700000000002</c:v>
                </c:pt>
                <c:pt idx="3541">
                  <c:v>504.61700000000002</c:v>
                </c:pt>
                <c:pt idx="3542">
                  <c:v>504.61700000000002</c:v>
                </c:pt>
                <c:pt idx="3543">
                  <c:v>504.61700000000002</c:v>
                </c:pt>
                <c:pt idx="3544">
                  <c:v>504.61700000000002</c:v>
                </c:pt>
                <c:pt idx="3545">
                  <c:v>504.61700000000002</c:v>
                </c:pt>
                <c:pt idx="3546">
                  <c:v>504.61700000000002</c:v>
                </c:pt>
                <c:pt idx="3547">
                  <c:v>504.61700000000002</c:v>
                </c:pt>
                <c:pt idx="3548">
                  <c:v>504.61700000000002</c:v>
                </c:pt>
                <c:pt idx="3549">
                  <c:v>0</c:v>
                </c:pt>
                <c:pt idx="3550">
                  <c:v>0</c:v>
                </c:pt>
                <c:pt idx="3551">
                  <c:v>0</c:v>
                </c:pt>
                <c:pt idx="3552">
                  <c:v>0</c:v>
                </c:pt>
                <c:pt idx="3553">
                  <c:v>0</c:v>
                </c:pt>
                <c:pt idx="3554">
                  <c:v>0</c:v>
                </c:pt>
                <c:pt idx="3555">
                  <c:v>0</c:v>
                </c:pt>
                <c:pt idx="3556">
                  <c:v>0</c:v>
                </c:pt>
                <c:pt idx="3557">
                  <c:v>0</c:v>
                </c:pt>
                <c:pt idx="3558">
                  <c:v>0</c:v>
                </c:pt>
                <c:pt idx="3559">
                  <c:v>504.61700000000002</c:v>
                </c:pt>
                <c:pt idx="3560">
                  <c:v>504.61700000000002</c:v>
                </c:pt>
                <c:pt idx="3561">
                  <c:v>504.61700000000002</c:v>
                </c:pt>
                <c:pt idx="3562">
                  <c:v>504.61700000000002</c:v>
                </c:pt>
                <c:pt idx="3563">
                  <c:v>504.61700000000002</c:v>
                </c:pt>
                <c:pt idx="3564">
                  <c:v>504.61700000000002</c:v>
                </c:pt>
                <c:pt idx="3565">
                  <c:v>504.61700000000002</c:v>
                </c:pt>
                <c:pt idx="3566">
                  <c:v>504.61700000000002</c:v>
                </c:pt>
                <c:pt idx="3567">
                  <c:v>504.61700000000002</c:v>
                </c:pt>
                <c:pt idx="3568">
                  <c:v>504.61700000000002</c:v>
                </c:pt>
                <c:pt idx="3569">
                  <c:v>504.61700000000002</c:v>
                </c:pt>
                <c:pt idx="3570">
                  <c:v>504.61700000000002</c:v>
                </c:pt>
                <c:pt idx="3571">
                  <c:v>504.61700000000002</c:v>
                </c:pt>
                <c:pt idx="3572">
                  <c:v>504.61700000000002</c:v>
                </c:pt>
                <c:pt idx="3573">
                  <c:v>0</c:v>
                </c:pt>
                <c:pt idx="3574">
                  <c:v>0</c:v>
                </c:pt>
                <c:pt idx="3575">
                  <c:v>0</c:v>
                </c:pt>
                <c:pt idx="3576">
                  <c:v>0</c:v>
                </c:pt>
                <c:pt idx="3577">
                  <c:v>0</c:v>
                </c:pt>
                <c:pt idx="3578">
                  <c:v>0</c:v>
                </c:pt>
                <c:pt idx="3579">
                  <c:v>0</c:v>
                </c:pt>
                <c:pt idx="3580">
                  <c:v>0</c:v>
                </c:pt>
                <c:pt idx="3581">
                  <c:v>0</c:v>
                </c:pt>
                <c:pt idx="3582">
                  <c:v>0</c:v>
                </c:pt>
                <c:pt idx="3583">
                  <c:v>504.61700000000002</c:v>
                </c:pt>
                <c:pt idx="3584">
                  <c:v>504.61700000000002</c:v>
                </c:pt>
                <c:pt idx="3585">
                  <c:v>504.61700000000002</c:v>
                </c:pt>
                <c:pt idx="3586">
                  <c:v>504.61700000000002</c:v>
                </c:pt>
                <c:pt idx="3587">
                  <c:v>504.61700000000002</c:v>
                </c:pt>
                <c:pt idx="3588">
                  <c:v>504.61700000000002</c:v>
                </c:pt>
                <c:pt idx="3589">
                  <c:v>504.61700000000002</c:v>
                </c:pt>
                <c:pt idx="3590">
                  <c:v>504.61700000000002</c:v>
                </c:pt>
                <c:pt idx="3591">
                  <c:v>504.61700000000002</c:v>
                </c:pt>
                <c:pt idx="3592">
                  <c:v>504.61700000000002</c:v>
                </c:pt>
                <c:pt idx="3593">
                  <c:v>504.61700000000002</c:v>
                </c:pt>
                <c:pt idx="3594">
                  <c:v>504.61700000000002</c:v>
                </c:pt>
                <c:pt idx="3595">
                  <c:v>504.61700000000002</c:v>
                </c:pt>
                <c:pt idx="3596">
                  <c:v>504.61700000000002</c:v>
                </c:pt>
                <c:pt idx="3597">
                  <c:v>0</c:v>
                </c:pt>
                <c:pt idx="3598">
                  <c:v>0</c:v>
                </c:pt>
                <c:pt idx="3599">
                  <c:v>0</c:v>
                </c:pt>
                <c:pt idx="3600">
                  <c:v>0</c:v>
                </c:pt>
                <c:pt idx="3601">
                  <c:v>0</c:v>
                </c:pt>
                <c:pt idx="3602">
                  <c:v>0</c:v>
                </c:pt>
                <c:pt idx="3603">
                  <c:v>0</c:v>
                </c:pt>
                <c:pt idx="3604">
                  <c:v>0</c:v>
                </c:pt>
                <c:pt idx="3605">
                  <c:v>0</c:v>
                </c:pt>
                <c:pt idx="3606">
                  <c:v>0</c:v>
                </c:pt>
                <c:pt idx="3607">
                  <c:v>504.61700000000002</c:v>
                </c:pt>
                <c:pt idx="3608">
                  <c:v>504.61700000000002</c:v>
                </c:pt>
                <c:pt idx="3609">
                  <c:v>504.61700000000002</c:v>
                </c:pt>
                <c:pt idx="3610">
                  <c:v>504.61700000000002</c:v>
                </c:pt>
                <c:pt idx="3611">
                  <c:v>504.61700000000002</c:v>
                </c:pt>
                <c:pt idx="3612">
                  <c:v>504.61700000000002</c:v>
                </c:pt>
                <c:pt idx="3613">
                  <c:v>504.61700000000002</c:v>
                </c:pt>
                <c:pt idx="3614">
                  <c:v>504.61700000000002</c:v>
                </c:pt>
                <c:pt idx="3615">
                  <c:v>504.61700000000002</c:v>
                </c:pt>
                <c:pt idx="3616">
                  <c:v>504.61700000000002</c:v>
                </c:pt>
                <c:pt idx="3617">
                  <c:v>504.61700000000002</c:v>
                </c:pt>
                <c:pt idx="3618">
                  <c:v>504.61700000000002</c:v>
                </c:pt>
                <c:pt idx="3619">
                  <c:v>504.61700000000002</c:v>
                </c:pt>
                <c:pt idx="3620">
                  <c:v>504.61700000000002</c:v>
                </c:pt>
                <c:pt idx="3621">
                  <c:v>0</c:v>
                </c:pt>
                <c:pt idx="3622">
                  <c:v>0</c:v>
                </c:pt>
                <c:pt idx="3623">
                  <c:v>0</c:v>
                </c:pt>
                <c:pt idx="3624">
                  <c:v>0</c:v>
                </c:pt>
                <c:pt idx="3625">
                  <c:v>0</c:v>
                </c:pt>
                <c:pt idx="3626">
                  <c:v>0</c:v>
                </c:pt>
                <c:pt idx="3627">
                  <c:v>0</c:v>
                </c:pt>
                <c:pt idx="3628">
                  <c:v>0</c:v>
                </c:pt>
                <c:pt idx="3629">
                  <c:v>0</c:v>
                </c:pt>
                <c:pt idx="3630">
                  <c:v>0</c:v>
                </c:pt>
                <c:pt idx="3631">
                  <c:v>504.61700000000002</c:v>
                </c:pt>
                <c:pt idx="3632">
                  <c:v>504.61700000000002</c:v>
                </c:pt>
                <c:pt idx="3633">
                  <c:v>504.61700000000002</c:v>
                </c:pt>
                <c:pt idx="3634">
                  <c:v>504.61700000000002</c:v>
                </c:pt>
                <c:pt idx="3635">
                  <c:v>504.61700000000002</c:v>
                </c:pt>
                <c:pt idx="3636">
                  <c:v>504.61700000000002</c:v>
                </c:pt>
                <c:pt idx="3637">
                  <c:v>504.61700000000002</c:v>
                </c:pt>
                <c:pt idx="3638">
                  <c:v>504.61700000000002</c:v>
                </c:pt>
                <c:pt idx="3639">
                  <c:v>504.61700000000002</c:v>
                </c:pt>
                <c:pt idx="3640">
                  <c:v>504.61700000000002</c:v>
                </c:pt>
                <c:pt idx="3641">
                  <c:v>504.61700000000002</c:v>
                </c:pt>
                <c:pt idx="3642">
                  <c:v>504.61700000000002</c:v>
                </c:pt>
                <c:pt idx="3643">
                  <c:v>504.61700000000002</c:v>
                </c:pt>
                <c:pt idx="3644">
                  <c:v>504.61700000000002</c:v>
                </c:pt>
                <c:pt idx="3645">
                  <c:v>0</c:v>
                </c:pt>
                <c:pt idx="3646">
                  <c:v>0</c:v>
                </c:pt>
                <c:pt idx="3647">
                  <c:v>0</c:v>
                </c:pt>
                <c:pt idx="3648">
                  <c:v>0</c:v>
                </c:pt>
                <c:pt idx="3649">
                  <c:v>0</c:v>
                </c:pt>
                <c:pt idx="3650">
                  <c:v>0</c:v>
                </c:pt>
                <c:pt idx="3651">
                  <c:v>0</c:v>
                </c:pt>
                <c:pt idx="3652">
                  <c:v>0</c:v>
                </c:pt>
                <c:pt idx="3653">
                  <c:v>0</c:v>
                </c:pt>
                <c:pt idx="3654">
                  <c:v>0</c:v>
                </c:pt>
                <c:pt idx="3655">
                  <c:v>504.61700000000002</c:v>
                </c:pt>
                <c:pt idx="3656">
                  <c:v>504.61700000000002</c:v>
                </c:pt>
                <c:pt idx="3657">
                  <c:v>504.61700000000002</c:v>
                </c:pt>
                <c:pt idx="3658">
                  <c:v>504.61700000000002</c:v>
                </c:pt>
                <c:pt idx="3659">
                  <c:v>504.61700000000002</c:v>
                </c:pt>
                <c:pt idx="3660">
                  <c:v>504.61700000000002</c:v>
                </c:pt>
                <c:pt idx="3661">
                  <c:v>504.61700000000002</c:v>
                </c:pt>
                <c:pt idx="3662">
                  <c:v>504.61700000000002</c:v>
                </c:pt>
                <c:pt idx="3663">
                  <c:v>504.61700000000002</c:v>
                </c:pt>
                <c:pt idx="3664">
                  <c:v>504.61700000000002</c:v>
                </c:pt>
                <c:pt idx="3665">
                  <c:v>504.61700000000002</c:v>
                </c:pt>
                <c:pt idx="3666">
                  <c:v>504.61700000000002</c:v>
                </c:pt>
                <c:pt idx="3667">
                  <c:v>504.61700000000002</c:v>
                </c:pt>
                <c:pt idx="3668">
                  <c:v>504.61700000000002</c:v>
                </c:pt>
                <c:pt idx="3669">
                  <c:v>0</c:v>
                </c:pt>
                <c:pt idx="3670">
                  <c:v>0</c:v>
                </c:pt>
                <c:pt idx="3671">
                  <c:v>0</c:v>
                </c:pt>
                <c:pt idx="3672">
                  <c:v>0</c:v>
                </c:pt>
                <c:pt idx="3673">
                  <c:v>0</c:v>
                </c:pt>
                <c:pt idx="3674">
                  <c:v>0</c:v>
                </c:pt>
                <c:pt idx="3675">
                  <c:v>0</c:v>
                </c:pt>
                <c:pt idx="3676">
                  <c:v>0</c:v>
                </c:pt>
                <c:pt idx="3677">
                  <c:v>0</c:v>
                </c:pt>
                <c:pt idx="3678">
                  <c:v>0</c:v>
                </c:pt>
                <c:pt idx="3679">
                  <c:v>504.61700000000002</c:v>
                </c:pt>
                <c:pt idx="3680">
                  <c:v>504.61700000000002</c:v>
                </c:pt>
                <c:pt idx="3681">
                  <c:v>504.61700000000002</c:v>
                </c:pt>
                <c:pt idx="3682">
                  <c:v>504.61700000000002</c:v>
                </c:pt>
                <c:pt idx="3683">
                  <c:v>504.61700000000002</c:v>
                </c:pt>
                <c:pt idx="3684">
                  <c:v>504.61700000000002</c:v>
                </c:pt>
                <c:pt idx="3685">
                  <c:v>504.61700000000002</c:v>
                </c:pt>
                <c:pt idx="3686">
                  <c:v>504.61700000000002</c:v>
                </c:pt>
                <c:pt idx="3687">
                  <c:v>504.61700000000002</c:v>
                </c:pt>
                <c:pt idx="3688">
                  <c:v>504.61700000000002</c:v>
                </c:pt>
                <c:pt idx="3689">
                  <c:v>504.61700000000002</c:v>
                </c:pt>
                <c:pt idx="3690">
                  <c:v>504.61700000000002</c:v>
                </c:pt>
                <c:pt idx="3691">
                  <c:v>504.61700000000002</c:v>
                </c:pt>
                <c:pt idx="3692">
                  <c:v>504.61700000000002</c:v>
                </c:pt>
                <c:pt idx="3693">
                  <c:v>0</c:v>
                </c:pt>
                <c:pt idx="3694">
                  <c:v>0</c:v>
                </c:pt>
                <c:pt idx="3695">
                  <c:v>0</c:v>
                </c:pt>
                <c:pt idx="3696">
                  <c:v>0</c:v>
                </c:pt>
                <c:pt idx="3697">
                  <c:v>0</c:v>
                </c:pt>
                <c:pt idx="3698">
                  <c:v>0</c:v>
                </c:pt>
                <c:pt idx="3699">
                  <c:v>0</c:v>
                </c:pt>
                <c:pt idx="3700">
                  <c:v>0</c:v>
                </c:pt>
                <c:pt idx="3701">
                  <c:v>0</c:v>
                </c:pt>
                <c:pt idx="3702">
                  <c:v>0</c:v>
                </c:pt>
                <c:pt idx="3703">
                  <c:v>504.61700000000002</c:v>
                </c:pt>
                <c:pt idx="3704">
                  <c:v>504.61700000000002</c:v>
                </c:pt>
                <c:pt idx="3705">
                  <c:v>504.61700000000002</c:v>
                </c:pt>
                <c:pt idx="3706">
                  <c:v>504.61700000000002</c:v>
                </c:pt>
                <c:pt idx="3707">
                  <c:v>504.61700000000002</c:v>
                </c:pt>
                <c:pt idx="3708">
                  <c:v>504.61700000000002</c:v>
                </c:pt>
                <c:pt idx="3709">
                  <c:v>504.61700000000002</c:v>
                </c:pt>
                <c:pt idx="3710">
                  <c:v>504.61700000000002</c:v>
                </c:pt>
                <c:pt idx="3711">
                  <c:v>504.61700000000002</c:v>
                </c:pt>
                <c:pt idx="3712">
                  <c:v>504.61700000000002</c:v>
                </c:pt>
                <c:pt idx="3713">
                  <c:v>504.61700000000002</c:v>
                </c:pt>
                <c:pt idx="3714">
                  <c:v>504.61700000000002</c:v>
                </c:pt>
                <c:pt idx="3715">
                  <c:v>504.61700000000002</c:v>
                </c:pt>
                <c:pt idx="3716">
                  <c:v>504.61700000000002</c:v>
                </c:pt>
                <c:pt idx="3717">
                  <c:v>0</c:v>
                </c:pt>
                <c:pt idx="3718">
                  <c:v>0</c:v>
                </c:pt>
                <c:pt idx="3719">
                  <c:v>0</c:v>
                </c:pt>
                <c:pt idx="3720">
                  <c:v>0</c:v>
                </c:pt>
                <c:pt idx="3721">
                  <c:v>0</c:v>
                </c:pt>
                <c:pt idx="3722">
                  <c:v>0</c:v>
                </c:pt>
                <c:pt idx="3723">
                  <c:v>0</c:v>
                </c:pt>
                <c:pt idx="3724">
                  <c:v>0</c:v>
                </c:pt>
                <c:pt idx="3725">
                  <c:v>0</c:v>
                </c:pt>
                <c:pt idx="3726">
                  <c:v>0</c:v>
                </c:pt>
                <c:pt idx="3727">
                  <c:v>504.61700000000002</c:v>
                </c:pt>
                <c:pt idx="3728">
                  <c:v>504.61700000000002</c:v>
                </c:pt>
                <c:pt idx="3729">
                  <c:v>504.61700000000002</c:v>
                </c:pt>
                <c:pt idx="3730">
                  <c:v>504.61700000000002</c:v>
                </c:pt>
                <c:pt idx="3731">
                  <c:v>504.61700000000002</c:v>
                </c:pt>
                <c:pt idx="3732">
                  <c:v>504.61700000000002</c:v>
                </c:pt>
                <c:pt idx="3733">
                  <c:v>504.61700000000002</c:v>
                </c:pt>
                <c:pt idx="3734">
                  <c:v>504.61700000000002</c:v>
                </c:pt>
                <c:pt idx="3735">
                  <c:v>504.61700000000002</c:v>
                </c:pt>
                <c:pt idx="3736">
                  <c:v>504.61700000000002</c:v>
                </c:pt>
                <c:pt idx="3737">
                  <c:v>504.61700000000002</c:v>
                </c:pt>
                <c:pt idx="3738">
                  <c:v>504.61700000000002</c:v>
                </c:pt>
                <c:pt idx="3739">
                  <c:v>504.61700000000002</c:v>
                </c:pt>
                <c:pt idx="3740">
                  <c:v>504.61700000000002</c:v>
                </c:pt>
                <c:pt idx="3741">
                  <c:v>0</c:v>
                </c:pt>
                <c:pt idx="3742">
                  <c:v>0</c:v>
                </c:pt>
                <c:pt idx="3743">
                  <c:v>0</c:v>
                </c:pt>
                <c:pt idx="3744">
                  <c:v>0</c:v>
                </c:pt>
                <c:pt idx="3745">
                  <c:v>0</c:v>
                </c:pt>
                <c:pt idx="3746">
                  <c:v>0</c:v>
                </c:pt>
                <c:pt idx="3747">
                  <c:v>0</c:v>
                </c:pt>
                <c:pt idx="3748">
                  <c:v>0</c:v>
                </c:pt>
                <c:pt idx="3749">
                  <c:v>0</c:v>
                </c:pt>
                <c:pt idx="3750">
                  <c:v>0</c:v>
                </c:pt>
                <c:pt idx="3751">
                  <c:v>504.61700000000002</c:v>
                </c:pt>
                <c:pt idx="3752">
                  <c:v>504.61700000000002</c:v>
                </c:pt>
                <c:pt idx="3753">
                  <c:v>504.61700000000002</c:v>
                </c:pt>
                <c:pt idx="3754">
                  <c:v>504.61700000000002</c:v>
                </c:pt>
                <c:pt idx="3755">
                  <c:v>504.61700000000002</c:v>
                </c:pt>
                <c:pt idx="3756">
                  <c:v>504.61700000000002</c:v>
                </c:pt>
                <c:pt idx="3757">
                  <c:v>504.61700000000002</c:v>
                </c:pt>
                <c:pt idx="3758">
                  <c:v>504.61700000000002</c:v>
                </c:pt>
                <c:pt idx="3759">
                  <c:v>504.61700000000002</c:v>
                </c:pt>
                <c:pt idx="3760">
                  <c:v>504.61700000000002</c:v>
                </c:pt>
                <c:pt idx="3761">
                  <c:v>504.61700000000002</c:v>
                </c:pt>
                <c:pt idx="3762">
                  <c:v>504.61700000000002</c:v>
                </c:pt>
                <c:pt idx="3763">
                  <c:v>504.61700000000002</c:v>
                </c:pt>
                <c:pt idx="3764">
                  <c:v>504.61700000000002</c:v>
                </c:pt>
                <c:pt idx="3765">
                  <c:v>0</c:v>
                </c:pt>
                <c:pt idx="3766">
                  <c:v>0</c:v>
                </c:pt>
                <c:pt idx="3767">
                  <c:v>0</c:v>
                </c:pt>
                <c:pt idx="3768">
                  <c:v>0</c:v>
                </c:pt>
                <c:pt idx="3769">
                  <c:v>0</c:v>
                </c:pt>
                <c:pt idx="3770">
                  <c:v>0</c:v>
                </c:pt>
                <c:pt idx="3771">
                  <c:v>0</c:v>
                </c:pt>
                <c:pt idx="3772">
                  <c:v>0</c:v>
                </c:pt>
                <c:pt idx="3773">
                  <c:v>0</c:v>
                </c:pt>
                <c:pt idx="3774">
                  <c:v>0</c:v>
                </c:pt>
                <c:pt idx="3775">
                  <c:v>504.61700000000002</c:v>
                </c:pt>
                <c:pt idx="3776">
                  <c:v>504.61700000000002</c:v>
                </c:pt>
                <c:pt idx="3777">
                  <c:v>504.61700000000002</c:v>
                </c:pt>
                <c:pt idx="3778">
                  <c:v>504.61700000000002</c:v>
                </c:pt>
                <c:pt idx="3779">
                  <c:v>504.61700000000002</c:v>
                </c:pt>
                <c:pt idx="3780">
                  <c:v>504.61700000000002</c:v>
                </c:pt>
                <c:pt idx="3781">
                  <c:v>504.61700000000002</c:v>
                </c:pt>
                <c:pt idx="3782">
                  <c:v>504.61700000000002</c:v>
                </c:pt>
                <c:pt idx="3783">
                  <c:v>504.61700000000002</c:v>
                </c:pt>
                <c:pt idx="3784">
                  <c:v>504.61700000000002</c:v>
                </c:pt>
                <c:pt idx="3785">
                  <c:v>504.61700000000002</c:v>
                </c:pt>
                <c:pt idx="3786">
                  <c:v>504.61700000000002</c:v>
                </c:pt>
                <c:pt idx="3787">
                  <c:v>504.61700000000002</c:v>
                </c:pt>
                <c:pt idx="3788">
                  <c:v>504.61700000000002</c:v>
                </c:pt>
                <c:pt idx="3789">
                  <c:v>0</c:v>
                </c:pt>
                <c:pt idx="3790">
                  <c:v>0</c:v>
                </c:pt>
                <c:pt idx="3791">
                  <c:v>0</c:v>
                </c:pt>
                <c:pt idx="3792">
                  <c:v>0</c:v>
                </c:pt>
                <c:pt idx="3793">
                  <c:v>0</c:v>
                </c:pt>
                <c:pt idx="3794">
                  <c:v>0</c:v>
                </c:pt>
                <c:pt idx="3795">
                  <c:v>0</c:v>
                </c:pt>
                <c:pt idx="3796">
                  <c:v>0</c:v>
                </c:pt>
                <c:pt idx="3797">
                  <c:v>0</c:v>
                </c:pt>
                <c:pt idx="3798">
                  <c:v>0</c:v>
                </c:pt>
                <c:pt idx="3799">
                  <c:v>504.61700000000002</c:v>
                </c:pt>
                <c:pt idx="3800">
                  <c:v>504.61700000000002</c:v>
                </c:pt>
                <c:pt idx="3801">
                  <c:v>504.61700000000002</c:v>
                </c:pt>
                <c:pt idx="3802">
                  <c:v>504.61700000000002</c:v>
                </c:pt>
                <c:pt idx="3803">
                  <c:v>504.61700000000002</c:v>
                </c:pt>
                <c:pt idx="3804">
                  <c:v>504.61700000000002</c:v>
                </c:pt>
                <c:pt idx="3805">
                  <c:v>504.61700000000002</c:v>
                </c:pt>
                <c:pt idx="3806">
                  <c:v>504.61700000000002</c:v>
                </c:pt>
                <c:pt idx="3807">
                  <c:v>504.61700000000002</c:v>
                </c:pt>
                <c:pt idx="3808">
                  <c:v>504.61700000000002</c:v>
                </c:pt>
                <c:pt idx="3809">
                  <c:v>504.61700000000002</c:v>
                </c:pt>
                <c:pt idx="3810">
                  <c:v>504.61700000000002</c:v>
                </c:pt>
                <c:pt idx="3811">
                  <c:v>504.61700000000002</c:v>
                </c:pt>
                <c:pt idx="3812">
                  <c:v>504.61700000000002</c:v>
                </c:pt>
                <c:pt idx="3813">
                  <c:v>0</c:v>
                </c:pt>
                <c:pt idx="3814">
                  <c:v>0</c:v>
                </c:pt>
                <c:pt idx="3815">
                  <c:v>0</c:v>
                </c:pt>
                <c:pt idx="3816">
                  <c:v>0</c:v>
                </c:pt>
                <c:pt idx="3817">
                  <c:v>0</c:v>
                </c:pt>
                <c:pt idx="3818">
                  <c:v>0</c:v>
                </c:pt>
                <c:pt idx="3819">
                  <c:v>0</c:v>
                </c:pt>
                <c:pt idx="3820">
                  <c:v>0</c:v>
                </c:pt>
                <c:pt idx="3821">
                  <c:v>0</c:v>
                </c:pt>
                <c:pt idx="3822">
                  <c:v>0</c:v>
                </c:pt>
                <c:pt idx="3823">
                  <c:v>504.61700000000002</c:v>
                </c:pt>
                <c:pt idx="3824">
                  <c:v>504.61700000000002</c:v>
                </c:pt>
                <c:pt idx="3825">
                  <c:v>504.61700000000002</c:v>
                </c:pt>
                <c:pt idx="3826">
                  <c:v>504.61700000000002</c:v>
                </c:pt>
                <c:pt idx="3827">
                  <c:v>504.61700000000002</c:v>
                </c:pt>
                <c:pt idx="3828">
                  <c:v>504.61700000000002</c:v>
                </c:pt>
                <c:pt idx="3829">
                  <c:v>504.61700000000002</c:v>
                </c:pt>
                <c:pt idx="3830">
                  <c:v>504.61700000000002</c:v>
                </c:pt>
                <c:pt idx="3831">
                  <c:v>504.61700000000002</c:v>
                </c:pt>
                <c:pt idx="3832">
                  <c:v>504.61700000000002</c:v>
                </c:pt>
                <c:pt idx="3833">
                  <c:v>504.61700000000002</c:v>
                </c:pt>
                <c:pt idx="3834">
                  <c:v>504.61700000000002</c:v>
                </c:pt>
                <c:pt idx="3835">
                  <c:v>504.61700000000002</c:v>
                </c:pt>
                <c:pt idx="3836">
                  <c:v>504.61700000000002</c:v>
                </c:pt>
                <c:pt idx="3837">
                  <c:v>0</c:v>
                </c:pt>
                <c:pt idx="3838">
                  <c:v>0</c:v>
                </c:pt>
                <c:pt idx="3839">
                  <c:v>0</c:v>
                </c:pt>
                <c:pt idx="3840">
                  <c:v>0</c:v>
                </c:pt>
                <c:pt idx="3841">
                  <c:v>0</c:v>
                </c:pt>
                <c:pt idx="3842">
                  <c:v>0</c:v>
                </c:pt>
                <c:pt idx="3843">
                  <c:v>0</c:v>
                </c:pt>
                <c:pt idx="3844">
                  <c:v>0</c:v>
                </c:pt>
                <c:pt idx="3845">
                  <c:v>0</c:v>
                </c:pt>
                <c:pt idx="3846">
                  <c:v>0</c:v>
                </c:pt>
                <c:pt idx="3847">
                  <c:v>504.61700000000002</c:v>
                </c:pt>
                <c:pt idx="3848">
                  <c:v>504.61700000000002</c:v>
                </c:pt>
                <c:pt idx="3849">
                  <c:v>504.61700000000002</c:v>
                </c:pt>
                <c:pt idx="3850">
                  <c:v>504.61700000000002</c:v>
                </c:pt>
                <c:pt idx="3851">
                  <c:v>504.61700000000002</c:v>
                </c:pt>
                <c:pt idx="3852">
                  <c:v>504.61700000000002</c:v>
                </c:pt>
                <c:pt idx="3853">
                  <c:v>504.61700000000002</c:v>
                </c:pt>
                <c:pt idx="3854">
                  <c:v>504.61700000000002</c:v>
                </c:pt>
                <c:pt idx="3855">
                  <c:v>504.61700000000002</c:v>
                </c:pt>
                <c:pt idx="3856">
                  <c:v>504.61700000000002</c:v>
                </c:pt>
                <c:pt idx="3857">
                  <c:v>504.61700000000002</c:v>
                </c:pt>
                <c:pt idx="3858">
                  <c:v>504.61700000000002</c:v>
                </c:pt>
                <c:pt idx="3859">
                  <c:v>504.61700000000002</c:v>
                </c:pt>
                <c:pt idx="3860">
                  <c:v>504.61700000000002</c:v>
                </c:pt>
                <c:pt idx="3861">
                  <c:v>0</c:v>
                </c:pt>
                <c:pt idx="3862">
                  <c:v>0</c:v>
                </c:pt>
                <c:pt idx="3863">
                  <c:v>0</c:v>
                </c:pt>
                <c:pt idx="3864">
                  <c:v>0</c:v>
                </c:pt>
                <c:pt idx="3865">
                  <c:v>0</c:v>
                </c:pt>
                <c:pt idx="3866">
                  <c:v>0</c:v>
                </c:pt>
                <c:pt idx="3867">
                  <c:v>0</c:v>
                </c:pt>
                <c:pt idx="3868">
                  <c:v>0</c:v>
                </c:pt>
                <c:pt idx="3869">
                  <c:v>0</c:v>
                </c:pt>
                <c:pt idx="3870">
                  <c:v>0</c:v>
                </c:pt>
                <c:pt idx="3871">
                  <c:v>504.61700000000002</c:v>
                </c:pt>
                <c:pt idx="3872">
                  <c:v>504.61700000000002</c:v>
                </c:pt>
                <c:pt idx="3873">
                  <c:v>504.61700000000002</c:v>
                </c:pt>
                <c:pt idx="3874">
                  <c:v>504.61700000000002</c:v>
                </c:pt>
                <c:pt idx="3875">
                  <c:v>504.61700000000002</c:v>
                </c:pt>
                <c:pt idx="3876">
                  <c:v>504.61700000000002</c:v>
                </c:pt>
                <c:pt idx="3877">
                  <c:v>504.61700000000002</c:v>
                </c:pt>
                <c:pt idx="3878">
                  <c:v>504.61700000000002</c:v>
                </c:pt>
                <c:pt idx="3879">
                  <c:v>504.61700000000002</c:v>
                </c:pt>
                <c:pt idx="3880">
                  <c:v>504.61700000000002</c:v>
                </c:pt>
                <c:pt idx="3881">
                  <c:v>504.61700000000002</c:v>
                </c:pt>
                <c:pt idx="3882">
                  <c:v>504.61700000000002</c:v>
                </c:pt>
                <c:pt idx="3883">
                  <c:v>504.61700000000002</c:v>
                </c:pt>
                <c:pt idx="3884">
                  <c:v>504.61700000000002</c:v>
                </c:pt>
                <c:pt idx="3885">
                  <c:v>0</c:v>
                </c:pt>
                <c:pt idx="3886">
                  <c:v>0</c:v>
                </c:pt>
                <c:pt idx="3887">
                  <c:v>0</c:v>
                </c:pt>
                <c:pt idx="3888">
                  <c:v>0</c:v>
                </c:pt>
                <c:pt idx="3889">
                  <c:v>0</c:v>
                </c:pt>
                <c:pt idx="3890">
                  <c:v>0</c:v>
                </c:pt>
                <c:pt idx="3891">
                  <c:v>0</c:v>
                </c:pt>
                <c:pt idx="3892">
                  <c:v>0</c:v>
                </c:pt>
                <c:pt idx="3893">
                  <c:v>0</c:v>
                </c:pt>
                <c:pt idx="3894">
                  <c:v>0</c:v>
                </c:pt>
                <c:pt idx="3895">
                  <c:v>504.61700000000002</c:v>
                </c:pt>
                <c:pt idx="3896">
                  <c:v>504.61700000000002</c:v>
                </c:pt>
                <c:pt idx="3897">
                  <c:v>504.61700000000002</c:v>
                </c:pt>
                <c:pt idx="3898">
                  <c:v>504.61700000000002</c:v>
                </c:pt>
                <c:pt idx="3899">
                  <c:v>504.61700000000002</c:v>
                </c:pt>
                <c:pt idx="3900">
                  <c:v>504.61700000000002</c:v>
                </c:pt>
                <c:pt idx="3901">
                  <c:v>504.61700000000002</c:v>
                </c:pt>
                <c:pt idx="3902">
                  <c:v>504.61700000000002</c:v>
                </c:pt>
                <c:pt idx="3903">
                  <c:v>504.61700000000002</c:v>
                </c:pt>
                <c:pt idx="3904">
                  <c:v>504.61700000000002</c:v>
                </c:pt>
                <c:pt idx="3905">
                  <c:v>504.61700000000002</c:v>
                </c:pt>
                <c:pt idx="3906">
                  <c:v>504.61700000000002</c:v>
                </c:pt>
                <c:pt idx="3907">
                  <c:v>504.61700000000002</c:v>
                </c:pt>
                <c:pt idx="3908">
                  <c:v>504.61700000000002</c:v>
                </c:pt>
                <c:pt idx="3909">
                  <c:v>0</c:v>
                </c:pt>
                <c:pt idx="3910">
                  <c:v>0</c:v>
                </c:pt>
                <c:pt idx="3911">
                  <c:v>0</c:v>
                </c:pt>
                <c:pt idx="3912">
                  <c:v>0</c:v>
                </c:pt>
                <c:pt idx="3913">
                  <c:v>0</c:v>
                </c:pt>
                <c:pt idx="3914">
                  <c:v>0</c:v>
                </c:pt>
                <c:pt idx="3915">
                  <c:v>0</c:v>
                </c:pt>
                <c:pt idx="3916">
                  <c:v>0</c:v>
                </c:pt>
                <c:pt idx="3917">
                  <c:v>0</c:v>
                </c:pt>
                <c:pt idx="3918">
                  <c:v>0</c:v>
                </c:pt>
                <c:pt idx="3919">
                  <c:v>504.61700000000002</c:v>
                </c:pt>
                <c:pt idx="3920">
                  <c:v>504.61700000000002</c:v>
                </c:pt>
                <c:pt idx="3921">
                  <c:v>504.61700000000002</c:v>
                </c:pt>
                <c:pt idx="3922">
                  <c:v>504.61700000000002</c:v>
                </c:pt>
                <c:pt idx="3923">
                  <c:v>504.61700000000002</c:v>
                </c:pt>
                <c:pt idx="3924">
                  <c:v>504.61700000000002</c:v>
                </c:pt>
                <c:pt idx="3925">
                  <c:v>504.61700000000002</c:v>
                </c:pt>
                <c:pt idx="3926">
                  <c:v>504.61700000000002</c:v>
                </c:pt>
                <c:pt idx="3927">
                  <c:v>504.61700000000002</c:v>
                </c:pt>
                <c:pt idx="3928">
                  <c:v>504.61700000000002</c:v>
                </c:pt>
                <c:pt idx="3929">
                  <c:v>504.61700000000002</c:v>
                </c:pt>
                <c:pt idx="3930">
                  <c:v>504.61700000000002</c:v>
                </c:pt>
                <c:pt idx="3931">
                  <c:v>504.61700000000002</c:v>
                </c:pt>
                <c:pt idx="3932">
                  <c:v>504.61700000000002</c:v>
                </c:pt>
                <c:pt idx="3933">
                  <c:v>0</c:v>
                </c:pt>
                <c:pt idx="3934">
                  <c:v>0</c:v>
                </c:pt>
                <c:pt idx="3935">
                  <c:v>0</c:v>
                </c:pt>
                <c:pt idx="3936">
                  <c:v>0</c:v>
                </c:pt>
                <c:pt idx="3937">
                  <c:v>0</c:v>
                </c:pt>
                <c:pt idx="3938">
                  <c:v>0</c:v>
                </c:pt>
                <c:pt idx="3939">
                  <c:v>0</c:v>
                </c:pt>
                <c:pt idx="3940">
                  <c:v>0</c:v>
                </c:pt>
                <c:pt idx="3941">
                  <c:v>0</c:v>
                </c:pt>
                <c:pt idx="3942">
                  <c:v>0</c:v>
                </c:pt>
                <c:pt idx="3943">
                  <c:v>504.61700000000002</c:v>
                </c:pt>
                <c:pt idx="3944">
                  <c:v>504.61700000000002</c:v>
                </c:pt>
                <c:pt idx="3945">
                  <c:v>504.61700000000002</c:v>
                </c:pt>
                <c:pt idx="3946">
                  <c:v>504.61700000000002</c:v>
                </c:pt>
                <c:pt idx="3947">
                  <c:v>504.61700000000002</c:v>
                </c:pt>
                <c:pt idx="3948">
                  <c:v>504.61700000000002</c:v>
                </c:pt>
                <c:pt idx="3949">
                  <c:v>504.61700000000002</c:v>
                </c:pt>
                <c:pt idx="3950">
                  <c:v>504.61700000000002</c:v>
                </c:pt>
                <c:pt idx="3951">
                  <c:v>504.61700000000002</c:v>
                </c:pt>
                <c:pt idx="3952">
                  <c:v>504.61700000000002</c:v>
                </c:pt>
                <c:pt idx="3953">
                  <c:v>504.61700000000002</c:v>
                </c:pt>
                <c:pt idx="3954">
                  <c:v>504.61700000000002</c:v>
                </c:pt>
                <c:pt idx="3955">
                  <c:v>504.61700000000002</c:v>
                </c:pt>
                <c:pt idx="3956">
                  <c:v>504.61700000000002</c:v>
                </c:pt>
                <c:pt idx="3957">
                  <c:v>0</c:v>
                </c:pt>
                <c:pt idx="3958">
                  <c:v>0</c:v>
                </c:pt>
                <c:pt idx="3959">
                  <c:v>0</c:v>
                </c:pt>
                <c:pt idx="3960">
                  <c:v>0</c:v>
                </c:pt>
                <c:pt idx="3961">
                  <c:v>0</c:v>
                </c:pt>
                <c:pt idx="3962">
                  <c:v>0</c:v>
                </c:pt>
                <c:pt idx="3963">
                  <c:v>0</c:v>
                </c:pt>
                <c:pt idx="3964">
                  <c:v>0</c:v>
                </c:pt>
                <c:pt idx="3965">
                  <c:v>0</c:v>
                </c:pt>
                <c:pt idx="3966">
                  <c:v>0</c:v>
                </c:pt>
                <c:pt idx="3967">
                  <c:v>504.61700000000002</c:v>
                </c:pt>
                <c:pt idx="3968">
                  <c:v>504.61700000000002</c:v>
                </c:pt>
                <c:pt idx="3969">
                  <c:v>504.61700000000002</c:v>
                </c:pt>
                <c:pt idx="3970">
                  <c:v>504.61700000000002</c:v>
                </c:pt>
                <c:pt idx="3971">
                  <c:v>504.61700000000002</c:v>
                </c:pt>
                <c:pt idx="3972">
                  <c:v>504.61700000000002</c:v>
                </c:pt>
                <c:pt idx="3973">
                  <c:v>504.61700000000002</c:v>
                </c:pt>
                <c:pt idx="3974">
                  <c:v>504.61700000000002</c:v>
                </c:pt>
                <c:pt idx="3975">
                  <c:v>504.61700000000002</c:v>
                </c:pt>
                <c:pt idx="3976">
                  <c:v>504.61700000000002</c:v>
                </c:pt>
                <c:pt idx="3977">
                  <c:v>504.61700000000002</c:v>
                </c:pt>
                <c:pt idx="3978">
                  <c:v>504.61700000000002</c:v>
                </c:pt>
                <c:pt idx="3979">
                  <c:v>504.61700000000002</c:v>
                </c:pt>
                <c:pt idx="3980">
                  <c:v>504.61700000000002</c:v>
                </c:pt>
                <c:pt idx="3981">
                  <c:v>0</c:v>
                </c:pt>
                <c:pt idx="3982">
                  <c:v>0</c:v>
                </c:pt>
                <c:pt idx="3983">
                  <c:v>0</c:v>
                </c:pt>
                <c:pt idx="3984">
                  <c:v>0</c:v>
                </c:pt>
                <c:pt idx="3985">
                  <c:v>0</c:v>
                </c:pt>
                <c:pt idx="3986">
                  <c:v>0</c:v>
                </c:pt>
                <c:pt idx="3987">
                  <c:v>0</c:v>
                </c:pt>
                <c:pt idx="3988">
                  <c:v>0</c:v>
                </c:pt>
                <c:pt idx="3989">
                  <c:v>0</c:v>
                </c:pt>
                <c:pt idx="3990">
                  <c:v>0</c:v>
                </c:pt>
                <c:pt idx="3991">
                  <c:v>504.61700000000002</c:v>
                </c:pt>
                <c:pt idx="3992">
                  <c:v>504.61700000000002</c:v>
                </c:pt>
                <c:pt idx="3993">
                  <c:v>504.61700000000002</c:v>
                </c:pt>
                <c:pt idx="3994">
                  <c:v>504.61700000000002</c:v>
                </c:pt>
                <c:pt idx="3995">
                  <c:v>504.61700000000002</c:v>
                </c:pt>
                <c:pt idx="3996">
                  <c:v>504.61700000000002</c:v>
                </c:pt>
                <c:pt idx="3997">
                  <c:v>504.61700000000002</c:v>
                </c:pt>
                <c:pt idx="3998">
                  <c:v>504.61700000000002</c:v>
                </c:pt>
                <c:pt idx="3999">
                  <c:v>504.61700000000002</c:v>
                </c:pt>
                <c:pt idx="4000">
                  <c:v>504.61700000000002</c:v>
                </c:pt>
                <c:pt idx="4001">
                  <c:v>504.61700000000002</c:v>
                </c:pt>
                <c:pt idx="4002">
                  <c:v>504.61700000000002</c:v>
                </c:pt>
                <c:pt idx="4003">
                  <c:v>504.61700000000002</c:v>
                </c:pt>
                <c:pt idx="4004">
                  <c:v>504.61700000000002</c:v>
                </c:pt>
                <c:pt idx="4005">
                  <c:v>0</c:v>
                </c:pt>
                <c:pt idx="4006">
                  <c:v>0</c:v>
                </c:pt>
                <c:pt idx="4007">
                  <c:v>0</c:v>
                </c:pt>
                <c:pt idx="4008">
                  <c:v>0</c:v>
                </c:pt>
                <c:pt idx="4009">
                  <c:v>0</c:v>
                </c:pt>
                <c:pt idx="4010">
                  <c:v>0</c:v>
                </c:pt>
                <c:pt idx="4011">
                  <c:v>0</c:v>
                </c:pt>
                <c:pt idx="4012">
                  <c:v>0</c:v>
                </c:pt>
                <c:pt idx="4013">
                  <c:v>0</c:v>
                </c:pt>
                <c:pt idx="4014">
                  <c:v>0</c:v>
                </c:pt>
                <c:pt idx="4015">
                  <c:v>504.61700000000002</c:v>
                </c:pt>
                <c:pt idx="4016">
                  <c:v>504.61700000000002</c:v>
                </c:pt>
                <c:pt idx="4017">
                  <c:v>504.61700000000002</c:v>
                </c:pt>
                <c:pt idx="4018">
                  <c:v>504.61700000000002</c:v>
                </c:pt>
                <c:pt idx="4019">
                  <c:v>504.61700000000002</c:v>
                </c:pt>
                <c:pt idx="4020">
                  <c:v>504.61700000000002</c:v>
                </c:pt>
                <c:pt idx="4021">
                  <c:v>504.61700000000002</c:v>
                </c:pt>
                <c:pt idx="4022">
                  <c:v>504.61700000000002</c:v>
                </c:pt>
                <c:pt idx="4023">
                  <c:v>504.61700000000002</c:v>
                </c:pt>
                <c:pt idx="4024">
                  <c:v>504.61700000000002</c:v>
                </c:pt>
                <c:pt idx="4025">
                  <c:v>504.61700000000002</c:v>
                </c:pt>
                <c:pt idx="4026">
                  <c:v>504.61700000000002</c:v>
                </c:pt>
                <c:pt idx="4027">
                  <c:v>504.61700000000002</c:v>
                </c:pt>
                <c:pt idx="4028">
                  <c:v>504.61700000000002</c:v>
                </c:pt>
                <c:pt idx="4029">
                  <c:v>0</c:v>
                </c:pt>
                <c:pt idx="4030">
                  <c:v>0</c:v>
                </c:pt>
                <c:pt idx="4031">
                  <c:v>0</c:v>
                </c:pt>
                <c:pt idx="4032">
                  <c:v>0</c:v>
                </c:pt>
                <c:pt idx="4033">
                  <c:v>0</c:v>
                </c:pt>
                <c:pt idx="4034">
                  <c:v>0</c:v>
                </c:pt>
                <c:pt idx="4035">
                  <c:v>0</c:v>
                </c:pt>
                <c:pt idx="4036">
                  <c:v>0</c:v>
                </c:pt>
                <c:pt idx="4037">
                  <c:v>0</c:v>
                </c:pt>
                <c:pt idx="4038">
                  <c:v>0</c:v>
                </c:pt>
                <c:pt idx="4039">
                  <c:v>504.61700000000002</c:v>
                </c:pt>
                <c:pt idx="4040">
                  <c:v>504.61700000000002</c:v>
                </c:pt>
                <c:pt idx="4041">
                  <c:v>504.61700000000002</c:v>
                </c:pt>
                <c:pt idx="4042">
                  <c:v>504.61700000000002</c:v>
                </c:pt>
                <c:pt idx="4043">
                  <c:v>504.61700000000002</c:v>
                </c:pt>
                <c:pt idx="4044">
                  <c:v>504.61700000000002</c:v>
                </c:pt>
                <c:pt idx="4045">
                  <c:v>504.61700000000002</c:v>
                </c:pt>
                <c:pt idx="4046">
                  <c:v>504.61700000000002</c:v>
                </c:pt>
                <c:pt idx="4047">
                  <c:v>504.61700000000002</c:v>
                </c:pt>
                <c:pt idx="4048">
                  <c:v>504.61700000000002</c:v>
                </c:pt>
                <c:pt idx="4049">
                  <c:v>504.61700000000002</c:v>
                </c:pt>
                <c:pt idx="4050">
                  <c:v>504.61700000000002</c:v>
                </c:pt>
                <c:pt idx="4051">
                  <c:v>504.61700000000002</c:v>
                </c:pt>
                <c:pt idx="4052">
                  <c:v>504.61700000000002</c:v>
                </c:pt>
                <c:pt idx="4053">
                  <c:v>0</c:v>
                </c:pt>
                <c:pt idx="4054">
                  <c:v>0</c:v>
                </c:pt>
                <c:pt idx="4055">
                  <c:v>0</c:v>
                </c:pt>
                <c:pt idx="4056">
                  <c:v>0</c:v>
                </c:pt>
                <c:pt idx="4057">
                  <c:v>0</c:v>
                </c:pt>
                <c:pt idx="4058">
                  <c:v>0</c:v>
                </c:pt>
                <c:pt idx="4059">
                  <c:v>0</c:v>
                </c:pt>
                <c:pt idx="4060">
                  <c:v>0</c:v>
                </c:pt>
                <c:pt idx="4061">
                  <c:v>0</c:v>
                </c:pt>
                <c:pt idx="4062">
                  <c:v>0</c:v>
                </c:pt>
                <c:pt idx="4063">
                  <c:v>504.61700000000002</c:v>
                </c:pt>
                <c:pt idx="4064">
                  <c:v>504.61700000000002</c:v>
                </c:pt>
                <c:pt idx="4065">
                  <c:v>504.61700000000002</c:v>
                </c:pt>
                <c:pt idx="4066">
                  <c:v>504.61700000000002</c:v>
                </c:pt>
                <c:pt idx="4067">
                  <c:v>504.61700000000002</c:v>
                </c:pt>
                <c:pt idx="4068">
                  <c:v>504.61700000000002</c:v>
                </c:pt>
                <c:pt idx="4069">
                  <c:v>504.61700000000002</c:v>
                </c:pt>
                <c:pt idx="4070">
                  <c:v>504.61700000000002</c:v>
                </c:pt>
                <c:pt idx="4071">
                  <c:v>504.61700000000002</c:v>
                </c:pt>
                <c:pt idx="4072">
                  <c:v>504.61700000000002</c:v>
                </c:pt>
                <c:pt idx="4073">
                  <c:v>504.61700000000002</c:v>
                </c:pt>
                <c:pt idx="4074">
                  <c:v>504.61700000000002</c:v>
                </c:pt>
                <c:pt idx="4075">
                  <c:v>504.61700000000002</c:v>
                </c:pt>
                <c:pt idx="4076">
                  <c:v>504.61700000000002</c:v>
                </c:pt>
                <c:pt idx="4077">
                  <c:v>0</c:v>
                </c:pt>
                <c:pt idx="4078">
                  <c:v>0</c:v>
                </c:pt>
                <c:pt idx="4079">
                  <c:v>0</c:v>
                </c:pt>
                <c:pt idx="4080">
                  <c:v>0</c:v>
                </c:pt>
                <c:pt idx="4081">
                  <c:v>0</c:v>
                </c:pt>
                <c:pt idx="4082">
                  <c:v>0</c:v>
                </c:pt>
                <c:pt idx="4083">
                  <c:v>0</c:v>
                </c:pt>
                <c:pt idx="4084">
                  <c:v>0</c:v>
                </c:pt>
                <c:pt idx="4085">
                  <c:v>0</c:v>
                </c:pt>
                <c:pt idx="4086">
                  <c:v>0</c:v>
                </c:pt>
                <c:pt idx="4087">
                  <c:v>504.61700000000002</c:v>
                </c:pt>
                <c:pt idx="4088">
                  <c:v>504.61700000000002</c:v>
                </c:pt>
                <c:pt idx="4089">
                  <c:v>504.61700000000002</c:v>
                </c:pt>
                <c:pt idx="4090">
                  <c:v>504.61700000000002</c:v>
                </c:pt>
                <c:pt idx="4091">
                  <c:v>504.61700000000002</c:v>
                </c:pt>
                <c:pt idx="4092">
                  <c:v>504.61700000000002</c:v>
                </c:pt>
                <c:pt idx="4093">
                  <c:v>504.61700000000002</c:v>
                </c:pt>
                <c:pt idx="4094">
                  <c:v>504.61700000000002</c:v>
                </c:pt>
                <c:pt idx="4095">
                  <c:v>504.61700000000002</c:v>
                </c:pt>
                <c:pt idx="4096">
                  <c:v>504.61700000000002</c:v>
                </c:pt>
                <c:pt idx="4097">
                  <c:v>504.61700000000002</c:v>
                </c:pt>
                <c:pt idx="4098">
                  <c:v>504.61700000000002</c:v>
                </c:pt>
                <c:pt idx="4099">
                  <c:v>504.61700000000002</c:v>
                </c:pt>
                <c:pt idx="4100">
                  <c:v>504.61700000000002</c:v>
                </c:pt>
                <c:pt idx="4101">
                  <c:v>0</c:v>
                </c:pt>
                <c:pt idx="4102">
                  <c:v>0</c:v>
                </c:pt>
                <c:pt idx="4103">
                  <c:v>0</c:v>
                </c:pt>
                <c:pt idx="4104">
                  <c:v>0</c:v>
                </c:pt>
                <c:pt idx="4105">
                  <c:v>0</c:v>
                </c:pt>
                <c:pt idx="4106">
                  <c:v>0</c:v>
                </c:pt>
                <c:pt idx="4107">
                  <c:v>0</c:v>
                </c:pt>
                <c:pt idx="4108">
                  <c:v>0</c:v>
                </c:pt>
                <c:pt idx="4109">
                  <c:v>0</c:v>
                </c:pt>
                <c:pt idx="4110">
                  <c:v>0</c:v>
                </c:pt>
                <c:pt idx="4111">
                  <c:v>504.61700000000002</c:v>
                </c:pt>
                <c:pt idx="4112">
                  <c:v>504.61700000000002</c:v>
                </c:pt>
                <c:pt idx="4113">
                  <c:v>504.61700000000002</c:v>
                </c:pt>
                <c:pt idx="4114">
                  <c:v>504.61700000000002</c:v>
                </c:pt>
                <c:pt idx="4115">
                  <c:v>504.61700000000002</c:v>
                </c:pt>
                <c:pt idx="4116">
                  <c:v>504.61700000000002</c:v>
                </c:pt>
                <c:pt idx="4117">
                  <c:v>504.61700000000002</c:v>
                </c:pt>
                <c:pt idx="4118">
                  <c:v>504.61700000000002</c:v>
                </c:pt>
                <c:pt idx="4119">
                  <c:v>504.61700000000002</c:v>
                </c:pt>
                <c:pt idx="4120">
                  <c:v>504.61700000000002</c:v>
                </c:pt>
                <c:pt idx="4121">
                  <c:v>504.61700000000002</c:v>
                </c:pt>
                <c:pt idx="4122">
                  <c:v>504.61700000000002</c:v>
                </c:pt>
                <c:pt idx="4123">
                  <c:v>504.61700000000002</c:v>
                </c:pt>
                <c:pt idx="4124">
                  <c:v>504.61700000000002</c:v>
                </c:pt>
                <c:pt idx="4125">
                  <c:v>0</c:v>
                </c:pt>
                <c:pt idx="4126">
                  <c:v>0</c:v>
                </c:pt>
                <c:pt idx="4127">
                  <c:v>0</c:v>
                </c:pt>
                <c:pt idx="4128">
                  <c:v>0</c:v>
                </c:pt>
                <c:pt idx="4129">
                  <c:v>0</c:v>
                </c:pt>
                <c:pt idx="4130">
                  <c:v>0</c:v>
                </c:pt>
                <c:pt idx="4131">
                  <c:v>0</c:v>
                </c:pt>
                <c:pt idx="4132">
                  <c:v>0</c:v>
                </c:pt>
                <c:pt idx="4133">
                  <c:v>0</c:v>
                </c:pt>
                <c:pt idx="4134">
                  <c:v>0</c:v>
                </c:pt>
                <c:pt idx="4135">
                  <c:v>504.61700000000002</c:v>
                </c:pt>
                <c:pt idx="4136">
                  <c:v>504.61700000000002</c:v>
                </c:pt>
                <c:pt idx="4137">
                  <c:v>504.61700000000002</c:v>
                </c:pt>
                <c:pt idx="4138">
                  <c:v>504.61700000000002</c:v>
                </c:pt>
                <c:pt idx="4139">
                  <c:v>504.61700000000002</c:v>
                </c:pt>
                <c:pt idx="4140">
                  <c:v>504.61700000000002</c:v>
                </c:pt>
                <c:pt idx="4141">
                  <c:v>504.61700000000002</c:v>
                </c:pt>
                <c:pt idx="4142">
                  <c:v>504.61700000000002</c:v>
                </c:pt>
                <c:pt idx="4143">
                  <c:v>504.61700000000002</c:v>
                </c:pt>
                <c:pt idx="4144">
                  <c:v>504.61700000000002</c:v>
                </c:pt>
                <c:pt idx="4145">
                  <c:v>504.61700000000002</c:v>
                </c:pt>
                <c:pt idx="4146">
                  <c:v>504.61700000000002</c:v>
                </c:pt>
                <c:pt idx="4147">
                  <c:v>504.61700000000002</c:v>
                </c:pt>
                <c:pt idx="4148">
                  <c:v>504.61700000000002</c:v>
                </c:pt>
                <c:pt idx="4149">
                  <c:v>0</c:v>
                </c:pt>
                <c:pt idx="4150">
                  <c:v>0</c:v>
                </c:pt>
                <c:pt idx="4151">
                  <c:v>0</c:v>
                </c:pt>
                <c:pt idx="4152">
                  <c:v>0</c:v>
                </c:pt>
                <c:pt idx="4153">
                  <c:v>0</c:v>
                </c:pt>
                <c:pt idx="4154">
                  <c:v>0</c:v>
                </c:pt>
                <c:pt idx="4155">
                  <c:v>0</c:v>
                </c:pt>
                <c:pt idx="4156">
                  <c:v>0</c:v>
                </c:pt>
                <c:pt idx="4157">
                  <c:v>0</c:v>
                </c:pt>
                <c:pt idx="4158">
                  <c:v>0</c:v>
                </c:pt>
                <c:pt idx="4159">
                  <c:v>504.61700000000002</c:v>
                </c:pt>
                <c:pt idx="4160">
                  <c:v>504.61700000000002</c:v>
                </c:pt>
                <c:pt idx="4161">
                  <c:v>504.61700000000002</c:v>
                </c:pt>
                <c:pt idx="4162">
                  <c:v>504.61700000000002</c:v>
                </c:pt>
                <c:pt idx="4163">
                  <c:v>504.61700000000002</c:v>
                </c:pt>
                <c:pt idx="4164">
                  <c:v>504.61700000000002</c:v>
                </c:pt>
                <c:pt idx="4165">
                  <c:v>504.61700000000002</c:v>
                </c:pt>
                <c:pt idx="4166">
                  <c:v>504.61700000000002</c:v>
                </c:pt>
                <c:pt idx="4167">
                  <c:v>504.61700000000002</c:v>
                </c:pt>
                <c:pt idx="4168">
                  <c:v>504.61700000000002</c:v>
                </c:pt>
                <c:pt idx="4169">
                  <c:v>504.61700000000002</c:v>
                </c:pt>
                <c:pt idx="4170">
                  <c:v>504.61700000000002</c:v>
                </c:pt>
                <c:pt idx="4171">
                  <c:v>504.61700000000002</c:v>
                </c:pt>
                <c:pt idx="4172">
                  <c:v>504.61700000000002</c:v>
                </c:pt>
                <c:pt idx="4173">
                  <c:v>0</c:v>
                </c:pt>
                <c:pt idx="4174">
                  <c:v>0</c:v>
                </c:pt>
                <c:pt idx="4175">
                  <c:v>0</c:v>
                </c:pt>
                <c:pt idx="4176">
                  <c:v>0</c:v>
                </c:pt>
                <c:pt idx="4177">
                  <c:v>0</c:v>
                </c:pt>
                <c:pt idx="4178">
                  <c:v>0</c:v>
                </c:pt>
                <c:pt idx="4179">
                  <c:v>0</c:v>
                </c:pt>
                <c:pt idx="4180">
                  <c:v>0</c:v>
                </c:pt>
                <c:pt idx="4181">
                  <c:v>0</c:v>
                </c:pt>
                <c:pt idx="4182">
                  <c:v>0</c:v>
                </c:pt>
                <c:pt idx="4183">
                  <c:v>504.61700000000002</c:v>
                </c:pt>
                <c:pt idx="4184">
                  <c:v>504.61700000000002</c:v>
                </c:pt>
                <c:pt idx="4185">
                  <c:v>504.61700000000002</c:v>
                </c:pt>
                <c:pt idx="4186">
                  <c:v>504.61700000000002</c:v>
                </c:pt>
                <c:pt idx="4187">
                  <c:v>504.61700000000002</c:v>
                </c:pt>
                <c:pt idx="4188">
                  <c:v>504.61700000000002</c:v>
                </c:pt>
                <c:pt idx="4189">
                  <c:v>504.61700000000002</c:v>
                </c:pt>
                <c:pt idx="4190">
                  <c:v>504.61700000000002</c:v>
                </c:pt>
                <c:pt idx="4191">
                  <c:v>504.61700000000002</c:v>
                </c:pt>
                <c:pt idx="4192">
                  <c:v>504.61700000000002</c:v>
                </c:pt>
                <c:pt idx="4193">
                  <c:v>504.61700000000002</c:v>
                </c:pt>
                <c:pt idx="4194">
                  <c:v>504.61700000000002</c:v>
                </c:pt>
                <c:pt idx="4195">
                  <c:v>504.61700000000002</c:v>
                </c:pt>
                <c:pt idx="4196">
                  <c:v>504.61700000000002</c:v>
                </c:pt>
                <c:pt idx="4197">
                  <c:v>0</c:v>
                </c:pt>
                <c:pt idx="4198">
                  <c:v>0</c:v>
                </c:pt>
                <c:pt idx="4199">
                  <c:v>0</c:v>
                </c:pt>
                <c:pt idx="4200">
                  <c:v>0</c:v>
                </c:pt>
                <c:pt idx="4201">
                  <c:v>0</c:v>
                </c:pt>
                <c:pt idx="4202">
                  <c:v>0</c:v>
                </c:pt>
                <c:pt idx="4203">
                  <c:v>0</c:v>
                </c:pt>
                <c:pt idx="4204">
                  <c:v>0</c:v>
                </c:pt>
                <c:pt idx="4205">
                  <c:v>0</c:v>
                </c:pt>
                <c:pt idx="4206">
                  <c:v>0</c:v>
                </c:pt>
                <c:pt idx="4207">
                  <c:v>504.61700000000002</c:v>
                </c:pt>
                <c:pt idx="4208">
                  <c:v>504.61700000000002</c:v>
                </c:pt>
                <c:pt idx="4209">
                  <c:v>504.61700000000002</c:v>
                </c:pt>
                <c:pt idx="4210">
                  <c:v>504.61700000000002</c:v>
                </c:pt>
                <c:pt idx="4211">
                  <c:v>504.61700000000002</c:v>
                </c:pt>
                <c:pt idx="4212">
                  <c:v>504.61700000000002</c:v>
                </c:pt>
                <c:pt idx="4213">
                  <c:v>504.61700000000002</c:v>
                </c:pt>
                <c:pt idx="4214">
                  <c:v>504.61700000000002</c:v>
                </c:pt>
                <c:pt idx="4215">
                  <c:v>504.61700000000002</c:v>
                </c:pt>
                <c:pt idx="4216">
                  <c:v>504.61700000000002</c:v>
                </c:pt>
                <c:pt idx="4217">
                  <c:v>504.61700000000002</c:v>
                </c:pt>
                <c:pt idx="4218">
                  <c:v>504.61700000000002</c:v>
                </c:pt>
                <c:pt idx="4219">
                  <c:v>504.61700000000002</c:v>
                </c:pt>
                <c:pt idx="4220">
                  <c:v>504.61700000000002</c:v>
                </c:pt>
                <c:pt idx="4221">
                  <c:v>0</c:v>
                </c:pt>
                <c:pt idx="4222">
                  <c:v>0</c:v>
                </c:pt>
                <c:pt idx="4223">
                  <c:v>0</c:v>
                </c:pt>
                <c:pt idx="4224">
                  <c:v>0</c:v>
                </c:pt>
                <c:pt idx="4225">
                  <c:v>0</c:v>
                </c:pt>
                <c:pt idx="4226">
                  <c:v>0</c:v>
                </c:pt>
                <c:pt idx="4227">
                  <c:v>0</c:v>
                </c:pt>
                <c:pt idx="4228">
                  <c:v>0</c:v>
                </c:pt>
                <c:pt idx="4229">
                  <c:v>0</c:v>
                </c:pt>
                <c:pt idx="4230">
                  <c:v>0</c:v>
                </c:pt>
                <c:pt idx="4231">
                  <c:v>504.61700000000002</c:v>
                </c:pt>
                <c:pt idx="4232">
                  <c:v>504.61700000000002</c:v>
                </c:pt>
                <c:pt idx="4233">
                  <c:v>504.61700000000002</c:v>
                </c:pt>
                <c:pt idx="4234">
                  <c:v>504.61700000000002</c:v>
                </c:pt>
                <c:pt idx="4235">
                  <c:v>504.61700000000002</c:v>
                </c:pt>
                <c:pt idx="4236">
                  <c:v>504.61700000000002</c:v>
                </c:pt>
                <c:pt idx="4237">
                  <c:v>504.61700000000002</c:v>
                </c:pt>
                <c:pt idx="4238">
                  <c:v>504.61700000000002</c:v>
                </c:pt>
                <c:pt idx="4239">
                  <c:v>504.61700000000002</c:v>
                </c:pt>
                <c:pt idx="4240">
                  <c:v>504.61700000000002</c:v>
                </c:pt>
                <c:pt idx="4241">
                  <c:v>504.61700000000002</c:v>
                </c:pt>
                <c:pt idx="4242">
                  <c:v>504.61700000000002</c:v>
                </c:pt>
                <c:pt idx="4243">
                  <c:v>504.61700000000002</c:v>
                </c:pt>
                <c:pt idx="4244">
                  <c:v>504.61700000000002</c:v>
                </c:pt>
                <c:pt idx="4245">
                  <c:v>0</c:v>
                </c:pt>
                <c:pt idx="4246">
                  <c:v>0</c:v>
                </c:pt>
                <c:pt idx="4247">
                  <c:v>0</c:v>
                </c:pt>
                <c:pt idx="4248">
                  <c:v>0</c:v>
                </c:pt>
                <c:pt idx="4249">
                  <c:v>0</c:v>
                </c:pt>
                <c:pt idx="4250">
                  <c:v>0</c:v>
                </c:pt>
                <c:pt idx="4251">
                  <c:v>0</c:v>
                </c:pt>
                <c:pt idx="4252">
                  <c:v>0</c:v>
                </c:pt>
                <c:pt idx="4253">
                  <c:v>0</c:v>
                </c:pt>
                <c:pt idx="4254">
                  <c:v>0</c:v>
                </c:pt>
                <c:pt idx="4255">
                  <c:v>504.61700000000002</c:v>
                </c:pt>
                <c:pt idx="4256">
                  <c:v>504.61700000000002</c:v>
                </c:pt>
                <c:pt idx="4257">
                  <c:v>504.61700000000002</c:v>
                </c:pt>
                <c:pt idx="4258">
                  <c:v>504.61700000000002</c:v>
                </c:pt>
                <c:pt idx="4259">
                  <c:v>504.61700000000002</c:v>
                </c:pt>
                <c:pt idx="4260">
                  <c:v>504.61700000000002</c:v>
                </c:pt>
                <c:pt idx="4261">
                  <c:v>504.61700000000002</c:v>
                </c:pt>
                <c:pt idx="4262">
                  <c:v>504.61700000000002</c:v>
                </c:pt>
                <c:pt idx="4263">
                  <c:v>504.61700000000002</c:v>
                </c:pt>
                <c:pt idx="4264">
                  <c:v>504.61700000000002</c:v>
                </c:pt>
                <c:pt idx="4265">
                  <c:v>504.61700000000002</c:v>
                </c:pt>
                <c:pt idx="4266">
                  <c:v>504.61700000000002</c:v>
                </c:pt>
                <c:pt idx="4267">
                  <c:v>504.61700000000002</c:v>
                </c:pt>
                <c:pt idx="4268">
                  <c:v>504.61700000000002</c:v>
                </c:pt>
                <c:pt idx="4269">
                  <c:v>0</c:v>
                </c:pt>
                <c:pt idx="4270">
                  <c:v>0</c:v>
                </c:pt>
                <c:pt idx="4271">
                  <c:v>0</c:v>
                </c:pt>
                <c:pt idx="4272">
                  <c:v>0</c:v>
                </c:pt>
                <c:pt idx="4273">
                  <c:v>0</c:v>
                </c:pt>
                <c:pt idx="4274">
                  <c:v>0</c:v>
                </c:pt>
                <c:pt idx="4275">
                  <c:v>0</c:v>
                </c:pt>
                <c:pt idx="4276">
                  <c:v>0</c:v>
                </c:pt>
                <c:pt idx="4277">
                  <c:v>0</c:v>
                </c:pt>
                <c:pt idx="4278">
                  <c:v>0</c:v>
                </c:pt>
                <c:pt idx="4279">
                  <c:v>504.61700000000002</c:v>
                </c:pt>
                <c:pt idx="4280">
                  <c:v>504.61700000000002</c:v>
                </c:pt>
                <c:pt idx="4281">
                  <c:v>504.61700000000002</c:v>
                </c:pt>
                <c:pt idx="4282">
                  <c:v>504.61700000000002</c:v>
                </c:pt>
                <c:pt idx="4283">
                  <c:v>504.61700000000002</c:v>
                </c:pt>
                <c:pt idx="4284">
                  <c:v>504.61700000000002</c:v>
                </c:pt>
                <c:pt idx="4285">
                  <c:v>504.61700000000002</c:v>
                </c:pt>
                <c:pt idx="4286">
                  <c:v>504.61700000000002</c:v>
                </c:pt>
                <c:pt idx="4287">
                  <c:v>504.61700000000002</c:v>
                </c:pt>
                <c:pt idx="4288">
                  <c:v>504.61700000000002</c:v>
                </c:pt>
                <c:pt idx="4289">
                  <c:v>504.61700000000002</c:v>
                </c:pt>
                <c:pt idx="4290">
                  <c:v>504.61700000000002</c:v>
                </c:pt>
                <c:pt idx="4291">
                  <c:v>504.61700000000002</c:v>
                </c:pt>
                <c:pt idx="4292">
                  <c:v>504.61700000000002</c:v>
                </c:pt>
                <c:pt idx="4293">
                  <c:v>0</c:v>
                </c:pt>
                <c:pt idx="4294">
                  <c:v>0</c:v>
                </c:pt>
                <c:pt idx="4295">
                  <c:v>0</c:v>
                </c:pt>
                <c:pt idx="4296">
                  <c:v>0</c:v>
                </c:pt>
                <c:pt idx="4297">
                  <c:v>0</c:v>
                </c:pt>
                <c:pt idx="4298">
                  <c:v>0</c:v>
                </c:pt>
                <c:pt idx="4299">
                  <c:v>0</c:v>
                </c:pt>
                <c:pt idx="4300">
                  <c:v>0</c:v>
                </c:pt>
                <c:pt idx="4301">
                  <c:v>0</c:v>
                </c:pt>
                <c:pt idx="4302">
                  <c:v>0</c:v>
                </c:pt>
                <c:pt idx="4303">
                  <c:v>504.61700000000002</c:v>
                </c:pt>
                <c:pt idx="4304">
                  <c:v>504.61700000000002</c:v>
                </c:pt>
                <c:pt idx="4305">
                  <c:v>504.61700000000002</c:v>
                </c:pt>
                <c:pt idx="4306">
                  <c:v>504.61700000000002</c:v>
                </c:pt>
                <c:pt idx="4307">
                  <c:v>504.61700000000002</c:v>
                </c:pt>
                <c:pt idx="4308">
                  <c:v>504.61700000000002</c:v>
                </c:pt>
                <c:pt idx="4309">
                  <c:v>504.61700000000002</c:v>
                </c:pt>
                <c:pt idx="4310">
                  <c:v>504.61700000000002</c:v>
                </c:pt>
                <c:pt idx="4311">
                  <c:v>504.61700000000002</c:v>
                </c:pt>
                <c:pt idx="4312">
                  <c:v>504.61700000000002</c:v>
                </c:pt>
                <c:pt idx="4313">
                  <c:v>504.61700000000002</c:v>
                </c:pt>
                <c:pt idx="4314">
                  <c:v>504.61700000000002</c:v>
                </c:pt>
                <c:pt idx="4315">
                  <c:v>504.61700000000002</c:v>
                </c:pt>
                <c:pt idx="4316">
                  <c:v>504.61700000000002</c:v>
                </c:pt>
                <c:pt idx="4317">
                  <c:v>0</c:v>
                </c:pt>
                <c:pt idx="4318">
                  <c:v>0</c:v>
                </c:pt>
                <c:pt idx="4319">
                  <c:v>0</c:v>
                </c:pt>
                <c:pt idx="4320">
                  <c:v>0</c:v>
                </c:pt>
                <c:pt idx="4321">
                  <c:v>0</c:v>
                </c:pt>
                <c:pt idx="4322">
                  <c:v>0</c:v>
                </c:pt>
                <c:pt idx="4323">
                  <c:v>0</c:v>
                </c:pt>
                <c:pt idx="4324">
                  <c:v>0</c:v>
                </c:pt>
                <c:pt idx="4325">
                  <c:v>0</c:v>
                </c:pt>
                <c:pt idx="4326">
                  <c:v>0</c:v>
                </c:pt>
                <c:pt idx="4327">
                  <c:v>504.61700000000002</c:v>
                </c:pt>
                <c:pt idx="4328">
                  <c:v>504.61700000000002</c:v>
                </c:pt>
                <c:pt idx="4329">
                  <c:v>504.61700000000002</c:v>
                </c:pt>
                <c:pt idx="4330">
                  <c:v>504.61700000000002</c:v>
                </c:pt>
                <c:pt idx="4331">
                  <c:v>504.61700000000002</c:v>
                </c:pt>
                <c:pt idx="4332">
                  <c:v>504.61700000000002</c:v>
                </c:pt>
                <c:pt idx="4333">
                  <c:v>504.61700000000002</c:v>
                </c:pt>
                <c:pt idx="4334">
                  <c:v>504.61700000000002</c:v>
                </c:pt>
                <c:pt idx="4335">
                  <c:v>504.61700000000002</c:v>
                </c:pt>
                <c:pt idx="4336">
                  <c:v>504.61700000000002</c:v>
                </c:pt>
                <c:pt idx="4337">
                  <c:v>504.61700000000002</c:v>
                </c:pt>
                <c:pt idx="4338">
                  <c:v>504.61700000000002</c:v>
                </c:pt>
                <c:pt idx="4339">
                  <c:v>504.61700000000002</c:v>
                </c:pt>
                <c:pt idx="4340">
                  <c:v>504.61700000000002</c:v>
                </c:pt>
                <c:pt idx="4341">
                  <c:v>0</c:v>
                </c:pt>
                <c:pt idx="4342">
                  <c:v>0</c:v>
                </c:pt>
                <c:pt idx="4343">
                  <c:v>0</c:v>
                </c:pt>
                <c:pt idx="4344">
                  <c:v>0</c:v>
                </c:pt>
                <c:pt idx="4345">
                  <c:v>0</c:v>
                </c:pt>
                <c:pt idx="4346">
                  <c:v>0</c:v>
                </c:pt>
                <c:pt idx="4347">
                  <c:v>0</c:v>
                </c:pt>
                <c:pt idx="4348">
                  <c:v>0</c:v>
                </c:pt>
                <c:pt idx="4349">
                  <c:v>0</c:v>
                </c:pt>
                <c:pt idx="4350">
                  <c:v>0</c:v>
                </c:pt>
                <c:pt idx="4351">
                  <c:v>504.61700000000002</c:v>
                </c:pt>
                <c:pt idx="4352">
                  <c:v>504.61700000000002</c:v>
                </c:pt>
                <c:pt idx="4353">
                  <c:v>504.61700000000002</c:v>
                </c:pt>
                <c:pt idx="4354">
                  <c:v>504.61700000000002</c:v>
                </c:pt>
                <c:pt idx="4355">
                  <c:v>504.61700000000002</c:v>
                </c:pt>
                <c:pt idx="4356">
                  <c:v>504.61700000000002</c:v>
                </c:pt>
                <c:pt idx="4357">
                  <c:v>504.61700000000002</c:v>
                </c:pt>
                <c:pt idx="4358">
                  <c:v>504.61700000000002</c:v>
                </c:pt>
                <c:pt idx="4359">
                  <c:v>504.61700000000002</c:v>
                </c:pt>
                <c:pt idx="4360">
                  <c:v>504.61700000000002</c:v>
                </c:pt>
                <c:pt idx="4361">
                  <c:v>504.61700000000002</c:v>
                </c:pt>
                <c:pt idx="4362">
                  <c:v>504.61700000000002</c:v>
                </c:pt>
                <c:pt idx="4363">
                  <c:v>504.61700000000002</c:v>
                </c:pt>
                <c:pt idx="4364">
                  <c:v>504.61700000000002</c:v>
                </c:pt>
                <c:pt idx="4365">
                  <c:v>0</c:v>
                </c:pt>
                <c:pt idx="4366">
                  <c:v>0</c:v>
                </c:pt>
                <c:pt idx="4367">
                  <c:v>0</c:v>
                </c:pt>
                <c:pt idx="4368">
                  <c:v>0</c:v>
                </c:pt>
                <c:pt idx="4369">
                  <c:v>0</c:v>
                </c:pt>
                <c:pt idx="4370">
                  <c:v>0</c:v>
                </c:pt>
                <c:pt idx="4371">
                  <c:v>0</c:v>
                </c:pt>
                <c:pt idx="4372">
                  <c:v>0</c:v>
                </c:pt>
                <c:pt idx="4373">
                  <c:v>0</c:v>
                </c:pt>
                <c:pt idx="4374">
                  <c:v>0</c:v>
                </c:pt>
                <c:pt idx="4375">
                  <c:v>504.61700000000002</c:v>
                </c:pt>
                <c:pt idx="4376">
                  <c:v>504.61700000000002</c:v>
                </c:pt>
                <c:pt idx="4377">
                  <c:v>504.61700000000002</c:v>
                </c:pt>
                <c:pt idx="4378">
                  <c:v>504.61700000000002</c:v>
                </c:pt>
                <c:pt idx="4379">
                  <c:v>504.61700000000002</c:v>
                </c:pt>
                <c:pt idx="4380">
                  <c:v>504.61700000000002</c:v>
                </c:pt>
                <c:pt idx="4381">
                  <c:v>504.61700000000002</c:v>
                </c:pt>
                <c:pt idx="4382">
                  <c:v>504.61700000000002</c:v>
                </c:pt>
                <c:pt idx="4383">
                  <c:v>504.61700000000002</c:v>
                </c:pt>
                <c:pt idx="4384">
                  <c:v>504.61700000000002</c:v>
                </c:pt>
                <c:pt idx="4385">
                  <c:v>504.61700000000002</c:v>
                </c:pt>
                <c:pt idx="4386">
                  <c:v>504.61700000000002</c:v>
                </c:pt>
                <c:pt idx="4387">
                  <c:v>504.61700000000002</c:v>
                </c:pt>
                <c:pt idx="4388">
                  <c:v>504.61700000000002</c:v>
                </c:pt>
                <c:pt idx="4389">
                  <c:v>0</c:v>
                </c:pt>
                <c:pt idx="4390">
                  <c:v>0</c:v>
                </c:pt>
                <c:pt idx="4391">
                  <c:v>0</c:v>
                </c:pt>
                <c:pt idx="4392">
                  <c:v>0</c:v>
                </c:pt>
                <c:pt idx="4393">
                  <c:v>0</c:v>
                </c:pt>
                <c:pt idx="4394">
                  <c:v>0</c:v>
                </c:pt>
                <c:pt idx="4395">
                  <c:v>0</c:v>
                </c:pt>
                <c:pt idx="4396">
                  <c:v>0</c:v>
                </c:pt>
                <c:pt idx="4397">
                  <c:v>0</c:v>
                </c:pt>
                <c:pt idx="4398">
                  <c:v>0</c:v>
                </c:pt>
                <c:pt idx="4399">
                  <c:v>504.61700000000002</c:v>
                </c:pt>
                <c:pt idx="4400">
                  <c:v>504.61700000000002</c:v>
                </c:pt>
                <c:pt idx="4401">
                  <c:v>504.61700000000002</c:v>
                </c:pt>
                <c:pt idx="4402">
                  <c:v>504.61700000000002</c:v>
                </c:pt>
                <c:pt idx="4403">
                  <c:v>504.61700000000002</c:v>
                </c:pt>
                <c:pt idx="4404">
                  <c:v>504.61700000000002</c:v>
                </c:pt>
                <c:pt idx="4405">
                  <c:v>504.61700000000002</c:v>
                </c:pt>
                <c:pt idx="4406">
                  <c:v>504.61700000000002</c:v>
                </c:pt>
                <c:pt idx="4407">
                  <c:v>504.61700000000002</c:v>
                </c:pt>
                <c:pt idx="4408">
                  <c:v>504.61700000000002</c:v>
                </c:pt>
                <c:pt idx="4409">
                  <c:v>504.61700000000002</c:v>
                </c:pt>
                <c:pt idx="4410">
                  <c:v>504.61700000000002</c:v>
                </c:pt>
                <c:pt idx="4411">
                  <c:v>504.61700000000002</c:v>
                </c:pt>
                <c:pt idx="4412">
                  <c:v>504.61700000000002</c:v>
                </c:pt>
                <c:pt idx="4413">
                  <c:v>0</c:v>
                </c:pt>
                <c:pt idx="4414">
                  <c:v>0</c:v>
                </c:pt>
                <c:pt idx="4415">
                  <c:v>0</c:v>
                </c:pt>
                <c:pt idx="4416">
                  <c:v>0</c:v>
                </c:pt>
                <c:pt idx="4417">
                  <c:v>0</c:v>
                </c:pt>
                <c:pt idx="4418">
                  <c:v>0</c:v>
                </c:pt>
                <c:pt idx="4419">
                  <c:v>0</c:v>
                </c:pt>
                <c:pt idx="4420">
                  <c:v>0</c:v>
                </c:pt>
                <c:pt idx="4421">
                  <c:v>0</c:v>
                </c:pt>
                <c:pt idx="4422">
                  <c:v>0</c:v>
                </c:pt>
                <c:pt idx="4423">
                  <c:v>504.61700000000002</c:v>
                </c:pt>
                <c:pt idx="4424">
                  <c:v>504.61700000000002</c:v>
                </c:pt>
                <c:pt idx="4425">
                  <c:v>504.61700000000002</c:v>
                </c:pt>
                <c:pt idx="4426">
                  <c:v>504.61700000000002</c:v>
                </c:pt>
                <c:pt idx="4427">
                  <c:v>504.61700000000002</c:v>
                </c:pt>
                <c:pt idx="4428">
                  <c:v>504.61700000000002</c:v>
                </c:pt>
                <c:pt idx="4429">
                  <c:v>504.61700000000002</c:v>
                </c:pt>
                <c:pt idx="4430">
                  <c:v>504.61700000000002</c:v>
                </c:pt>
                <c:pt idx="4431">
                  <c:v>504.61700000000002</c:v>
                </c:pt>
                <c:pt idx="4432">
                  <c:v>504.61700000000002</c:v>
                </c:pt>
                <c:pt idx="4433">
                  <c:v>504.61700000000002</c:v>
                </c:pt>
                <c:pt idx="4434">
                  <c:v>504.61700000000002</c:v>
                </c:pt>
                <c:pt idx="4435">
                  <c:v>504.61700000000002</c:v>
                </c:pt>
                <c:pt idx="4436">
                  <c:v>504.61700000000002</c:v>
                </c:pt>
                <c:pt idx="4437">
                  <c:v>0</c:v>
                </c:pt>
                <c:pt idx="4438">
                  <c:v>0</c:v>
                </c:pt>
                <c:pt idx="4439">
                  <c:v>0</c:v>
                </c:pt>
                <c:pt idx="4440">
                  <c:v>0</c:v>
                </c:pt>
                <c:pt idx="4441">
                  <c:v>0</c:v>
                </c:pt>
                <c:pt idx="4442">
                  <c:v>0</c:v>
                </c:pt>
                <c:pt idx="4443">
                  <c:v>0</c:v>
                </c:pt>
                <c:pt idx="4444">
                  <c:v>0</c:v>
                </c:pt>
                <c:pt idx="4445">
                  <c:v>0</c:v>
                </c:pt>
                <c:pt idx="4446">
                  <c:v>0</c:v>
                </c:pt>
                <c:pt idx="4447">
                  <c:v>504.61700000000002</c:v>
                </c:pt>
                <c:pt idx="4448">
                  <c:v>504.61700000000002</c:v>
                </c:pt>
                <c:pt idx="4449">
                  <c:v>504.61700000000002</c:v>
                </c:pt>
                <c:pt idx="4450">
                  <c:v>504.61700000000002</c:v>
                </c:pt>
                <c:pt idx="4451">
                  <c:v>504.61700000000002</c:v>
                </c:pt>
                <c:pt idx="4452">
                  <c:v>504.61700000000002</c:v>
                </c:pt>
                <c:pt idx="4453">
                  <c:v>504.61700000000002</c:v>
                </c:pt>
                <c:pt idx="4454">
                  <c:v>504.61700000000002</c:v>
                </c:pt>
                <c:pt idx="4455">
                  <c:v>504.61700000000002</c:v>
                </c:pt>
                <c:pt idx="4456">
                  <c:v>504.61700000000002</c:v>
                </c:pt>
                <c:pt idx="4457">
                  <c:v>504.61700000000002</c:v>
                </c:pt>
                <c:pt idx="4458">
                  <c:v>504.61700000000002</c:v>
                </c:pt>
                <c:pt idx="4459">
                  <c:v>504.61700000000002</c:v>
                </c:pt>
                <c:pt idx="4460">
                  <c:v>504.61700000000002</c:v>
                </c:pt>
                <c:pt idx="4461">
                  <c:v>0</c:v>
                </c:pt>
                <c:pt idx="4462">
                  <c:v>0</c:v>
                </c:pt>
                <c:pt idx="4463">
                  <c:v>0</c:v>
                </c:pt>
                <c:pt idx="4464">
                  <c:v>0</c:v>
                </c:pt>
                <c:pt idx="4465">
                  <c:v>0</c:v>
                </c:pt>
                <c:pt idx="4466">
                  <c:v>0</c:v>
                </c:pt>
                <c:pt idx="4467">
                  <c:v>0</c:v>
                </c:pt>
                <c:pt idx="4468">
                  <c:v>0</c:v>
                </c:pt>
                <c:pt idx="4469">
                  <c:v>0</c:v>
                </c:pt>
                <c:pt idx="4470">
                  <c:v>0</c:v>
                </c:pt>
                <c:pt idx="4471">
                  <c:v>504.61700000000002</c:v>
                </c:pt>
                <c:pt idx="4472">
                  <c:v>504.61700000000002</c:v>
                </c:pt>
                <c:pt idx="4473">
                  <c:v>504.61700000000002</c:v>
                </c:pt>
                <c:pt idx="4474">
                  <c:v>504.61700000000002</c:v>
                </c:pt>
                <c:pt idx="4475">
                  <c:v>504.61700000000002</c:v>
                </c:pt>
                <c:pt idx="4476">
                  <c:v>504.61700000000002</c:v>
                </c:pt>
                <c:pt idx="4477">
                  <c:v>504.61700000000002</c:v>
                </c:pt>
                <c:pt idx="4478">
                  <c:v>504.61700000000002</c:v>
                </c:pt>
                <c:pt idx="4479">
                  <c:v>504.61700000000002</c:v>
                </c:pt>
                <c:pt idx="4480">
                  <c:v>504.61700000000002</c:v>
                </c:pt>
                <c:pt idx="4481">
                  <c:v>504.61700000000002</c:v>
                </c:pt>
                <c:pt idx="4482">
                  <c:v>504.61700000000002</c:v>
                </c:pt>
                <c:pt idx="4483">
                  <c:v>504.61700000000002</c:v>
                </c:pt>
                <c:pt idx="4484">
                  <c:v>504.61700000000002</c:v>
                </c:pt>
                <c:pt idx="4485">
                  <c:v>0</c:v>
                </c:pt>
                <c:pt idx="4486">
                  <c:v>0</c:v>
                </c:pt>
                <c:pt idx="4487">
                  <c:v>0</c:v>
                </c:pt>
                <c:pt idx="4488">
                  <c:v>0</c:v>
                </c:pt>
                <c:pt idx="4489">
                  <c:v>0</c:v>
                </c:pt>
                <c:pt idx="4490">
                  <c:v>0</c:v>
                </c:pt>
                <c:pt idx="4491">
                  <c:v>0</c:v>
                </c:pt>
                <c:pt idx="4492">
                  <c:v>0</c:v>
                </c:pt>
                <c:pt idx="4493">
                  <c:v>0</c:v>
                </c:pt>
                <c:pt idx="4494">
                  <c:v>0</c:v>
                </c:pt>
                <c:pt idx="4495">
                  <c:v>504.61700000000002</c:v>
                </c:pt>
                <c:pt idx="4496">
                  <c:v>504.61700000000002</c:v>
                </c:pt>
                <c:pt idx="4497">
                  <c:v>504.61700000000002</c:v>
                </c:pt>
                <c:pt idx="4498">
                  <c:v>504.61700000000002</c:v>
                </c:pt>
                <c:pt idx="4499">
                  <c:v>504.61700000000002</c:v>
                </c:pt>
                <c:pt idx="4500">
                  <c:v>504.61700000000002</c:v>
                </c:pt>
                <c:pt idx="4501">
                  <c:v>504.61700000000002</c:v>
                </c:pt>
                <c:pt idx="4502">
                  <c:v>504.61700000000002</c:v>
                </c:pt>
                <c:pt idx="4503">
                  <c:v>504.61700000000002</c:v>
                </c:pt>
                <c:pt idx="4504">
                  <c:v>504.61700000000002</c:v>
                </c:pt>
                <c:pt idx="4505">
                  <c:v>504.61700000000002</c:v>
                </c:pt>
                <c:pt idx="4506">
                  <c:v>504.61700000000002</c:v>
                </c:pt>
                <c:pt idx="4507">
                  <c:v>504.61700000000002</c:v>
                </c:pt>
                <c:pt idx="4508">
                  <c:v>504.61700000000002</c:v>
                </c:pt>
                <c:pt idx="4509">
                  <c:v>0</c:v>
                </c:pt>
                <c:pt idx="4510">
                  <c:v>0</c:v>
                </c:pt>
                <c:pt idx="4511">
                  <c:v>0</c:v>
                </c:pt>
                <c:pt idx="4512">
                  <c:v>0</c:v>
                </c:pt>
                <c:pt idx="4513">
                  <c:v>0</c:v>
                </c:pt>
                <c:pt idx="4514">
                  <c:v>0</c:v>
                </c:pt>
                <c:pt idx="4515">
                  <c:v>0</c:v>
                </c:pt>
                <c:pt idx="4516">
                  <c:v>0</c:v>
                </c:pt>
                <c:pt idx="4517">
                  <c:v>0</c:v>
                </c:pt>
                <c:pt idx="4518">
                  <c:v>0</c:v>
                </c:pt>
                <c:pt idx="4519">
                  <c:v>504.61700000000002</c:v>
                </c:pt>
                <c:pt idx="4520">
                  <c:v>504.61700000000002</c:v>
                </c:pt>
                <c:pt idx="4521">
                  <c:v>504.61700000000002</c:v>
                </c:pt>
                <c:pt idx="4522">
                  <c:v>504.61700000000002</c:v>
                </c:pt>
                <c:pt idx="4523">
                  <c:v>504.61700000000002</c:v>
                </c:pt>
                <c:pt idx="4524">
                  <c:v>504.61700000000002</c:v>
                </c:pt>
                <c:pt idx="4525">
                  <c:v>504.61700000000002</c:v>
                </c:pt>
                <c:pt idx="4526">
                  <c:v>504.61700000000002</c:v>
                </c:pt>
                <c:pt idx="4527">
                  <c:v>504.61700000000002</c:v>
                </c:pt>
                <c:pt idx="4528">
                  <c:v>504.61700000000002</c:v>
                </c:pt>
                <c:pt idx="4529">
                  <c:v>504.61700000000002</c:v>
                </c:pt>
                <c:pt idx="4530">
                  <c:v>504.61700000000002</c:v>
                </c:pt>
                <c:pt idx="4531">
                  <c:v>504.61700000000002</c:v>
                </c:pt>
                <c:pt idx="4532">
                  <c:v>504.61700000000002</c:v>
                </c:pt>
                <c:pt idx="4533">
                  <c:v>0</c:v>
                </c:pt>
                <c:pt idx="4534">
                  <c:v>0</c:v>
                </c:pt>
                <c:pt idx="4535">
                  <c:v>0</c:v>
                </c:pt>
                <c:pt idx="4536">
                  <c:v>0</c:v>
                </c:pt>
                <c:pt idx="4537">
                  <c:v>0</c:v>
                </c:pt>
                <c:pt idx="4538">
                  <c:v>0</c:v>
                </c:pt>
                <c:pt idx="4539">
                  <c:v>0</c:v>
                </c:pt>
                <c:pt idx="4540">
                  <c:v>0</c:v>
                </c:pt>
                <c:pt idx="4541">
                  <c:v>0</c:v>
                </c:pt>
                <c:pt idx="4542">
                  <c:v>0</c:v>
                </c:pt>
                <c:pt idx="4543">
                  <c:v>504.61700000000002</c:v>
                </c:pt>
                <c:pt idx="4544">
                  <c:v>504.61700000000002</c:v>
                </c:pt>
                <c:pt idx="4545">
                  <c:v>504.61700000000002</c:v>
                </c:pt>
                <c:pt idx="4546">
                  <c:v>504.61700000000002</c:v>
                </c:pt>
                <c:pt idx="4547">
                  <c:v>504.61700000000002</c:v>
                </c:pt>
                <c:pt idx="4548">
                  <c:v>504.61700000000002</c:v>
                </c:pt>
                <c:pt idx="4549">
                  <c:v>504.61700000000002</c:v>
                </c:pt>
                <c:pt idx="4550">
                  <c:v>504.61700000000002</c:v>
                </c:pt>
                <c:pt idx="4551">
                  <c:v>504.61700000000002</c:v>
                </c:pt>
                <c:pt idx="4552">
                  <c:v>504.61700000000002</c:v>
                </c:pt>
                <c:pt idx="4553">
                  <c:v>504.61700000000002</c:v>
                </c:pt>
                <c:pt idx="4554">
                  <c:v>504.61700000000002</c:v>
                </c:pt>
                <c:pt idx="4555">
                  <c:v>504.61700000000002</c:v>
                </c:pt>
                <c:pt idx="4556">
                  <c:v>504.61700000000002</c:v>
                </c:pt>
                <c:pt idx="4557">
                  <c:v>0</c:v>
                </c:pt>
                <c:pt idx="4558">
                  <c:v>0</c:v>
                </c:pt>
                <c:pt idx="4559">
                  <c:v>0</c:v>
                </c:pt>
                <c:pt idx="4560">
                  <c:v>0</c:v>
                </c:pt>
                <c:pt idx="4561">
                  <c:v>0</c:v>
                </c:pt>
                <c:pt idx="4562">
                  <c:v>0</c:v>
                </c:pt>
                <c:pt idx="4563">
                  <c:v>0</c:v>
                </c:pt>
                <c:pt idx="4564">
                  <c:v>0</c:v>
                </c:pt>
                <c:pt idx="4565">
                  <c:v>0</c:v>
                </c:pt>
                <c:pt idx="4566">
                  <c:v>0</c:v>
                </c:pt>
                <c:pt idx="4567">
                  <c:v>504.61700000000002</c:v>
                </c:pt>
                <c:pt idx="4568">
                  <c:v>504.61700000000002</c:v>
                </c:pt>
                <c:pt idx="4569">
                  <c:v>504.61700000000002</c:v>
                </c:pt>
                <c:pt idx="4570">
                  <c:v>504.61700000000002</c:v>
                </c:pt>
                <c:pt idx="4571">
                  <c:v>504.61700000000002</c:v>
                </c:pt>
                <c:pt idx="4572">
                  <c:v>504.61700000000002</c:v>
                </c:pt>
                <c:pt idx="4573">
                  <c:v>504.61700000000002</c:v>
                </c:pt>
                <c:pt idx="4574">
                  <c:v>504.61700000000002</c:v>
                </c:pt>
                <c:pt idx="4575">
                  <c:v>504.61700000000002</c:v>
                </c:pt>
                <c:pt idx="4576">
                  <c:v>504.61700000000002</c:v>
                </c:pt>
                <c:pt idx="4577">
                  <c:v>504.61700000000002</c:v>
                </c:pt>
                <c:pt idx="4578">
                  <c:v>504.61700000000002</c:v>
                </c:pt>
                <c:pt idx="4579">
                  <c:v>504.61700000000002</c:v>
                </c:pt>
                <c:pt idx="4580">
                  <c:v>504.61700000000002</c:v>
                </c:pt>
                <c:pt idx="4581">
                  <c:v>0</c:v>
                </c:pt>
                <c:pt idx="4582">
                  <c:v>0</c:v>
                </c:pt>
                <c:pt idx="4583">
                  <c:v>0</c:v>
                </c:pt>
                <c:pt idx="4584">
                  <c:v>0</c:v>
                </c:pt>
                <c:pt idx="4585">
                  <c:v>0</c:v>
                </c:pt>
                <c:pt idx="4586">
                  <c:v>0</c:v>
                </c:pt>
                <c:pt idx="4587">
                  <c:v>0</c:v>
                </c:pt>
                <c:pt idx="4588">
                  <c:v>0</c:v>
                </c:pt>
                <c:pt idx="4589">
                  <c:v>0</c:v>
                </c:pt>
                <c:pt idx="4590">
                  <c:v>0</c:v>
                </c:pt>
                <c:pt idx="4591">
                  <c:v>504.61700000000002</c:v>
                </c:pt>
                <c:pt idx="4592">
                  <c:v>504.61700000000002</c:v>
                </c:pt>
                <c:pt idx="4593">
                  <c:v>504.61700000000002</c:v>
                </c:pt>
                <c:pt idx="4594">
                  <c:v>504.61700000000002</c:v>
                </c:pt>
                <c:pt idx="4595">
                  <c:v>504.61700000000002</c:v>
                </c:pt>
                <c:pt idx="4596">
                  <c:v>504.61700000000002</c:v>
                </c:pt>
                <c:pt idx="4597">
                  <c:v>504.61700000000002</c:v>
                </c:pt>
                <c:pt idx="4598">
                  <c:v>504.61700000000002</c:v>
                </c:pt>
                <c:pt idx="4599">
                  <c:v>504.61700000000002</c:v>
                </c:pt>
                <c:pt idx="4600">
                  <c:v>504.61700000000002</c:v>
                </c:pt>
                <c:pt idx="4601">
                  <c:v>504.61700000000002</c:v>
                </c:pt>
                <c:pt idx="4602">
                  <c:v>504.61700000000002</c:v>
                </c:pt>
                <c:pt idx="4603">
                  <c:v>504.61700000000002</c:v>
                </c:pt>
                <c:pt idx="4604">
                  <c:v>504.61700000000002</c:v>
                </c:pt>
                <c:pt idx="4605">
                  <c:v>0</c:v>
                </c:pt>
                <c:pt idx="4606">
                  <c:v>0</c:v>
                </c:pt>
                <c:pt idx="4607">
                  <c:v>0</c:v>
                </c:pt>
                <c:pt idx="4608">
                  <c:v>0</c:v>
                </c:pt>
                <c:pt idx="4609">
                  <c:v>0</c:v>
                </c:pt>
                <c:pt idx="4610">
                  <c:v>0</c:v>
                </c:pt>
                <c:pt idx="4611">
                  <c:v>0</c:v>
                </c:pt>
                <c:pt idx="4612">
                  <c:v>0</c:v>
                </c:pt>
                <c:pt idx="4613">
                  <c:v>0</c:v>
                </c:pt>
                <c:pt idx="4614">
                  <c:v>0</c:v>
                </c:pt>
                <c:pt idx="4615">
                  <c:v>504.61700000000002</c:v>
                </c:pt>
                <c:pt idx="4616">
                  <c:v>504.61700000000002</c:v>
                </c:pt>
                <c:pt idx="4617">
                  <c:v>504.61700000000002</c:v>
                </c:pt>
                <c:pt idx="4618">
                  <c:v>504.61700000000002</c:v>
                </c:pt>
                <c:pt idx="4619">
                  <c:v>504.61700000000002</c:v>
                </c:pt>
                <c:pt idx="4620">
                  <c:v>504.61700000000002</c:v>
                </c:pt>
                <c:pt idx="4621">
                  <c:v>504.61700000000002</c:v>
                </c:pt>
                <c:pt idx="4622">
                  <c:v>504.61700000000002</c:v>
                </c:pt>
                <c:pt idx="4623">
                  <c:v>504.61700000000002</c:v>
                </c:pt>
                <c:pt idx="4624">
                  <c:v>504.61700000000002</c:v>
                </c:pt>
                <c:pt idx="4625">
                  <c:v>504.61700000000002</c:v>
                </c:pt>
                <c:pt idx="4626">
                  <c:v>504.61700000000002</c:v>
                </c:pt>
                <c:pt idx="4627">
                  <c:v>504.61700000000002</c:v>
                </c:pt>
                <c:pt idx="4628">
                  <c:v>504.61700000000002</c:v>
                </c:pt>
                <c:pt idx="4629">
                  <c:v>0</c:v>
                </c:pt>
                <c:pt idx="4630">
                  <c:v>0</c:v>
                </c:pt>
                <c:pt idx="4631">
                  <c:v>0</c:v>
                </c:pt>
                <c:pt idx="4632">
                  <c:v>0</c:v>
                </c:pt>
                <c:pt idx="4633">
                  <c:v>0</c:v>
                </c:pt>
                <c:pt idx="4634">
                  <c:v>0</c:v>
                </c:pt>
                <c:pt idx="4635">
                  <c:v>0</c:v>
                </c:pt>
                <c:pt idx="4636">
                  <c:v>0</c:v>
                </c:pt>
                <c:pt idx="4637">
                  <c:v>0</c:v>
                </c:pt>
                <c:pt idx="4638">
                  <c:v>0</c:v>
                </c:pt>
                <c:pt idx="4639">
                  <c:v>504.61700000000002</c:v>
                </c:pt>
                <c:pt idx="4640">
                  <c:v>504.61700000000002</c:v>
                </c:pt>
                <c:pt idx="4641">
                  <c:v>504.61700000000002</c:v>
                </c:pt>
                <c:pt idx="4642">
                  <c:v>504.61700000000002</c:v>
                </c:pt>
                <c:pt idx="4643">
                  <c:v>504.61700000000002</c:v>
                </c:pt>
                <c:pt idx="4644">
                  <c:v>504.61700000000002</c:v>
                </c:pt>
                <c:pt idx="4645">
                  <c:v>504.61700000000002</c:v>
                </c:pt>
                <c:pt idx="4646">
                  <c:v>504.61700000000002</c:v>
                </c:pt>
                <c:pt idx="4647">
                  <c:v>504.61700000000002</c:v>
                </c:pt>
                <c:pt idx="4648">
                  <c:v>504.61700000000002</c:v>
                </c:pt>
                <c:pt idx="4649">
                  <c:v>504.61700000000002</c:v>
                </c:pt>
                <c:pt idx="4650">
                  <c:v>504.61700000000002</c:v>
                </c:pt>
                <c:pt idx="4651">
                  <c:v>504.61700000000002</c:v>
                </c:pt>
                <c:pt idx="4652">
                  <c:v>504.61700000000002</c:v>
                </c:pt>
                <c:pt idx="4653">
                  <c:v>0</c:v>
                </c:pt>
                <c:pt idx="4654">
                  <c:v>0</c:v>
                </c:pt>
                <c:pt idx="4655">
                  <c:v>0</c:v>
                </c:pt>
                <c:pt idx="4656">
                  <c:v>0</c:v>
                </c:pt>
                <c:pt idx="4657">
                  <c:v>0</c:v>
                </c:pt>
                <c:pt idx="4658">
                  <c:v>0</c:v>
                </c:pt>
                <c:pt idx="4659">
                  <c:v>0</c:v>
                </c:pt>
                <c:pt idx="4660">
                  <c:v>0</c:v>
                </c:pt>
                <c:pt idx="4661">
                  <c:v>0</c:v>
                </c:pt>
                <c:pt idx="4662">
                  <c:v>0</c:v>
                </c:pt>
                <c:pt idx="4663">
                  <c:v>504.61700000000002</c:v>
                </c:pt>
                <c:pt idx="4664">
                  <c:v>504.61700000000002</c:v>
                </c:pt>
                <c:pt idx="4665">
                  <c:v>504.61700000000002</c:v>
                </c:pt>
                <c:pt idx="4666">
                  <c:v>504.61700000000002</c:v>
                </c:pt>
                <c:pt idx="4667">
                  <c:v>504.61700000000002</c:v>
                </c:pt>
                <c:pt idx="4668">
                  <c:v>504.61700000000002</c:v>
                </c:pt>
                <c:pt idx="4669">
                  <c:v>504.61700000000002</c:v>
                </c:pt>
                <c:pt idx="4670">
                  <c:v>504.61700000000002</c:v>
                </c:pt>
                <c:pt idx="4671">
                  <c:v>504.61700000000002</c:v>
                </c:pt>
                <c:pt idx="4672">
                  <c:v>504.61700000000002</c:v>
                </c:pt>
                <c:pt idx="4673">
                  <c:v>504.61700000000002</c:v>
                </c:pt>
                <c:pt idx="4674">
                  <c:v>504.61700000000002</c:v>
                </c:pt>
                <c:pt idx="4675">
                  <c:v>504.61700000000002</c:v>
                </c:pt>
                <c:pt idx="4676">
                  <c:v>504.61700000000002</c:v>
                </c:pt>
                <c:pt idx="4677">
                  <c:v>0</c:v>
                </c:pt>
                <c:pt idx="4678">
                  <c:v>0</c:v>
                </c:pt>
                <c:pt idx="4679">
                  <c:v>0</c:v>
                </c:pt>
                <c:pt idx="4680">
                  <c:v>0</c:v>
                </c:pt>
                <c:pt idx="4681">
                  <c:v>0</c:v>
                </c:pt>
                <c:pt idx="4682">
                  <c:v>0</c:v>
                </c:pt>
                <c:pt idx="4683">
                  <c:v>0</c:v>
                </c:pt>
                <c:pt idx="4684">
                  <c:v>0</c:v>
                </c:pt>
                <c:pt idx="4685">
                  <c:v>0</c:v>
                </c:pt>
                <c:pt idx="4686">
                  <c:v>0</c:v>
                </c:pt>
                <c:pt idx="4687">
                  <c:v>504.61700000000002</c:v>
                </c:pt>
                <c:pt idx="4688">
                  <c:v>504.61700000000002</c:v>
                </c:pt>
                <c:pt idx="4689">
                  <c:v>504.61700000000002</c:v>
                </c:pt>
                <c:pt idx="4690">
                  <c:v>504.61700000000002</c:v>
                </c:pt>
                <c:pt idx="4691">
                  <c:v>504.61700000000002</c:v>
                </c:pt>
                <c:pt idx="4692">
                  <c:v>504.61700000000002</c:v>
                </c:pt>
                <c:pt idx="4693">
                  <c:v>504.61700000000002</c:v>
                </c:pt>
                <c:pt idx="4694">
                  <c:v>504.61700000000002</c:v>
                </c:pt>
                <c:pt idx="4695">
                  <c:v>504.61700000000002</c:v>
                </c:pt>
                <c:pt idx="4696">
                  <c:v>504.61700000000002</c:v>
                </c:pt>
                <c:pt idx="4697">
                  <c:v>504.61700000000002</c:v>
                </c:pt>
                <c:pt idx="4698">
                  <c:v>504.61700000000002</c:v>
                </c:pt>
                <c:pt idx="4699">
                  <c:v>504.61700000000002</c:v>
                </c:pt>
                <c:pt idx="4700">
                  <c:v>504.61700000000002</c:v>
                </c:pt>
                <c:pt idx="4701">
                  <c:v>0</c:v>
                </c:pt>
                <c:pt idx="4702">
                  <c:v>0</c:v>
                </c:pt>
                <c:pt idx="4703">
                  <c:v>0</c:v>
                </c:pt>
                <c:pt idx="4704">
                  <c:v>0</c:v>
                </c:pt>
                <c:pt idx="4705">
                  <c:v>0</c:v>
                </c:pt>
                <c:pt idx="4706">
                  <c:v>0</c:v>
                </c:pt>
                <c:pt idx="4707">
                  <c:v>0</c:v>
                </c:pt>
                <c:pt idx="4708">
                  <c:v>0</c:v>
                </c:pt>
                <c:pt idx="4709">
                  <c:v>0</c:v>
                </c:pt>
                <c:pt idx="4710">
                  <c:v>0</c:v>
                </c:pt>
                <c:pt idx="4711">
                  <c:v>504.61700000000002</c:v>
                </c:pt>
                <c:pt idx="4712">
                  <c:v>504.61700000000002</c:v>
                </c:pt>
                <c:pt idx="4713">
                  <c:v>504.61700000000002</c:v>
                </c:pt>
                <c:pt idx="4714">
                  <c:v>504.61700000000002</c:v>
                </c:pt>
                <c:pt idx="4715">
                  <c:v>504.61700000000002</c:v>
                </c:pt>
                <c:pt idx="4716">
                  <c:v>504.61700000000002</c:v>
                </c:pt>
                <c:pt idx="4717">
                  <c:v>504.61700000000002</c:v>
                </c:pt>
                <c:pt idx="4718">
                  <c:v>504.61700000000002</c:v>
                </c:pt>
                <c:pt idx="4719">
                  <c:v>504.61700000000002</c:v>
                </c:pt>
                <c:pt idx="4720">
                  <c:v>504.61700000000002</c:v>
                </c:pt>
                <c:pt idx="4721">
                  <c:v>504.61700000000002</c:v>
                </c:pt>
                <c:pt idx="4722">
                  <c:v>504.61700000000002</c:v>
                </c:pt>
                <c:pt idx="4723">
                  <c:v>504.61700000000002</c:v>
                </c:pt>
                <c:pt idx="4724">
                  <c:v>504.61700000000002</c:v>
                </c:pt>
                <c:pt idx="4725">
                  <c:v>0</c:v>
                </c:pt>
                <c:pt idx="4726">
                  <c:v>0</c:v>
                </c:pt>
                <c:pt idx="4727">
                  <c:v>0</c:v>
                </c:pt>
                <c:pt idx="4728">
                  <c:v>0</c:v>
                </c:pt>
                <c:pt idx="4729">
                  <c:v>0</c:v>
                </c:pt>
                <c:pt idx="4730">
                  <c:v>0</c:v>
                </c:pt>
                <c:pt idx="4731">
                  <c:v>0</c:v>
                </c:pt>
                <c:pt idx="4732">
                  <c:v>0</c:v>
                </c:pt>
                <c:pt idx="4733">
                  <c:v>0</c:v>
                </c:pt>
                <c:pt idx="4734">
                  <c:v>0</c:v>
                </c:pt>
                <c:pt idx="4735">
                  <c:v>504.61700000000002</c:v>
                </c:pt>
                <c:pt idx="4736">
                  <c:v>504.61700000000002</c:v>
                </c:pt>
                <c:pt idx="4737">
                  <c:v>504.61700000000002</c:v>
                </c:pt>
                <c:pt idx="4738">
                  <c:v>504.61700000000002</c:v>
                </c:pt>
                <c:pt idx="4739">
                  <c:v>504.61700000000002</c:v>
                </c:pt>
                <c:pt idx="4740">
                  <c:v>504.61700000000002</c:v>
                </c:pt>
                <c:pt idx="4741">
                  <c:v>504.61700000000002</c:v>
                </c:pt>
                <c:pt idx="4742">
                  <c:v>504.61700000000002</c:v>
                </c:pt>
                <c:pt idx="4743">
                  <c:v>504.61700000000002</c:v>
                </c:pt>
                <c:pt idx="4744">
                  <c:v>504.61700000000002</c:v>
                </c:pt>
                <c:pt idx="4745">
                  <c:v>504.61700000000002</c:v>
                </c:pt>
                <c:pt idx="4746">
                  <c:v>504.61700000000002</c:v>
                </c:pt>
                <c:pt idx="4747">
                  <c:v>504.61700000000002</c:v>
                </c:pt>
                <c:pt idx="4748">
                  <c:v>504.61700000000002</c:v>
                </c:pt>
                <c:pt idx="4749">
                  <c:v>0</c:v>
                </c:pt>
                <c:pt idx="4750">
                  <c:v>0</c:v>
                </c:pt>
                <c:pt idx="4751">
                  <c:v>0</c:v>
                </c:pt>
                <c:pt idx="4752">
                  <c:v>0</c:v>
                </c:pt>
                <c:pt idx="4753">
                  <c:v>0</c:v>
                </c:pt>
                <c:pt idx="4754">
                  <c:v>0</c:v>
                </c:pt>
                <c:pt idx="4755">
                  <c:v>0</c:v>
                </c:pt>
                <c:pt idx="4756">
                  <c:v>0</c:v>
                </c:pt>
                <c:pt idx="4757">
                  <c:v>0</c:v>
                </c:pt>
                <c:pt idx="4758">
                  <c:v>0</c:v>
                </c:pt>
                <c:pt idx="4759">
                  <c:v>504.61700000000002</c:v>
                </c:pt>
                <c:pt idx="4760">
                  <c:v>504.61700000000002</c:v>
                </c:pt>
                <c:pt idx="4761">
                  <c:v>504.61700000000002</c:v>
                </c:pt>
                <c:pt idx="4762">
                  <c:v>504.61700000000002</c:v>
                </c:pt>
                <c:pt idx="4763">
                  <c:v>504.61700000000002</c:v>
                </c:pt>
                <c:pt idx="4764">
                  <c:v>504.61700000000002</c:v>
                </c:pt>
                <c:pt idx="4765">
                  <c:v>504.61700000000002</c:v>
                </c:pt>
                <c:pt idx="4766">
                  <c:v>504.61700000000002</c:v>
                </c:pt>
                <c:pt idx="4767">
                  <c:v>504.61700000000002</c:v>
                </c:pt>
                <c:pt idx="4768">
                  <c:v>504.61700000000002</c:v>
                </c:pt>
                <c:pt idx="4769">
                  <c:v>504.61700000000002</c:v>
                </c:pt>
                <c:pt idx="4770">
                  <c:v>504.61700000000002</c:v>
                </c:pt>
                <c:pt idx="4771">
                  <c:v>504.61700000000002</c:v>
                </c:pt>
                <c:pt idx="4772">
                  <c:v>504.61700000000002</c:v>
                </c:pt>
                <c:pt idx="4773">
                  <c:v>0</c:v>
                </c:pt>
                <c:pt idx="4774">
                  <c:v>0</c:v>
                </c:pt>
                <c:pt idx="4775">
                  <c:v>0</c:v>
                </c:pt>
                <c:pt idx="4776">
                  <c:v>0</c:v>
                </c:pt>
                <c:pt idx="4777">
                  <c:v>0</c:v>
                </c:pt>
                <c:pt idx="4778">
                  <c:v>0</c:v>
                </c:pt>
                <c:pt idx="4779">
                  <c:v>0</c:v>
                </c:pt>
                <c:pt idx="4780">
                  <c:v>0</c:v>
                </c:pt>
                <c:pt idx="4781">
                  <c:v>0</c:v>
                </c:pt>
                <c:pt idx="4782">
                  <c:v>0</c:v>
                </c:pt>
                <c:pt idx="4783">
                  <c:v>504.61700000000002</c:v>
                </c:pt>
                <c:pt idx="4784">
                  <c:v>504.61700000000002</c:v>
                </c:pt>
                <c:pt idx="4785">
                  <c:v>504.61700000000002</c:v>
                </c:pt>
                <c:pt idx="4786">
                  <c:v>504.61700000000002</c:v>
                </c:pt>
                <c:pt idx="4787">
                  <c:v>504.61700000000002</c:v>
                </c:pt>
                <c:pt idx="4788">
                  <c:v>504.61700000000002</c:v>
                </c:pt>
                <c:pt idx="4789">
                  <c:v>504.61700000000002</c:v>
                </c:pt>
                <c:pt idx="4790">
                  <c:v>504.61700000000002</c:v>
                </c:pt>
                <c:pt idx="4791">
                  <c:v>504.61700000000002</c:v>
                </c:pt>
                <c:pt idx="4792">
                  <c:v>504.61700000000002</c:v>
                </c:pt>
                <c:pt idx="4793">
                  <c:v>504.61700000000002</c:v>
                </c:pt>
                <c:pt idx="4794">
                  <c:v>504.61700000000002</c:v>
                </c:pt>
                <c:pt idx="4795">
                  <c:v>504.61700000000002</c:v>
                </c:pt>
                <c:pt idx="4796">
                  <c:v>504.61700000000002</c:v>
                </c:pt>
                <c:pt idx="4797">
                  <c:v>0</c:v>
                </c:pt>
                <c:pt idx="4798">
                  <c:v>0</c:v>
                </c:pt>
                <c:pt idx="4799">
                  <c:v>0</c:v>
                </c:pt>
                <c:pt idx="4800">
                  <c:v>0</c:v>
                </c:pt>
                <c:pt idx="4801">
                  <c:v>0</c:v>
                </c:pt>
                <c:pt idx="4802">
                  <c:v>0</c:v>
                </c:pt>
                <c:pt idx="4803">
                  <c:v>0</c:v>
                </c:pt>
                <c:pt idx="4804">
                  <c:v>0</c:v>
                </c:pt>
                <c:pt idx="4805">
                  <c:v>0</c:v>
                </c:pt>
                <c:pt idx="4806">
                  <c:v>0</c:v>
                </c:pt>
                <c:pt idx="4807">
                  <c:v>504.61700000000002</c:v>
                </c:pt>
                <c:pt idx="4808">
                  <c:v>504.61700000000002</c:v>
                </c:pt>
                <c:pt idx="4809">
                  <c:v>504.61700000000002</c:v>
                </c:pt>
                <c:pt idx="4810">
                  <c:v>504.61700000000002</c:v>
                </c:pt>
                <c:pt idx="4811">
                  <c:v>504.61700000000002</c:v>
                </c:pt>
                <c:pt idx="4812">
                  <c:v>504.61700000000002</c:v>
                </c:pt>
                <c:pt idx="4813">
                  <c:v>504.61700000000002</c:v>
                </c:pt>
                <c:pt idx="4814">
                  <c:v>504.61700000000002</c:v>
                </c:pt>
                <c:pt idx="4815">
                  <c:v>504.61700000000002</c:v>
                </c:pt>
                <c:pt idx="4816">
                  <c:v>504.61700000000002</c:v>
                </c:pt>
                <c:pt idx="4817">
                  <c:v>504.61700000000002</c:v>
                </c:pt>
                <c:pt idx="4818">
                  <c:v>504.61700000000002</c:v>
                </c:pt>
                <c:pt idx="4819">
                  <c:v>504.61700000000002</c:v>
                </c:pt>
                <c:pt idx="4820">
                  <c:v>504.61700000000002</c:v>
                </c:pt>
                <c:pt idx="4821">
                  <c:v>0</c:v>
                </c:pt>
                <c:pt idx="4822">
                  <c:v>0</c:v>
                </c:pt>
                <c:pt idx="4823">
                  <c:v>0</c:v>
                </c:pt>
                <c:pt idx="4824">
                  <c:v>0</c:v>
                </c:pt>
                <c:pt idx="4825">
                  <c:v>0</c:v>
                </c:pt>
                <c:pt idx="4826">
                  <c:v>0</c:v>
                </c:pt>
                <c:pt idx="4827">
                  <c:v>0</c:v>
                </c:pt>
                <c:pt idx="4828">
                  <c:v>0</c:v>
                </c:pt>
                <c:pt idx="4829">
                  <c:v>0</c:v>
                </c:pt>
                <c:pt idx="4830">
                  <c:v>0</c:v>
                </c:pt>
                <c:pt idx="4831">
                  <c:v>504.61700000000002</c:v>
                </c:pt>
                <c:pt idx="4832">
                  <c:v>504.61700000000002</c:v>
                </c:pt>
                <c:pt idx="4833">
                  <c:v>504.61700000000002</c:v>
                </c:pt>
                <c:pt idx="4834">
                  <c:v>504.61700000000002</c:v>
                </c:pt>
                <c:pt idx="4835">
                  <c:v>504.61700000000002</c:v>
                </c:pt>
                <c:pt idx="4836">
                  <c:v>504.61700000000002</c:v>
                </c:pt>
                <c:pt idx="4837">
                  <c:v>504.61700000000002</c:v>
                </c:pt>
                <c:pt idx="4838">
                  <c:v>504.61700000000002</c:v>
                </c:pt>
                <c:pt idx="4839">
                  <c:v>504.61700000000002</c:v>
                </c:pt>
                <c:pt idx="4840">
                  <c:v>504.61700000000002</c:v>
                </c:pt>
                <c:pt idx="4841">
                  <c:v>504.61700000000002</c:v>
                </c:pt>
                <c:pt idx="4842">
                  <c:v>504.61700000000002</c:v>
                </c:pt>
                <c:pt idx="4843">
                  <c:v>504.61700000000002</c:v>
                </c:pt>
                <c:pt idx="4844">
                  <c:v>504.61700000000002</c:v>
                </c:pt>
                <c:pt idx="4845">
                  <c:v>0</c:v>
                </c:pt>
                <c:pt idx="4846">
                  <c:v>0</c:v>
                </c:pt>
                <c:pt idx="4847">
                  <c:v>0</c:v>
                </c:pt>
                <c:pt idx="4848">
                  <c:v>0</c:v>
                </c:pt>
                <c:pt idx="4849">
                  <c:v>0</c:v>
                </c:pt>
                <c:pt idx="4850">
                  <c:v>0</c:v>
                </c:pt>
                <c:pt idx="4851">
                  <c:v>0</c:v>
                </c:pt>
                <c:pt idx="4852">
                  <c:v>0</c:v>
                </c:pt>
                <c:pt idx="4853">
                  <c:v>0</c:v>
                </c:pt>
                <c:pt idx="4854">
                  <c:v>0</c:v>
                </c:pt>
                <c:pt idx="4855">
                  <c:v>504.61700000000002</c:v>
                </c:pt>
                <c:pt idx="4856">
                  <c:v>504.61700000000002</c:v>
                </c:pt>
                <c:pt idx="4857">
                  <c:v>504.61700000000002</c:v>
                </c:pt>
                <c:pt idx="4858">
                  <c:v>504.61700000000002</c:v>
                </c:pt>
                <c:pt idx="4859">
                  <c:v>504.61700000000002</c:v>
                </c:pt>
                <c:pt idx="4860">
                  <c:v>504.61700000000002</c:v>
                </c:pt>
                <c:pt idx="4861">
                  <c:v>504.61700000000002</c:v>
                </c:pt>
                <c:pt idx="4862">
                  <c:v>504.61700000000002</c:v>
                </c:pt>
                <c:pt idx="4863">
                  <c:v>504.61700000000002</c:v>
                </c:pt>
                <c:pt idx="4864">
                  <c:v>504.61700000000002</c:v>
                </c:pt>
                <c:pt idx="4865">
                  <c:v>504.61700000000002</c:v>
                </c:pt>
                <c:pt idx="4866">
                  <c:v>504.61700000000002</c:v>
                </c:pt>
                <c:pt idx="4867">
                  <c:v>504.61700000000002</c:v>
                </c:pt>
                <c:pt idx="4868">
                  <c:v>504.61700000000002</c:v>
                </c:pt>
                <c:pt idx="4869">
                  <c:v>0</c:v>
                </c:pt>
                <c:pt idx="4870">
                  <c:v>0</c:v>
                </c:pt>
                <c:pt idx="4871">
                  <c:v>0</c:v>
                </c:pt>
                <c:pt idx="4872">
                  <c:v>0</c:v>
                </c:pt>
                <c:pt idx="4873">
                  <c:v>0</c:v>
                </c:pt>
                <c:pt idx="4874">
                  <c:v>0</c:v>
                </c:pt>
                <c:pt idx="4875">
                  <c:v>0</c:v>
                </c:pt>
                <c:pt idx="4876">
                  <c:v>0</c:v>
                </c:pt>
                <c:pt idx="4877">
                  <c:v>0</c:v>
                </c:pt>
                <c:pt idx="4878">
                  <c:v>0</c:v>
                </c:pt>
                <c:pt idx="4879">
                  <c:v>504.61700000000002</c:v>
                </c:pt>
                <c:pt idx="4880">
                  <c:v>504.61700000000002</c:v>
                </c:pt>
                <c:pt idx="4881">
                  <c:v>504.61700000000002</c:v>
                </c:pt>
                <c:pt idx="4882">
                  <c:v>504.61700000000002</c:v>
                </c:pt>
                <c:pt idx="4883">
                  <c:v>504.61700000000002</c:v>
                </c:pt>
                <c:pt idx="4884">
                  <c:v>504.61700000000002</c:v>
                </c:pt>
                <c:pt idx="4885">
                  <c:v>504.61700000000002</c:v>
                </c:pt>
                <c:pt idx="4886">
                  <c:v>504.61700000000002</c:v>
                </c:pt>
                <c:pt idx="4887">
                  <c:v>504.61700000000002</c:v>
                </c:pt>
                <c:pt idx="4888">
                  <c:v>504.61700000000002</c:v>
                </c:pt>
                <c:pt idx="4889">
                  <c:v>504.61700000000002</c:v>
                </c:pt>
                <c:pt idx="4890">
                  <c:v>504.61700000000002</c:v>
                </c:pt>
                <c:pt idx="4891">
                  <c:v>504.61700000000002</c:v>
                </c:pt>
                <c:pt idx="4892">
                  <c:v>504.61700000000002</c:v>
                </c:pt>
                <c:pt idx="4893">
                  <c:v>0</c:v>
                </c:pt>
                <c:pt idx="4894">
                  <c:v>0</c:v>
                </c:pt>
                <c:pt idx="4895">
                  <c:v>0</c:v>
                </c:pt>
                <c:pt idx="4896">
                  <c:v>0</c:v>
                </c:pt>
                <c:pt idx="4897">
                  <c:v>0</c:v>
                </c:pt>
                <c:pt idx="4898">
                  <c:v>0</c:v>
                </c:pt>
                <c:pt idx="4899">
                  <c:v>0</c:v>
                </c:pt>
                <c:pt idx="4900">
                  <c:v>0</c:v>
                </c:pt>
                <c:pt idx="4901">
                  <c:v>0</c:v>
                </c:pt>
                <c:pt idx="4902">
                  <c:v>0</c:v>
                </c:pt>
                <c:pt idx="4903">
                  <c:v>504.61700000000002</c:v>
                </c:pt>
                <c:pt idx="4904">
                  <c:v>504.61700000000002</c:v>
                </c:pt>
                <c:pt idx="4905">
                  <c:v>504.61700000000002</c:v>
                </c:pt>
                <c:pt idx="4906">
                  <c:v>504.61700000000002</c:v>
                </c:pt>
                <c:pt idx="4907">
                  <c:v>504.61700000000002</c:v>
                </c:pt>
                <c:pt idx="4908">
                  <c:v>504.61700000000002</c:v>
                </c:pt>
                <c:pt idx="4909">
                  <c:v>504.61700000000002</c:v>
                </c:pt>
                <c:pt idx="4910">
                  <c:v>504.61700000000002</c:v>
                </c:pt>
                <c:pt idx="4911">
                  <c:v>504.61700000000002</c:v>
                </c:pt>
                <c:pt idx="4912">
                  <c:v>504.61700000000002</c:v>
                </c:pt>
                <c:pt idx="4913">
                  <c:v>504.61700000000002</c:v>
                </c:pt>
                <c:pt idx="4914">
                  <c:v>504.61700000000002</c:v>
                </c:pt>
                <c:pt idx="4915">
                  <c:v>504.61700000000002</c:v>
                </c:pt>
                <c:pt idx="4916">
                  <c:v>504.61700000000002</c:v>
                </c:pt>
                <c:pt idx="4917">
                  <c:v>0</c:v>
                </c:pt>
                <c:pt idx="4918">
                  <c:v>0</c:v>
                </c:pt>
                <c:pt idx="4919">
                  <c:v>0</c:v>
                </c:pt>
                <c:pt idx="4920">
                  <c:v>0</c:v>
                </c:pt>
                <c:pt idx="4921">
                  <c:v>0</c:v>
                </c:pt>
                <c:pt idx="4922">
                  <c:v>0</c:v>
                </c:pt>
                <c:pt idx="4923">
                  <c:v>0</c:v>
                </c:pt>
                <c:pt idx="4924">
                  <c:v>0</c:v>
                </c:pt>
                <c:pt idx="4925">
                  <c:v>0</c:v>
                </c:pt>
                <c:pt idx="4926">
                  <c:v>0</c:v>
                </c:pt>
                <c:pt idx="4927">
                  <c:v>504.61700000000002</c:v>
                </c:pt>
                <c:pt idx="4928">
                  <c:v>504.61700000000002</c:v>
                </c:pt>
                <c:pt idx="4929">
                  <c:v>504.61700000000002</c:v>
                </c:pt>
                <c:pt idx="4930">
                  <c:v>504.61700000000002</c:v>
                </c:pt>
                <c:pt idx="4931">
                  <c:v>504.61700000000002</c:v>
                </c:pt>
                <c:pt idx="4932">
                  <c:v>504.61700000000002</c:v>
                </c:pt>
                <c:pt idx="4933">
                  <c:v>504.61700000000002</c:v>
                </c:pt>
                <c:pt idx="4934">
                  <c:v>504.61700000000002</c:v>
                </c:pt>
                <c:pt idx="4935">
                  <c:v>504.61700000000002</c:v>
                </c:pt>
                <c:pt idx="4936">
                  <c:v>504.61700000000002</c:v>
                </c:pt>
                <c:pt idx="4937">
                  <c:v>504.61700000000002</c:v>
                </c:pt>
                <c:pt idx="4938">
                  <c:v>504.61700000000002</c:v>
                </c:pt>
                <c:pt idx="4939">
                  <c:v>504.61700000000002</c:v>
                </c:pt>
                <c:pt idx="4940">
                  <c:v>504.61700000000002</c:v>
                </c:pt>
                <c:pt idx="4941">
                  <c:v>0</c:v>
                </c:pt>
                <c:pt idx="4942">
                  <c:v>0</c:v>
                </c:pt>
                <c:pt idx="4943">
                  <c:v>0</c:v>
                </c:pt>
                <c:pt idx="4944">
                  <c:v>0</c:v>
                </c:pt>
                <c:pt idx="4945">
                  <c:v>0</c:v>
                </c:pt>
                <c:pt idx="4946">
                  <c:v>0</c:v>
                </c:pt>
                <c:pt idx="4947">
                  <c:v>0</c:v>
                </c:pt>
                <c:pt idx="4948">
                  <c:v>0</c:v>
                </c:pt>
                <c:pt idx="4949">
                  <c:v>0</c:v>
                </c:pt>
                <c:pt idx="4950">
                  <c:v>0</c:v>
                </c:pt>
                <c:pt idx="4951">
                  <c:v>504.61700000000002</c:v>
                </c:pt>
                <c:pt idx="4952">
                  <c:v>504.61700000000002</c:v>
                </c:pt>
                <c:pt idx="4953">
                  <c:v>504.61700000000002</c:v>
                </c:pt>
                <c:pt idx="4954">
                  <c:v>504.61700000000002</c:v>
                </c:pt>
                <c:pt idx="4955">
                  <c:v>504.61700000000002</c:v>
                </c:pt>
                <c:pt idx="4956">
                  <c:v>504.61700000000002</c:v>
                </c:pt>
                <c:pt idx="4957">
                  <c:v>504.61700000000002</c:v>
                </c:pt>
                <c:pt idx="4958">
                  <c:v>504.61700000000002</c:v>
                </c:pt>
                <c:pt idx="4959">
                  <c:v>504.61700000000002</c:v>
                </c:pt>
                <c:pt idx="4960">
                  <c:v>504.61700000000002</c:v>
                </c:pt>
                <c:pt idx="4961">
                  <c:v>504.61700000000002</c:v>
                </c:pt>
                <c:pt idx="4962">
                  <c:v>504.61700000000002</c:v>
                </c:pt>
                <c:pt idx="4963">
                  <c:v>504.61700000000002</c:v>
                </c:pt>
                <c:pt idx="4964">
                  <c:v>504.61700000000002</c:v>
                </c:pt>
                <c:pt idx="4965">
                  <c:v>0</c:v>
                </c:pt>
                <c:pt idx="4966">
                  <c:v>0</c:v>
                </c:pt>
                <c:pt idx="4967">
                  <c:v>0</c:v>
                </c:pt>
                <c:pt idx="4968">
                  <c:v>0</c:v>
                </c:pt>
                <c:pt idx="4969">
                  <c:v>0</c:v>
                </c:pt>
                <c:pt idx="4970">
                  <c:v>0</c:v>
                </c:pt>
                <c:pt idx="4971">
                  <c:v>0</c:v>
                </c:pt>
                <c:pt idx="4972">
                  <c:v>0</c:v>
                </c:pt>
                <c:pt idx="4973">
                  <c:v>0</c:v>
                </c:pt>
                <c:pt idx="4974">
                  <c:v>0</c:v>
                </c:pt>
                <c:pt idx="4975">
                  <c:v>504.61700000000002</c:v>
                </c:pt>
                <c:pt idx="4976">
                  <c:v>504.61700000000002</c:v>
                </c:pt>
                <c:pt idx="4977">
                  <c:v>504.61700000000002</c:v>
                </c:pt>
                <c:pt idx="4978">
                  <c:v>504.61700000000002</c:v>
                </c:pt>
                <c:pt idx="4979">
                  <c:v>504.61700000000002</c:v>
                </c:pt>
                <c:pt idx="4980">
                  <c:v>504.61700000000002</c:v>
                </c:pt>
                <c:pt idx="4981">
                  <c:v>504.61700000000002</c:v>
                </c:pt>
                <c:pt idx="4982">
                  <c:v>504.61700000000002</c:v>
                </c:pt>
                <c:pt idx="4983">
                  <c:v>504.61700000000002</c:v>
                </c:pt>
                <c:pt idx="4984">
                  <c:v>504.61700000000002</c:v>
                </c:pt>
                <c:pt idx="4985">
                  <c:v>504.61700000000002</c:v>
                </c:pt>
                <c:pt idx="4986">
                  <c:v>504.61700000000002</c:v>
                </c:pt>
                <c:pt idx="4987">
                  <c:v>504.61700000000002</c:v>
                </c:pt>
                <c:pt idx="4988">
                  <c:v>504.61700000000002</c:v>
                </c:pt>
                <c:pt idx="4989">
                  <c:v>0</c:v>
                </c:pt>
                <c:pt idx="4990">
                  <c:v>0</c:v>
                </c:pt>
                <c:pt idx="4991">
                  <c:v>0</c:v>
                </c:pt>
                <c:pt idx="4992">
                  <c:v>0</c:v>
                </c:pt>
                <c:pt idx="4993">
                  <c:v>0</c:v>
                </c:pt>
                <c:pt idx="4994">
                  <c:v>0</c:v>
                </c:pt>
                <c:pt idx="4995">
                  <c:v>0</c:v>
                </c:pt>
                <c:pt idx="4996">
                  <c:v>0</c:v>
                </c:pt>
                <c:pt idx="4997">
                  <c:v>0</c:v>
                </c:pt>
                <c:pt idx="4998">
                  <c:v>0</c:v>
                </c:pt>
                <c:pt idx="4999">
                  <c:v>504.61700000000002</c:v>
                </c:pt>
                <c:pt idx="5000">
                  <c:v>504.61700000000002</c:v>
                </c:pt>
                <c:pt idx="5001">
                  <c:v>504.61700000000002</c:v>
                </c:pt>
                <c:pt idx="5002">
                  <c:v>504.61700000000002</c:v>
                </c:pt>
                <c:pt idx="5003">
                  <c:v>504.61700000000002</c:v>
                </c:pt>
                <c:pt idx="5004">
                  <c:v>504.61700000000002</c:v>
                </c:pt>
                <c:pt idx="5005">
                  <c:v>504.61700000000002</c:v>
                </c:pt>
                <c:pt idx="5006">
                  <c:v>504.61700000000002</c:v>
                </c:pt>
                <c:pt idx="5007">
                  <c:v>504.61700000000002</c:v>
                </c:pt>
                <c:pt idx="5008">
                  <c:v>504.61700000000002</c:v>
                </c:pt>
                <c:pt idx="5009">
                  <c:v>504.61700000000002</c:v>
                </c:pt>
                <c:pt idx="5010">
                  <c:v>504.61700000000002</c:v>
                </c:pt>
                <c:pt idx="5011">
                  <c:v>504.61700000000002</c:v>
                </c:pt>
                <c:pt idx="5012">
                  <c:v>504.61700000000002</c:v>
                </c:pt>
                <c:pt idx="5013">
                  <c:v>0</c:v>
                </c:pt>
                <c:pt idx="5014">
                  <c:v>0</c:v>
                </c:pt>
                <c:pt idx="5015">
                  <c:v>0</c:v>
                </c:pt>
                <c:pt idx="5016">
                  <c:v>0</c:v>
                </c:pt>
                <c:pt idx="5017">
                  <c:v>0</c:v>
                </c:pt>
                <c:pt idx="5018">
                  <c:v>0</c:v>
                </c:pt>
                <c:pt idx="5019">
                  <c:v>0</c:v>
                </c:pt>
                <c:pt idx="5020">
                  <c:v>0</c:v>
                </c:pt>
                <c:pt idx="5021">
                  <c:v>0</c:v>
                </c:pt>
                <c:pt idx="5022">
                  <c:v>0</c:v>
                </c:pt>
                <c:pt idx="5023">
                  <c:v>504.61700000000002</c:v>
                </c:pt>
                <c:pt idx="5024">
                  <c:v>504.61700000000002</c:v>
                </c:pt>
                <c:pt idx="5025">
                  <c:v>504.61700000000002</c:v>
                </c:pt>
                <c:pt idx="5026">
                  <c:v>504.61700000000002</c:v>
                </c:pt>
                <c:pt idx="5027">
                  <c:v>504.61700000000002</c:v>
                </c:pt>
                <c:pt idx="5028">
                  <c:v>504.61700000000002</c:v>
                </c:pt>
                <c:pt idx="5029">
                  <c:v>504.61700000000002</c:v>
                </c:pt>
                <c:pt idx="5030">
                  <c:v>504.61700000000002</c:v>
                </c:pt>
                <c:pt idx="5031">
                  <c:v>504.61700000000002</c:v>
                </c:pt>
                <c:pt idx="5032">
                  <c:v>504.61700000000002</c:v>
                </c:pt>
                <c:pt idx="5033">
                  <c:v>504.61700000000002</c:v>
                </c:pt>
                <c:pt idx="5034">
                  <c:v>504.61700000000002</c:v>
                </c:pt>
                <c:pt idx="5035">
                  <c:v>504.61700000000002</c:v>
                </c:pt>
                <c:pt idx="5036">
                  <c:v>504.61700000000002</c:v>
                </c:pt>
                <c:pt idx="5037">
                  <c:v>0</c:v>
                </c:pt>
                <c:pt idx="5038">
                  <c:v>0</c:v>
                </c:pt>
                <c:pt idx="5039">
                  <c:v>0</c:v>
                </c:pt>
                <c:pt idx="5040">
                  <c:v>0</c:v>
                </c:pt>
                <c:pt idx="5041">
                  <c:v>0</c:v>
                </c:pt>
                <c:pt idx="5042">
                  <c:v>0</c:v>
                </c:pt>
                <c:pt idx="5043">
                  <c:v>0</c:v>
                </c:pt>
                <c:pt idx="5044">
                  <c:v>0</c:v>
                </c:pt>
                <c:pt idx="5045">
                  <c:v>0</c:v>
                </c:pt>
                <c:pt idx="5046">
                  <c:v>0</c:v>
                </c:pt>
                <c:pt idx="5047">
                  <c:v>504.61700000000002</c:v>
                </c:pt>
                <c:pt idx="5048">
                  <c:v>504.61700000000002</c:v>
                </c:pt>
                <c:pt idx="5049">
                  <c:v>504.61700000000002</c:v>
                </c:pt>
                <c:pt idx="5050">
                  <c:v>504.61700000000002</c:v>
                </c:pt>
                <c:pt idx="5051">
                  <c:v>504.61700000000002</c:v>
                </c:pt>
                <c:pt idx="5052">
                  <c:v>504.61700000000002</c:v>
                </c:pt>
                <c:pt idx="5053">
                  <c:v>504.61700000000002</c:v>
                </c:pt>
                <c:pt idx="5054">
                  <c:v>504.61700000000002</c:v>
                </c:pt>
                <c:pt idx="5055">
                  <c:v>504.61700000000002</c:v>
                </c:pt>
                <c:pt idx="5056">
                  <c:v>504.61700000000002</c:v>
                </c:pt>
                <c:pt idx="5057">
                  <c:v>504.61700000000002</c:v>
                </c:pt>
                <c:pt idx="5058">
                  <c:v>504.61700000000002</c:v>
                </c:pt>
                <c:pt idx="5059">
                  <c:v>504.61700000000002</c:v>
                </c:pt>
                <c:pt idx="5060">
                  <c:v>504.61700000000002</c:v>
                </c:pt>
                <c:pt idx="5061">
                  <c:v>0</c:v>
                </c:pt>
                <c:pt idx="5062">
                  <c:v>0</c:v>
                </c:pt>
                <c:pt idx="5063">
                  <c:v>0</c:v>
                </c:pt>
                <c:pt idx="5064">
                  <c:v>0</c:v>
                </c:pt>
                <c:pt idx="5065">
                  <c:v>0</c:v>
                </c:pt>
                <c:pt idx="5066">
                  <c:v>0</c:v>
                </c:pt>
                <c:pt idx="5067">
                  <c:v>0</c:v>
                </c:pt>
                <c:pt idx="5068">
                  <c:v>0</c:v>
                </c:pt>
                <c:pt idx="5069">
                  <c:v>0</c:v>
                </c:pt>
                <c:pt idx="5070">
                  <c:v>0</c:v>
                </c:pt>
                <c:pt idx="5071">
                  <c:v>504.61700000000002</c:v>
                </c:pt>
                <c:pt idx="5072">
                  <c:v>504.61700000000002</c:v>
                </c:pt>
                <c:pt idx="5073">
                  <c:v>504.61700000000002</c:v>
                </c:pt>
                <c:pt idx="5074">
                  <c:v>504.61700000000002</c:v>
                </c:pt>
                <c:pt idx="5075">
                  <c:v>504.61700000000002</c:v>
                </c:pt>
                <c:pt idx="5076">
                  <c:v>504.61700000000002</c:v>
                </c:pt>
                <c:pt idx="5077">
                  <c:v>504.61700000000002</c:v>
                </c:pt>
                <c:pt idx="5078">
                  <c:v>504.61700000000002</c:v>
                </c:pt>
                <c:pt idx="5079">
                  <c:v>504.61700000000002</c:v>
                </c:pt>
                <c:pt idx="5080">
                  <c:v>504.61700000000002</c:v>
                </c:pt>
                <c:pt idx="5081">
                  <c:v>504.61700000000002</c:v>
                </c:pt>
                <c:pt idx="5082">
                  <c:v>504.61700000000002</c:v>
                </c:pt>
                <c:pt idx="5083">
                  <c:v>504.61700000000002</c:v>
                </c:pt>
                <c:pt idx="5084">
                  <c:v>504.61700000000002</c:v>
                </c:pt>
                <c:pt idx="5085">
                  <c:v>0</c:v>
                </c:pt>
                <c:pt idx="5086">
                  <c:v>0</c:v>
                </c:pt>
                <c:pt idx="5087">
                  <c:v>0</c:v>
                </c:pt>
                <c:pt idx="5088">
                  <c:v>0</c:v>
                </c:pt>
                <c:pt idx="5089">
                  <c:v>0</c:v>
                </c:pt>
                <c:pt idx="5090">
                  <c:v>0</c:v>
                </c:pt>
                <c:pt idx="5091">
                  <c:v>0</c:v>
                </c:pt>
                <c:pt idx="5092">
                  <c:v>0</c:v>
                </c:pt>
                <c:pt idx="5093">
                  <c:v>0</c:v>
                </c:pt>
                <c:pt idx="5094">
                  <c:v>0</c:v>
                </c:pt>
                <c:pt idx="5095">
                  <c:v>504.61700000000002</c:v>
                </c:pt>
                <c:pt idx="5096">
                  <c:v>504.61700000000002</c:v>
                </c:pt>
                <c:pt idx="5097">
                  <c:v>504.61700000000002</c:v>
                </c:pt>
                <c:pt idx="5098">
                  <c:v>504.61700000000002</c:v>
                </c:pt>
                <c:pt idx="5099">
                  <c:v>504.61700000000002</c:v>
                </c:pt>
                <c:pt idx="5100">
                  <c:v>504.61700000000002</c:v>
                </c:pt>
                <c:pt idx="5101">
                  <c:v>504.61700000000002</c:v>
                </c:pt>
                <c:pt idx="5102">
                  <c:v>504.61700000000002</c:v>
                </c:pt>
                <c:pt idx="5103">
                  <c:v>504.61700000000002</c:v>
                </c:pt>
                <c:pt idx="5104">
                  <c:v>504.61700000000002</c:v>
                </c:pt>
                <c:pt idx="5105">
                  <c:v>504.61700000000002</c:v>
                </c:pt>
                <c:pt idx="5106">
                  <c:v>504.61700000000002</c:v>
                </c:pt>
                <c:pt idx="5107">
                  <c:v>504.61700000000002</c:v>
                </c:pt>
                <c:pt idx="5108">
                  <c:v>504.61700000000002</c:v>
                </c:pt>
                <c:pt idx="5109">
                  <c:v>0</c:v>
                </c:pt>
                <c:pt idx="5110">
                  <c:v>0</c:v>
                </c:pt>
                <c:pt idx="5111">
                  <c:v>0</c:v>
                </c:pt>
                <c:pt idx="5112">
                  <c:v>0</c:v>
                </c:pt>
                <c:pt idx="5113">
                  <c:v>0</c:v>
                </c:pt>
                <c:pt idx="5114">
                  <c:v>0</c:v>
                </c:pt>
                <c:pt idx="5115">
                  <c:v>0</c:v>
                </c:pt>
                <c:pt idx="5116">
                  <c:v>0</c:v>
                </c:pt>
                <c:pt idx="5117">
                  <c:v>0</c:v>
                </c:pt>
                <c:pt idx="5118">
                  <c:v>0</c:v>
                </c:pt>
                <c:pt idx="5119">
                  <c:v>504.61700000000002</c:v>
                </c:pt>
                <c:pt idx="5120">
                  <c:v>504.61700000000002</c:v>
                </c:pt>
                <c:pt idx="5121">
                  <c:v>504.61700000000002</c:v>
                </c:pt>
                <c:pt idx="5122">
                  <c:v>504.61700000000002</c:v>
                </c:pt>
                <c:pt idx="5123">
                  <c:v>504.61700000000002</c:v>
                </c:pt>
                <c:pt idx="5124">
                  <c:v>504.61700000000002</c:v>
                </c:pt>
                <c:pt idx="5125">
                  <c:v>504.61700000000002</c:v>
                </c:pt>
                <c:pt idx="5126">
                  <c:v>504.61700000000002</c:v>
                </c:pt>
                <c:pt idx="5127">
                  <c:v>504.61700000000002</c:v>
                </c:pt>
                <c:pt idx="5128">
                  <c:v>504.61700000000002</c:v>
                </c:pt>
                <c:pt idx="5129">
                  <c:v>504.61700000000002</c:v>
                </c:pt>
                <c:pt idx="5130">
                  <c:v>504.61700000000002</c:v>
                </c:pt>
                <c:pt idx="5131">
                  <c:v>504.61700000000002</c:v>
                </c:pt>
                <c:pt idx="5132">
                  <c:v>504.61700000000002</c:v>
                </c:pt>
                <c:pt idx="5133">
                  <c:v>0</c:v>
                </c:pt>
                <c:pt idx="5134">
                  <c:v>0</c:v>
                </c:pt>
                <c:pt idx="5135">
                  <c:v>0</c:v>
                </c:pt>
                <c:pt idx="5136">
                  <c:v>0</c:v>
                </c:pt>
                <c:pt idx="5137">
                  <c:v>0</c:v>
                </c:pt>
                <c:pt idx="5138">
                  <c:v>0</c:v>
                </c:pt>
                <c:pt idx="5139">
                  <c:v>0</c:v>
                </c:pt>
                <c:pt idx="5140">
                  <c:v>0</c:v>
                </c:pt>
                <c:pt idx="5141">
                  <c:v>0</c:v>
                </c:pt>
                <c:pt idx="5142">
                  <c:v>0</c:v>
                </c:pt>
                <c:pt idx="5143">
                  <c:v>504.61700000000002</c:v>
                </c:pt>
                <c:pt idx="5144">
                  <c:v>504.61700000000002</c:v>
                </c:pt>
                <c:pt idx="5145">
                  <c:v>504.61700000000002</c:v>
                </c:pt>
                <c:pt idx="5146">
                  <c:v>504.61700000000002</c:v>
                </c:pt>
                <c:pt idx="5147">
                  <c:v>504.61700000000002</c:v>
                </c:pt>
                <c:pt idx="5148">
                  <c:v>504.61700000000002</c:v>
                </c:pt>
                <c:pt idx="5149">
                  <c:v>504.61700000000002</c:v>
                </c:pt>
                <c:pt idx="5150">
                  <c:v>504.61700000000002</c:v>
                </c:pt>
                <c:pt idx="5151">
                  <c:v>504.61700000000002</c:v>
                </c:pt>
                <c:pt idx="5152">
                  <c:v>504.61700000000002</c:v>
                </c:pt>
                <c:pt idx="5153">
                  <c:v>504.61700000000002</c:v>
                </c:pt>
                <c:pt idx="5154">
                  <c:v>504.61700000000002</c:v>
                </c:pt>
                <c:pt idx="5155">
                  <c:v>504.61700000000002</c:v>
                </c:pt>
                <c:pt idx="5156">
                  <c:v>504.61700000000002</c:v>
                </c:pt>
                <c:pt idx="5157">
                  <c:v>0</c:v>
                </c:pt>
                <c:pt idx="5158">
                  <c:v>0</c:v>
                </c:pt>
                <c:pt idx="5159">
                  <c:v>0</c:v>
                </c:pt>
                <c:pt idx="5160">
                  <c:v>0</c:v>
                </c:pt>
                <c:pt idx="5161">
                  <c:v>0</c:v>
                </c:pt>
                <c:pt idx="5162">
                  <c:v>0</c:v>
                </c:pt>
                <c:pt idx="5163">
                  <c:v>0</c:v>
                </c:pt>
                <c:pt idx="5164">
                  <c:v>0</c:v>
                </c:pt>
                <c:pt idx="5165">
                  <c:v>0</c:v>
                </c:pt>
                <c:pt idx="5166">
                  <c:v>0</c:v>
                </c:pt>
                <c:pt idx="5167">
                  <c:v>504.61700000000002</c:v>
                </c:pt>
                <c:pt idx="5168">
                  <c:v>504.61700000000002</c:v>
                </c:pt>
                <c:pt idx="5169">
                  <c:v>504.61700000000002</c:v>
                </c:pt>
                <c:pt idx="5170">
                  <c:v>504.61700000000002</c:v>
                </c:pt>
                <c:pt idx="5171">
                  <c:v>504.61700000000002</c:v>
                </c:pt>
                <c:pt idx="5172">
                  <c:v>504.61700000000002</c:v>
                </c:pt>
                <c:pt idx="5173">
                  <c:v>504.61700000000002</c:v>
                </c:pt>
                <c:pt idx="5174">
                  <c:v>504.61700000000002</c:v>
                </c:pt>
                <c:pt idx="5175">
                  <c:v>504.61700000000002</c:v>
                </c:pt>
                <c:pt idx="5176">
                  <c:v>504.61700000000002</c:v>
                </c:pt>
                <c:pt idx="5177">
                  <c:v>504.61700000000002</c:v>
                </c:pt>
                <c:pt idx="5178">
                  <c:v>504.61700000000002</c:v>
                </c:pt>
                <c:pt idx="5179">
                  <c:v>504.61700000000002</c:v>
                </c:pt>
                <c:pt idx="5180">
                  <c:v>504.61700000000002</c:v>
                </c:pt>
                <c:pt idx="5181">
                  <c:v>0</c:v>
                </c:pt>
                <c:pt idx="5182">
                  <c:v>0</c:v>
                </c:pt>
                <c:pt idx="5183">
                  <c:v>0</c:v>
                </c:pt>
                <c:pt idx="5184">
                  <c:v>0</c:v>
                </c:pt>
                <c:pt idx="5185">
                  <c:v>0</c:v>
                </c:pt>
                <c:pt idx="5186">
                  <c:v>0</c:v>
                </c:pt>
                <c:pt idx="5187">
                  <c:v>0</c:v>
                </c:pt>
                <c:pt idx="5188">
                  <c:v>0</c:v>
                </c:pt>
                <c:pt idx="5189">
                  <c:v>0</c:v>
                </c:pt>
                <c:pt idx="5190">
                  <c:v>0</c:v>
                </c:pt>
                <c:pt idx="5191">
                  <c:v>504.61700000000002</c:v>
                </c:pt>
                <c:pt idx="5192">
                  <c:v>504.61700000000002</c:v>
                </c:pt>
                <c:pt idx="5193">
                  <c:v>504.61700000000002</c:v>
                </c:pt>
                <c:pt idx="5194">
                  <c:v>504.61700000000002</c:v>
                </c:pt>
                <c:pt idx="5195">
                  <c:v>504.61700000000002</c:v>
                </c:pt>
                <c:pt idx="5196">
                  <c:v>504.61700000000002</c:v>
                </c:pt>
                <c:pt idx="5197">
                  <c:v>504.61700000000002</c:v>
                </c:pt>
                <c:pt idx="5198">
                  <c:v>504.61700000000002</c:v>
                </c:pt>
                <c:pt idx="5199">
                  <c:v>504.61700000000002</c:v>
                </c:pt>
                <c:pt idx="5200">
                  <c:v>504.61700000000002</c:v>
                </c:pt>
                <c:pt idx="5201">
                  <c:v>504.61700000000002</c:v>
                </c:pt>
                <c:pt idx="5202">
                  <c:v>504.61700000000002</c:v>
                </c:pt>
                <c:pt idx="5203">
                  <c:v>504.61700000000002</c:v>
                </c:pt>
                <c:pt idx="5204">
                  <c:v>504.61700000000002</c:v>
                </c:pt>
                <c:pt idx="5205">
                  <c:v>0</c:v>
                </c:pt>
                <c:pt idx="5206">
                  <c:v>0</c:v>
                </c:pt>
                <c:pt idx="5207">
                  <c:v>0</c:v>
                </c:pt>
                <c:pt idx="5208">
                  <c:v>0</c:v>
                </c:pt>
                <c:pt idx="5209">
                  <c:v>0</c:v>
                </c:pt>
                <c:pt idx="5210">
                  <c:v>0</c:v>
                </c:pt>
                <c:pt idx="5211">
                  <c:v>0</c:v>
                </c:pt>
                <c:pt idx="5212">
                  <c:v>0</c:v>
                </c:pt>
                <c:pt idx="5213">
                  <c:v>0</c:v>
                </c:pt>
                <c:pt idx="5214">
                  <c:v>0</c:v>
                </c:pt>
                <c:pt idx="5215">
                  <c:v>504.61700000000002</c:v>
                </c:pt>
                <c:pt idx="5216">
                  <c:v>504.61700000000002</c:v>
                </c:pt>
                <c:pt idx="5217">
                  <c:v>504.61700000000002</c:v>
                </c:pt>
                <c:pt idx="5218">
                  <c:v>504.61700000000002</c:v>
                </c:pt>
                <c:pt idx="5219">
                  <c:v>504.61700000000002</c:v>
                </c:pt>
                <c:pt idx="5220">
                  <c:v>504.61700000000002</c:v>
                </c:pt>
                <c:pt idx="5221">
                  <c:v>504.61700000000002</c:v>
                </c:pt>
                <c:pt idx="5222">
                  <c:v>504.61700000000002</c:v>
                </c:pt>
                <c:pt idx="5223">
                  <c:v>504.61700000000002</c:v>
                </c:pt>
                <c:pt idx="5224">
                  <c:v>504.61700000000002</c:v>
                </c:pt>
                <c:pt idx="5225">
                  <c:v>504.61700000000002</c:v>
                </c:pt>
                <c:pt idx="5226">
                  <c:v>504.61700000000002</c:v>
                </c:pt>
                <c:pt idx="5227">
                  <c:v>504.61700000000002</c:v>
                </c:pt>
                <c:pt idx="5228">
                  <c:v>504.61700000000002</c:v>
                </c:pt>
                <c:pt idx="5229">
                  <c:v>0</c:v>
                </c:pt>
                <c:pt idx="5230">
                  <c:v>0</c:v>
                </c:pt>
                <c:pt idx="5231">
                  <c:v>0</c:v>
                </c:pt>
                <c:pt idx="5232">
                  <c:v>0</c:v>
                </c:pt>
                <c:pt idx="5233">
                  <c:v>0</c:v>
                </c:pt>
                <c:pt idx="5234">
                  <c:v>0</c:v>
                </c:pt>
                <c:pt idx="5235">
                  <c:v>0</c:v>
                </c:pt>
                <c:pt idx="5236">
                  <c:v>0</c:v>
                </c:pt>
                <c:pt idx="5237">
                  <c:v>0</c:v>
                </c:pt>
                <c:pt idx="5238">
                  <c:v>0</c:v>
                </c:pt>
                <c:pt idx="5239">
                  <c:v>504.61700000000002</c:v>
                </c:pt>
                <c:pt idx="5240">
                  <c:v>504.61700000000002</c:v>
                </c:pt>
                <c:pt idx="5241">
                  <c:v>504.61700000000002</c:v>
                </c:pt>
                <c:pt idx="5242">
                  <c:v>504.61700000000002</c:v>
                </c:pt>
                <c:pt idx="5243">
                  <c:v>504.61700000000002</c:v>
                </c:pt>
                <c:pt idx="5244">
                  <c:v>504.61700000000002</c:v>
                </c:pt>
                <c:pt idx="5245">
                  <c:v>504.61700000000002</c:v>
                </c:pt>
                <c:pt idx="5246">
                  <c:v>504.61700000000002</c:v>
                </c:pt>
                <c:pt idx="5247">
                  <c:v>504.61700000000002</c:v>
                </c:pt>
                <c:pt idx="5248">
                  <c:v>504.61700000000002</c:v>
                </c:pt>
                <c:pt idx="5249">
                  <c:v>504.61700000000002</c:v>
                </c:pt>
                <c:pt idx="5250">
                  <c:v>504.61700000000002</c:v>
                </c:pt>
                <c:pt idx="5251">
                  <c:v>504.61700000000002</c:v>
                </c:pt>
                <c:pt idx="5252">
                  <c:v>504.61700000000002</c:v>
                </c:pt>
                <c:pt idx="5253">
                  <c:v>0</c:v>
                </c:pt>
                <c:pt idx="5254">
                  <c:v>0</c:v>
                </c:pt>
                <c:pt idx="5255">
                  <c:v>0</c:v>
                </c:pt>
                <c:pt idx="5256">
                  <c:v>0</c:v>
                </c:pt>
                <c:pt idx="5257">
                  <c:v>0</c:v>
                </c:pt>
                <c:pt idx="5258">
                  <c:v>0</c:v>
                </c:pt>
                <c:pt idx="5259">
                  <c:v>0</c:v>
                </c:pt>
                <c:pt idx="5260">
                  <c:v>0</c:v>
                </c:pt>
                <c:pt idx="5261">
                  <c:v>0</c:v>
                </c:pt>
                <c:pt idx="5262">
                  <c:v>0</c:v>
                </c:pt>
                <c:pt idx="5263">
                  <c:v>504.61700000000002</c:v>
                </c:pt>
                <c:pt idx="5264">
                  <c:v>504.61700000000002</c:v>
                </c:pt>
                <c:pt idx="5265">
                  <c:v>504.61700000000002</c:v>
                </c:pt>
                <c:pt idx="5266">
                  <c:v>504.61700000000002</c:v>
                </c:pt>
                <c:pt idx="5267">
                  <c:v>504.61700000000002</c:v>
                </c:pt>
                <c:pt idx="5268">
                  <c:v>504.61700000000002</c:v>
                </c:pt>
                <c:pt idx="5269">
                  <c:v>504.61700000000002</c:v>
                </c:pt>
                <c:pt idx="5270">
                  <c:v>504.61700000000002</c:v>
                </c:pt>
                <c:pt idx="5271">
                  <c:v>504.61700000000002</c:v>
                </c:pt>
                <c:pt idx="5272">
                  <c:v>504.61700000000002</c:v>
                </c:pt>
                <c:pt idx="5273">
                  <c:v>504.61700000000002</c:v>
                </c:pt>
                <c:pt idx="5274">
                  <c:v>504.61700000000002</c:v>
                </c:pt>
                <c:pt idx="5275">
                  <c:v>504.61700000000002</c:v>
                </c:pt>
                <c:pt idx="5276">
                  <c:v>504.61700000000002</c:v>
                </c:pt>
                <c:pt idx="5277">
                  <c:v>0</c:v>
                </c:pt>
                <c:pt idx="5278">
                  <c:v>0</c:v>
                </c:pt>
                <c:pt idx="5279">
                  <c:v>0</c:v>
                </c:pt>
                <c:pt idx="5280">
                  <c:v>0</c:v>
                </c:pt>
                <c:pt idx="5281">
                  <c:v>0</c:v>
                </c:pt>
                <c:pt idx="5282">
                  <c:v>0</c:v>
                </c:pt>
                <c:pt idx="5283">
                  <c:v>0</c:v>
                </c:pt>
                <c:pt idx="5284">
                  <c:v>0</c:v>
                </c:pt>
                <c:pt idx="5285">
                  <c:v>0</c:v>
                </c:pt>
                <c:pt idx="5286">
                  <c:v>0</c:v>
                </c:pt>
                <c:pt idx="5287">
                  <c:v>504.61700000000002</c:v>
                </c:pt>
                <c:pt idx="5288">
                  <c:v>504.61700000000002</c:v>
                </c:pt>
                <c:pt idx="5289">
                  <c:v>504.61700000000002</c:v>
                </c:pt>
                <c:pt idx="5290">
                  <c:v>504.61700000000002</c:v>
                </c:pt>
                <c:pt idx="5291">
                  <c:v>504.61700000000002</c:v>
                </c:pt>
                <c:pt idx="5292">
                  <c:v>504.61700000000002</c:v>
                </c:pt>
                <c:pt idx="5293">
                  <c:v>504.61700000000002</c:v>
                </c:pt>
                <c:pt idx="5294">
                  <c:v>504.61700000000002</c:v>
                </c:pt>
                <c:pt idx="5295">
                  <c:v>504.61700000000002</c:v>
                </c:pt>
                <c:pt idx="5296">
                  <c:v>504.61700000000002</c:v>
                </c:pt>
                <c:pt idx="5297">
                  <c:v>504.61700000000002</c:v>
                </c:pt>
                <c:pt idx="5298">
                  <c:v>504.61700000000002</c:v>
                </c:pt>
                <c:pt idx="5299">
                  <c:v>504.61700000000002</c:v>
                </c:pt>
                <c:pt idx="5300">
                  <c:v>504.61700000000002</c:v>
                </c:pt>
                <c:pt idx="5301">
                  <c:v>0</c:v>
                </c:pt>
                <c:pt idx="5302">
                  <c:v>0</c:v>
                </c:pt>
                <c:pt idx="5303">
                  <c:v>0</c:v>
                </c:pt>
                <c:pt idx="5304">
                  <c:v>0</c:v>
                </c:pt>
                <c:pt idx="5305">
                  <c:v>0</c:v>
                </c:pt>
                <c:pt idx="5306">
                  <c:v>0</c:v>
                </c:pt>
                <c:pt idx="5307">
                  <c:v>0</c:v>
                </c:pt>
                <c:pt idx="5308">
                  <c:v>0</c:v>
                </c:pt>
                <c:pt idx="5309">
                  <c:v>0</c:v>
                </c:pt>
                <c:pt idx="5310">
                  <c:v>0</c:v>
                </c:pt>
                <c:pt idx="5311">
                  <c:v>504.61700000000002</c:v>
                </c:pt>
                <c:pt idx="5312">
                  <c:v>504.61700000000002</c:v>
                </c:pt>
                <c:pt idx="5313">
                  <c:v>504.61700000000002</c:v>
                </c:pt>
                <c:pt idx="5314">
                  <c:v>504.61700000000002</c:v>
                </c:pt>
                <c:pt idx="5315">
                  <c:v>504.61700000000002</c:v>
                </c:pt>
                <c:pt idx="5316">
                  <c:v>504.61700000000002</c:v>
                </c:pt>
                <c:pt idx="5317">
                  <c:v>504.61700000000002</c:v>
                </c:pt>
                <c:pt idx="5318">
                  <c:v>504.61700000000002</c:v>
                </c:pt>
                <c:pt idx="5319">
                  <c:v>504.61700000000002</c:v>
                </c:pt>
                <c:pt idx="5320">
                  <c:v>504.61700000000002</c:v>
                </c:pt>
                <c:pt idx="5321">
                  <c:v>504.61700000000002</c:v>
                </c:pt>
                <c:pt idx="5322">
                  <c:v>504.61700000000002</c:v>
                </c:pt>
                <c:pt idx="5323">
                  <c:v>504.61700000000002</c:v>
                </c:pt>
                <c:pt idx="5324">
                  <c:v>504.61700000000002</c:v>
                </c:pt>
                <c:pt idx="5325">
                  <c:v>0</c:v>
                </c:pt>
                <c:pt idx="5326">
                  <c:v>0</c:v>
                </c:pt>
                <c:pt idx="5327">
                  <c:v>0</c:v>
                </c:pt>
                <c:pt idx="5328">
                  <c:v>0</c:v>
                </c:pt>
                <c:pt idx="5329">
                  <c:v>0</c:v>
                </c:pt>
                <c:pt idx="5330">
                  <c:v>0</c:v>
                </c:pt>
                <c:pt idx="5331">
                  <c:v>0</c:v>
                </c:pt>
                <c:pt idx="5332">
                  <c:v>0</c:v>
                </c:pt>
                <c:pt idx="5333">
                  <c:v>0</c:v>
                </c:pt>
                <c:pt idx="5334">
                  <c:v>0</c:v>
                </c:pt>
                <c:pt idx="5335">
                  <c:v>504.61700000000002</c:v>
                </c:pt>
                <c:pt idx="5336">
                  <c:v>504.61700000000002</c:v>
                </c:pt>
                <c:pt idx="5337">
                  <c:v>504.61700000000002</c:v>
                </c:pt>
                <c:pt idx="5338">
                  <c:v>504.61700000000002</c:v>
                </c:pt>
                <c:pt idx="5339">
                  <c:v>504.61700000000002</c:v>
                </c:pt>
                <c:pt idx="5340">
                  <c:v>504.61700000000002</c:v>
                </c:pt>
                <c:pt idx="5341">
                  <c:v>504.61700000000002</c:v>
                </c:pt>
                <c:pt idx="5342">
                  <c:v>504.61700000000002</c:v>
                </c:pt>
                <c:pt idx="5343">
                  <c:v>504.61700000000002</c:v>
                </c:pt>
                <c:pt idx="5344">
                  <c:v>504.61700000000002</c:v>
                </c:pt>
                <c:pt idx="5345">
                  <c:v>504.61700000000002</c:v>
                </c:pt>
                <c:pt idx="5346">
                  <c:v>504.61700000000002</c:v>
                </c:pt>
                <c:pt idx="5347">
                  <c:v>504.61700000000002</c:v>
                </c:pt>
                <c:pt idx="5348">
                  <c:v>504.61700000000002</c:v>
                </c:pt>
                <c:pt idx="5349">
                  <c:v>0</c:v>
                </c:pt>
                <c:pt idx="5350">
                  <c:v>0</c:v>
                </c:pt>
                <c:pt idx="5351">
                  <c:v>0</c:v>
                </c:pt>
                <c:pt idx="5352">
                  <c:v>0</c:v>
                </c:pt>
                <c:pt idx="5353">
                  <c:v>0</c:v>
                </c:pt>
                <c:pt idx="5354">
                  <c:v>0</c:v>
                </c:pt>
                <c:pt idx="5355">
                  <c:v>0</c:v>
                </c:pt>
                <c:pt idx="5356">
                  <c:v>0</c:v>
                </c:pt>
                <c:pt idx="5357">
                  <c:v>0</c:v>
                </c:pt>
                <c:pt idx="5358">
                  <c:v>0</c:v>
                </c:pt>
                <c:pt idx="5359">
                  <c:v>504.61700000000002</c:v>
                </c:pt>
                <c:pt idx="5360">
                  <c:v>504.61700000000002</c:v>
                </c:pt>
                <c:pt idx="5361">
                  <c:v>504.61700000000002</c:v>
                </c:pt>
                <c:pt idx="5362">
                  <c:v>504.61700000000002</c:v>
                </c:pt>
                <c:pt idx="5363">
                  <c:v>504.61700000000002</c:v>
                </c:pt>
                <c:pt idx="5364">
                  <c:v>504.61700000000002</c:v>
                </c:pt>
                <c:pt idx="5365">
                  <c:v>504.61700000000002</c:v>
                </c:pt>
                <c:pt idx="5366">
                  <c:v>504.61700000000002</c:v>
                </c:pt>
                <c:pt idx="5367">
                  <c:v>504.61700000000002</c:v>
                </c:pt>
                <c:pt idx="5368">
                  <c:v>504.61700000000002</c:v>
                </c:pt>
                <c:pt idx="5369">
                  <c:v>504.61700000000002</c:v>
                </c:pt>
                <c:pt idx="5370">
                  <c:v>504.61700000000002</c:v>
                </c:pt>
                <c:pt idx="5371">
                  <c:v>504.61700000000002</c:v>
                </c:pt>
                <c:pt idx="5372">
                  <c:v>504.61700000000002</c:v>
                </c:pt>
                <c:pt idx="5373">
                  <c:v>0</c:v>
                </c:pt>
                <c:pt idx="5374">
                  <c:v>0</c:v>
                </c:pt>
                <c:pt idx="5375">
                  <c:v>0</c:v>
                </c:pt>
                <c:pt idx="5376">
                  <c:v>0</c:v>
                </c:pt>
                <c:pt idx="5377">
                  <c:v>0</c:v>
                </c:pt>
                <c:pt idx="5378">
                  <c:v>0</c:v>
                </c:pt>
                <c:pt idx="5379">
                  <c:v>0</c:v>
                </c:pt>
                <c:pt idx="5380">
                  <c:v>0</c:v>
                </c:pt>
                <c:pt idx="5381">
                  <c:v>0</c:v>
                </c:pt>
                <c:pt idx="5382">
                  <c:v>0</c:v>
                </c:pt>
                <c:pt idx="5383">
                  <c:v>504.61700000000002</c:v>
                </c:pt>
                <c:pt idx="5384">
                  <c:v>504.61700000000002</c:v>
                </c:pt>
                <c:pt idx="5385">
                  <c:v>504.61700000000002</c:v>
                </c:pt>
                <c:pt idx="5386">
                  <c:v>504.61700000000002</c:v>
                </c:pt>
                <c:pt idx="5387">
                  <c:v>504.61700000000002</c:v>
                </c:pt>
                <c:pt idx="5388">
                  <c:v>504.61700000000002</c:v>
                </c:pt>
                <c:pt idx="5389">
                  <c:v>504.61700000000002</c:v>
                </c:pt>
                <c:pt idx="5390">
                  <c:v>504.61700000000002</c:v>
                </c:pt>
                <c:pt idx="5391">
                  <c:v>504.61700000000002</c:v>
                </c:pt>
                <c:pt idx="5392">
                  <c:v>504.61700000000002</c:v>
                </c:pt>
                <c:pt idx="5393">
                  <c:v>504.61700000000002</c:v>
                </c:pt>
                <c:pt idx="5394">
                  <c:v>504.61700000000002</c:v>
                </c:pt>
                <c:pt idx="5395">
                  <c:v>504.61700000000002</c:v>
                </c:pt>
                <c:pt idx="5396">
                  <c:v>504.61700000000002</c:v>
                </c:pt>
                <c:pt idx="5397">
                  <c:v>0</c:v>
                </c:pt>
                <c:pt idx="5398">
                  <c:v>0</c:v>
                </c:pt>
                <c:pt idx="5399">
                  <c:v>0</c:v>
                </c:pt>
                <c:pt idx="5400">
                  <c:v>0</c:v>
                </c:pt>
                <c:pt idx="5401">
                  <c:v>0</c:v>
                </c:pt>
                <c:pt idx="5402">
                  <c:v>0</c:v>
                </c:pt>
                <c:pt idx="5403">
                  <c:v>0</c:v>
                </c:pt>
                <c:pt idx="5404">
                  <c:v>0</c:v>
                </c:pt>
                <c:pt idx="5405">
                  <c:v>0</c:v>
                </c:pt>
                <c:pt idx="5406">
                  <c:v>0</c:v>
                </c:pt>
                <c:pt idx="5407">
                  <c:v>504.61700000000002</c:v>
                </c:pt>
                <c:pt idx="5408">
                  <c:v>504.61700000000002</c:v>
                </c:pt>
                <c:pt idx="5409">
                  <c:v>504.61700000000002</c:v>
                </c:pt>
                <c:pt idx="5410">
                  <c:v>504.61700000000002</c:v>
                </c:pt>
                <c:pt idx="5411">
                  <c:v>504.61700000000002</c:v>
                </c:pt>
                <c:pt idx="5412">
                  <c:v>504.61700000000002</c:v>
                </c:pt>
                <c:pt idx="5413">
                  <c:v>504.61700000000002</c:v>
                </c:pt>
                <c:pt idx="5414">
                  <c:v>504.61700000000002</c:v>
                </c:pt>
                <c:pt idx="5415">
                  <c:v>504.61700000000002</c:v>
                </c:pt>
                <c:pt idx="5416">
                  <c:v>504.61700000000002</c:v>
                </c:pt>
                <c:pt idx="5417">
                  <c:v>504.61700000000002</c:v>
                </c:pt>
                <c:pt idx="5418">
                  <c:v>504.61700000000002</c:v>
                </c:pt>
                <c:pt idx="5419">
                  <c:v>504.61700000000002</c:v>
                </c:pt>
                <c:pt idx="5420">
                  <c:v>504.61700000000002</c:v>
                </c:pt>
                <c:pt idx="5421">
                  <c:v>0</c:v>
                </c:pt>
                <c:pt idx="5422">
                  <c:v>0</c:v>
                </c:pt>
                <c:pt idx="5423">
                  <c:v>0</c:v>
                </c:pt>
                <c:pt idx="5424">
                  <c:v>0</c:v>
                </c:pt>
                <c:pt idx="5425">
                  <c:v>0</c:v>
                </c:pt>
                <c:pt idx="5426">
                  <c:v>0</c:v>
                </c:pt>
                <c:pt idx="5427">
                  <c:v>0</c:v>
                </c:pt>
                <c:pt idx="5428">
                  <c:v>0</c:v>
                </c:pt>
                <c:pt idx="5429">
                  <c:v>0</c:v>
                </c:pt>
                <c:pt idx="5430">
                  <c:v>0</c:v>
                </c:pt>
                <c:pt idx="5431">
                  <c:v>504.61700000000002</c:v>
                </c:pt>
                <c:pt idx="5432">
                  <c:v>504.61700000000002</c:v>
                </c:pt>
                <c:pt idx="5433">
                  <c:v>504.61700000000002</c:v>
                </c:pt>
                <c:pt idx="5434">
                  <c:v>504.61700000000002</c:v>
                </c:pt>
                <c:pt idx="5435">
                  <c:v>504.61700000000002</c:v>
                </c:pt>
                <c:pt idx="5436">
                  <c:v>504.61700000000002</c:v>
                </c:pt>
                <c:pt idx="5437">
                  <c:v>504.61700000000002</c:v>
                </c:pt>
                <c:pt idx="5438">
                  <c:v>504.61700000000002</c:v>
                </c:pt>
                <c:pt idx="5439">
                  <c:v>504.61700000000002</c:v>
                </c:pt>
                <c:pt idx="5440">
                  <c:v>504.61700000000002</c:v>
                </c:pt>
                <c:pt idx="5441">
                  <c:v>504.61700000000002</c:v>
                </c:pt>
                <c:pt idx="5442">
                  <c:v>504.61700000000002</c:v>
                </c:pt>
                <c:pt idx="5443">
                  <c:v>504.61700000000002</c:v>
                </c:pt>
                <c:pt idx="5444">
                  <c:v>504.61700000000002</c:v>
                </c:pt>
                <c:pt idx="5445">
                  <c:v>0</c:v>
                </c:pt>
                <c:pt idx="5446">
                  <c:v>0</c:v>
                </c:pt>
                <c:pt idx="5447">
                  <c:v>0</c:v>
                </c:pt>
                <c:pt idx="5448">
                  <c:v>0</c:v>
                </c:pt>
                <c:pt idx="5449">
                  <c:v>0</c:v>
                </c:pt>
                <c:pt idx="5450">
                  <c:v>0</c:v>
                </c:pt>
                <c:pt idx="5451">
                  <c:v>0</c:v>
                </c:pt>
                <c:pt idx="5452">
                  <c:v>0</c:v>
                </c:pt>
                <c:pt idx="5453">
                  <c:v>0</c:v>
                </c:pt>
                <c:pt idx="5454">
                  <c:v>0</c:v>
                </c:pt>
                <c:pt idx="5455">
                  <c:v>504.61700000000002</c:v>
                </c:pt>
                <c:pt idx="5456">
                  <c:v>504.61700000000002</c:v>
                </c:pt>
                <c:pt idx="5457">
                  <c:v>504.61700000000002</c:v>
                </c:pt>
                <c:pt idx="5458">
                  <c:v>504.61700000000002</c:v>
                </c:pt>
                <c:pt idx="5459">
                  <c:v>504.61700000000002</c:v>
                </c:pt>
                <c:pt idx="5460">
                  <c:v>504.61700000000002</c:v>
                </c:pt>
                <c:pt idx="5461">
                  <c:v>504.61700000000002</c:v>
                </c:pt>
                <c:pt idx="5462">
                  <c:v>504.61700000000002</c:v>
                </c:pt>
                <c:pt idx="5463">
                  <c:v>504.61700000000002</c:v>
                </c:pt>
                <c:pt idx="5464">
                  <c:v>504.61700000000002</c:v>
                </c:pt>
                <c:pt idx="5465">
                  <c:v>504.61700000000002</c:v>
                </c:pt>
                <c:pt idx="5466">
                  <c:v>504.61700000000002</c:v>
                </c:pt>
                <c:pt idx="5467">
                  <c:v>504.61700000000002</c:v>
                </c:pt>
                <c:pt idx="5468">
                  <c:v>504.61700000000002</c:v>
                </c:pt>
                <c:pt idx="5469">
                  <c:v>0</c:v>
                </c:pt>
                <c:pt idx="5470">
                  <c:v>0</c:v>
                </c:pt>
                <c:pt idx="5471">
                  <c:v>0</c:v>
                </c:pt>
                <c:pt idx="5472">
                  <c:v>0</c:v>
                </c:pt>
                <c:pt idx="5473">
                  <c:v>0</c:v>
                </c:pt>
                <c:pt idx="5474">
                  <c:v>0</c:v>
                </c:pt>
                <c:pt idx="5475">
                  <c:v>0</c:v>
                </c:pt>
                <c:pt idx="5476">
                  <c:v>0</c:v>
                </c:pt>
                <c:pt idx="5477">
                  <c:v>0</c:v>
                </c:pt>
                <c:pt idx="5478">
                  <c:v>0</c:v>
                </c:pt>
                <c:pt idx="5479">
                  <c:v>504.61700000000002</c:v>
                </c:pt>
                <c:pt idx="5480">
                  <c:v>504.61700000000002</c:v>
                </c:pt>
                <c:pt idx="5481">
                  <c:v>504.61700000000002</c:v>
                </c:pt>
                <c:pt idx="5482">
                  <c:v>504.61700000000002</c:v>
                </c:pt>
                <c:pt idx="5483">
                  <c:v>504.61700000000002</c:v>
                </c:pt>
                <c:pt idx="5484">
                  <c:v>504.61700000000002</c:v>
                </c:pt>
                <c:pt idx="5485">
                  <c:v>504.61700000000002</c:v>
                </c:pt>
                <c:pt idx="5486">
                  <c:v>504.61700000000002</c:v>
                </c:pt>
                <c:pt idx="5487">
                  <c:v>504.61700000000002</c:v>
                </c:pt>
                <c:pt idx="5488">
                  <c:v>504.61700000000002</c:v>
                </c:pt>
                <c:pt idx="5489">
                  <c:v>504.61700000000002</c:v>
                </c:pt>
                <c:pt idx="5490">
                  <c:v>504.61700000000002</c:v>
                </c:pt>
                <c:pt idx="5491">
                  <c:v>504.61700000000002</c:v>
                </c:pt>
                <c:pt idx="5492">
                  <c:v>504.61700000000002</c:v>
                </c:pt>
                <c:pt idx="5493">
                  <c:v>0</c:v>
                </c:pt>
                <c:pt idx="5494">
                  <c:v>0</c:v>
                </c:pt>
                <c:pt idx="5495">
                  <c:v>0</c:v>
                </c:pt>
                <c:pt idx="5496">
                  <c:v>0</c:v>
                </c:pt>
                <c:pt idx="5497">
                  <c:v>0</c:v>
                </c:pt>
                <c:pt idx="5498">
                  <c:v>0</c:v>
                </c:pt>
                <c:pt idx="5499">
                  <c:v>0</c:v>
                </c:pt>
                <c:pt idx="5500">
                  <c:v>0</c:v>
                </c:pt>
                <c:pt idx="5501">
                  <c:v>0</c:v>
                </c:pt>
                <c:pt idx="5502">
                  <c:v>0</c:v>
                </c:pt>
                <c:pt idx="5503">
                  <c:v>504.61700000000002</c:v>
                </c:pt>
                <c:pt idx="5504">
                  <c:v>504.61700000000002</c:v>
                </c:pt>
                <c:pt idx="5505">
                  <c:v>504.61700000000002</c:v>
                </c:pt>
                <c:pt idx="5506">
                  <c:v>504.61700000000002</c:v>
                </c:pt>
                <c:pt idx="5507">
                  <c:v>504.61700000000002</c:v>
                </c:pt>
                <c:pt idx="5508">
                  <c:v>504.61700000000002</c:v>
                </c:pt>
                <c:pt idx="5509">
                  <c:v>504.61700000000002</c:v>
                </c:pt>
                <c:pt idx="5510">
                  <c:v>504.61700000000002</c:v>
                </c:pt>
                <c:pt idx="5511">
                  <c:v>504.61700000000002</c:v>
                </c:pt>
                <c:pt idx="5512">
                  <c:v>504.61700000000002</c:v>
                </c:pt>
                <c:pt idx="5513">
                  <c:v>504.61700000000002</c:v>
                </c:pt>
                <c:pt idx="5514">
                  <c:v>504.61700000000002</c:v>
                </c:pt>
                <c:pt idx="5515">
                  <c:v>504.61700000000002</c:v>
                </c:pt>
                <c:pt idx="5516">
                  <c:v>504.61700000000002</c:v>
                </c:pt>
                <c:pt idx="5517">
                  <c:v>0</c:v>
                </c:pt>
                <c:pt idx="5518">
                  <c:v>0</c:v>
                </c:pt>
                <c:pt idx="5519">
                  <c:v>0</c:v>
                </c:pt>
                <c:pt idx="5520">
                  <c:v>0</c:v>
                </c:pt>
                <c:pt idx="5521">
                  <c:v>0</c:v>
                </c:pt>
                <c:pt idx="5522">
                  <c:v>0</c:v>
                </c:pt>
                <c:pt idx="5523">
                  <c:v>0</c:v>
                </c:pt>
                <c:pt idx="5524">
                  <c:v>0</c:v>
                </c:pt>
                <c:pt idx="5525">
                  <c:v>0</c:v>
                </c:pt>
                <c:pt idx="5526">
                  <c:v>0</c:v>
                </c:pt>
                <c:pt idx="5527">
                  <c:v>504.61700000000002</c:v>
                </c:pt>
                <c:pt idx="5528">
                  <c:v>504.61700000000002</c:v>
                </c:pt>
                <c:pt idx="5529">
                  <c:v>504.61700000000002</c:v>
                </c:pt>
                <c:pt idx="5530">
                  <c:v>504.61700000000002</c:v>
                </c:pt>
                <c:pt idx="5531">
                  <c:v>504.61700000000002</c:v>
                </c:pt>
                <c:pt idx="5532">
                  <c:v>504.61700000000002</c:v>
                </c:pt>
                <c:pt idx="5533">
                  <c:v>504.61700000000002</c:v>
                </c:pt>
                <c:pt idx="5534">
                  <c:v>504.61700000000002</c:v>
                </c:pt>
                <c:pt idx="5535">
                  <c:v>504.61700000000002</c:v>
                </c:pt>
                <c:pt idx="5536">
                  <c:v>504.61700000000002</c:v>
                </c:pt>
                <c:pt idx="5537">
                  <c:v>504.61700000000002</c:v>
                </c:pt>
                <c:pt idx="5538">
                  <c:v>504.61700000000002</c:v>
                </c:pt>
                <c:pt idx="5539">
                  <c:v>504.61700000000002</c:v>
                </c:pt>
                <c:pt idx="5540">
                  <c:v>504.61700000000002</c:v>
                </c:pt>
                <c:pt idx="5541">
                  <c:v>0</c:v>
                </c:pt>
                <c:pt idx="5542">
                  <c:v>0</c:v>
                </c:pt>
                <c:pt idx="5543">
                  <c:v>0</c:v>
                </c:pt>
                <c:pt idx="5544">
                  <c:v>0</c:v>
                </c:pt>
                <c:pt idx="5545">
                  <c:v>0</c:v>
                </c:pt>
                <c:pt idx="5546">
                  <c:v>0</c:v>
                </c:pt>
                <c:pt idx="5547">
                  <c:v>0</c:v>
                </c:pt>
                <c:pt idx="5548">
                  <c:v>0</c:v>
                </c:pt>
                <c:pt idx="5549">
                  <c:v>0</c:v>
                </c:pt>
                <c:pt idx="5550">
                  <c:v>0</c:v>
                </c:pt>
                <c:pt idx="5551">
                  <c:v>504.61700000000002</c:v>
                </c:pt>
                <c:pt idx="5552">
                  <c:v>504.61700000000002</c:v>
                </c:pt>
                <c:pt idx="5553">
                  <c:v>504.61700000000002</c:v>
                </c:pt>
                <c:pt idx="5554">
                  <c:v>504.61700000000002</c:v>
                </c:pt>
                <c:pt idx="5555">
                  <c:v>504.61700000000002</c:v>
                </c:pt>
                <c:pt idx="5556">
                  <c:v>504.61700000000002</c:v>
                </c:pt>
                <c:pt idx="5557">
                  <c:v>504.61700000000002</c:v>
                </c:pt>
                <c:pt idx="5558">
                  <c:v>504.61700000000002</c:v>
                </c:pt>
                <c:pt idx="5559">
                  <c:v>504.61700000000002</c:v>
                </c:pt>
                <c:pt idx="5560">
                  <c:v>504.61700000000002</c:v>
                </c:pt>
                <c:pt idx="5561">
                  <c:v>504.61700000000002</c:v>
                </c:pt>
                <c:pt idx="5562">
                  <c:v>504.61700000000002</c:v>
                </c:pt>
                <c:pt idx="5563">
                  <c:v>504.61700000000002</c:v>
                </c:pt>
                <c:pt idx="5564">
                  <c:v>504.61700000000002</c:v>
                </c:pt>
                <c:pt idx="5565">
                  <c:v>0</c:v>
                </c:pt>
                <c:pt idx="5566">
                  <c:v>0</c:v>
                </c:pt>
                <c:pt idx="5567">
                  <c:v>0</c:v>
                </c:pt>
                <c:pt idx="5568">
                  <c:v>0</c:v>
                </c:pt>
                <c:pt idx="5569">
                  <c:v>0</c:v>
                </c:pt>
                <c:pt idx="5570">
                  <c:v>0</c:v>
                </c:pt>
                <c:pt idx="5571">
                  <c:v>0</c:v>
                </c:pt>
                <c:pt idx="5572">
                  <c:v>0</c:v>
                </c:pt>
                <c:pt idx="5573">
                  <c:v>0</c:v>
                </c:pt>
                <c:pt idx="5574">
                  <c:v>0</c:v>
                </c:pt>
                <c:pt idx="5575">
                  <c:v>504.61700000000002</c:v>
                </c:pt>
                <c:pt idx="5576">
                  <c:v>504.61700000000002</c:v>
                </c:pt>
                <c:pt idx="5577">
                  <c:v>504.61700000000002</c:v>
                </c:pt>
                <c:pt idx="5578">
                  <c:v>504.61700000000002</c:v>
                </c:pt>
                <c:pt idx="5579">
                  <c:v>504.61700000000002</c:v>
                </c:pt>
                <c:pt idx="5580">
                  <c:v>504.61700000000002</c:v>
                </c:pt>
                <c:pt idx="5581">
                  <c:v>504.61700000000002</c:v>
                </c:pt>
                <c:pt idx="5582">
                  <c:v>504.61700000000002</c:v>
                </c:pt>
                <c:pt idx="5583">
                  <c:v>504.61700000000002</c:v>
                </c:pt>
                <c:pt idx="5584">
                  <c:v>504.61700000000002</c:v>
                </c:pt>
                <c:pt idx="5585">
                  <c:v>504.61700000000002</c:v>
                </c:pt>
                <c:pt idx="5586">
                  <c:v>504.61700000000002</c:v>
                </c:pt>
                <c:pt idx="5587">
                  <c:v>504.61700000000002</c:v>
                </c:pt>
                <c:pt idx="5588">
                  <c:v>504.61700000000002</c:v>
                </c:pt>
                <c:pt idx="5589">
                  <c:v>0</c:v>
                </c:pt>
                <c:pt idx="5590">
                  <c:v>0</c:v>
                </c:pt>
                <c:pt idx="5591">
                  <c:v>0</c:v>
                </c:pt>
                <c:pt idx="5592">
                  <c:v>0</c:v>
                </c:pt>
                <c:pt idx="5593">
                  <c:v>0</c:v>
                </c:pt>
                <c:pt idx="5594">
                  <c:v>0</c:v>
                </c:pt>
                <c:pt idx="5595">
                  <c:v>0</c:v>
                </c:pt>
                <c:pt idx="5596">
                  <c:v>0</c:v>
                </c:pt>
                <c:pt idx="5597">
                  <c:v>0</c:v>
                </c:pt>
                <c:pt idx="5598">
                  <c:v>0</c:v>
                </c:pt>
                <c:pt idx="5599">
                  <c:v>504.61700000000002</c:v>
                </c:pt>
                <c:pt idx="5600">
                  <c:v>504.61700000000002</c:v>
                </c:pt>
                <c:pt idx="5601">
                  <c:v>504.61700000000002</c:v>
                </c:pt>
                <c:pt idx="5602">
                  <c:v>504.61700000000002</c:v>
                </c:pt>
                <c:pt idx="5603">
                  <c:v>504.61700000000002</c:v>
                </c:pt>
                <c:pt idx="5604">
                  <c:v>504.61700000000002</c:v>
                </c:pt>
                <c:pt idx="5605">
                  <c:v>504.61700000000002</c:v>
                </c:pt>
                <c:pt idx="5606">
                  <c:v>504.61700000000002</c:v>
                </c:pt>
                <c:pt idx="5607">
                  <c:v>504.61700000000002</c:v>
                </c:pt>
                <c:pt idx="5608">
                  <c:v>504.61700000000002</c:v>
                </c:pt>
                <c:pt idx="5609">
                  <c:v>504.61700000000002</c:v>
                </c:pt>
                <c:pt idx="5610">
                  <c:v>504.61700000000002</c:v>
                </c:pt>
                <c:pt idx="5611">
                  <c:v>504.61700000000002</c:v>
                </c:pt>
                <c:pt idx="5612">
                  <c:v>504.61700000000002</c:v>
                </c:pt>
                <c:pt idx="5613">
                  <c:v>0</c:v>
                </c:pt>
                <c:pt idx="5614">
                  <c:v>0</c:v>
                </c:pt>
                <c:pt idx="5615">
                  <c:v>0</c:v>
                </c:pt>
                <c:pt idx="5616">
                  <c:v>0</c:v>
                </c:pt>
                <c:pt idx="5617">
                  <c:v>0</c:v>
                </c:pt>
                <c:pt idx="5618">
                  <c:v>0</c:v>
                </c:pt>
                <c:pt idx="5619">
                  <c:v>0</c:v>
                </c:pt>
                <c:pt idx="5620">
                  <c:v>0</c:v>
                </c:pt>
                <c:pt idx="5621">
                  <c:v>0</c:v>
                </c:pt>
                <c:pt idx="5622">
                  <c:v>0</c:v>
                </c:pt>
                <c:pt idx="5623">
                  <c:v>504.61700000000002</c:v>
                </c:pt>
                <c:pt idx="5624">
                  <c:v>504.61700000000002</c:v>
                </c:pt>
                <c:pt idx="5625">
                  <c:v>504.61700000000002</c:v>
                </c:pt>
                <c:pt idx="5626">
                  <c:v>504.61700000000002</c:v>
                </c:pt>
                <c:pt idx="5627">
                  <c:v>504.61700000000002</c:v>
                </c:pt>
                <c:pt idx="5628">
                  <c:v>504.61700000000002</c:v>
                </c:pt>
                <c:pt idx="5629">
                  <c:v>504.61700000000002</c:v>
                </c:pt>
                <c:pt idx="5630">
                  <c:v>504.61700000000002</c:v>
                </c:pt>
                <c:pt idx="5631">
                  <c:v>504.61700000000002</c:v>
                </c:pt>
                <c:pt idx="5632">
                  <c:v>504.61700000000002</c:v>
                </c:pt>
                <c:pt idx="5633">
                  <c:v>504.61700000000002</c:v>
                </c:pt>
                <c:pt idx="5634">
                  <c:v>504.61700000000002</c:v>
                </c:pt>
                <c:pt idx="5635">
                  <c:v>504.61700000000002</c:v>
                </c:pt>
                <c:pt idx="5636">
                  <c:v>504.61700000000002</c:v>
                </c:pt>
                <c:pt idx="5637">
                  <c:v>0</c:v>
                </c:pt>
                <c:pt idx="5638">
                  <c:v>0</c:v>
                </c:pt>
                <c:pt idx="5639">
                  <c:v>0</c:v>
                </c:pt>
                <c:pt idx="5640">
                  <c:v>0</c:v>
                </c:pt>
                <c:pt idx="5641">
                  <c:v>0</c:v>
                </c:pt>
                <c:pt idx="5642">
                  <c:v>0</c:v>
                </c:pt>
                <c:pt idx="5643">
                  <c:v>0</c:v>
                </c:pt>
                <c:pt idx="5644">
                  <c:v>0</c:v>
                </c:pt>
                <c:pt idx="5645">
                  <c:v>0</c:v>
                </c:pt>
                <c:pt idx="5646">
                  <c:v>0</c:v>
                </c:pt>
                <c:pt idx="5647">
                  <c:v>504.61700000000002</c:v>
                </c:pt>
                <c:pt idx="5648">
                  <c:v>504.61700000000002</c:v>
                </c:pt>
                <c:pt idx="5649">
                  <c:v>504.61700000000002</c:v>
                </c:pt>
                <c:pt idx="5650">
                  <c:v>504.61700000000002</c:v>
                </c:pt>
                <c:pt idx="5651">
                  <c:v>504.61700000000002</c:v>
                </c:pt>
                <c:pt idx="5652">
                  <c:v>504.61700000000002</c:v>
                </c:pt>
                <c:pt idx="5653">
                  <c:v>504.61700000000002</c:v>
                </c:pt>
                <c:pt idx="5654">
                  <c:v>504.61700000000002</c:v>
                </c:pt>
                <c:pt idx="5655">
                  <c:v>504.61700000000002</c:v>
                </c:pt>
                <c:pt idx="5656">
                  <c:v>504.61700000000002</c:v>
                </c:pt>
                <c:pt idx="5657">
                  <c:v>504.61700000000002</c:v>
                </c:pt>
                <c:pt idx="5658">
                  <c:v>504.61700000000002</c:v>
                </c:pt>
                <c:pt idx="5659">
                  <c:v>504.61700000000002</c:v>
                </c:pt>
                <c:pt idx="5660">
                  <c:v>504.61700000000002</c:v>
                </c:pt>
                <c:pt idx="5661">
                  <c:v>0</c:v>
                </c:pt>
                <c:pt idx="5662">
                  <c:v>0</c:v>
                </c:pt>
                <c:pt idx="5663">
                  <c:v>0</c:v>
                </c:pt>
                <c:pt idx="5664">
                  <c:v>0</c:v>
                </c:pt>
                <c:pt idx="5665">
                  <c:v>0</c:v>
                </c:pt>
                <c:pt idx="5666">
                  <c:v>0</c:v>
                </c:pt>
                <c:pt idx="5667">
                  <c:v>0</c:v>
                </c:pt>
                <c:pt idx="5668">
                  <c:v>0</c:v>
                </c:pt>
                <c:pt idx="5669">
                  <c:v>0</c:v>
                </c:pt>
                <c:pt idx="5670">
                  <c:v>0</c:v>
                </c:pt>
                <c:pt idx="5671">
                  <c:v>504.61700000000002</c:v>
                </c:pt>
                <c:pt idx="5672">
                  <c:v>504.61700000000002</c:v>
                </c:pt>
                <c:pt idx="5673">
                  <c:v>504.61700000000002</c:v>
                </c:pt>
                <c:pt idx="5674">
                  <c:v>504.61700000000002</c:v>
                </c:pt>
                <c:pt idx="5675">
                  <c:v>504.61700000000002</c:v>
                </c:pt>
                <c:pt idx="5676">
                  <c:v>504.61700000000002</c:v>
                </c:pt>
                <c:pt idx="5677">
                  <c:v>504.61700000000002</c:v>
                </c:pt>
                <c:pt idx="5678">
                  <c:v>504.61700000000002</c:v>
                </c:pt>
                <c:pt idx="5679">
                  <c:v>504.61700000000002</c:v>
                </c:pt>
                <c:pt idx="5680">
                  <c:v>504.61700000000002</c:v>
                </c:pt>
                <c:pt idx="5681">
                  <c:v>504.61700000000002</c:v>
                </c:pt>
                <c:pt idx="5682">
                  <c:v>504.61700000000002</c:v>
                </c:pt>
                <c:pt idx="5683">
                  <c:v>504.61700000000002</c:v>
                </c:pt>
                <c:pt idx="5684">
                  <c:v>504.61700000000002</c:v>
                </c:pt>
                <c:pt idx="5685">
                  <c:v>0</c:v>
                </c:pt>
                <c:pt idx="5686">
                  <c:v>0</c:v>
                </c:pt>
                <c:pt idx="5687">
                  <c:v>0</c:v>
                </c:pt>
                <c:pt idx="5688">
                  <c:v>0</c:v>
                </c:pt>
                <c:pt idx="5689">
                  <c:v>0</c:v>
                </c:pt>
                <c:pt idx="5690">
                  <c:v>0</c:v>
                </c:pt>
                <c:pt idx="5691">
                  <c:v>0</c:v>
                </c:pt>
                <c:pt idx="5692">
                  <c:v>0</c:v>
                </c:pt>
                <c:pt idx="5693">
                  <c:v>0</c:v>
                </c:pt>
                <c:pt idx="5694">
                  <c:v>0</c:v>
                </c:pt>
                <c:pt idx="5695">
                  <c:v>504.61700000000002</c:v>
                </c:pt>
                <c:pt idx="5696">
                  <c:v>504.61700000000002</c:v>
                </c:pt>
                <c:pt idx="5697">
                  <c:v>504.61700000000002</c:v>
                </c:pt>
                <c:pt idx="5698">
                  <c:v>504.61700000000002</c:v>
                </c:pt>
                <c:pt idx="5699">
                  <c:v>504.61700000000002</c:v>
                </c:pt>
                <c:pt idx="5700">
                  <c:v>504.61700000000002</c:v>
                </c:pt>
                <c:pt idx="5701">
                  <c:v>504.61700000000002</c:v>
                </c:pt>
                <c:pt idx="5702">
                  <c:v>504.61700000000002</c:v>
                </c:pt>
                <c:pt idx="5703">
                  <c:v>504.61700000000002</c:v>
                </c:pt>
                <c:pt idx="5704">
                  <c:v>504.61700000000002</c:v>
                </c:pt>
                <c:pt idx="5705">
                  <c:v>504.61700000000002</c:v>
                </c:pt>
                <c:pt idx="5706">
                  <c:v>504.61700000000002</c:v>
                </c:pt>
                <c:pt idx="5707">
                  <c:v>504.61700000000002</c:v>
                </c:pt>
                <c:pt idx="5708">
                  <c:v>504.61700000000002</c:v>
                </c:pt>
                <c:pt idx="5709">
                  <c:v>0</c:v>
                </c:pt>
                <c:pt idx="5710">
                  <c:v>0</c:v>
                </c:pt>
                <c:pt idx="5711">
                  <c:v>0</c:v>
                </c:pt>
                <c:pt idx="5712">
                  <c:v>0</c:v>
                </c:pt>
                <c:pt idx="5713">
                  <c:v>0</c:v>
                </c:pt>
                <c:pt idx="5714">
                  <c:v>0</c:v>
                </c:pt>
                <c:pt idx="5715">
                  <c:v>0</c:v>
                </c:pt>
                <c:pt idx="5716">
                  <c:v>0</c:v>
                </c:pt>
                <c:pt idx="5717">
                  <c:v>0</c:v>
                </c:pt>
                <c:pt idx="5718">
                  <c:v>0</c:v>
                </c:pt>
                <c:pt idx="5719">
                  <c:v>504.61700000000002</c:v>
                </c:pt>
                <c:pt idx="5720">
                  <c:v>504.61700000000002</c:v>
                </c:pt>
                <c:pt idx="5721">
                  <c:v>504.61700000000002</c:v>
                </c:pt>
                <c:pt idx="5722">
                  <c:v>504.61700000000002</c:v>
                </c:pt>
                <c:pt idx="5723">
                  <c:v>504.61700000000002</c:v>
                </c:pt>
                <c:pt idx="5724">
                  <c:v>504.61700000000002</c:v>
                </c:pt>
                <c:pt idx="5725">
                  <c:v>504.61700000000002</c:v>
                </c:pt>
                <c:pt idx="5726">
                  <c:v>504.61700000000002</c:v>
                </c:pt>
                <c:pt idx="5727">
                  <c:v>504.61700000000002</c:v>
                </c:pt>
                <c:pt idx="5728">
                  <c:v>504.61700000000002</c:v>
                </c:pt>
                <c:pt idx="5729">
                  <c:v>504.61700000000002</c:v>
                </c:pt>
                <c:pt idx="5730">
                  <c:v>504.61700000000002</c:v>
                </c:pt>
                <c:pt idx="5731">
                  <c:v>504.61700000000002</c:v>
                </c:pt>
                <c:pt idx="5732">
                  <c:v>504.61700000000002</c:v>
                </c:pt>
                <c:pt idx="5733">
                  <c:v>0</c:v>
                </c:pt>
                <c:pt idx="5734">
                  <c:v>0</c:v>
                </c:pt>
                <c:pt idx="5735">
                  <c:v>0</c:v>
                </c:pt>
                <c:pt idx="5736">
                  <c:v>0</c:v>
                </c:pt>
                <c:pt idx="5737">
                  <c:v>0</c:v>
                </c:pt>
                <c:pt idx="5738">
                  <c:v>0</c:v>
                </c:pt>
                <c:pt idx="5739">
                  <c:v>0</c:v>
                </c:pt>
                <c:pt idx="5740">
                  <c:v>0</c:v>
                </c:pt>
                <c:pt idx="5741">
                  <c:v>0</c:v>
                </c:pt>
                <c:pt idx="5742">
                  <c:v>0</c:v>
                </c:pt>
                <c:pt idx="5743">
                  <c:v>504.61700000000002</c:v>
                </c:pt>
                <c:pt idx="5744">
                  <c:v>504.61700000000002</c:v>
                </c:pt>
                <c:pt idx="5745">
                  <c:v>504.61700000000002</c:v>
                </c:pt>
                <c:pt idx="5746">
                  <c:v>504.61700000000002</c:v>
                </c:pt>
                <c:pt idx="5747">
                  <c:v>504.61700000000002</c:v>
                </c:pt>
                <c:pt idx="5748">
                  <c:v>504.61700000000002</c:v>
                </c:pt>
                <c:pt idx="5749">
                  <c:v>504.61700000000002</c:v>
                </c:pt>
                <c:pt idx="5750">
                  <c:v>504.61700000000002</c:v>
                </c:pt>
                <c:pt idx="5751">
                  <c:v>504.61700000000002</c:v>
                </c:pt>
                <c:pt idx="5752">
                  <c:v>504.61700000000002</c:v>
                </c:pt>
                <c:pt idx="5753">
                  <c:v>504.61700000000002</c:v>
                </c:pt>
                <c:pt idx="5754">
                  <c:v>504.61700000000002</c:v>
                </c:pt>
                <c:pt idx="5755">
                  <c:v>504.61700000000002</c:v>
                </c:pt>
                <c:pt idx="5756">
                  <c:v>504.61700000000002</c:v>
                </c:pt>
                <c:pt idx="5757">
                  <c:v>0</c:v>
                </c:pt>
                <c:pt idx="5758">
                  <c:v>0</c:v>
                </c:pt>
                <c:pt idx="5759">
                  <c:v>0</c:v>
                </c:pt>
                <c:pt idx="5760">
                  <c:v>0</c:v>
                </c:pt>
                <c:pt idx="5761">
                  <c:v>0</c:v>
                </c:pt>
                <c:pt idx="5762">
                  <c:v>0</c:v>
                </c:pt>
                <c:pt idx="5763">
                  <c:v>0</c:v>
                </c:pt>
                <c:pt idx="5764">
                  <c:v>0</c:v>
                </c:pt>
                <c:pt idx="5765">
                  <c:v>0</c:v>
                </c:pt>
                <c:pt idx="5766">
                  <c:v>0</c:v>
                </c:pt>
                <c:pt idx="5767">
                  <c:v>504.61700000000002</c:v>
                </c:pt>
                <c:pt idx="5768">
                  <c:v>504.61700000000002</c:v>
                </c:pt>
                <c:pt idx="5769">
                  <c:v>504.61700000000002</c:v>
                </c:pt>
                <c:pt idx="5770">
                  <c:v>504.61700000000002</c:v>
                </c:pt>
                <c:pt idx="5771">
                  <c:v>504.61700000000002</c:v>
                </c:pt>
                <c:pt idx="5772">
                  <c:v>504.61700000000002</c:v>
                </c:pt>
                <c:pt idx="5773">
                  <c:v>504.61700000000002</c:v>
                </c:pt>
                <c:pt idx="5774">
                  <c:v>504.61700000000002</c:v>
                </c:pt>
                <c:pt idx="5775">
                  <c:v>504.61700000000002</c:v>
                </c:pt>
                <c:pt idx="5776">
                  <c:v>504.61700000000002</c:v>
                </c:pt>
                <c:pt idx="5777">
                  <c:v>504.61700000000002</c:v>
                </c:pt>
                <c:pt idx="5778">
                  <c:v>504.61700000000002</c:v>
                </c:pt>
                <c:pt idx="5779">
                  <c:v>504.61700000000002</c:v>
                </c:pt>
                <c:pt idx="5780">
                  <c:v>504.61700000000002</c:v>
                </c:pt>
                <c:pt idx="5781">
                  <c:v>0</c:v>
                </c:pt>
                <c:pt idx="5782">
                  <c:v>0</c:v>
                </c:pt>
                <c:pt idx="5783">
                  <c:v>0</c:v>
                </c:pt>
                <c:pt idx="5784">
                  <c:v>0</c:v>
                </c:pt>
                <c:pt idx="5785">
                  <c:v>0</c:v>
                </c:pt>
                <c:pt idx="5786">
                  <c:v>0</c:v>
                </c:pt>
                <c:pt idx="5787">
                  <c:v>0</c:v>
                </c:pt>
                <c:pt idx="5788">
                  <c:v>0</c:v>
                </c:pt>
                <c:pt idx="5789">
                  <c:v>0</c:v>
                </c:pt>
                <c:pt idx="5790">
                  <c:v>0</c:v>
                </c:pt>
                <c:pt idx="5791">
                  <c:v>504.61700000000002</c:v>
                </c:pt>
                <c:pt idx="5792">
                  <c:v>504.61700000000002</c:v>
                </c:pt>
                <c:pt idx="5793">
                  <c:v>504.61700000000002</c:v>
                </c:pt>
                <c:pt idx="5794">
                  <c:v>504.61700000000002</c:v>
                </c:pt>
                <c:pt idx="5795">
                  <c:v>504.61700000000002</c:v>
                </c:pt>
                <c:pt idx="5796">
                  <c:v>504.61700000000002</c:v>
                </c:pt>
                <c:pt idx="5797">
                  <c:v>504.61700000000002</c:v>
                </c:pt>
                <c:pt idx="5798">
                  <c:v>504.61700000000002</c:v>
                </c:pt>
                <c:pt idx="5799">
                  <c:v>504.61700000000002</c:v>
                </c:pt>
                <c:pt idx="5800">
                  <c:v>504.61700000000002</c:v>
                </c:pt>
                <c:pt idx="5801">
                  <c:v>504.61700000000002</c:v>
                </c:pt>
                <c:pt idx="5802">
                  <c:v>504.61700000000002</c:v>
                </c:pt>
                <c:pt idx="5803">
                  <c:v>504.61700000000002</c:v>
                </c:pt>
                <c:pt idx="5804">
                  <c:v>504.61700000000002</c:v>
                </c:pt>
                <c:pt idx="5805">
                  <c:v>0</c:v>
                </c:pt>
                <c:pt idx="5806">
                  <c:v>0</c:v>
                </c:pt>
                <c:pt idx="5807">
                  <c:v>0</c:v>
                </c:pt>
                <c:pt idx="5808">
                  <c:v>0</c:v>
                </c:pt>
                <c:pt idx="5809">
                  <c:v>0</c:v>
                </c:pt>
                <c:pt idx="5810">
                  <c:v>0</c:v>
                </c:pt>
                <c:pt idx="5811">
                  <c:v>0</c:v>
                </c:pt>
                <c:pt idx="5812">
                  <c:v>0</c:v>
                </c:pt>
                <c:pt idx="5813">
                  <c:v>0</c:v>
                </c:pt>
                <c:pt idx="5814">
                  <c:v>0</c:v>
                </c:pt>
                <c:pt idx="5815">
                  <c:v>504.61700000000002</c:v>
                </c:pt>
                <c:pt idx="5816">
                  <c:v>504.61700000000002</c:v>
                </c:pt>
                <c:pt idx="5817">
                  <c:v>504.61700000000002</c:v>
                </c:pt>
                <c:pt idx="5818">
                  <c:v>504.61700000000002</c:v>
                </c:pt>
                <c:pt idx="5819">
                  <c:v>504.61700000000002</c:v>
                </c:pt>
                <c:pt idx="5820">
                  <c:v>504.61700000000002</c:v>
                </c:pt>
                <c:pt idx="5821">
                  <c:v>504.61700000000002</c:v>
                </c:pt>
                <c:pt idx="5822">
                  <c:v>504.61700000000002</c:v>
                </c:pt>
                <c:pt idx="5823">
                  <c:v>504.61700000000002</c:v>
                </c:pt>
                <c:pt idx="5824">
                  <c:v>504.61700000000002</c:v>
                </c:pt>
                <c:pt idx="5825">
                  <c:v>504.61700000000002</c:v>
                </c:pt>
                <c:pt idx="5826">
                  <c:v>504.61700000000002</c:v>
                </c:pt>
                <c:pt idx="5827">
                  <c:v>504.61700000000002</c:v>
                </c:pt>
                <c:pt idx="5828">
                  <c:v>504.61700000000002</c:v>
                </c:pt>
                <c:pt idx="5829">
                  <c:v>0</c:v>
                </c:pt>
                <c:pt idx="5830">
                  <c:v>0</c:v>
                </c:pt>
                <c:pt idx="5831">
                  <c:v>0</c:v>
                </c:pt>
                <c:pt idx="5832">
                  <c:v>0</c:v>
                </c:pt>
                <c:pt idx="5833">
                  <c:v>0</c:v>
                </c:pt>
                <c:pt idx="5834">
                  <c:v>0</c:v>
                </c:pt>
                <c:pt idx="5835">
                  <c:v>0</c:v>
                </c:pt>
                <c:pt idx="5836">
                  <c:v>0</c:v>
                </c:pt>
                <c:pt idx="5837">
                  <c:v>0</c:v>
                </c:pt>
                <c:pt idx="5838">
                  <c:v>0</c:v>
                </c:pt>
                <c:pt idx="5839">
                  <c:v>504.61700000000002</c:v>
                </c:pt>
                <c:pt idx="5840">
                  <c:v>504.61700000000002</c:v>
                </c:pt>
                <c:pt idx="5841">
                  <c:v>504.61700000000002</c:v>
                </c:pt>
                <c:pt idx="5842">
                  <c:v>504.61700000000002</c:v>
                </c:pt>
                <c:pt idx="5843">
                  <c:v>504.61700000000002</c:v>
                </c:pt>
                <c:pt idx="5844">
                  <c:v>504.61700000000002</c:v>
                </c:pt>
                <c:pt idx="5845">
                  <c:v>504.61700000000002</c:v>
                </c:pt>
                <c:pt idx="5846">
                  <c:v>504.61700000000002</c:v>
                </c:pt>
                <c:pt idx="5847">
                  <c:v>504.61700000000002</c:v>
                </c:pt>
                <c:pt idx="5848">
                  <c:v>504.61700000000002</c:v>
                </c:pt>
                <c:pt idx="5849">
                  <c:v>504.61700000000002</c:v>
                </c:pt>
                <c:pt idx="5850">
                  <c:v>504.61700000000002</c:v>
                </c:pt>
                <c:pt idx="5851">
                  <c:v>504.61700000000002</c:v>
                </c:pt>
                <c:pt idx="5852">
                  <c:v>504.61700000000002</c:v>
                </c:pt>
                <c:pt idx="5853">
                  <c:v>0</c:v>
                </c:pt>
                <c:pt idx="5854">
                  <c:v>0</c:v>
                </c:pt>
                <c:pt idx="5855">
                  <c:v>0</c:v>
                </c:pt>
                <c:pt idx="5856">
                  <c:v>0</c:v>
                </c:pt>
                <c:pt idx="5857">
                  <c:v>0</c:v>
                </c:pt>
                <c:pt idx="5858">
                  <c:v>0</c:v>
                </c:pt>
                <c:pt idx="5859">
                  <c:v>0</c:v>
                </c:pt>
                <c:pt idx="5860">
                  <c:v>0</c:v>
                </c:pt>
                <c:pt idx="5861">
                  <c:v>0</c:v>
                </c:pt>
                <c:pt idx="5862">
                  <c:v>0</c:v>
                </c:pt>
                <c:pt idx="5863">
                  <c:v>504.61700000000002</c:v>
                </c:pt>
                <c:pt idx="5864">
                  <c:v>504.61700000000002</c:v>
                </c:pt>
                <c:pt idx="5865">
                  <c:v>504.61700000000002</c:v>
                </c:pt>
                <c:pt idx="5866">
                  <c:v>504.61700000000002</c:v>
                </c:pt>
                <c:pt idx="5867">
                  <c:v>504.61700000000002</c:v>
                </c:pt>
                <c:pt idx="5868">
                  <c:v>504.61700000000002</c:v>
                </c:pt>
                <c:pt idx="5869">
                  <c:v>504.61700000000002</c:v>
                </c:pt>
                <c:pt idx="5870">
                  <c:v>504.61700000000002</c:v>
                </c:pt>
                <c:pt idx="5871">
                  <c:v>504.61700000000002</c:v>
                </c:pt>
                <c:pt idx="5872">
                  <c:v>504.61700000000002</c:v>
                </c:pt>
                <c:pt idx="5873">
                  <c:v>504.61700000000002</c:v>
                </c:pt>
                <c:pt idx="5874">
                  <c:v>504.61700000000002</c:v>
                </c:pt>
                <c:pt idx="5875">
                  <c:v>504.61700000000002</c:v>
                </c:pt>
                <c:pt idx="5876">
                  <c:v>504.61700000000002</c:v>
                </c:pt>
                <c:pt idx="5877">
                  <c:v>0</c:v>
                </c:pt>
                <c:pt idx="5878">
                  <c:v>0</c:v>
                </c:pt>
                <c:pt idx="5879">
                  <c:v>0</c:v>
                </c:pt>
                <c:pt idx="5880">
                  <c:v>0</c:v>
                </c:pt>
                <c:pt idx="5881">
                  <c:v>0</c:v>
                </c:pt>
                <c:pt idx="5882">
                  <c:v>0</c:v>
                </c:pt>
                <c:pt idx="5883">
                  <c:v>0</c:v>
                </c:pt>
                <c:pt idx="5884">
                  <c:v>0</c:v>
                </c:pt>
                <c:pt idx="5885">
                  <c:v>0</c:v>
                </c:pt>
                <c:pt idx="5886">
                  <c:v>0</c:v>
                </c:pt>
                <c:pt idx="5887">
                  <c:v>504.61700000000002</c:v>
                </c:pt>
                <c:pt idx="5888">
                  <c:v>504.61700000000002</c:v>
                </c:pt>
                <c:pt idx="5889">
                  <c:v>504.61700000000002</c:v>
                </c:pt>
                <c:pt idx="5890">
                  <c:v>504.61700000000002</c:v>
                </c:pt>
                <c:pt idx="5891">
                  <c:v>504.61700000000002</c:v>
                </c:pt>
                <c:pt idx="5892">
                  <c:v>504.61700000000002</c:v>
                </c:pt>
                <c:pt idx="5893">
                  <c:v>504.61700000000002</c:v>
                </c:pt>
                <c:pt idx="5894">
                  <c:v>504.61700000000002</c:v>
                </c:pt>
                <c:pt idx="5895">
                  <c:v>504.61700000000002</c:v>
                </c:pt>
                <c:pt idx="5896">
                  <c:v>504.61700000000002</c:v>
                </c:pt>
                <c:pt idx="5897">
                  <c:v>504.61700000000002</c:v>
                </c:pt>
                <c:pt idx="5898">
                  <c:v>504.61700000000002</c:v>
                </c:pt>
                <c:pt idx="5899">
                  <c:v>504.61700000000002</c:v>
                </c:pt>
                <c:pt idx="5900">
                  <c:v>504.61700000000002</c:v>
                </c:pt>
                <c:pt idx="5901">
                  <c:v>0</c:v>
                </c:pt>
                <c:pt idx="5902">
                  <c:v>0</c:v>
                </c:pt>
                <c:pt idx="5903">
                  <c:v>0</c:v>
                </c:pt>
                <c:pt idx="5904">
                  <c:v>0</c:v>
                </c:pt>
                <c:pt idx="5905">
                  <c:v>0</c:v>
                </c:pt>
                <c:pt idx="5906">
                  <c:v>0</c:v>
                </c:pt>
                <c:pt idx="5907">
                  <c:v>0</c:v>
                </c:pt>
                <c:pt idx="5908">
                  <c:v>0</c:v>
                </c:pt>
                <c:pt idx="5909">
                  <c:v>0</c:v>
                </c:pt>
                <c:pt idx="5910">
                  <c:v>0</c:v>
                </c:pt>
                <c:pt idx="5911">
                  <c:v>504.61700000000002</c:v>
                </c:pt>
                <c:pt idx="5912">
                  <c:v>504.61700000000002</c:v>
                </c:pt>
                <c:pt idx="5913">
                  <c:v>504.61700000000002</c:v>
                </c:pt>
                <c:pt idx="5914">
                  <c:v>504.61700000000002</c:v>
                </c:pt>
                <c:pt idx="5915">
                  <c:v>504.61700000000002</c:v>
                </c:pt>
                <c:pt idx="5916">
                  <c:v>504.61700000000002</c:v>
                </c:pt>
                <c:pt idx="5917">
                  <c:v>504.61700000000002</c:v>
                </c:pt>
                <c:pt idx="5918">
                  <c:v>504.61700000000002</c:v>
                </c:pt>
                <c:pt idx="5919">
                  <c:v>504.61700000000002</c:v>
                </c:pt>
                <c:pt idx="5920">
                  <c:v>504.61700000000002</c:v>
                </c:pt>
                <c:pt idx="5921">
                  <c:v>504.61700000000002</c:v>
                </c:pt>
                <c:pt idx="5922">
                  <c:v>504.61700000000002</c:v>
                </c:pt>
                <c:pt idx="5923">
                  <c:v>504.61700000000002</c:v>
                </c:pt>
                <c:pt idx="5924">
                  <c:v>504.61700000000002</c:v>
                </c:pt>
                <c:pt idx="5925">
                  <c:v>0</c:v>
                </c:pt>
                <c:pt idx="5926">
                  <c:v>0</c:v>
                </c:pt>
                <c:pt idx="5927">
                  <c:v>0</c:v>
                </c:pt>
                <c:pt idx="5928">
                  <c:v>0</c:v>
                </c:pt>
                <c:pt idx="5929">
                  <c:v>0</c:v>
                </c:pt>
                <c:pt idx="5930">
                  <c:v>0</c:v>
                </c:pt>
                <c:pt idx="5931">
                  <c:v>0</c:v>
                </c:pt>
                <c:pt idx="5932">
                  <c:v>0</c:v>
                </c:pt>
                <c:pt idx="5933">
                  <c:v>0</c:v>
                </c:pt>
                <c:pt idx="5934">
                  <c:v>0</c:v>
                </c:pt>
                <c:pt idx="5935">
                  <c:v>504.61700000000002</c:v>
                </c:pt>
                <c:pt idx="5936">
                  <c:v>504.61700000000002</c:v>
                </c:pt>
                <c:pt idx="5937">
                  <c:v>504.61700000000002</c:v>
                </c:pt>
                <c:pt idx="5938">
                  <c:v>504.61700000000002</c:v>
                </c:pt>
                <c:pt idx="5939">
                  <c:v>504.61700000000002</c:v>
                </c:pt>
                <c:pt idx="5940">
                  <c:v>504.61700000000002</c:v>
                </c:pt>
                <c:pt idx="5941">
                  <c:v>504.61700000000002</c:v>
                </c:pt>
                <c:pt idx="5942">
                  <c:v>504.61700000000002</c:v>
                </c:pt>
                <c:pt idx="5943">
                  <c:v>504.61700000000002</c:v>
                </c:pt>
                <c:pt idx="5944">
                  <c:v>504.61700000000002</c:v>
                </c:pt>
                <c:pt idx="5945">
                  <c:v>504.61700000000002</c:v>
                </c:pt>
                <c:pt idx="5946">
                  <c:v>504.61700000000002</c:v>
                </c:pt>
                <c:pt idx="5947">
                  <c:v>504.61700000000002</c:v>
                </c:pt>
                <c:pt idx="5948">
                  <c:v>504.61700000000002</c:v>
                </c:pt>
                <c:pt idx="5949">
                  <c:v>0</c:v>
                </c:pt>
                <c:pt idx="5950">
                  <c:v>0</c:v>
                </c:pt>
                <c:pt idx="5951">
                  <c:v>0</c:v>
                </c:pt>
                <c:pt idx="5952">
                  <c:v>0</c:v>
                </c:pt>
                <c:pt idx="5953">
                  <c:v>0</c:v>
                </c:pt>
                <c:pt idx="5954">
                  <c:v>0</c:v>
                </c:pt>
                <c:pt idx="5955">
                  <c:v>0</c:v>
                </c:pt>
                <c:pt idx="5956">
                  <c:v>0</c:v>
                </c:pt>
                <c:pt idx="5957">
                  <c:v>0</c:v>
                </c:pt>
                <c:pt idx="5958">
                  <c:v>0</c:v>
                </c:pt>
                <c:pt idx="5959">
                  <c:v>504.61700000000002</c:v>
                </c:pt>
                <c:pt idx="5960">
                  <c:v>504.61700000000002</c:v>
                </c:pt>
                <c:pt idx="5961">
                  <c:v>504.61700000000002</c:v>
                </c:pt>
                <c:pt idx="5962">
                  <c:v>504.61700000000002</c:v>
                </c:pt>
                <c:pt idx="5963">
                  <c:v>504.61700000000002</c:v>
                </c:pt>
                <c:pt idx="5964">
                  <c:v>504.61700000000002</c:v>
                </c:pt>
                <c:pt idx="5965">
                  <c:v>504.61700000000002</c:v>
                </c:pt>
                <c:pt idx="5966">
                  <c:v>504.61700000000002</c:v>
                </c:pt>
                <c:pt idx="5967">
                  <c:v>504.61700000000002</c:v>
                </c:pt>
                <c:pt idx="5968">
                  <c:v>504.61700000000002</c:v>
                </c:pt>
                <c:pt idx="5969">
                  <c:v>504.61700000000002</c:v>
                </c:pt>
                <c:pt idx="5970">
                  <c:v>504.61700000000002</c:v>
                </c:pt>
                <c:pt idx="5971">
                  <c:v>504.61700000000002</c:v>
                </c:pt>
                <c:pt idx="5972">
                  <c:v>504.61700000000002</c:v>
                </c:pt>
                <c:pt idx="5973">
                  <c:v>0</c:v>
                </c:pt>
                <c:pt idx="5974">
                  <c:v>0</c:v>
                </c:pt>
                <c:pt idx="5975">
                  <c:v>0</c:v>
                </c:pt>
                <c:pt idx="5976">
                  <c:v>0</c:v>
                </c:pt>
                <c:pt idx="5977">
                  <c:v>0</c:v>
                </c:pt>
                <c:pt idx="5978">
                  <c:v>0</c:v>
                </c:pt>
                <c:pt idx="5979">
                  <c:v>0</c:v>
                </c:pt>
                <c:pt idx="5980">
                  <c:v>0</c:v>
                </c:pt>
                <c:pt idx="5981">
                  <c:v>0</c:v>
                </c:pt>
                <c:pt idx="5982">
                  <c:v>0</c:v>
                </c:pt>
                <c:pt idx="5983">
                  <c:v>504.61700000000002</c:v>
                </c:pt>
                <c:pt idx="5984">
                  <c:v>504.61700000000002</c:v>
                </c:pt>
                <c:pt idx="5985">
                  <c:v>504.61700000000002</c:v>
                </c:pt>
                <c:pt idx="5986">
                  <c:v>504.61700000000002</c:v>
                </c:pt>
                <c:pt idx="5987">
                  <c:v>504.61700000000002</c:v>
                </c:pt>
                <c:pt idx="5988">
                  <c:v>504.61700000000002</c:v>
                </c:pt>
                <c:pt idx="5989">
                  <c:v>504.61700000000002</c:v>
                </c:pt>
                <c:pt idx="5990">
                  <c:v>504.61700000000002</c:v>
                </c:pt>
                <c:pt idx="5991">
                  <c:v>504.61700000000002</c:v>
                </c:pt>
                <c:pt idx="5992">
                  <c:v>504.61700000000002</c:v>
                </c:pt>
                <c:pt idx="5993">
                  <c:v>504.61700000000002</c:v>
                </c:pt>
                <c:pt idx="5994">
                  <c:v>504.61700000000002</c:v>
                </c:pt>
                <c:pt idx="5995">
                  <c:v>504.61700000000002</c:v>
                </c:pt>
                <c:pt idx="5996">
                  <c:v>504.61700000000002</c:v>
                </c:pt>
                <c:pt idx="5997">
                  <c:v>0</c:v>
                </c:pt>
                <c:pt idx="5998">
                  <c:v>0</c:v>
                </c:pt>
                <c:pt idx="5999">
                  <c:v>0</c:v>
                </c:pt>
                <c:pt idx="6000">
                  <c:v>0</c:v>
                </c:pt>
                <c:pt idx="6001">
                  <c:v>0</c:v>
                </c:pt>
                <c:pt idx="6002">
                  <c:v>0</c:v>
                </c:pt>
                <c:pt idx="6003">
                  <c:v>0</c:v>
                </c:pt>
                <c:pt idx="6004">
                  <c:v>0</c:v>
                </c:pt>
                <c:pt idx="6005">
                  <c:v>0</c:v>
                </c:pt>
                <c:pt idx="6006">
                  <c:v>0</c:v>
                </c:pt>
                <c:pt idx="6007">
                  <c:v>504.61700000000002</c:v>
                </c:pt>
                <c:pt idx="6008">
                  <c:v>504.61700000000002</c:v>
                </c:pt>
                <c:pt idx="6009">
                  <c:v>504.61700000000002</c:v>
                </c:pt>
                <c:pt idx="6010">
                  <c:v>504.61700000000002</c:v>
                </c:pt>
                <c:pt idx="6011">
                  <c:v>504.61700000000002</c:v>
                </c:pt>
                <c:pt idx="6012">
                  <c:v>504.61700000000002</c:v>
                </c:pt>
                <c:pt idx="6013">
                  <c:v>504.61700000000002</c:v>
                </c:pt>
                <c:pt idx="6014">
                  <c:v>504.61700000000002</c:v>
                </c:pt>
                <c:pt idx="6015">
                  <c:v>504.61700000000002</c:v>
                </c:pt>
                <c:pt idx="6016">
                  <c:v>504.61700000000002</c:v>
                </c:pt>
                <c:pt idx="6017">
                  <c:v>504.61700000000002</c:v>
                </c:pt>
                <c:pt idx="6018">
                  <c:v>504.61700000000002</c:v>
                </c:pt>
                <c:pt idx="6019">
                  <c:v>504.61700000000002</c:v>
                </c:pt>
                <c:pt idx="6020">
                  <c:v>504.61700000000002</c:v>
                </c:pt>
                <c:pt idx="6021">
                  <c:v>0</c:v>
                </c:pt>
                <c:pt idx="6022">
                  <c:v>0</c:v>
                </c:pt>
                <c:pt idx="6023">
                  <c:v>0</c:v>
                </c:pt>
                <c:pt idx="6024">
                  <c:v>0</c:v>
                </c:pt>
                <c:pt idx="6025">
                  <c:v>0</c:v>
                </c:pt>
                <c:pt idx="6026">
                  <c:v>0</c:v>
                </c:pt>
                <c:pt idx="6027">
                  <c:v>0</c:v>
                </c:pt>
                <c:pt idx="6028">
                  <c:v>0</c:v>
                </c:pt>
                <c:pt idx="6029">
                  <c:v>0</c:v>
                </c:pt>
                <c:pt idx="6030">
                  <c:v>0</c:v>
                </c:pt>
                <c:pt idx="6031">
                  <c:v>504.61700000000002</c:v>
                </c:pt>
                <c:pt idx="6032">
                  <c:v>504.61700000000002</c:v>
                </c:pt>
                <c:pt idx="6033">
                  <c:v>504.61700000000002</c:v>
                </c:pt>
                <c:pt idx="6034">
                  <c:v>504.61700000000002</c:v>
                </c:pt>
                <c:pt idx="6035">
                  <c:v>504.61700000000002</c:v>
                </c:pt>
                <c:pt idx="6036">
                  <c:v>504.61700000000002</c:v>
                </c:pt>
                <c:pt idx="6037">
                  <c:v>504.61700000000002</c:v>
                </c:pt>
                <c:pt idx="6038">
                  <c:v>504.61700000000002</c:v>
                </c:pt>
                <c:pt idx="6039">
                  <c:v>504.61700000000002</c:v>
                </c:pt>
                <c:pt idx="6040">
                  <c:v>504.61700000000002</c:v>
                </c:pt>
                <c:pt idx="6041">
                  <c:v>504.61700000000002</c:v>
                </c:pt>
                <c:pt idx="6042">
                  <c:v>504.61700000000002</c:v>
                </c:pt>
                <c:pt idx="6043">
                  <c:v>504.61700000000002</c:v>
                </c:pt>
                <c:pt idx="6044">
                  <c:v>504.61700000000002</c:v>
                </c:pt>
                <c:pt idx="6045">
                  <c:v>0</c:v>
                </c:pt>
                <c:pt idx="6046">
                  <c:v>0</c:v>
                </c:pt>
                <c:pt idx="6047">
                  <c:v>0</c:v>
                </c:pt>
                <c:pt idx="6048">
                  <c:v>0</c:v>
                </c:pt>
                <c:pt idx="6049">
                  <c:v>0</c:v>
                </c:pt>
                <c:pt idx="6050">
                  <c:v>0</c:v>
                </c:pt>
                <c:pt idx="6051">
                  <c:v>0</c:v>
                </c:pt>
                <c:pt idx="6052">
                  <c:v>0</c:v>
                </c:pt>
                <c:pt idx="6053">
                  <c:v>0</c:v>
                </c:pt>
                <c:pt idx="6054">
                  <c:v>0</c:v>
                </c:pt>
                <c:pt idx="6055">
                  <c:v>504.61700000000002</c:v>
                </c:pt>
                <c:pt idx="6056">
                  <c:v>504.61700000000002</c:v>
                </c:pt>
                <c:pt idx="6057">
                  <c:v>504.61700000000002</c:v>
                </c:pt>
                <c:pt idx="6058">
                  <c:v>504.61700000000002</c:v>
                </c:pt>
                <c:pt idx="6059">
                  <c:v>504.61700000000002</c:v>
                </c:pt>
                <c:pt idx="6060">
                  <c:v>504.61700000000002</c:v>
                </c:pt>
                <c:pt idx="6061">
                  <c:v>504.61700000000002</c:v>
                </c:pt>
                <c:pt idx="6062">
                  <c:v>504.61700000000002</c:v>
                </c:pt>
                <c:pt idx="6063">
                  <c:v>504.61700000000002</c:v>
                </c:pt>
                <c:pt idx="6064">
                  <c:v>504.61700000000002</c:v>
                </c:pt>
                <c:pt idx="6065">
                  <c:v>504.61700000000002</c:v>
                </c:pt>
                <c:pt idx="6066">
                  <c:v>504.61700000000002</c:v>
                </c:pt>
                <c:pt idx="6067">
                  <c:v>504.61700000000002</c:v>
                </c:pt>
                <c:pt idx="6068">
                  <c:v>504.61700000000002</c:v>
                </c:pt>
                <c:pt idx="6069">
                  <c:v>0</c:v>
                </c:pt>
                <c:pt idx="6070">
                  <c:v>0</c:v>
                </c:pt>
                <c:pt idx="6071">
                  <c:v>0</c:v>
                </c:pt>
                <c:pt idx="6072">
                  <c:v>0</c:v>
                </c:pt>
                <c:pt idx="6073">
                  <c:v>0</c:v>
                </c:pt>
                <c:pt idx="6074">
                  <c:v>0</c:v>
                </c:pt>
                <c:pt idx="6075">
                  <c:v>0</c:v>
                </c:pt>
                <c:pt idx="6076">
                  <c:v>0</c:v>
                </c:pt>
                <c:pt idx="6077">
                  <c:v>0</c:v>
                </c:pt>
                <c:pt idx="6078">
                  <c:v>0</c:v>
                </c:pt>
                <c:pt idx="6079">
                  <c:v>504.61700000000002</c:v>
                </c:pt>
                <c:pt idx="6080">
                  <c:v>504.61700000000002</c:v>
                </c:pt>
                <c:pt idx="6081">
                  <c:v>504.61700000000002</c:v>
                </c:pt>
                <c:pt idx="6082">
                  <c:v>504.61700000000002</c:v>
                </c:pt>
                <c:pt idx="6083">
                  <c:v>504.61700000000002</c:v>
                </c:pt>
                <c:pt idx="6084">
                  <c:v>504.61700000000002</c:v>
                </c:pt>
                <c:pt idx="6085">
                  <c:v>504.61700000000002</c:v>
                </c:pt>
                <c:pt idx="6086">
                  <c:v>504.61700000000002</c:v>
                </c:pt>
                <c:pt idx="6087">
                  <c:v>504.61700000000002</c:v>
                </c:pt>
                <c:pt idx="6088">
                  <c:v>504.61700000000002</c:v>
                </c:pt>
                <c:pt idx="6089">
                  <c:v>504.61700000000002</c:v>
                </c:pt>
                <c:pt idx="6090">
                  <c:v>504.61700000000002</c:v>
                </c:pt>
                <c:pt idx="6091">
                  <c:v>504.61700000000002</c:v>
                </c:pt>
                <c:pt idx="6092">
                  <c:v>504.61700000000002</c:v>
                </c:pt>
                <c:pt idx="6093">
                  <c:v>0</c:v>
                </c:pt>
                <c:pt idx="6094">
                  <c:v>0</c:v>
                </c:pt>
                <c:pt idx="6095">
                  <c:v>0</c:v>
                </c:pt>
                <c:pt idx="6096">
                  <c:v>0</c:v>
                </c:pt>
                <c:pt idx="6097">
                  <c:v>0</c:v>
                </c:pt>
                <c:pt idx="6098">
                  <c:v>0</c:v>
                </c:pt>
                <c:pt idx="6099">
                  <c:v>0</c:v>
                </c:pt>
                <c:pt idx="6100">
                  <c:v>0</c:v>
                </c:pt>
                <c:pt idx="6101">
                  <c:v>0</c:v>
                </c:pt>
                <c:pt idx="6102">
                  <c:v>0</c:v>
                </c:pt>
                <c:pt idx="6103">
                  <c:v>504.61700000000002</c:v>
                </c:pt>
                <c:pt idx="6104">
                  <c:v>504.61700000000002</c:v>
                </c:pt>
                <c:pt idx="6105">
                  <c:v>504.61700000000002</c:v>
                </c:pt>
                <c:pt idx="6106">
                  <c:v>504.61700000000002</c:v>
                </c:pt>
                <c:pt idx="6107">
                  <c:v>504.61700000000002</c:v>
                </c:pt>
                <c:pt idx="6108">
                  <c:v>504.61700000000002</c:v>
                </c:pt>
                <c:pt idx="6109">
                  <c:v>504.61700000000002</c:v>
                </c:pt>
                <c:pt idx="6110">
                  <c:v>504.61700000000002</c:v>
                </c:pt>
                <c:pt idx="6111">
                  <c:v>504.61700000000002</c:v>
                </c:pt>
                <c:pt idx="6112">
                  <c:v>504.61700000000002</c:v>
                </c:pt>
                <c:pt idx="6113">
                  <c:v>504.61700000000002</c:v>
                </c:pt>
                <c:pt idx="6114">
                  <c:v>504.61700000000002</c:v>
                </c:pt>
                <c:pt idx="6115">
                  <c:v>504.61700000000002</c:v>
                </c:pt>
                <c:pt idx="6116">
                  <c:v>504.61700000000002</c:v>
                </c:pt>
                <c:pt idx="6117">
                  <c:v>0</c:v>
                </c:pt>
                <c:pt idx="6118">
                  <c:v>0</c:v>
                </c:pt>
                <c:pt idx="6119">
                  <c:v>0</c:v>
                </c:pt>
                <c:pt idx="6120">
                  <c:v>0</c:v>
                </c:pt>
                <c:pt idx="6121">
                  <c:v>0</c:v>
                </c:pt>
                <c:pt idx="6122">
                  <c:v>0</c:v>
                </c:pt>
                <c:pt idx="6123">
                  <c:v>0</c:v>
                </c:pt>
                <c:pt idx="6124">
                  <c:v>0</c:v>
                </c:pt>
                <c:pt idx="6125">
                  <c:v>0</c:v>
                </c:pt>
                <c:pt idx="6126">
                  <c:v>0</c:v>
                </c:pt>
                <c:pt idx="6127">
                  <c:v>504.61700000000002</c:v>
                </c:pt>
                <c:pt idx="6128">
                  <c:v>504.61700000000002</c:v>
                </c:pt>
                <c:pt idx="6129">
                  <c:v>504.61700000000002</c:v>
                </c:pt>
                <c:pt idx="6130">
                  <c:v>504.61700000000002</c:v>
                </c:pt>
                <c:pt idx="6131">
                  <c:v>504.61700000000002</c:v>
                </c:pt>
                <c:pt idx="6132">
                  <c:v>504.61700000000002</c:v>
                </c:pt>
                <c:pt idx="6133">
                  <c:v>504.61700000000002</c:v>
                </c:pt>
                <c:pt idx="6134">
                  <c:v>504.61700000000002</c:v>
                </c:pt>
                <c:pt idx="6135">
                  <c:v>504.61700000000002</c:v>
                </c:pt>
                <c:pt idx="6136">
                  <c:v>504.61700000000002</c:v>
                </c:pt>
                <c:pt idx="6137">
                  <c:v>504.61700000000002</c:v>
                </c:pt>
                <c:pt idx="6138">
                  <c:v>504.61700000000002</c:v>
                </c:pt>
                <c:pt idx="6139">
                  <c:v>504.61700000000002</c:v>
                </c:pt>
                <c:pt idx="6140">
                  <c:v>504.61700000000002</c:v>
                </c:pt>
                <c:pt idx="6141">
                  <c:v>0</c:v>
                </c:pt>
                <c:pt idx="6142">
                  <c:v>0</c:v>
                </c:pt>
                <c:pt idx="6143">
                  <c:v>0</c:v>
                </c:pt>
                <c:pt idx="6144">
                  <c:v>0</c:v>
                </c:pt>
                <c:pt idx="6145">
                  <c:v>0</c:v>
                </c:pt>
                <c:pt idx="6146">
                  <c:v>0</c:v>
                </c:pt>
                <c:pt idx="6147">
                  <c:v>0</c:v>
                </c:pt>
                <c:pt idx="6148">
                  <c:v>0</c:v>
                </c:pt>
                <c:pt idx="6149">
                  <c:v>0</c:v>
                </c:pt>
                <c:pt idx="6150">
                  <c:v>0</c:v>
                </c:pt>
                <c:pt idx="6151">
                  <c:v>504.61700000000002</c:v>
                </c:pt>
                <c:pt idx="6152">
                  <c:v>504.61700000000002</c:v>
                </c:pt>
                <c:pt idx="6153">
                  <c:v>504.61700000000002</c:v>
                </c:pt>
                <c:pt idx="6154">
                  <c:v>504.61700000000002</c:v>
                </c:pt>
                <c:pt idx="6155">
                  <c:v>504.61700000000002</c:v>
                </c:pt>
                <c:pt idx="6156">
                  <c:v>504.61700000000002</c:v>
                </c:pt>
                <c:pt idx="6157">
                  <c:v>504.61700000000002</c:v>
                </c:pt>
                <c:pt idx="6158">
                  <c:v>504.61700000000002</c:v>
                </c:pt>
                <c:pt idx="6159">
                  <c:v>504.61700000000002</c:v>
                </c:pt>
                <c:pt idx="6160">
                  <c:v>504.61700000000002</c:v>
                </c:pt>
                <c:pt idx="6161">
                  <c:v>504.61700000000002</c:v>
                </c:pt>
                <c:pt idx="6162">
                  <c:v>504.61700000000002</c:v>
                </c:pt>
                <c:pt idx="6163">
                  <c:v>504.61700000000002</c:v>
                </c:pt>
                <c:pt idx="6164">
                  <c:v>504.61700000000002</c:v>
                </c:pt>
                <c:pt idx="6165">
                  <c:v>0</c:v>
                </c:pt>
                <c:pt idx="6166">
                  <c:v>0</c:v>
                </c:pt>
                <c:pt idx="6167">
                  <c:v>0</c:v>
                </c:pt>
                <c:pt idx="6168">
                  <c:v>0</c:v>
                </c:pt>
                <c:pt idx="6169">
                  <c:v>0</c:v>
                </c:pt>
                <c:pt idx="6170">
                  <c:v>0</c:v>
                </c:pt>
                <c:pt idx="6171">
                  <c:v>0</c:v>
                </c:pt>
                <c:pt idx="6172">
                  <c:v>0</c:v>
                </c:pt>
                <c:pt idx="6173">
                  <c:v>0</c:v>
                </c:pt>
                <c:pt idx="6174">
                  <c:v>0</c:v>
                </c:pt>
                <c:pt idx="6175">
                  <c:v>504.61700000000002</c:v>
                </c:pt>
                <c:pt idx="6176">
                  <c:v>504.61700000000002</c:v>
                </c:pt>
                <c:pt idx="6177">
                  <c:v>504.61700000000002</c:v>
                </c:pt>
                <c:pt idx="6178">
                  <c:v>504.61700000000002</c:v>
                </c:pt>
                <c:pt idx="6179">
                  <c:v>504.61700000000002</c:v>
                </c:pt>
                <c:pt idx="6180">
                  <c:v>504.61700000000002</c:v>
                </c:pt>
                <c:pt idx="6181">
                  <c:v>504.61700000000002</c:v>
                </c:pt>
                <c:pt idx="6182">
                  <c:v>504.61700000000002</c:v>
                </c:pt>
                <c:pt idx="6183">
                  <c:v>504.61700000000002</c:v>
                </c:pt>
                <c:pt idx="6184">
                  <c:v>504.61700000000002</c:v>
                </c:pt>
                <c:pt idx="6185">
                  <c:v>504.61700000000002</c:v>
                </c:pt>
                <c:pt idx="6186">
                  <c:v>504.61700000000002</c:v>
                </c:pt>
                <c:pt idx="6187">
                  <c:v>504.61700000000002</c:v>
                </c:pt>
                <c:pt idx="6188">
                  <c:v>504.61700000000002</c:v>
                </c:pt>
                <c:pt idx="6189">
                  <c:v>0</c:v>
                </c:pt>
                <c:pt idx="6190">
                  <c:v>0</c:v>
                </c:pt>
                <c:pt idx="6191">
                  <c:v>0</c:v>
                </c:pt>
                <c:pt idx="6192">
                  <c:v>0</c:v>
                </c:pt>
                <c:pt idx="6193">
                  <c:v>0</c:v>
                </c:pt>
                <c:pt idx="6194">
                  <c:v>0</c:v>
                </c:pt>
                <c:pt idx="6195">
                  <c:v>0</c:v>
                </c:pt>
                <c:pt idx="6196">
                  <c:v>0</c:v>
                </c:pt>
                <c:pt idx="6197">
                  <c:v>0</c:v>
                </c:pt>
                <c:pt idx="6198">
                  <c:v>0</c:v>
                </c:pt>
                <c:pt idx="6199">
                  <c:v>504.61700000000002</c:v>
                </c:pt>
                <c:pt idx="6200">
                  <c:v>504.61700000000002</c:v>
                </c:pt>
                <c:pt idx="6201">
                  <c:v>504.61700000000002</c:v>
                </c:pt>
                <c:pt idx="6202">
                  <c:v>504.61700000000002</c:v>
                </c:pt>
                <c:pt idx="6203">
                  <c:v>504.61700000000002</c:v>
                </c:pt>
                <c:pt idx="6204">
                  <c:v>504.61700000000002</c:v>
                </c:pt>
                <c:pt idx="6205">
                  <c:v>504.61700000000002</c:v>
                </c:pt>
                <c:pt idx="6206">
                  <c:v>504.61700000000002</c:v>
                </c:pt>
                <c:pt idx="6207">
                  <c:v>504.61700000000002</c:v>
                </c:pt>
                <c:pt idx="6208">
                  <c:v>504.61700000000002</c:v>
                </c:pt>
                <c:pt idx="6209">
                  <c:v>504.61700000000002</c:v>
                </c:pt>
                <c:pt idx="6210">
                  <c:v>504.61700000000002</c:v>
                </c:pt>
                <c:pt idx="6211">
                  <c:v>504.61700000000002</c:v>
                </c:pt>
                <c:pt idx="6212">
                  <c:v>504.61700000000002</c:v>
                </c:pt>
                <c:pt idx="6213">
                  <c:v>0</c:v>
                </c:pt>
                <c:pt idx="6214">
                  <c:v>0</c:v>
                </c:pt>
                <c:pt idx="6215">
                  <c:v>0</c:v>
                </c:pt>
                <c:pt idx="6216">
                  <c:v>0</c:v>
                </c:pt>
                <c:pt idx="6217">
                  <c:v>0</c:v>
                </c:pt>
                <c:pt idx="6218">
                  <c:v>0</c:v>
                </c:pt>
                <c:pt idx="6219">
                  <c:v>0</c:v>
                </c:pt>
                <c:pt idx="6220">
                  <c:v>0</c:v>
                </c:pt>
                <c:pt idx="6221">
                  <c:v>0</c:v>
                </c:pt>
                <c:pt idx="6222">
                  <c:v>0</c:v>
                </c:pt>
                <c:pt idx="6223">
                  <c:v>504.61700000000002</c:v>
                </c:pt>
                <c:pt idx="6224">
                  <c:v>504.61700000000002</c:v>
                </c:pt>
                <c:pt idx="6225">
                  <c:v>504.61700000000002</c:v>
                </c:pt>
                <c:pt idx="6226">
                  <c:v>504.61700000000002</c:v>
                </c:pt>
                <c:pt idx="6227">
                  <c:v>504.61700000000002</c:v>
                </c:pt>
                <c:pt idx="6228">
                  <c:v>504.61700000000002</c:v>
                </c:pt>
                <c:pt idx="6229">
                  <c:v>504.61700000000002</c:v>
                </c:pt>
                <c:pt idx="6230">
                  <c:v>504.61700000000002</c:v>
                </c:pt>
                <c:pt idx="6231">
                  <c:v>504.61700000000002</c:v>
                </c:pt>
                <c:pt idx="6232">
                  <c:v>504.61700000000002</c:v>
                </c:pt>
                <c:pt idx="6233">
                  <c:v>504.61700000000002</c:v>
                </c:pt>
                <c:pt idx="6234">
                  <c:v>504.61700000000002</c:v>
                </c:pt>
                <c:pt idx="6235">
                  <c:v>504.61700000000002</c:v>
                </c:pt>
                <c:pt idx="6236">
                  <c:v>504.61700000000002</c:v>
                </c:pt>
                <c:pt idx="6237">
                  <c:v>0</c:v>
                </c:pt>
                <c:pt idx="6238">
                  <c:v>0</c:v>
                </c:pt>
                <c:pt idx="6239">
                  <c:v>0</c:v>
                </c:pt>
                <c:pt idx="6240">
                  <c:v>0</c:v>
                </c:pt>
                <c:pt idx="6241">
                  <c:v>0</c:v>
                </c:pt>
                <c:pt idx="6242">
                  <c:v>0</c:v>
                </c:pt>
                <c:pt idx="6243">
                  <c:v>0</c:v>
                </c:pt>
                <c:pt idx="6244">
                  <c:v>0</c:v>
                </c:pt>
                <c:pt idx="6245">
                  <c:v>0</c:v>
                </c:pt>
                <c:pt idx="6246">
                  <c:v>0</c:v>
                </c:pt>
                <c:pt idx="6247">
                  <c:v>504.61700000000002</c:v>
                </c:pt>
                <c:pt idx="6248">
                  <c:v>504.61700000000002</c:v>
                </c:pt>
                <c:pt idx="6249">
                  <c:v>504.61700000000002</c:v>
                </c:pt>
                <c:pt idx="6250">
                  <c:v>504.61700000000002</c:v>
                </c:pt>
                <c:pt idx="6251">
                  <c:v>504.61700000000002</c:v>
                </c:pt>
                <c:pt idx="6252">
                  <c:v>504.61700000000002</c:v>
                </c:pt>
                <c:pt idx="6253">
                  <c:v>504.61700000000002</c:v>
                </c:pt>
                <c:pt idx="6254">
                  <c:v>504.61700000000002</c:v>
                </c:pt>
                <c:pt idx="6255">
                  <c:v>504.61700000000002</c:v>
                </c:pt>
                <c:pt idx="6256">
                  <c:v>504.61700000000002</c:v>
                </c:pt>
                <c:pt idx="6257">
                  <c:v>504.61700000000002</c:v>
                </c:pt>
                <c:pt idx="6258">
                  <c:v>504.61700000000002</c:v>
                </c:pt>
                <c:pt idx="6259">
                  <c:v>504.61700000000002</c:v>
                </c:pt>
                <c:pt idx="6260">
                  <c:v>504.61700000000002</c:v>
                </c:pt>
                <c:pt idx="6261">
                  <c:v>0</c:v>
                </c:pt>
                <c:pt idx="6262">
                  <c:v>0</c:v>
                </c:pt>
                <c:pt idx="6263">
                  <c:v>0</c:v>
                </c:pt>
                <c:pt idx="6264">
                  <c:v>0</c:v>
                </c:pt>
                <c:pt idx="6265">
                  <c:v>0</c:v>
                </c:pt>
                <c:pt idx="6266">
                  <c:v>0</c:v>
                </c:pt>
                <c:pt idx="6267">
                  <c:v>0</c:v>
                </c:pt>
                <c:pt idx="6268">
                  <c:v>0</c:v>
                </c:pt>
                <c:pt idx="6269">
                  <c:v>0</c:v>
                </c:pt>
                <c:pt idx="6270">
                  <c:v>0</c:v>
                </c:pt>
                <c:pt idx="6271">
                  <c:v>504.61700000000002</c:v>
                </c:pt>
                <c:pt idx="6272">
                  <c:v>504.61700000000002</c:v>
                </c:pt>
                <c:pt idx="6273">
                  <c:v>504.61700000000002</c:v>
                </c:pt>
                <c:pt idx="6274">
                  <c:v>504.61700000000002</c:v>
                </c:pt>
                <c:pt idx="6275">
                  <c:v>504.61700000000002</c:v>
                </c:pt>
                <c:pt idx="6276">
                  <c:v>504.61700000000002</c:v>
                </c:pt>
                <c:pt idx="6277">
                  <c:v>504.61700000000002</c:v>
                </c:pt>
                <c:pt idx="6278">
                  <c:v>504.61700000000002</c:v>
                </c:pt>
                <c:pt idx="6279">
                  <c:v>504.61700000000002</c:v>
                </c:pt>
                <c:pt idx="6280">
                  <c:v>504.61700000000002</c:v>
                </c:pt>
                <c:pt idx="6281">
                  <c:v>504.61700000000002</c:v>
                </c:pt>
                <c:pt idx="6282">
                  <c:v>504.61700000000002</c:v>
                </c:pt>
                <c:pt idx="6283">
                  <c:v>504.61700000000002</c:v>
                </c:pt>
                <c:pt idx="6284">
                  <c:v>504.61700000000002</c:v>
                </c:pt>
                <c:pt idx="6285">
                  <c:v>0</c:v>
                </c:pt>
                <c:pt idx="6286">
                  <c:v>0</c:v>
                </c:pt>
                <c:pt idx="6287">
                  <c:v>0</c:v>
                </c:pt>
                <c:pt idx="6288">
                  <c:v>0</c:v>
                </c:pt>
                <c:pt idx="6289">
                  <c:v>0</c:v>
                </c:pt>
                <c:pt idx="6290">
                  <c:v>0</c:v>
                </c:pt>
                <c:pt idx="6291">
                  <c:v>0</c:v>
                </c:pt>
                <c:pt idx="6292">
                  <c:v>0</c:v>
                </c:pt>
                <c:pt idx="6293">
                  <c:v>0</c:v>
                </c:pt>
                <c:pt idx="6294">
                  <c:v>0</c:v>
                </c:pt>
                <c:pt idx="6295">
                  <c:v>504.61700000000002</c:v>
                </c:pt>
                <c:pt idx="6296">
                  <c:v>504.61700000000002</c:v>
                </c:pt>
                <c:pt idx="6297">
                  <c:v>504.61700000000002</c:v>
                </c:pt>
                <c:pt idx="6298">
                  <c:v>504.61700000000002</c:v>
                </c:pt>
                <c:pt idx="6299">
                  <c:v>504.61700000000002</c:v>
                </c:pt>
                <c:pt idx="6300">
                  <c:v>504.61700000000002</c:v>
                </c:pt>
                <c:pt idx="6301">
                  <c:v>504.61700000000002</c:v>
                </c:pt>
                <c:pt idx="6302">
                  <c:v>504.61700000000002</c:v>
                </c:pt>
                <c:pt idx="6303">
                  <c:v>504.61700000000002</c:v>
                </c:pt>
                <c:pt idx="6304">
                  <c:v>504.61700000000002</c:v>
                </c:pt>
                <c:pt idx="6305">
                  <c:v>504.61700000000002</c:v>
                </c:pt>
                <c:pt idx="6306">
                  <c:v>504.61700000000002</c:v>
                </c:pt>
                <c:pt idx="6307">
                  <c:v>504.61700000000002</c:v>
                </c:pt>
                <c:pt idx="6308">
                  <c:v>504.61700000000002</c:v>
                </c:pt>
                <c:pt idx="6309">
                  <c:v>0</c:v>
                </c:pt>
                <c:pt idx="6310">
                  <c:v>0</c:v>
                </c:pt>
                <c:pt idx="6311">
                  <c:v>0</c:v>
                </c:pt>
                <c:pt idx="6312">
                  <c:v>0</c:v>
                </c:pt>
                <c:pt idx="6313">
                  <c:v>0</c:v>
                </c:pt>
                <c:pt idx="6314">
                  <c:v>0</c:v>
                </c:pt>
                <c:pt idx="6315">
                  <c:v>0</c:v>
                </c:pt>
                <c:pt idx="6316">
                  <c:v>0</c:v>
                </c:pt>
                <c:pt idx="6317">
                  <c:v>0</c:v>
                </c:pt>
                <c:pt idx="6318">
                  <c:v>0</c:v>
                </c:pt>
                <c:pt idx="6319">
                  <c:v>504.61700000000002</c:v>
                </c:pt>
                <c:pt idx="6320">
                  <c:v>504.61700000000002</c:v>
                </c:pt>
                <c:pt idx="6321">
                  <c:v>504.61700000000002</c:v>
                </c:pt>
                <c:pt idx="6322">
                  <c:v>504.61700000000002</c:v>
                </c:pt>
                <c:pt idx="6323">
                  <c:v>504.61700000000002</c:v>
                </c:pt>
                <c:pt idx="6324">
                  <c:v>504.61700000000002</c:v>
                </c:pt>
                <c:pt idx="6325">
                  <c:v>504.61700000000002</c:v>
                </c:pt>
                <c:pt idx="6326">
                  <c:v>504.61700000000002</c:v>
                </c:pt>
                <c:pt idx="6327">
                  <c:v>504.61700000000002</c:v>
                </c:pt>
                <c:pt idx="6328">
                  <c:v>504.61700000000002</c:v>
                </c:pt>
                <c:pt idx="6329">
                  <c:v>504.61700000000002</c:v>
                </c:pt>
                <c:pt idx="6330">
                  <c:v>504.61700000000002</c:v>
                </c:pt>
                <c:pt idx="6331">
                  <c:v>504.61700000000002</c:v>
                </c:pt>
                <c:pt idx="6332">
                  <c:v>504.61700000000002</c:v>
                </c:pt>
                <c:pt idx="6333">
                  <c:v>0</c:v>
                </c:pt>
                <c:pt idx="6334">
                  <c:v>0</c:v>
                </c:pt>
                <c:pt idx="6335">
                  <c:v>0</c:v>
                </c:pt>
                <c:pt idx="6336">
                  <c:v>0</c:v>
                </c:pt>
                <c:pt idx="6337">
                  <c:v>0</c:v>
                </c:pt>
                <c:pt idx="6338">
                  <c:v>0</c:v>
                </c:pt>
                <c:pt idx="6339">
                  <c:v>0</c:v>
                </c:pt>
                <c:pt idx="6340">
                  <c:v>0</c:v>
                </c:pt>
                <c:pt idx="6341">
                  <c:v>0</c:v>
                </c:pt>
                <c:pt idx="6342">
                  <c:v>0</c:v>
                </c:pt>
                <c:pt idx="6343">
                  <c:v>504.61700000000002</c:v>
                </c:pt>
                <c:pt idx="6344">
                  <c:v>504.61700000000002</c:v>
                </c:pt>
                <c:pt idx="6345">
                  <c:v>504.61700000000002</c:v>
                </c:pt>
                <c:pt idx="6346">
                  <c:v>504.61700000000002</c:v>
                </c:pt>
                <c:pt idx="6347">
                  <c:v>504.61700000000002</c:v>
                </c:pt>
                <c:pt idx="6348">
                  <c:v>504.61700000000002</c:v>
                </c:pt>
                <c:pt idx="6349">
                  <c:v>504.61700000000002</c:v>
                </c:pt>
                <c:pt idx="6350">
                  <c:v>504.61700000000002</c:v>
                </c:pt>
                <c:pt idx="6351">
                  <c:v>504.61700000000002</c:v>
                </c:pt>
                <c:pt idx="6352">
                  <c:v>504.61700000000002</c:v>
                </c:pt>
                <c:pt idx="6353">
                  <c:v>504.61700000000002</c:v>
                </c:pt>
                <c:pt idx="6354">
                  <c:v>504.61700000000002</c:v>
                </c:pt>
                <c:pt idx="6355">
                  <c:v>504.61700000000002</c:v>
                </c:pt>
                <c:pt idx="6356">
                  <c:v>504.61700000000002</c:v>
                </c:pt>
                <c:pt idx="6357">
                  <c:v>0</c:v>
                </c:pt>
                <c:pt idx="6358">
                  <c:v>0</c:v>
                </c:pt>
                <c:pt idx="6359">
                  <c:v>0</c:v>
                </c:pt>
                <c:pt idx="6360">
                  <c:v>0</c:v>
                </c:pt>
                <c:pt idx="6361">
                  <c:v>0</c:v>
                </c:pt>
                <c:pt idx="6362">
                  <c:v>0</c:v>
                </c:pt>
                <c:pt idx="6363">
                  <c:v>0</c:v>
                </c:pt>
                <c:pt idx="6364">
                  <c:v>0</c:v>
                </c:pt>
                <c:pt idx="6365">
                  <c:v>0</c:v>
                </c:pt>
                <c:pt idx="6366">
                  <c:v>0</c:v>
                </c:pt>
                <c:pt idx="6367">
                  <c:v>504.61700000000002</c:v>
                </c:pt>
                <c:pt idx="6368">
                  <c:v>504.61700000000002</c:v>
                </c:pt>
                <c:pt idx="6369">
                  <c:v>504.61700000000002</c:v>
                </c:pt>
                <c:pt idx="6370">
                  <c:v>504.61700000000002</c:v>
                </c:pt>
                <c:pt idx="6371">
                  <c:v>504.61700000000002</c:v>
                </c:pt>
                <c:pt idx="6372">
                  <c:v>504.61700000000002</c:v>
                </c:pt>
                <c:pt idx="6373">
                  <c:v>504.61700000000002</c:v>
                </c:pt>
                <c:pt idx="6374">
                  <c:v>504.61700000000002</c:v>
                </c:pt>
                <c:pt idx="6375">
                  <c:v>504.61700000000002</c:v>
                </c:pt>
                <c:pt idx="6376">
                  <c:v>504.61700000000002</c:v>
                </c:pt>
                <c:pt idx="6377">
                  <c:v>504.61700000000002</c:v>
                </c:pt>
                <c:pt idx="6378">
                  <c:v>504.61700000000002</c:v>
                </c:pt>
                <c:pt idx="6379">
                  <c:v>504.61700000000002</c:v>
                </c:pt>
                <c:pt idx="6380">
                  <c:v>504.61700000000002</c:v>
                </c:pt>
                <c:pt idx="6381">
                  <c:v>0</c:v>
                </c:pt>
                <c:pt idx="6382">
                  <c:v>0</c:v>
                </c:pt>
                <c:pt idx="6383">
                  <c:v>0</c:v>
                </c:pt>
                <c:pt idx="6384">
                  <c:v>0</c:v>
                </c:pt>
                <c:pt idx="6385">
                  <c:v>0</c:v>
                </c:pt>
                <c:pt idx="6386">
                  <c:v>0</c:v>
                </c:pt>
                <c:pt idx="6387">
                  <c:v>0</c:v>
                </c:pt>
                <c:pt idx="6388">
                  <c:v>0</c:v>
                </c:pt>
                <c:pt idx="6389">
                  <c:v>0</c:v>
                </c:pt>
                <c:pt idx="6390">
                  <c:v>0</c:v>
                </c:pt>
                <c:pt idx="6391">
                  <c:v>504.61700000000002</c:v>
                </c:pt>
                <c:pt idx="6392">
                  <c:v>504.61700000000002</c:v>
                </c:pt>
                <c:pt idx="6393">
                  <c:v>504.61700000000002</c:v>
                </c:pt>
                <c:pt idx="6394">
                  <c:v>504.61700000000002</c:v>
                </c:pt>
                <c:pt idx="6395">
                  <c:v>504.61700000000002</c:v>
                </c:pt>
                <c:pt idx="6396">
                  <c:v>504.61700000000002</c:v>
                </c:pt>
                <c:pt idx="6397">
                  <c:v>504.61700000000002</c:v>
                </c:pt>
                <c:pt idx="6398">
                  <c:v>504.61700000000002</c:v>
                </c:pt>
                <c:pt idx="6399">
                  <c:v>504.61700000000002</c:v>
                </c:pt>
                <c:pt idx="6400">
                  <c:v>504.61700000000002</c:v>
                </c:pt>
                <c:pt idx="6401">
                  <c:v>504.61700000000002</c:v>
                </c:pt>
                <c:pt idx="6402">
                  <c:v>504.61700000000002</c:v>
                </c:pt>
                <c:pt idx="6403">
                  <c:v>504.61700000000002</c:v>
                </c:pt>
                <c:pt idx="6404">
                  <c:v>504.61700000000002</c:v>
                </c:pt>
                <c:pt idx="6405">
                  <c:v>0</c:v>
                </c:pt>
                <c:pt idx="6406">
                  <c:v>0</c:v>
                </c:pt>
                <c:pt idx="6407">
                  <c:v>0</c:v>
                </c:pt>
                <c:pt idx="6408">
                  <c:v>0</c:v>
                </c:pt>
                <c:pt idx="6409">
                  <c:v>0</c:v>
                </c:pt>
                <c:pt idx="6410">
                  <c:v>0</c:v>
                </c:pt>
                <c:pt idx="6411">
                  <c:v>0</c:v>
                </c:pt>
                <c:pt idx="6412">
                  <c:v>0</c:v>
                </c:pt>
                <c:pt idx="6413">
                  <c:v>0</c:v>
                </c:pt>
                <c:pt idx="6414">
                  <c:v>0</c:v>
                </c:pt>
                <c:pt idx="6415">
                  <c:v>504.61700000000002</c:v>
                </c:pt>
                <c:pt idx="6416">
                  <c:v>504.61700000000002</c:v>
                </c:pt>
                <c:pt idx="6417">
                  <c:v>504.61700000000002</c:v>
                </c:pt>
                <c:pt idx="6418">
                  <c:v>504.61700000000002</c:v>
                </c:pt>
                <c:pt idx="6419">
                  <c:v>504.61700000000002</c:v>
                </c:pt>
                <c:pt idx="6420">
                  <c:v>504.61700000000002</c:v>
                </c:pt>
                <c:pt idx="6421">
                  <c:v>504.61700000000002</c:v>
                </c:pt>
                <c:pt idx="6422">
                  <c:v>504.61700000000002</c:v>
                </c:pt>
                <c:pt idx="6423">
                  <c:v>504.61700000000002</c:v>
                </c:pt>
                <c:pt idx="6424">
                  <c:v>504.61700000000002</c:v>
                </c:pt>
                <c:pt idx="6425">
                  <c:v>504.61700000000002</c:v>
                </c:pt>
                <c:pt idx="6426">
                  <c:v>504.61700000000002</c:v>
                </c:pt>
                <c:pt idx="6427">
                  <c:v>504.61700000000002</c:v>
                </c:pt>
                <c:pt idx="6428">
                  <c:v>504.61700000000002</c:v>
                </c:pt>
                <c:pt idx="6429">
                  <c:v>0</c:v>
                </c:pt>
                <c:pt idx="6430">
                  <c:v>0</c:v>
                </c:pt>
                <c:pt idx="6431">
                  <c:v>0</c:v>
                </c:pt>
                <c:pt idx="6432">
                  <c:v>0</c:v>
                </c:pt>
                <c:pt idx="6433">
                  <c:v>0</c:v>
                </c:pt>
                <c:pt idx="6434">
                  <c:v>0</c:v>
                </c:pt>
                <c:pt idx="6435">
                  <c:v>0</c:v>
                </c:pt>
                <c:pt idx="6436">
                  <c:v>0</c:v>
                </c:pt>
                <c:pt idx="6437">
                  <c:v>0</c:v>
                </c:pt>
                <c:pt idx="6438">
                  <c:v>0</c:v>
                </c:pt>
                <c:pt idx="6439">
                  <c:v>504.61700000000002</c:v>
                </c:pt>
                <c:pt idx="6440">
                  <c:v>504.61700000000002</c:v>
                </c:pt>
                <c:pt idx="6441">
                  <c:v>504.61700000000002</c:v>
                </c:pt>
                <c:pt idx="6442">
                  <c:v>504.61700000000002</c:v>
                </c:pt>
                <c:pt idx="6443">
                  <c:v>504.61700000000002</c:v>
                </c:pt>
                <c:pt idx="6444">
                  <c:v>504.61700000000002</c:v>
                </c:pt>
                <c:pt idx="6445">
                  <c:v>504.61700000000002</c:v>
                </c:pt>
                <c:pt idx="6446">
                  <c:v>504.61700000000002</c:v>
                </c:pt>
                <c:pt idx="6447">
                  <c:v>504.61700000000002</c:v>
                </c:pt>
                <c:pt idx="6448">
                  <c:v>504.61700000000002</c:v>
                </c:pt>
                <c:pt idx="6449">
                  <c:v>504.61700000000002</c:v>
                </c:pt>
                <c:pt idx="6450">
                  <c:v>504.61700000000002</c:v>
                </c:pt>
                <c:pt idx="6451">
                  <c:v>504.61700000000002</c:v>
                </c:pt>
                <c:pt idx="6452">
                  <c:v>504.61700000000002</c:v>
                </c:pt>
                <c:pt idx="6453">
                  <c:v>0</c:v>
                </c:pt>
                <c:pt idx="6454">
                  <c:v>0</c:v>
                </c:pt>
                <c:pt idx="6455">
                  <c:v>0</c:v>
                </c:pt>
                <c:pt idx="6456">
                  <c:v>0</c:v>
                </c:pt>
                <c:pt idx="6457">
                  <c:v>0</c:v>
                </c:pt>
                <c:pt idx="6458">
                  <c:v>0</c:v>
                </c:pt>
                <c:pt idx="6459">
                  <c:v>0</c:v>
                </c:pt>
                <c:pt idx="6460">
                  <c:v>0</c:v>
                </c:pt>
                <c:pt idx="6461">
                  <c:v>0</c:v>
                </c:pt>
                <c:pt idx="6462">
                  <c:v>0</c:v>
                </c:pt>
                <c:pt idx="6463">
                  <c:v>504.61700000000002</c:v>
                </c:pt>
                <c:pt idx="6464">
                  <c:v>504.61700000000002</c:v>
                </c:pt>
                <c:pt idx="6465">
                  <c:v>504.61700000000002</c:v>
                </c:pt>
                <c:pt idx="6466">
                  <c:v>504.61700000000002</c:v>
                </c:pt>
                <c:pt idx="6467">
                  <c:v>504.61700000000002</c:v>
                </c:pt>
                <c:pt idx="6468">
                  <c:v>504.61700000000002</c:v>
                </c:pt>
                <c:pt idx="6469">
                  <c:v>504.61700000000002</c:v>
                </c:pt>
                <c:pt idx="6470">
                  <c:v>504.61700000000002</c:v>
                </c:pt>
                <c:pt idx="6471">
                  <c:v>504.61700000000002</c:v>
                </c:pt>
                <c:pt idx="6472">
                  <c:v>504.61700000000002</c:v>
                </c:pt>
                <c:pt idx="6473">
                  <c:v>504.61700000000002</c:v>
                </c:pt>
                <c:pt idx="6474">
                  <c:v>504.61700000000002</c:v>
                </c:pt>
                <c:pt idx="6475">
                  <c:v>504.61700000000002</c:v>
                </c:pt>
                <c:pt idx="6476">
                  <c:v>504.61700000000002</c:v>
                </c:pt>
                <c:pt idx="6477">
                  <c:v>0</c:v>
                </c:pt>
                <c:pt idx="6478">
                  <c:v>0</c:v>
                </c:pt>
                <c:pt idx="6479">
                  <c:v>0</c:v>
                </c:pt>
                <c:pt idx="6480">
                  <c:v>0</c:v>
                </c:pt>
                <c:pt idx="6481">
                  <c:v>0</c:v>
                </c:pt>
                <c:pt idx="6482">
                  <c:v>0</c:v>
                </c:pt>
                <c:pt idx="6483">
                  <c:v>0</c:v>
                </c:pt>
                <c:pt idx="6484">
                  <c:v>0</c:v>
                </c:pt>
                <c:pt idx="6485">
                  <c:v>0</c:v>
                </c:pt>
                <c:pt idx="6486">
                  <c:v>0</c:v>
                </c:pt>
                <c:pt idx="6487">
                  <c:v>504.61700000000002</c:v>
                </c:pt>
                <c:pt idx="6488">
                  <c:v>504.61700000000002</c:v>
                </c:pt>
                <c:pt idx="6489">
                  <c:v>504.61700000000002</c:v>
                </c:pt>
                <c:pt idx="6490">
                  <c:v>504.61700000000002</c:v>
                </c:pt>
                <c:pt idx="6491">
                  <c:v>504.61700000000002</c:v>
                </c:pt>
                <c:pt idx="6492">
                  <c:v>504.61700000000002</c:v>
                </c:pt>
                <c:pt idx="6493">
                  <c:v>504.61700000000002</c:v>
                </c:pt>
                <c:pt idx="6494">
                  <c:v>504.61700000000002</c:v>
                </c:pt>
                <c:pt idx="6495">
                  <c:v>504.61700000000002</c:v>
                </c:pt>
                <c:pt idx="6496">
                  <c:v>504.61700000000002</c:v>
                </c:pt>
                <c:pt idx="6497">
                  <c:v>504.61700000000002</c:v>
                </c:pt>
                <c:pt idx="6498">
                  <c:v>504.61700000000002</c:v>
                </c:pt>
                <c:pt idx="6499">
                  <c:v>504.61700000000002</c:v>
                </c:pt>
                <c:pt idx="6500">
                  <c:v>504.61700000000002</c:v>
                </c:pt>
                <c:pt idx="6501">
                  <c:v>0</c:v>
                </c:pt>
                <c:pt idx="6502">
                  <c:v>0</c:v>
                </c:pt>
                <c:pt idx="6503">
                  <c:v>0</c:v>
                </c:pt>
                <c:pt idx="6504">
                  <c:v>0</c:v>
                </c:pt>
                <c:pt idx="6505">
                  <c:v>0</c:v>
                </c:pt>
                <c:pt idx="6506">
                  <c:v>0</c:v>
                </c:pt>
                <c:pt idx="6507">
                  <c:v>0</c:v>
                </c:pt>
                <c:pt idx="6508">
                  <c:v>0</c:v>
                </c:pt>
                <c:pt idx="6509">
                  <c:v>0</c:v>
                </c:pt>
                <c:pt idx="6510">
                  <c:v>0</c:v>
                </c:pt>
                <c:pt idx="6511">
                  <c:v>504.61700000000002</c:v>
                </c:pt>
                <c:pt idx="6512">
                  <c:v>504.61700000000002</c:v>
                </c:pt>
                <c:pt idx="6513">
                  <c:v>504.61700000000002</c:v>
                </c:pt>
                <c:pt idx="6514">
                  <c:v>504.61700000000002</c:v>
                </c:pt>
                <c:pt idx="6515">
                  <c:v>504.61700000000002</c:v>
                </c:pt>
                <c:pt idx="6516">
                  <c:v>504.61700000000002</c:v>
                </c:pt>
                <c:pt idx="6517">
                  <c:v>504.61700000000002</c:v>
                </c:pt>
                <c:pt idx="6518">
                  <c:v>504.61700000000002</c:v>
                </c:pt>
                <c:pt idx="6519">
                  <c:v>504.61700000000002</c:v>
                </c:pt>
                <c:pt idx="6520">
                  <c:v>504.61700000000002</c:v>
                </c:pt>
                <c:pt idx="6521">
                  <c:v>504.61700000000002</c:v>
                </c:pt>
                <c:pt idx="6522">
                  <c:v>504.61700000000002</c:v>
                </c:pt>
                <c:pt idx="6523">
                  <c:v>504.61700000000002</c:v>
                </c:pt>
                <c:pt idx="6524">
                  <c:v>504.61700000000002</c:v>
                </c:pt>
                <c:pt idx="6525">
                  <c:v>0</c:v>
                </c:pt>
                <c:pt idx="6526">
                  <c:v>0</c:v>
                </c:pt>
                <c:pt idx="6527">
                  <c:v>0</c:v>
                </c:pt>
                <c:pt idx="6528">
                  <c:v>0</c:v>
                </c:pt>
                <c:pt idx="6529">
                  <c:v>0</c:v>
                </c:pt>
                <c:pt idx="6530">
                  <c:v>0</c:v>
                </c:pt>
                <c:pt idx="6531">
                  <c:v>0</c:v>
                </c:pt>
                <c:pt idx="6532">
                  <c:v>0</c:v>
                </c:pt>
                <c:pt idx="6533">
                  <c:v>0</c:v>
                </c:pt>
                <c:pt idx="6534">
                  <c:v>0</c:v>
                </c:pt>
                <c:pt idx="6535">
                  <c:v>504.61700000000002</c:v>
                </c:pt>
                <c:pt idx="6536">
                  <c:v>504.61700000000002</c:v>
                </c:pt>
                <c:pt idx="6537">
                  <c:v>504.61700000000002</c:v>
                </c:pt>
                <c:pt idx="6538">
                  <c:v>504.61700000000002</c:v>
                </c:pt>
                <c:pt idx="6539">
                  <c:v>504.61700000000002</c:v>
                </c:pt>
                <c:pt idx="6540">
                  <c:v>504.61700000000002</c:v>
                </c:pt>
                <c:pt idx="6541">
                  <c:v>504.61700000000002</c:v>
                </c:pt>
                <c:pt idx="6542">
                  <c:v>504.61700000000002</c:v>
                </c:pt>
                <c:pt idx="6543">
                  <c:v>504.61700000000002</c:v>
                </c:pt>
                <c:pt idx="6544">
                  <c:v>504.61700000000002</c:v>
                </c:pt>
                <c:pt idx="6545">
                  <c:v>504.61700000000002</c:v>
                </c:pt>
                <c:pt idx="6546">
                  <c:v>504.61700000000002</c:v>
                </c:pt>
                <c:pt idx="6547">
                  <c:v>504.61700000000002</c:v>
                </c:pt>
                <c:pt idx="6548">
                  <c:v>504.61700000000002</c:v>
                </c:pt>
                <c:pt idx="6549">
                  <c:v>0</c:v>
                </c:pt>
                <c:pt idx="6550">
                  <c:v>0</c:v>
                </c:pt>
                <c:pt idx="6551">
                  <c:v>0</c:v>
                </c:pt>
                <c:pt idx="6552">
                  <c:v>0</c:v>
                </c:pt>
                <c:pt idx="6553">
                  <c:v>0</c:v>
                </c:pt>
                <c:pt idx="6554">
                  <c:v>0</c:v>
                </c:pt>
                <c:pt idx="6555">
                  <c:v>0</c:v>
                </c:pt>
                <c:pt idx="6556">
                  <c:v>0</c:v>
                </c:pt>
                <c:pt idx="6557">
                  <c:v>0</c:v>
                </c:pt>
                <c:pt idx="6558">
                  <c:v>0</c:v>
                </c:pt>
                <c:pt idx="6559">
                  <c:v>504.61700000000002</c:v>
                </c:pt>
                <c:pt idx="6560">
                  <c:v>504.61700000000002</c:v>
                </c:pt>
                <c:pt idx="6561">
                  <c:v>504.61700000000002</c:v>
                </c:pt>
                <c:pt idx="6562">
                  <c:v>504.61700000000002</c:v>
                </c:pt>
                <c:pt idx="6563">
                  <c:v>504.61700000000002</c:v>
                </c:pt>
                <c:pt idx="6564">
                  <c:v>504.61700000000002</c:v>
                </c:pt>
                <c:pt idx="6565">
                  <c:v>504.61700000000002</c:v>
                </c:pt>
                <c:pt idx="6566">
                  <c:v>504.61700000000002</c:v>
                </c:pt>
                <c:pt idx="6567">
                  <c:v>504.61700000000002</c:v>
                </c:pt>
                <c:pt idx="6568">
                  <c:v>504.61700000000002</c:v>
                </c:pt>
                <c:pt idx="6569">
                  <c:v>504.61700000000002</c:v>
                </c:pt>
                <c:pt idx="6570">
                  <c:v>504.61700000000002</c:v>
                </c:pt>
                <c:pt idx="6571">
                  <c:v>504.61700000000002</c:v>
                </c:pt>
                <c:pt idx="6572">
                  <c:v>504.61700000000002</c:v>
                </c:pt>
                <c:pt idx="6573">
                  <c:v>0</c:v>
                </c:pt>
                <c:pt idx="6574">
                  <c:v>0</c:v>
                </c:pt>
                <c:pt idx="6575">
                  <c:v>0</c:v>
                </c:pt>
                <c:pt idx="6576">
                  <c:v>0</c:v>
                </c:pt>
                <c:pt idx="6577">
                  <c:v>0</c:v>
                </c:pt>
                <c:pt idx="6578">
                  <c:v>0</c:v>
                </c:pt>
                <c:pt idx="6579">
                  <c:v>0</c:v>
                </c:pt>
                <c:pt idx="6580">
                  <c:v>0</c:v>
                </c:pt>
                <c:pt idx="6581">
                  <c:v>0</c:v>
                </c:pt>
                <c:pt idx="6582">
                  <c:v>0</c:v>
                </c:pt>
                <c:pt idx="6583">
                  <c:v>504.61700000000002</c:v>
                </c:pt>
                <c:pt idx="6584">
                  <c:v>504.61700000000002</c:v>
                </c:pt>
                <c:pt idx="6585">
                  <c:v>504.61700000000002</c:v>
                </c:pt>
                <c:pt idx="6586">
                  <c:v>504.61700000000002</c:v>
                </c:pt>
                <c:pt idx="6587">
                  <c:v>504.61700000000002</c:v>
                </c:pt>
                <c:pt idx="6588">
                  <c:v>504.61700000000002</c:v>
                </c:pt>
                <c:pt idx="6589">
                  <c:v>504.61700000000002</c:v>
                </c:pt>
                <c:pt idx="6590">
                  <c:v>504.61700000000002</c:v>
                </c:pt>
                <c:pt idx="6591">
                  <c:v>504.61700000000002</c:v>
                </c:pt>
                <c:pt idx="6592">
                  <c:v>504.61700000000002</c:v>
                </c:pt>
                <c:pt idx="6593">
                  <c:v>504.61700000000002</c:v>
                </c:pt>
                <c:pt idx="6594">
                  <c:v>504.61700000000002</c:v>
                </c:pt>
                <c:pt idx="6595">
                  <c:v>504.61700000000002</c:v>
                </c:pt>
                <c:pt idx="6596">
                  <c:v>504.61700000000002</c:v>
                </c:pt>
                <c:pt idx="6597">
                  <c:v>0</c:v>
                </c:pt>
                <c:pt idx="6598">
                  <c:v>0</c:v>
                </c:pt>
                <c:pt idx="6599">
                  <c:v>0</c:v>
                </c:pt>
                <c:pt idx="6600">
                  <c:v>0</c:v>
                </c:pt>
                <c:pt idx="6601">
                  <c:v>0</c:v>
                </c:pt>
                <c:pt idx="6602">
                  <c:v>0</c:v>
                </c:pt>
                <c:pt idx="6603">
                  <c:v>0</c:v>
                </c:pt>
                <c:pt idx="6604">
                  <c:v>0</c:v>
                </c:pt>
                <c:pt idx="6605">
                  <c:v>0</c:v>
                </c:pt>
                <c:pt idx="6606">
                  <c:v>0</c:v>
                </c:pt>
                <c:pt idx="6607">
                  <c:v>504.61700000000002</c:v>
                </c:pt>
                <c:pt idx="6608">
                  <c:v>504.61700000000002</c:v>
                </c:pt>
                <c:pt idx="6609">
                  <c:v>504.61700000000002</c:v>
                </c:pt>
                <c:pt idx="6610">
                  <c:v>504.61700000000002</c:v>
                </c:pt>
                <c:pt idx="6611">
                  <c:v>504.61700000000002</c:v>
                </c:pt>
                <c:pt idx="6612">
                  <c:v>504.61700000000002</c:v>
                </c:pt>
                <c:pt idx="6613">
                  <c:v>504.61700000000002</c:v>
                </c:pt>
                <c:pt idx="6614">
                  <c:v>504.61700000000002</c:v>
                </c:pt>
                <c:pt idx="6615">
                  <c:v>504.61700000000002</c:v>
                </c:pt>
                <c:pt idx="6616">
                  <c:v>504.61700000000002</c:v>
                </c:pt>
                <c:pt idx="6617">
                  <c:v>504.61700000000002</c:v>
                </c:pt>
                <c:pt idx="6618">
                  <c:v>504.61700000000002</c:v>
                </c:pt>
                <c:pt idx="6619">
                  <c:v>504.61700000000002</c:v>
                </c:pt>
                <c:pt idx="6620">
                  <c:v>504.61700000000002</c:v>
                </c:pt>
                <c:pt idx="6621">
                  <c:v>0</c:v>
                </c:pt>
                <c:pt idx="6622">
                  <c:v>0</c:v>
                </c:pt>
                <c:pt idx="6623">
                  <c:v>0</c:v>
                </c:pt>
                <c:pt idx="6624">
                  <c:v>0</c:v>
                </c:pt>
                <c:pt idx="6625">
                  <c:v>0</c:v>
                </c:pt>
                <c:pt idx="6626">
                  <c:v>0</c:v>
                </c:pt>
                <c:pt idx="6627">
                  <c:v>0</c:v>
                </c:pt>
                <c:pt idx="6628">
                  <c:v>0</c:v>
                </c:pt>
                <c:pt idx="6629">
                  <c:v>0</c:v>
                </c:pt>
                <c:pt idx="6630">
                  <c:v>0</c:v>
                </c:pt>
                <c:pt idx="6631">
                  <c:v>504.61700000000002</c:v>
                </c:pt>
                <c:pt idx="6632">
                  <c:v>504.61700000000002</c:v>
                </c:pt>
                <c:pt idx="6633">
                  <c:v>504.61700000000002</c:v>
                </c:pt>
                <c:pt idx="6634">
                  <c:v>504.61700000000002</c:v>
                </c:pt>
                <c:pt idx="6635">
                  <c:v>504.61700000000002</c:v>
                </c:pt>
                <c:pt idx="6636">
                  <c:v>504.61700000000002</c:v>
                </c:pt>
                <c:pt idx="6637">
                  <c:v>504.61700000000002</c:v>
                </c:pt>
                <c:pt idx="6638">
                  <c:v>504.61700000000002</c:v>
                </c:pt>
                <c:pt idx="6639">
                  <c:v>504.61700000000002</c:v>
                </c:pt>
                <c:pt idx="6640">
                  <c:v>504.61700000000002</c:v>
                </c:pt>
                <c:pt idx="6641">
                  <c:v>504.61700000000002</c:v>
                </c:pt>
                <c:pt idx="6642">
                  <c:v>504.61700000000002</c:v>
                </c:pt>
                <c:pt idx="6643">
                  <c:v>504.61700000000002</c:v>
                </c:pt>
                <c:pt idx="6644">
                  <c:v>504.61700000000002</c:v>
                </c:pt>
                <c:pt idx="6645">
                  <c:v>0</c:v>
                </c:pt>
                <c:pt idx="6646">
                  <c:v>0</c:v>
                </c:pt>
                <c:pt idx="6647">
                  <c:v>0</c:v>
                </c:pt>
                <c:pt idx="6648">
                  <c:v>0</c:v>
                </c:pt>
                <c:pt idx="6649">
                  <c:v>0</c:v>
                </c:pt>
                <c:pt idx="6650">
                  <c:v>0</c:v>
                </c:pt>
                <c:pt idx="6651">
                  <c:v>0</c:v>
                </c:pt>
                <c:pt idx="6652">
                  <c:v>0</c:v>
                </c:pt>
                <c:pt idx="6653">
                  <c:v>0</c:v>
                </c:pt>
                <c:pt idx="6654">
                  <c:v>0</c:v>
                </c:pt>
                <c:pt idx="6655">
                  <c:v>504.61700000000002</c:v>
                </c:pt>
                <c:pt idx="6656">
                  <c:v>504.61700000000002</c:v>
                </c:pt>
                <c:pt idx="6657">
                  <c:v>504.61700000000002</c:v>
                </c:pt>
                <c:pt idx="6658">
                  <c:v>504.61700000000002</c:v>
                </c:pt>
                <c:pt idx="6659">
                  <c:v>504.61700000000002</c:v>
                </c:pt>
                <c:pt idx="6660">
                  <c:v>504.61700000000002</c:v>
                </c:pt>
                <c:pt idx="6661">
                  <c:v>504.61700000000002</c:v>
                </c:pt>
                <c:pt idx="6662">
                  <c:v>504.61700000000002</c:v>
                </c:pt>
                <c:pt idx="6663">
                  <c:v>504.61700000000002</c:v>
                </c:pt>
                <c:pt idx="6664">
                  <c:v>504.61700000000002</c:v>
                </c:pt>
                <c:pt idx="6665">
                  <c:v>504.61700000000002</c:v>
                </c:pt>
                <c:pt idx="6666">
                  <c:v>504.61700000000002</c:v>
                </c:pt>
                <c:pt idx="6667">
                  <c:v>504.61700000000002</c:v>
                </c:pt>
                <c:pt idx="6668">
                  <c:v>504.61700000000002</c:v>
                </c:pt>
                <c:pt idx="6669">
                  <c:v>0</c:v>
                </c:pt>
                <c:pt idx="6670">
                  <c:v>0</c:v>
                </c:pt>
                <c:pt idx="6671">
                  <c:v>0</c:v>
                </c:pt>
                <c:pt idx="6672">
                  <c:v>0</c:v>
                </c:pt>
                <c:pt idx="6673">
                  <c:v>0</c:v>
                </c:pt>
                <c:pt idx="6674">
                  <c:v>0</c:v>
                </c:pt>
                <c:pt idx="6675">
                  <c:v>0</c:v>
                </c:pt>
                <c:pt idx="6676">
                  <c:v>0</c:v>
                </c:pt>
                <c:pt idx="6677">
                  <c:v>0</c:v>
                </c:pt>
                <c:pt idx="6678">
                  <c:v>0</c:v>
                </c:pt>
                <c:pt idx="6679">
                  <c:v>504.61700000000002</c:v>
                </c:pt>
                <c:pt idx="6680">
                  <c:v>504.61700000000002</c:v>
                </c:pt>
                <c:pt idx="6681">
                  <c:v>504.61700000000002</c:v>
                </c:pt>
                <c:pt idx="6682">
                  <c:v>504.61700000000002</c:v>
                </c:pt>
                <c:pt idx="6683">
                  <c:v>504.61700000000002</c:v>
                </c:pt>
                <c:pt idx="6684">
                  <c:v>504.61700000000002</c:v>
                </c:pt>
                <c:pt idx="6685">
                  <c:v>504.61700000000002</c:v>
                </c:pt>
                <c:pt idx="6686">
                  <c:v>504.61700000000002</c:v>
                </c:pt>
                <c:pt idx="6687">
                  <c:v>504.61700000000002</c:v>
                </c:pt>
                <c:pt idx="6688">
                  <c:v>504.61700000000002</c:v>
                </c:pt>
                <c:pt idx="6689">
                  <c:v>504.61700000000002</c:v>
                </c:pt>
                <c:pt idx="6690">
                  <c:v>504.61700000000002</c:v>
                </c:pt>
                <c:pt idx="6691">
                  <c:v>504.61700000000002</c:v>
                </c:pt>
                <c:pt idx="6692">
                  <c:v>504.61700000000002</c:v>
                </c:pt>
                <c:pt idx="6693">
                  <c:v>0</c:v>
                </c:pt>
                <c:pt idx="6694">
                  <c:v>0</c:v>
                </c:pt>
                <c:pt idx="6695">
                  <c:v>0</c:v>
                </c:pt>
                <c:pt idx="6696">
                  <c:v>0</c:v>
                </c:pt>
                <c:pt idx="6697">
                  <c:v>0</c:v>
                </c:pt>
                <c:pt idx="6698">
                  <c:v>0</c:v>
                </c:pt>
                <c:pt idx="6699">
                  <c:v>0</c:v>
                </c:pt>
                <c:pt idx="6700">
                  <c:v>0</c:v>
                </c:pt>
                <c:pt idx="6701">
                  <c:v>0</c:v>
                </c:pt>
                <c:pt idx="6702">
                  <c:v>0</c:v>
                </c:pt>
                <c:pt idx="6703">
                  <c:v>504.61700000000002</c:v>
                </c:pt>
                <c:pt idx="6704">
                  <c:v>504.61700000000002</c:v>
                </c:pt>
                <c:pt idx="6705">
                  <c:v>504.61700000000002</c:v>
                </c:pt>
                <c:pt idx="6706">
                  <c:v>504.61700000000002</c:v>
                </c:pt>
                <c:pt idx="6707">
                  <c:v>504.61700000000002</c:v>
                </c:pt>
                <c:pt idx="6708">
                  <c:v>504.61700000000002</c:v>
                </c:pt>
                <c:pt idx="6709">
                  <c:v>504.61700000000002</c:v>
                </c:pt>
                <c:pt idx="6710">
                  <c:v>504.61700000000002</c:v>
                </c:pt>
                <c:pt idx="6711">
                  <c:v>504.61700000000002</c:v>
                </c:pt>
                <c:pt idx="6712">
                  <c:v>504.61700000000002</c:v>
                </c:pt>
                <c:pt idx="6713">
                  <c:v>504.61700000000002</c:v>
                </c:pt>
                <c:pt idx="6714">
                  <c:v>504.61700000000002</c:v>
                </c:pt>
                <c:pt idx="6715">
                  <c:v>504.61700000000002</c:v>
                </c:pt>
                <c:pt idx="6716">
                  <c:v>504.61700000000002</c:v>
                </c:pt>
                <c:pt idx="6717">
                  <c:v>0</c:v>
                </c:pt>
                <c:pt idx="6718">
                  <c:v>0</c:v>
                </c:pt>
                <c:pt idx="6719">
                  <c:v>0</c:v>
                </c:pt>
                <c:pt idx="6720">
                  <c:v>0</c:v>
                </c:pt>
                <c:pt idx="6721">
                  <c:v>0</c:v>
                </c:pt>
                <c:pt idx="6722">
                  <c:v>0</c:v>
                </c:pt>
                <c:pt idx="6723">
                  <c:v>0</c:v>
                </c:pt>
                <c:pt idx="6724">
                  <c:v>0</c:v>
                </c:pt>
                <c:pt idx="6725">
                  <c:v>0</c:v>
                </c:pt>
                <c:pt idx="6726">
                  <c:v>0</c:v>
                </c:pt>
                <c:pt idx="6727">
                  <c:v>504.61700000000002</c:v>
                </c:pt>
                <c:pt idx="6728">
                  <c:v>504.61700000000002</c:v>
                </c:pt>
                <c:pt idx="6729">
                  <c:v>504.61700000000002</c:v>
                </c:pt>
                <c:pt idx="6730">
                  <c:v>504.61700000000002</c:v>
                </c:pt>
                <c:pt idx="6731">
                  <c:v>504.61700000000002</c:v>
                </c:pt>
                <c:pt idx="6732">
                  <c:v>504.61700000000002</c:v>
                </c:pt>
                <c:pt idx="6733">
                  <c:v>504.61700000000002</c:v>
                </c:pt>
                <c:pt idx="6734">
                  <c:v>504.61700000000002</c:v>
                </c:pt>
                <c:pt idx="6735">
                  <c:v>504.61700000000002</c:v>
                </c:pt>
                <c:pt idx="6736">
                  <c:v>504.61700000000002</c:v>
                </c:pt>
                <c:pt idx="6737">
                  <c:v>504.61700000000002</c:v>
                </c:pt>
                <c:pt idx="6738">
                  <c:v>504.61700000000002</c:v>
                </c:pt>
                <c:pt idx="6739">
                  <c:v>504.61700000000002</c:v>
                </c:pt>
                <c:pt idx="6740">
                  <c:v>504.61700000000002</c:v>
                </c:pt>
                <c:pt idx="6741">
                  <c:v>0</c:v>
                </c:pt>
                <c:pt idx="6742">
                  <c:v>0</c:v>
                </c:pt>
                <c:pt idx="6743">
                  <c:v>0</c:v>
                </c:pt>
                <c:pt idx="6744">
                  <c:v>0</c:v>
                </c:pt>
                <c:pt idx="6745">
                  <c:v>0</c:v>
                </c:pt>
                <c:pt idx="6746">
                  <c:v>0</c:v>
                </c:pt>
                <c:pt idx="6747">
                  <c:v>0</c:v>
                </c:pt>
                <c:pt idx="6748">
                  <c:v>0</c:v>
                </c:pt>
                <c:pt idx="6749">
                  <c:v>0</c:v>
                </c:pt>
                <c:pt idx="6750">
                  <c:v>0</c:v>
                </c:pt>
                <c:pt idx="6751">
                  <c:v>504.61700000000002</c:v>
                </c:pt>
                <c:pt idx="6752">
                  <c:v>504.61700000000002</c:v>
                </c:pt>
                <c:pt idx="6753">
                  <c:v>504.61700000000002</c:v>
                </c:pt>
                <c:pt idx="6754">
                  <c:v>504.61700000000002</c:v>
                </c:pt>
                <c:pt idx="6755">
                  <c:v>504.61700000000002</c:v>
                </c:pt>
                <c:pt idx="6756">
                  <c:v>504.61700000000002</c:v>
                </c:pt>
                <c:pt idx="6757">
                  <c:v>504.61700000000002</c:v>
                </c:pt>
                <c:pt idx="6758">
                  <c:v>504.61700000000002</c:v>
                </c:pt>
                <c:pt idx="6759">
                  <c:v>504.61700000000002</c:v>
                </c:pt>
                <c:pt idx="6760">
                  <c:v>504.61700000000002</c:v>
                </c:pt>
                <c:pt idx="6761">
                  <c:v>504.61700000000002</c:v>
                </c:pt>
                <c:pt idx="6762">
                  <c:v>504.61700000000002</c:v>
                </c:pt>
                <c:pt idx="6763">
                  <c:v>504.61700000000002</c:v>
                </c:pt>
                <c:pt idx="6764">
                  <c:v>504.61700000000002</c:v>
                </c:pt>
                <c:pt idx="6765">
                  <c:v>0</c:v>
                </c:pt>
                <c:pt idx="6766">
                  <c:v>0</c:v>
                </c:pt>
                <c:pt idx="6767">
                  <c:v>0</c:v>
                </c:pt>
                <c:pt idx="6768">
                  <c:v>0</c:v>
                </c:pt>
                <c:pt idx="6769">
                  <c:v>0</c:v>
                </c:pt>
                <c:pt idx="6770">
                  <c:v>0</c:v>
                </c:pt>
                <c:pt idx="6771">
                  <c:v>0</c:v>
                </c:pt>
                <c:pt idx="6772">
                  <c:v>0</c:v>
                </c:pt>
                <c:pt idx="6773">
                  <c:v>0</c:v>
                </c:pt>
                <c:pt idx="6774">
                  <c:v>0</c:v>
                </c:pt>
                <c:pt idx="6775">
                  <c:v>504.61700000000002</c:v>
                </c:pt>
                <c:pt idx="6776">
                  <c:v>504.61700000000002</c:v>
                </c:pt>
                <c:pt idx="6777">
                  <c:v>504.61700000000002</c:v>
                </c:pt>
                <c:pt idx="6778">
                  <c:v>504.61700000000002</c:v>
                </c:pt>
                <c:pt idx="6779">
                  <c:v>504.61700000000002</c:v>
                </c:pt>
                <c:pt idx="6780">
                  <c:v>504.61700000000002</c:v>
                </c:pt>
                <c:pt idx="6781">
                  <c:v>504.61700000000002</c:v>
                </c:pt>
                <c:pt idx="6782">
                  <c:v>504.61700000000002</c:v>
                </c:pt>
                <c:pt idx="6783">
                  <c:v>504.61700000000002</c:v>
                </c:pt>
                <c:pt idx="6784">
                  <c:v>504.61700000000002</c:v>
                </c:pt>
                <c:pt idx="6785">
                  <c:v>504.61700000000002</c:v>
                </c:pt>
                <c:pt idx="6786">
                  <c:v>504.61700000000002</c:v>
                </c:pt>
                <c:pt idx="6787">
                  <c:v>504.61700000000002</c:v>
                </c:pt>
                <c:pt idx="6788">
                  <c:v>504.61700000000002</c:v>
                </c:pt>
                <c:pt idx="6789">
                  <c:v>0</c:v>
                </c:pt>
                <c:pt idx="6790">
                  <c:v>0</c:v>
                </c:pt>
                <c:pt idx="6791">
                  <c:v>0</c:v>
                </c:pt>
                <c:pt idx="6792">
                  <c:v>0</c:v>
                </c:pt>
                <c:pt idx="6793">
                  <c:v>0</c:v>
                </c:pt>
                <c:pt idx="6794">
                  <c:v>0</c:v>
                </c:pt>
                <c:pt idx="6795">
                  <c:v>0</c:v>
                </c:pt>
                <c:pt idx="6796">
                  <c:v>0</c:v>
                </c:pt>
                <c:pt idx="6797">
                  <c:v>0</c:v>
                </c:pt>
                <c:pt idx="6798">
                  <c:v>0</c:v>
                </c:pt>
                <c:pt idx="6799">
                  <c:v>504.61700000000002</c:v>
                </c:pt>
                <c:pt idx="6800">
                  <c:v>504.61700000000002</c:v>
                </c:pt>
                <c:pt idx="6801">
                  <c:v>504.61700000000002</c:v>
                </c:pt>
                <c:pt idx="6802">
                  <c:v>504.61700000000002</c:v>
                </c:pt>
                <c:pt idx="6803">
                  <c:v>504.61700000000002</c:v>
                </c:pt>
                <c:pt idx="6804">
                  <c:v>504.61700000000002</c:v>
                </c:pt>
                <c:pt idx="6805">
                  <c:v>504.61700000000002</c:v>
                </c:pt>
                <c:pt idx="6806">
                  <c:v>504.61700000000002</c:v>
                </c:pt>
                <c:pt idx="6807">
                  <c:v>504.61700000000002</c:v>
                </c:pt>
                <c:pt idx="6808">
                  <c:v>504.61700000000002</c:v>
                </c:pt>
                <c:pt idx="6809">
                  <c:v>504.61700000000002</c:v>
                </c:pt>
                <c:pt idx="6810">
                  <c:v>504.61700000000002</c:v>
                </c:pt>
                <c:pt idx="6811">
                  <c:v>504.61700000000002</c:v>
                </c:pt>
                <c:pt idx="6812">
                  <c:v>504.61700000000002</c:v>
                </c:pt>
                <c:pt idx="6813">
                  <c:v>0</c:v>
                </c:pt>
                <c:pt idx="6814">
                  <c:v>0</c:v>
                </c:pt>
                <c:pt idx="6815">
                  <c:v>0</c:v>
                </c:pt>
                <c:pt idx="6816">
                  <c:v>0</c:v>
                </c:pt>
                <c:pt idx="6817">
                  <c:v>0</c:v>
                </c:pt>
                <c:pt idx="6818">
                  <c:v>0</c:v>
                </c:pt>
                <c:pt idx="6819">
                  <c:v>0</c:v>
                </c:pt>
                <c:pt idx="6820">
                  <c:v>0</c:v>
                </c:pt>
                <c:pt idx="6821">
                  <c:v>0</c:v>
                </c:pt>
                <c:pt idx="6822">
                  <c:v>0</c:v>
                </c:pt>
                <c:pt idx="6823">
                  <c:v>504.61700000000002</c:v>
                </c:pt>
                <c:pt idx="6824">
                  <c:v>504.61700000000002</c:v>
                </c:pt>
                <c:pt idx="6825">
                  <c:v>504.61700000000002</c:v>
                </c:pt>
                <c:pt idx="6826">
                  <c:v>504.61700000000002</c:v>
                </c:pt>
                <c:pt idx="6827">
                  <c:v>504.61700000000002</c:v>
                </c:pt>
                <c:pt idx="6828">
                  <c:v>504.61700000000002</c:v>
                </c:pt>
                <c:pt idx="6829">
                  <c:v>504.61700000000002</c:v>
                </c:pt>
                <c:pt idx="6830">
                  <c:v>504.61700000000002</c:v>
                </c:pt>
                <c:pt idx="6831">
                  <c:v>504.61700000000002</c:v>
                </c:pt>
                <c:pt idx="6832">
                  <c:v>504.61700000000002</c:v>
                </c:pt>
                <c:pt idx="6833">
                  <c:v>504.61700000000002</c:v>
                </c:pt>
                <c:pt idx="6834">
                  <c:v>504.61700000000002</c:v>
                </c:pt>
                <c:pt idx="6835">
                  <c:v>504.61700000000002</c:v>
                </c:pt>
                <c:pt idx="6836">
                  <c:v>504.61700000000002</c:v>
                </c:pt>
                <c:pt idx="6837">
                  <c:v>0</c:v>
                </c:pt>
                <c:pt idx="6838">
                  <c:v>0</c:v>
                </c:pt>
                <c:pt idx="6839">
                  <c:v>0</c:v>
                </c:pt>
                <c:pt idx="6840">
                  <c:v>0</c:v>
                </c:pt>
                <c:pt idx="6841">
                  <c:v>0</c:v>
                </c:pt>
                <c:pt idx="6842">
                  <c:v>0</c:v>
                </c:pt>
                <c:pt idx="6843">
                  <c:v>0</c:v>
                </c:pt>
                <c:pt idx="6844">
                  <c:v>0</c:v>
                </c:pt>
                <c:pt idx="6845">
                  <c:v>0</c:v>
                </c:pt>
                <c:pt idx="6846">
                  <c:v>0</c:v>
                </c:pt>
                <c:pt idx="6847">
                  <c:v>504.61700000000002</c:v>
                </c:pt>
                <c:pt idx="6848">
                  <c:v>504.61700000000002</c:v>
                </c:pt>
                <c:pt idx="6849">
                  <c:v>504.61700000000002</c:v>
                </c:pt>
                <c:pt idx="6850">
                  <c:v>504.61700000000002</c:v>
                </c:pt>
                <c:pt idx="6851">
                  <c:v>504.61700000000002</c:v>
                </c:pt>
                <c:pt idx="6852">
                  <c:v>504.61700000000002</c:v>
                </c:pt>
                <c:pt idx="6853">
                  <c:v>504.61700000000002</c:v>
                </c:pt>
                <c:pt idx="6854">
                  <c:v>504.61700000000002</c:v>
                </c:pt>
                <c:pt idx="6855">
                  <c:v>504.61700000000002</c:v>
                </c:pt>
                <c:pt idx="6856">
                  <c:v>504.61700000000002</c:v>
                </c:pt>
                <c:pt idx="6857">
                  <c:v>504.61700000000002</c:v>
                </c:pt>
                <c:pt idx="6858">
                  <c:v>504.61700000000002</c:v>
                </c:pt>
                <c:pt idx="6859">
                  <c:v>504.61700000000002</c:v>
                </c:pt>
                <c:pt idx="6860">
                  <c:v>504.61700000000002</c:v>
                </c:pt>
                <c:pt idx="6861">
                  <c:v>0</c:v>
                </c:pt>
                <c:pt idx="6862">
                  <c:v>0</c:v>
                </c:pt>
                <c:pt idx="6863">
                  <c:v>0</c:v>
                </c:pt>
                <c:pt idx="6864">
                  <c:v>0</c:v>
                </c:pt>
                <c:pt idx="6865">
                  <c:v>0</c:v>
                </c:pt>
                <c:pt idx="6866">
                  <c:v>0</c:v>
                </c:pt>
                <c:pt idx="6867">
                  <c:v>0</c:v>
                </c:pt>
                <c:pt idx="6868">
                  <c:v>0</c:v>
                </c:pt>
                <c:pt idx="6869">
                  <c:v>0</c:v>
                </c:pt>
                <c:pt idx="6870">
                  <c:v>0</c:v>
                </c:pt>
                <c:pt idx="6871">
                  <c:v>504.61700000000002</c:v>
                </c:pt>
                <c:pt idx="6872">
                  <c:v>504.61700000000002</c:v>
                </c:pt>
                <c:pt idx="6873">
                  <c:v>504.61700000000002</c:v>
                </c:pt>
                <c:pt idx="6874">
                  <c:v>504.61700000000002</c:v>
                </c:pt>
                <c:pt idx="6875">
                  <c:v>504.61700000000002</c:v>
                </c:pt>
                <c:pt idx="6876">
                  <c:v>504.61700000000002</c:v>
                </c:pt>
                <c:pt idx="6877">
                  <c:v>504.61700000000002</c:v>
                </c:pt>
                <c:pt idx="6878">
                  <c:v>504.61700000000002</c:v>
                </c:pt>
                <c:pt idx="6879">
                  <c:v>504.61700000000002</c:v>
                </c:pt>
                <c:pt idx="6880">
                  <c:v>504.61700000000002</c:v>
                </c:pt>
                <c:pt idx="6881">
                  <c:v>504.61700000000002</c:v>
                </c:pt>
                <c:pt idx="6882">
                  <c:v>504.61700000000002</c:v>
                </c:pt>
                <c:pt idx="6883">
                  <c:v>504.61700000000002</c:v>
                </c:pt>
                <c:pt idx="6884">
                  <c:v>504.61700000000002</c:v>
                </c:pt>
                <c:pt idx="6885">
                  <c:v>0</c:v>
                </c:pt>
                <c:pt idx="6886">
                  <c:v>0</c:v>
                </c:pt>
                <c:pt idx="6887">
                  <c:v>0</c:v>
                </c:pt>
                <c:pt idx="6888">
                  <c:v>0</c:v>
                </c:pt>
                <c:pt idx="6889">
                  <c:v>0</c:v>
                </c:pt>
                <c:pt idx="6890">
                  <c:v>0</c:v>
                </c:pt>
                <c:pt idx="6891">
                  <c:v>0</c:v>
                </c:pt>
                <c:pt idx="6892">
                  <c:v>0</c:v>
                </c:pt>
                <c:pt idx="6893">
                  <c:v>0</c:v>
                </c:pt>
                <c:pt idx="6894">
                  <c:v>0</c:v>
                </c:pt>
                <c:pt idx="6895">
                  <c:v>504.61700000000002</c:v>
                </c:pt>
                <c:pt idx="6896">
                  <c:v>504.61700000000002</c:v>
                </c:pt>
                <c:pt idx="6897">
                  <c:v>504.61700000000002</c:v>
                </c:pt>
                <c:pt idx="6898">
                  <c:v>504.61700000000002</c:v>
                </c:pt>
                <c:pt idx="6899">
                  <c:v>504.61700000000002</c:v>
                </c:pt>
                <c:pt idx="6900">
                  <c:v>504.61700000000002</c:v>
                </c:pt>
                <c:pt idx="6901">
                  <c:v>504.61700000000002</c:v>
                </c:pt>
                <c:pt idx="6902">
                  <c:v>504.61700000000002</c:v>
                </c:pt>
                <c:pt idx="6903">
                  <c:v>504.61700000000002</c:v>
                </c:pt>
                <c:pt idx="6904">
                  <c:v>504.61700000000002</c:v>
                </c:pt>
                <c:pt idx="6905">
                  <c:v>504.61700000000002</c:v>
                </c:pt>
                <c:pt idx="6906">
                  <c:v>504.61700000000002</c:v>
                </c:pt>
                <c:pt idx="6907">
                  <c:v>504.61700000000002</c:v>
                </c:pt>
                <c:pt idx="6908">
                  <c:v>504.61700000000002</c:v>
                </c:pt>
                <c:pt idx="6909">
                  <c:v>0</c:v>
                </c:pt>
                <c:pt idx="6910">
                  <c:v>0</c:v>
                </c:pt>
                <c:pt idx="6911">
                  <c:v>0</c:v>
                </c:pt>
                <c:pt idx="6912">
                  <c:v>0</c:v>
                </c:pt>
                <c:pt idx="6913">
                  <c:v>0</c:v>
                </c:pt>
                <c:pt idx="6914">
                  <c:v>0</c:v>
                </c:pt>
                <c:pt idx="6915">
                  <c:v>0</c:v>
                </c:pt>
                <c:pt idx="6916">
                  <c:v>0</c:v>
                </c:pt>
                <c:pt idx="6917">
                  <c:v>0</c:v>
                </c:pt>
                <c:pt idx="6918">
                  <c:v>0</c:v>
                </c:pt>
                <c:pt idx="6919">
                  <c:v>504.61700000000002</c:v>
                </c:pt>
                <c:pt idx="6920">
                  <c:v>504.61700000000002</c:v>
                </c:pt>
                <c:pt idx="6921">
                  <c:v>504.61700000000002</c:v>
                </c:pt>
                <c:pt idx="6922">
                  <c:v>504.61700000000002</c:v>
                </c:pt>
                <c:pt idx="6923">
                  <c:v>504.61700000000002</c:v>
                </c:pt>
                <c:pt idx="6924">
                  <c:v>504.61700000000002</c:v>
                </c:pt>
                <c:pt idx="6925">
                  <c:v>504.61700000000002</c:v>
                </c:pt>
                <c:pt idx="6926">
                  <c:v>504.61700000000002</c:v>
                </c:pt>
                <c:pt idx="6927">
                  <c:v>504.61700000000002</c:v>
                </c:pt>
                <c:pt idx="6928">
                  <c:v>504.61700000000002</c:v>
                </c:pt>
                <c:pt idx="6929">
                  <c:v>504.61700000000002</c:v>
                </c:pt>
                <c:pt idx="6930">
                  <c:v>504.61700000000002</c:v>
                </c:pt>
                <c:pt idx="6931">
                  <c:v>504.61700000000002</c:v>
                </c:pt>
                <c:pt idx="6932">
                  <c:v>504.61700000000002</c:v>
                </c:pt>
                <c:pt idx="6933">
                  <c:v>0</c:v>
                </c:pt>
                <c:pt idx="6934">
                  <c:v>0</c:v>
                </c:pt>
                <c:pt idx="6935">
                  <c:v>0</c:v>
                </c:pt>
                <c:pt idx="6936">
                  <c:v>0</c:v>
                </c:pt>
                <c:pt idx="6937">
                  <c:v>0</c:v>
                </c:pt>
                <c:pt idx="6938">
                  <c:v>0</c:v>
                </c:pt>
                <c:pt idx="6939">
                  <c:v>0</c:v>
                </c:pt>
                <c:pt idx="6940">
                  <c:v>0</c:v>
                </c:pt>
                <c:pt idx="6941">
                  <c:v>0</c:v>
                </c:pt>
                <c:pt idx="6942">
                  <c:v>0</c:v>
                </c:pt>
                <c:pt idx="6943">
                  <c:v>504.61700000000002</c:v>
                </c:pt>
                <c:pt idx="6944">
                  <c:v>504.61700000000002</c:v>
                </c:pt>
                <c:pt idx="6945">
                  <c:v>504.61700000000002</c:v>
                </c:pt>
                <c:pt idx="6946">
                  <c:v>504.61700000000002</c:v>
                </c:pt>
                <c:pt idx="6947">
                  <c:v>504.61700000000002</c:v>
                </c:pt>
                <c:pt idx="6948">
                  <c:v>504.61700000000002</c:v>
                </c:pt>
                <c:pt idx="6949">
                  <c:v>504.61700000000002</c:v>
                </c:pt>
                <c:pt idx="6950">
                  <c:v>504.61700000000002</c:v>
                </c:pt>
                <c:pt idx="6951">
                  <c:v>504.61700000000002</c:v>
                </c:pt>
                <c:pt idx="6952">
                  <c:v>504.61700000000002</c:v>
                </c:pt>
                <c:pt idx="6953">
                  <c:v>504.61700000000002</c:v>
                </c:pt>
                <c:pt idx="6954">
                  <c:v>504.61700000000002</c:v>
                </c:pt>
                <c:pt idx="6955">
                  <c:v>504.61700000000002</c:v>
                </c:pt>
                <c:pt idx="6956">
                  <c:v>504.61700000000002</c:v>
                </c:pt>
                <c:pt idx="6957">
                  <c:v>0</c:v>
                </c:pt>
                <c:pt idx="6958">
                  <c:v>0</c:v>
                </c:pt>
                <c:pt idx="6959">
                  <c:v>0</c:v>
                </c:pt>
                <c:pt idx="6960">
                  <c:v>0</c:v>
                </c:pt>
                <c:pt idx="6961">
                  <c:v>0</c:v>
                </c:pt>
                <c:pt idx="6962">
                  <c:v>0</c:v>
                </c:pt>
                <c:pt idx="6963">
                  <c:v>0</c:v>
                </c:pt>
                <c:pt idx="6964">
                  <c:v>0</c:v>
                </c:pt>
                <c:pt idx="6965">
                  <c:v>0</c:v>
                </c:pt>
                <c:pt idx="6966">
                  <c:v>0</c:v>
                </c:pt>
                <c:pt idx="6967">
                  <c:v>504.61700000000002</c:v>
                </c:pt>
                <c:pt idx="6968">
                  <c:v>504.61700000000002</c:v>
                </c:pt>
                <c:pt idx="6969">
                  <c:v>504.61700000000002</c:v>
                </c:pt>
                <c:pt idx="6970">
                  <c:v>504.61700000000002</c:v>
                </c:pt>
                <c:pt idx="6971">
                  <c:v>504.61700000000002</c:v>
                </c:pt>
                <c:pt idx="6972">
                  <c:v>504.61700000000002</c:v>
                </c:pt>
                <c:pt idx="6973">
                  <c:v>504.61700000000002</c:v>
                </c:pt>
                <c:pt idx="6974">
                  <c:v>504.61700000000002</c:v>
                </c:pt>
                <c:pt idx="6975">
                  <c:v>504.61700000000002</c:v>
                </c:pt>
                <c:pt idx="6976">
                  <c:v>504.61700000000002</c:v>
                </c:pt>
                <c:pt idx="6977">
                  <c:v>504.61700000000002</c:v>
                </c:pt>
                <c:pt idx="6978">
                  <c:v>504.61700000000002</c:v>
                </c:pt>
                <c:pt idx="6979">
                  <c:v>504.61700000000002</c:v>
                </c:pt>
                <c:pt idx="6980">
                  <c:v>504.61700000000002</c:v>
                </c:pt>
                <c:pt idx="6981">
                  <c:v>0</c:v>
                </c:pt>
                <c:pt idx="6982">
                  <c:v>0</c:v>
                </c:pt>
                <c:pt idx="6983">
                  <c:v>0</c:v>
                </c:pt>
                <c:pt idx="6984">
                  <c:v>0</c:v>
                </c:pt>
                <c:pt idx="6985">
                  <c:v>0</c:v>
                </c:pt>
                <c:pt idx="6986">
                  <c:v>0</c:v>
                </c:pt>
                <c:pt idx="6987">
                  <c:v>0</c:v>
                </c:pt>
                <c:pt idx="6988">
                  <c:v>0</c:v>
                </c:pt>
                <c:pt idx="6989">
                  <c:v>0</c:v>
                </c:pt>
                <c:pt idx="6990">
                  <c:v>0</c:v>
                </c:pt>
                <c:pt idx="6991">
                  <c:v>504.61700000000002</c:v>
                </c:pt>
                <c:pt idx="6992">
                  <c:v>504.61700000000002</c:v>
                </c:pt>
                <c:pt idx="6993">
                  <c:v>504.61700000000002</c:v>
                </c:pt>
                <c:pt idx="6994">
                  <c:v>504.61700000000002</c:v>
                </c:pt>
                <c:pt idx="6995">
                  <c:v>504.61700000000002</c:v>
                </c:pt>
                <c:pt idx="6996">
                  <c:v>504.61700000000002</c:v>
                </c:pt>
                <c:pt idx="6997">
                  <c:v>504.61700000000002</c:v>
                </c:pt>
                <c:pt idx="6998">
                  <c:v>504.61700000000002</c:v>
                </c:pt>
                <c:pt idx="6999">
                  <c:v>504.61700000000002</c:v>
                </c:pt>
                <c:pt idx="7000">
                  <c:v>504.61700000000002</c:v>
                </c:pt>
                <c:pt idx="7001">
                  <c:v>504.61700000000002</c:v>
                </c:pt>
                <c:pt idx="7002">
                  <c:v>504.61700000000002</c:v>
                </c:pt>
                <c:pt idx="7003">
                  <c:v>504.61700000000002</c:v>
                </c:pt>
                <c:pt idx="7004">
                  <c:v>504.61700000000002</c:v>
                </c:pt>
                <c:pt idx="7005">
                  <c:v>0</c:v>
                </c:pt>
                <c:pt idx="7006">
                  <c:v>0</c:v>
                </c:pt>
                <c:pt idx="7007">
                  <c:v>0</c:v>
                </c:pt>
                <c:pt idx="7008">
                  <c:v>0</c:v>
                </c:pt>
                <c:pt idx="7009">
                  <c:v>0</c:v>
                </c:pt>
                <c:pt idx="7010">
                  <c:v>0</c:v>
                </c:pt>
                <c:pt idx="7011">
                  <c:v>0</c:v>
                </c:pt>
                <c:pt idx="7012">
                  <c:v>0</c:v>
                </c:pt>
                <c:pt idx="7013">
                  <c:v>0</c:v>
                </c:pt>
                <c:pt idx="7014">
                  <c:v>0</c:v>
                </c:pt>
                <c:pt idx="7015">
                  <c:v>504.61700000000002</c:v>
                </c:pt>
                <c:pt idx="7016">
                  <c:v>504.61700000000002</c:v>
                </c:pt>
                <c:pt idx="7017">
                  <c:v>504.61700000000002</c:v>
                </c:pt>
                <c:pt idx="7018">
                  <c:v>504.61700000000002</c:v>
                </c:pt>
                <c:pt idx="7019">
                  <c:v>504.61700000000002</c:v>
                </c:pt>
                <c:pt idx="7020">
                  <c:v>504.61700000000002</c:v>
                </c:pt>
                <c:pt idx="7021">
                  <c:v>504.61700000000002</c:v>
                </c:pt>
                <c:pt idx="7022">
                  <c:v>504.61700000000002</c:v>
                </c:pt>
                <c:pt idx="7023">
                  <c:v>504.61700000000002</c:v>
                </c:pt>
                <c:pt idx="7024">
                  <c:v>504.61700000000002</c:v>
                </c:pt>
                <c:pt idx="7025">
                  <c:v>504.61700000000002</c:v>
                </c:pt>
                <c:pt idx="7026">
                  <c:v>504.61700000000002</c:v>
                </c:pt>
                <c:pt idx="7027">
                  <c:v>504.61700000000002</c:v>
                </c:pt>
                <c:pt idx="7028">
                  <c:v>504.61700000000002</c:v>
                </c:pt>
                <c:pt idx="7029">
                  <c:v>0</c:v>
                </c:pt>
                <c:pt idx="7030">
                  <c:v>0</c:v>
                </c:pt>
                <c:pt idx="7031">
                  <c:v>0</c:v>
                </c:pt>
                <c:pt idx="7032">
                  <c:v>0</c:v>
                </c:pt>
                <c:pt idx="7033">
                  <c:v>0</c:v>
                </c:pt>
                <c:pt idx="7034">
                  <c:v>0</c:v>
                </c:pt>
                <c:pt idx="7035">
                  <c:v>0</c:v>
                </c:pt>
                <c:pt idx="7036">
                  <c:v>0</c:v>
                </c:pt>
                <c:pt idx="7037">
                  <c:v>0</c:v>
                </c:pt>
                <c:pt idx="7038">
                  <c:v>0</c:v>
                </c:pt>
                <c:pt idx="7039">
                  <c:v>504.61700000000002</c:v>
                </c:pt>
                <c:pt idx="7040">
                  <c:v>504.61700000000002</c:v>
                </c:pt>
                <c:pt idx="7041">
                  <c:v>504.61700000000002</c:v>
                </c:pt>
                <c:pt idx="7042">
                  <c:v>504.61700000000002</c:v>
                </c:pt>
                <c:pt idx="7043">
                  <c:v>504.61700000000002</c:v>
                </c:pt>
                <c:pt idx="7044">
                  <c:v>504.61700000000002</c:v>
                </c:pt>
                <c:pt idx="7045">
                  <c:v>504.61700000000002</c:v>
                </c:pt>
                <c:pt idx="7046">
                  <c:v>504.61700000000002</c:v>
                </c:pt>
                <c:pt idx="7047">
                  <c:v>504.61700000000002</c:v>
                </c:pt>
                <c:pt idx="7048">
                  <c:v>504.61700000000002</c:v>
                </c:pt>
                <c:pt idx="7049">
                  <c:v>504.61700000000002</c:v>
                </c:pt>
                <c:pt idx="7050">
                  <c:v>504.61700000000002</c:v>
                </c:pt>
                <c:pt idx="7051">
                  <c:v>504.61700000000002</c:v>
                </c:pt>
                <c:pt idx="7052">
                  <c:v>504.61700000000002</c:v>
                </c:pt>
                <c:pt idx="7053">
                  <c:v>0</c:v>
                </c:pt>
                <c:pt idx="7054">
                  <c:v>0</c:v>
                </c:pt>
                <c:pt idx="7055">
                  <c:v>0</c:v>
                </c:pt>
                <c:pt idx="7056">
                  <c:v>0</c:v>
                </c:pt>
                <c:pt idx="7057">
                  <c:v>0</c:v>
                </c:pt>
                <c:pt idx="7058">
                  <c:v>0</c:v>
                </c:pt>
                <c:pt idx="7059">
                  <c:v>0</c:v>
                </c:pt>
                <c:pt idx="7060">
                  <c:v>0</c:v>
                </c:pt>
                <c:pt idx="7061">
                  <c:v>0</c:v>
                </c:pt>
                <c:pt idx="7062">
                  <c:v>0</c:v>
                </c:pt>
                <c:pt idx="7063">
                  <c:v>504.61700000000002</c:v>
                </c:pt>
                <c:pt idx="7064">
                  <c:v>504.61700000000002</c:v>
                </c:pt>
                <c:pt idx="7065">
                  <c:v>504.61700000000002</c:v>
                </c:pt>
                <c:pt idx="7066">
                  <c:v>504.61700000000002</c:v>
                </c:pt>
                <c:pt idx="7067">
                  <c:v>504.61700000000002</c:v>
                </c:pt>
                <c:pt idx="7068">
                  <c:v>504.61700000000002</c:v>
                </c:pt>
                <c:pt idx="7069">
                  <c:v>504.61700000000002</c:v>
                </c:pt>
                <c:pt idx="7070">
                  <c:v>504.61700000000002</c:v>
                </c:pt>
                <c:pt idx="7071">
                  <c:v>504.61700000000002</c:v>
                </c:pt>
                <c:pt idx="7072">
                  <c:v>504.61700000000002</c:v>
                </c:pt>
                <c:pt idx="7073">
                  <c:v>504.61700000000002</c:v>
                </c:pt>
                <c:pt idx="7074">
                  <c:v>504.61700000000002</c:v>
                </c:pt>
                <c:pt idx="7075">
                  <c:v>504.61700000000002</c:v>
                </c:pt>
                <c:pt idx="7076">
                  <c:v>504.61700000000002</c:v>
                </c:pt>
                <c:pt idx="7077">
                  <c:v>0</c:v>
                </c:pt>
                <c:pt idx="7078">
                  <c:v>0</c:v>
                </c:pt>
                <c:pt idx="7079">
                  <c:v>0</c:v>
                </c:pt>
                <c:pt idx="7080">
                  <c:v>0</c:v>
                </c:pt>
                <c:pt idx="7081">
                  <c:v>0</c:v>
                </c:pt>
                <c:pt idx="7082">
                  <c:v>0</c:v>
                </c:pt>
                <c:pt idx="7083">
                  <c:v>0</c:v>
                </c:pt>
                <c:pt idx="7084">
                  <c:v>0</c:v>
                </c:pt>
                <c:pt idx="7085">
                  <c:v>0</c:v>
                </c:pt>
                <c:pt idx="7086">
                  <c:v>0</c:v>
                </c:pt>
                <c:pt idx="7087">
                  <c:v>504.61700000000002</c:v>
                </c:pt>
                <c:pt idx="7088">
                  <c:v>504.61700000000002</c:v>
                </c:pt>
                <c:pt idx="7089">
                  <c:v>504.61700000000002</c:v>
                </c:pt>
                <c:pt idx="7090">
                  <c:v>504.61700000000002</c:v>
                </c:pt>
                <c:pt idx="7091">
                  <c:v>504.61700000000002</c:v>
                </c:pt>
                <c:pt idx="7092">
                  <c:v>504.61700000000002</c:v>
                </c:pt>
                <c:pt idx="7093">
                  <c:v>504.61700000000002</c:v>
                </c:pt>
                <c:pt idx="7094">
                  <c:v>504.61700000000002</c:v>
                </c:pt>
                <c:pt idx="7095">
                  <c:v>504.61700000000002</c:v>
                </c:pt>
                <c:pt idx="7096">
                  <c:v>504.61700000000002</c:v>
                </c:pt>
                <c:pt idx="7097">
                  <c:v>504.61700000000002</c:v>
                </c:pt>
                <c:pt idx="7098">
                  <c:v>504.61700000000002</c:v>
                </c:pt>
                <c:pt idx="7099">
                  <c:v>504.61700000000002</c:v>
                </c:pt>
                <c:pt idx="7100">
                  <c:v>504.61700000000002</c:v>
                </c:pt>
                <c:pt idx="7101">
                  <c:v>0</c:v>
                </c:pt>
                <c:pt idx="7102">
                  <c:v>0</c:v>
                </c:pt>
                <c:pt idx="7103">
                  <c:v>0</c:v>
                </c:pt>
                <c:pt idx="7104">
                  <c:v>0</c:v>
                </c:pt>
                <c:pt idx="7105">
                  <c:v>0</c:v>
                </c:pt>
                <c:pt idx="7106">
                  <c:v>0</c:v>
                </c:pt>
                <c:pt idx="7107">
                  <c:v>0</c:v>
                </c:pt>
                <c:pt idx="7108">
                  <c:v>0</c:v>
                </c:pt>
                <c:pt idx="7109">
                  <c:v>0</c:v>
                </c:pt>
                <c:pt idx="7110">
                  <c:v>0</c:v>
                </c:pt>
                <c:pt idx="7111">
                  <c:v>504.61700000000002</c:v>
                </c:pt>
                <c:pt idx="7112">
                  <c:v>504.61700000000002</c:v>
                </c:pt>
                <c:pt idx="7113">
                  <c:v>504.61700000000002</c:v>
                </c:pt>
                <c:pt idx="7114">
                  <c:v>504.61700000000002</c:v>
                </c:pt>
                <c:pt idx="7115">
                  <c:v>504.61700000000002</c:v>
                </c:pt>
                <c:pt idx="7116">
                  <c:v>504.61700000000002</c:v>
                </c:pt>
                <c:pt idx="7117">
                  <c:v>504.61700000000002</c:v>
                </c:pt>
                <c:pt idx="7118">
                  <c:v>504.61700000000002</c:v>
                </c:pt>
                <c:pt idx="7119">
                  <c:v>504.61700000000002</c:v>
                </c:pt>
                <c:pt idx="7120">
                  <c:v>504.61700000000002</c:v>
                </c:pt>
                <c:pt idx="7121">
                  <c:v>504.61700000000002</c:v>
                </c:pt>
                <c:pt idx="7122">
                  <c:v>504.61700000000002</c:v>
                </c:pt>
                <c:pt idx="7123">
                  <c:v>504.61700000000002</c:v>
                </c:pt>
                <c:pt idx="7124">
                  <c:v>504.61700000000002</c:v>
                </c:pt>
                <c:pt idx="7125">
                  <c:v>0</c:v>
                </c:pt>
                <c:pt idx="7126">
                  <c:v>0</c:v>
                </c:pt>
                <c:pt idx="7127">
                  <c:v>0</c:v>
                </c:pt>
                <c:pt idx="7128">
                  <c:v>0</c:v>
                </c:pt>
                <c:pt idx="7129">
                  <c:v>0</c:v>
                </c:pt>
                <c:pt idx="7130">
                  <c:v>0</c:v>
                </c:pt>
                <c:pt idx="7131">
                  <c:v>0</c:v>
                </c:pt>
                <c:pt idx="7132">
                  <c:v>0</c:v>
                </c:pt>
                <c:pt idx="7133">
                  <c:v>0</c:v>
                </c:pt>
                <c:pt idx="7134">
                  <c:v>0</c:v>
                </c:pt>
                <c:pt idx="7135">
                  <c:v>504.61700000000002</c:v>
                </c:pt>
                <c:pt idx="7136">
                  <c:v>504.61700000000002</c:v>
                </c:pt>
                <c:pt idx="7137">
                  <c:v>504.61700000000002</c:v>
                </c:pt>
                <c:pt idx="7138">
                  <c:v>504.61700000000002</c:v>
                </c:pt>
                <c:pt idx="7139">
                  <c:v>504.61700000000002</c:v>
                </c:pt>
                <c:pt idx="7140">
                  <c:v>504.61700000000002</c:v>
                </c:pt>
                <c:pt idx="7141">
                  <c:v>504.61700000000002</c:v>
                </c:pt>
                <c:pt idx="7142">
                  <c:v>504.61700000000002</c:v>
                </c:pt>
                <c:pt idx="7143">
                  <c:v>504.61700000000002</c:v>
                </c:pt>
                <c:pt idx="7144">
                  <c:v>504.61700000000002</c:v>
                </c:pt>
                <c:pt idx="7145">
                  <c:v>504.61700000000002</c:v>
                </c:pt>
                <c:pt idx="7146">
                  <c:v>504.61700000000002</c:v>
                </c:pt>
                <c:pt idx="7147">
                  <c:v>504.61700000000002</c:v>
                </c:pt>
                <c:pt idx="7148">
                  <c:v>504.61700000000002</c:v>
                </c:pt>
                <c:pt idx="7149">
                  <c:v>0</c:v>
                </c:pt>
                <c:pt idx="7150">
                  <c:v>0</c:v>
                </c:pt>
                <c:pt idx="7151">
                  <c:v>0</c:v>
                </c:pt>
                <c:pt idx="7152">
                  <c:v>0</c:v>
                </c:pt>
                <c:pt idx="7153">
                  <c:v>0</c:v>
                </c:pt>
                <c:pt idx="7154">
                  <c:v>0</c:v>
                </c:pt>
                <c:pt idx="7155">
                  <c:v>0</c:v>
                </c:pt>
                <c:pt idx="7156">
                  <c:v>0</c:v>
                </c:pt>
                <c:pt idx="7157">
                  <c:v>0</c:v>
                </c:pt>
                <c:pt idx="7158">
                  <c:v>0</c:v>
                </c:pt>
                <c:pt idx="7159">
                  <c:v>504.61700000000002</c:v>
                </c:pt>
                <c:pt idx="7160">
                  <c:v>504.61700000000002</c:v>
                </c:pt>
                <c:pt idx="7161">
                  <c:v>504.61700000000002</c:v>
                </c:pt>
                <c:pt idx="7162">
                  <c:v>504.61700000000002</c:v>
                </c:pt>
                <c:pt idx="7163">
                  <c:v>504.61700000000002</c:v>
                </c:pt>
                <c:pt idx="7164">
                  <c:v>504.61700000000002</c:v>
                </c:pt>
                <c:pt idx="7165">
                  <c:v>504.61700000000002</c:v>
                </c:pt>
                <c:pt idx="7166">
                  <c:v>504.61700000000002</c:v>
                </c:pt>
                <c:pt idx="7167">
                  <c:v>504.61700000000002</c:v>
                </c:pt>
                <c:pt idx="7168">
                  <c:v>504.61700000000002</c:v>
                </c:pt>
                <c:pt idx="7169">
                  <c:v>504.61700000000002</c:v>
                </c:pt>
                <c:pt idx="7170">
                  <c:v>504.61700000000002</c:v>
                </c:pt>
                <c:pt idx="7171">
                  <c:v>504.61700000000002</c:v>
                </c:pt>
                <c:pt idx="7172">
                  <c:v>504.61700000000002</c:v>
                </c:pt>
                <c:pt idx="7173">
                  <c:v>0</c:v>
                </c:pt>
                <c:pt idx="7174">
                  <c:v>0</c:v>
                </c:pt>
                <c:pt idx="7175">
                  <c:v>0</c:v>
                </c:pt>
                <c:pt idx="7176">
                  <c:v>0</c:v>
                </c:pt>
                <c:pt idx="7177">
                  <c:v>0</c:v>
                </c:pt>
                <c:pt idx="7178">
                  <c:v>0</c:v>
                </c:pt>
                <c:pt idx="7179">
                  <c:v>0</c:v>
                </c:pt>
                <c:pt idx="7180">
                  <c:v>0</c:v>
                </c:pt>
                <c:pt idx="7181">
                  <c:v>0</c:v>
                </c:pt>
                <c:pt idx="7182">
                  <c:v>0</c:v>
                </c:pt>
                <c:pt idx="7183">
                  <c:v>0</c:v>
                </c:pt>
                <c:pt idx="7184">
                  <c:v>504.61700000000002</c:v>
                </c:pt>
                <c:pt idx="7185">
                  <c:v>504.61700000000002</c:v>
                </c:pt>
                <c:pt idx="7186">
                  <c:v>504.61700000000002</c:v>
                </c:pt>
                <c:pt idx="7187">
                  <c:v>504.61700000000002</c:v>
                </c:pt>
                <c:pt idx="7188">
                  <c:v>504.61700000000002</c:v>
                </c:pt>
                <c:pt idx="7189">
                  <c:v>504.61700000000002</c:v>
                </c:pt>
                <c:pt idx="7190">
                  <c:v>504.61700000000002</c:v>
                </c:pt>
                <c:pt idx="7191">
                  <c:v>504.61700000000002</c:v>
                </c:pt>
                <c:pt idx="7192">
                  <c:v>504.61700000000002</c:v>
                </c:pt>
                <c:pt idx="7193">
                  <c:v>504.61700000000002</c:v>
                </c:pt>
                <c:pt idx="7194">
                  <c:v>504.61700000000002</c:v>
                </c:pt>
                <c:pt idx="7195">
                  <c:v>504.61700000000002</c:v>
                </c:pt>
                <c:pt idx="7196">
                  <c:v>504.61700000000002</c:v>
                </c:pt>
                <c:pt idx="7197">
                  <c:v>504.61700000000002</c:v>
                </c:pt>
                <c:pt idx="7198">
                  <c:v>0</c:v>
                </c:pt>
                <c:pt idx="7199">
                  <c:v>0</c:v>
                </c:pt>
                <c:pt idx="7200">
                  <c:v>0</c:v>
                </c:pt>
                <c:pt idx="7201">
                  <c:v>0</c:v>
                </c:pt>
                <c:pt idx="7202">
                  <c:v>0</c:v>
                </c:pt>
                <c:pt idx="7203">
                  <c:v>0</c:v>
                </c:pt>
                <c:pt idx="7204">
                  <c:v>0</c:v>
                </c:pt>
                <c:pt idx="7205">
                  <c:v>0</c:v>
                </c:pt>
                <c:pt idx="7206">
                  <c:v>0</c:v>
                </c:pt>
                <c:pt idx="7207">
                  <c:v>0</c:v>
                </c:pt>
                <c:pt idx="7208">
                  <c:v>504.61700000000002</c:v>
                </c:pt>
                <c:pt idx="7209">
                  <c:v>504.61700000000002</c:v>
                </c:pt>
                <c:pt idx="7210">
                  <c:v>504.61700000000002</c:v>
                </c:pt>
                <c:pt idx="7211">
                  <c:v>504.61700000000002</c:v>
                </c:pt>
                <c:pt idx="7212">
                  <c:v>504.61700000000002</c:v>
                </c:pt>
                <c:pt idx="7213">
                  <c:v>504.61700000000002</c:v>
                </c:pt>
                <c:pt idx="7214">
                  <c:v>504.61700000000002</c:v>
                </c:pt>
                <c:pt idx="7215">
                  <c:v>504.61700000000002</c:v>
                </c:pt>
                <c:pt idx="7216">
                  <c:v>504.61700000000002</c:v>
                </c:pt>
                <c:pt idx="7217">
                  <c:v>504.61700000000002</c:v>
                </c:pt>
                <c:pt idx="7218">
                  <c:v>504.61700000000002</c:v>
                </c:pt>
                <c:pt idx="7219">
                  <c:v>504.61700000000002</c:v>
                </c:pt>
                <c:pt idx="7220">
                  <c:v>504.61700000000002</c:v>
                </c:pt>
                <c:pt idx="7221">
                  <c:v>504.61700000000002</c:v>
                </c:pt>
                <c:pt idx="7222">
                  <c:v>0</c:v>
                </c:pt>
                <c:pt idx="7223">
                  <c:v>0</c:v>
                </c:pt>
                <c:pt idx="7224">
                  <c:v>0</c:v>
                </c:pt>
                <c:pt idx="7225">
                  <c:v>0</c:v>
                </c:pt>
                <c:pt idx="7226">
                  <c:v>0</c:v>
                </c:pt>
                <c:pt idx="7227">
                  <c:v>0</c:v>
                </c:pt>
                <c:pt idx="7228">
                  <c:v>0</c:v>
                </c:pt>
                <c:pt idx="7229">
                  <c:v>0</c:v>
                </c:pt>
                <c:pt idx="7230">
                  <c:v>0</c:v>
                </c:pt>
                <c:pt idx="7231">
                  <c:v>0</c:v>
                </c:pt>
                <c:pt idx="7232">
                  <c:v>504.61700000000002</c:v>
                </c:pt>
                <c:pt idx="7233">
                  <c:v>504.61700000000002</c:v>
                </c:pt>
                <c:pt idx="7234">
                  <c:v>504.61700000000002</c:v>
                </c:pt>
                <c:pt idx="7235">
                  <c:v>504.61700000000002</c:v>
                </c:pt>
                <c:pt idx="7236">
                  <c:v>504.61700000000002</c:v>
                </c:pt>
                <c:pt idx="7237">
                  <c:v>504.61700000000002</c:v>
                </c:pt>
                <c:pt idx="7238">
                  <c:v>504.61700000000002</c:v>
                </c:pt>
                <c:pt idx="7239">
                  <c:v>504.61700000000002</c:v>
                </c:pt>
                <c:pt idx="7240">
                  <c:v>504.61700000000002</c:v>
                </c:pt>
                <c:pt idx="7241">
                  <c:v>504.61700000000002</c:v>
                </c:pt>
                <c:pt idx="7242">
                  <c:v>504.61700000000002</c:v>
                </c:pt>
                <c:pt idx="7243">
                  <c:v>504.61700000000002</c:v>
                </c:pt>
                <c:pt idx="7244">
                  <c:v>504.61700000000002</c:v>
                </c:pt>
                <c:pt idx="7245">
                  <c:v>504.61700000000002</c:v>
                </c:pt>
                <c:pt idx="7246">
                  <c:v>0</c:v>
                </c:pt>
                <c:pt idx="7247">
                  <c:v>0</c:v>
                </c:pt>
                <c:pt idx="7248">
                  <c:v>0</c:v>
                </c:pt>
                <c:pt idx="7249">
                  <c:v>0</c:v>
                </c:pt>
                <c:pt idx="7250">
                  <c:v>0</c:v>
                </c:pt>
                <c:pt idx="7251">
                  <c:v>0</c:v>
                </c:pt>
                <c:pt idx="7252">
                  <c:v>0</c:v>
                </c:pt>
                <c:pt idx="7253">
                  <c:v>0</c:v>
                </c:pt>
                <c:pt idx="7254">
                  <c:v>0</c:v>
                </c:pt>
                <c:pt idx="7255">
                  <c:v>0</c:v>
                </c:pt>
                <c:pt idx="7256">
                  <c:v>504.61700000000002</c:v>
                </c:pt>
                <c:pt idx="7257">
                  <c:v>504.61700000000002</c:v>
                </c:pt>
                <c:pt idx="7258">
                  <c:v>504.61700000000002</c:v>
                </c:pt>
                <c:pt idx="7259">
                  <c:v>504.61700000000002</c:v>
                </c:pt>
                <c:pt idx="7260">
                  <c:v>504.61700000000002</c:v>
                </c:pt>
                <c:pt idx="7261">
                  <c:v>504.61700000000002</c:v>
                </c:pt>
                <c:pt idx="7262">
                  <c:v>504.61700000000002</c:v>
                </c:pt>
                <c:pt idx="7263">
                  <c:v>504.61700000000002</c:v>
                </c:pt>
                <c:pt idx="7264">
                  <c:v>504.61700000000002</c:v>
                </c:pt>
                <c:pt idx="7265">
                  <c:v>504.61700000000002</c:v>
                </c:pt>
                <c:pt idx="7266">
                  <c:v>504.61700000000002</c:v>
                </c:pt>
                <c:pt idx="7267">
                  <c:v>504.61700000000002</c:v>
                </c:pt>
                <c:pt idx="7268">
                  <c:v>504.61700000000002</c:v>
                </c:pt>
                <c:pt idx="7269">
                  <c:v>504.61700000000002</c:v>
                </c:pt>
                <c:pt idx="7270">
                  <c:v>0</c:v>
                </c:pt>
                <c:pt idx="7271">
                  <c:v>0</c:v>
                </c:pt>
                <c:pt idx="7272">
                  <c:v>0</c:v>
                </c:pt>
                <c:pt idx="7273">
                  <c:v>0</c:v>
                </c:pt>
                <c:pt idx="7274">
                  <c:v>0</c:v>
                </c:pt>
                <c:pt idx="7275">
                  <c:v>0</c:v>
                </c:pt>
                <c:pt idx="7276">
                  <c:v>0</c:v>
                </c:pt>
                <c:pt idx="7277">
                  <c:v>0</c:v>
                </c:pt>
                <c:pt idx="7278">
                  <c:v>0</c:v>
                </c:pt>
                <c:pt idx="7279">
                  <c:v>0</c:v>
                </c:pt>
                <c:pt idx="7280">
                  <c:v>504.61700000000002</c:v>
                </c:pt>
                <c:pt idx="7281">
                  <c:v>504.61700000000002</c:v>
                </c:pt>
                <c:pt idx="7282">
                  <c:v>504.61700000000002</c:v>
                </c:pt>
                <c:pt idx="7283">
                  <c:v>504.61700000000002</c:v>
                </c:pt>
                <c:pt idx="7284">
                  <c:v>504.61700000000002</c:v>
                </c:pt>
                <c:pt idx="7285">
                  <c:v>504.61700000000002</c:v>
                </c:pt>
                <c:pt idx="7286">
                  <c:v>504.61700000000002</c:v>
                </c:pt>
                <c:pt idx="7287">
                  <c:v>504.61700000000002</c:v>
                </c:pt>
                <c:pt idx="7288">
                  <c:v>504.61700000000002</c:v>
                </c:pt>
                <c:pt idx="7289">
                  <c:v>504.61700000000002</c:v>
                </c:pt>
                <c:pt idx="7290">
                  <c:v>504.61700000000002</c:v>
                </c:pt>
                <c:pt idx="7291">
                  <c:v>504.61700000000002</c:v>
                </c:pt>
                <c:pt idx="7292">
                  <c:v>504.61700000000002</c:v>
                </c:pt>
                <c:pt idx="7293">
                  <c:v>504.61700000000002</c:v>
                </c:pt>
                <c:pt idx="7294">
                  <c:v>0</c:v>
                </c:pt>
                <c:pt idx="7295">
                  <c:v>0</c:v>
                </c:pt>
                <c:pt idx="7296">
                  <c:v>0</c:v>
                </c:pt>
                <c:pt idx="7297">
                  <c:v>0</c:v>
                </c:pt>
                <c:pt idx="7298">
                  <c:v>0</c:v>
                </c:pt>
                <c:pt idx="7299">
                  <c:v>0</c:v>
                </c:pt>
                <c:pt idx="7300">
                  <c:v>0</c:v>
                </c:pt>
                <c:pt idx="7301">
                  <c:v>0</c:v>
                </c:pt>
                <c:pt idx="7302">
                  <c:v>0</c:v>
                </c:pt>
                <c:pt idx="7303">
                  <c:v>0</c:v>
                </c:pt>
                <c:pt idx="7304">
                  <c:v>504.61700000000002</c:v>
                </c:pt>
                <c:pt idx="7305">
                  <c:v>504.61700000000002</c:v>
                </c:pt>
                <c:pt idx="7306">
                  <c:v>504.61700000000002</c:v>
                </c:pt>
                <c:pt idx="7307">
                  <c:v>504.61700000000002</c:v>
                </c:pt>
                <c:pt idx="7308">
                  <c:v>504.61700000000002</c:v>
                </c:pt>
                <c:pt idx="7309">
                  <c:v>504.61700000000002</c:v>
                </c:pt>
                <c:pt idx="7310">
                  <c:v>504.61700000000002</c:v>
                </c:pt>
                <c:pt idx="7311">
                  <c:v>504.61700000000002</c:v>
                </c:pt>
                <c:pt idx="7312">
                  <c:v>504.61700000000002</c:v>
                </c:pt>
                <c:pt idx="7313">
                  <c:v>504.61700000000002</c:v>
                </c:pt>
                <c:pt idx="7314">
                  <c:v>504.61700000000002</c:v>
                </c:pt>
                <c:pt idx="7315">
                  <c:v>504.61700000000002</c:v>
                </c:pt>
                <c:pt idx="7316">
                  <c:v>504.61700000000002</c:v>
                </c:pt>
                <c:pt idx="7317">
                  <c:v>504.61700000000002</c:v>
                </c:pt>
                <c:pt idx="7318">
                  <c:v>0</c:v>
                </c:pt>
                <c:pt idx="7319">
                  <c:v>0</c:v>
                </c:pt>
                <c:pt idx="7320">
                  <c:v>0</c:v>
                </c:pt>
                <c:pt idx="7321">
                  <c:v>0</c:v>
                </c:pt>
                <c:pt idx="7322">
                  <c:v>0</c:v>
                </c:pt>
                <c:pt idx="7323">
                  <c:v>0</c:v>
                </c:pt>
                <c:pt idx="7324">
                  <c:v>0</c:v>
                </c:pt>
                <c:pt idx="7325">
                  <c:v>0</c:v>
                </c:pt>
                <c:pt idx="7326">
                  <c:v>0</c:v>
                </c:pt>
                <c:pt idx="7327">
                  <c:v>0</c:v>
                </c:pt>
                <c:pt idx="7328">
                  <c:v>504.61700000000002</c:v>
                </c:pt>
                <c:pt idx="7329">
                  <c:v>504.61700000000002</c:v>
                </c:pt>
                <c:pt idx="7330">
                  <c:v>504.61700000000002</c:v>
                </c:pt>
                <c:pt idx="7331">
                  <c:v>504.61700000000002</c:v>
                </c:pt>
                <c:pt idx="7332">
                  <c:v>504.61700000000002</c:v>
                </c:pt>
                <c:pt idx="7333">
                  <c:v>504.61700000000002</c:v>
                </c:pt>
                <c:pt idx="7334">
                  <c:v>504.61700000000002</c:v>
                </c:pt>
                <c:pt idx="7335">
                  <c:v>504.61700000000002</c:v>
                </c:pt>
                <c:pt idx="7336">
                  <c:v>504.61700000000002</c:v>
                </c:pt>
                <c:pt idx="7337">
                  <c:v>504.61700000000002</c:v>
                </c:pt>
                <c:pt idx="7338">
                  <c:v>504.61700000000002</c:v>
                </c:pt>
                <c:pt idx="7339">
                  <c:v>504.61700000000002</c:v>
                </c:pt>
                <c:pt idx="7340">
                  <c:v>504.61700000000002</c:v>
                </c:pt>
                <c:pt idx="7341">
                  <c:v>504.61700000000002</c:v>
                </c:pt>
                <c:pt idx="7342">
                  <c:v>0</c:v>
                </c:pt>
                <c:pt idx="7343">
                  <c:v>0</c:v>
                </c:pt>
                <c:pt idx="7344">
                  <c:v>0</c:v>
                </c:pt>
                <c:pt idx="7345">
                  <c:v>0</c:v>
                </c:pt>
                <c:pt idx="7346">
                  <c:v>0</c:v>
                </c:pt>
                <c:pt idx="7347">
                  <c:v>0</c:v>
                </c:pt>
                <c:pt idx="7348">
                  <c:v>0</c:v>
                </c:pt>
                <c:pt idx="7349">
                  <c:v>0</c:v>
                </c:pt>
                <c:pt idx="7350">
                  <c:v>0</c:v>
                </c:pt>
                <c:pt idx="7351">
                  <c:v>0</c:v>
                </c:pt>
                <c:pt idx="7352">
                  <c:v>504.61700000000002</c:v>
                </c:pt>
                <c:pt idx="7353">
                  <c:v>504.61700000000002</c:v>
                </c:pt>
                <c:pt idx="7354">
                  <c:v>504.61700000000002</c:v>
                </c:pt>
                <c:pt idx="7355">
                  <c:v>504.61700000000002</c:v>
                </c:pt>
                <c:pt idx="7356">
                  <c:v>504.61700000000002</c:v>
                </c:pt>
                <c:pt idx="7357">
                  <c:v>504.61700000000002</c:v>
                </c:pt>
                <c:pt idx="7358">
                  <c:v>504.61700000000002</c:v>
                </c:pt>
                <c:pt idx="7359">
                  <c:v>504.61700000000002</c:v>
                </c:pt>
                <c:pt idx="7360">
                  <c:v>504.61700000000002</c:v>
                </c:pt>
                <c:pt idx="7361">
                  <c:v>504.61700000000002</c:v>
                </c:pt>
                <c:pt idx="7362">
                  <c:v>504.61700000000002</c:v>
                </c:pt>
                <c:pt idx="7363">
                  <c:v>504.61700000000002</c:v>
                </c:pt>
                <c:pt idx="7364">
                  <c:v>504.61700000000002</c:v>
                </c:pt>
                <c:pt idx="7365">
                  <c:v>504.61700000000002</c:v>
                </c:pt>
                <c:pt idx="7366">
                  <c:v>0</c:v>
                </c:pt>
                <c:pt idx="7367">
                  <c:v>0</c:v>
                </c:pt>
                <c:pt idx="7368">
                  <c:v>0</c:v>
                </c:pt>
                <c:pt idx="7369">
                  <c:v>0</c:v>
                </c:pt>
                <c:pt idx="7370">
                  <c:v>0</c:v>
                </c:pt>
                <c:pt idx="7371">
                  <c:v>0</c:v>
                </c:pt>
                <c:pt idx="7372">
                  <c:v>0</c:v>
                </c:pt>
                <c:pt idx="7373">
                  <c:v>0</c:v>
                </c:pt>
                <c:pt idx="7374">
                  <c:v>0</c:v>
                </c:pt>
                <c:pt idx="7375">
                  <c:v>0</c:v>
                </c:pt>
                <c:pt idx="7376">
                  <c:v>504.61700000000002</c:v>
                </c:pt>
                <c:pt idx="7377">
                  <c:v>504.61700000000002</c:v>
                </c:pt>
                <c:pt idx="7378">
                  <c:v>504.61700000000002</c:v>
                </c:pt>
                <c:pt idx="7379">
                  <c:v>504.61700000000002</c:v>
                </c:pt>
                <c:pt idx="7380">
                  <c:v>504.61700000000002</c:v>
                </c:pt>
                <c:pt idx="7381">
                  <c:v>504.61700000000002</c:v>
                </c:pt>
                <c:pt idx="7382">
                  <c:v>504.61700000000002</c:v>
                </c:pt>
                <c:pt idx="7383">
                  <c:v>504.61700000000002</c:v>
                </c:pt>
                <c:pt idx="7384">
                  <c:v>504.61700000000002</c:v>
                </c:pt>
                <c:pt idx="7385">
                  <c:v>504.61700000000002</c:v>
                </c:pt>
                <c:pt idx="7386">
                  <c:v>504.61700000000002</c:v>
                </c:pt>
                <c:pt idx="7387">
                  <c:v>504.61700000000002</c:v>
                </c:pt>
                <c:pt idx="7388">
                  <c:v>504.61700000000002</c:v>
                </c:pt>
                <c:pt idx="7389">
                  <c:v>504.61700000000002</c:v>
                </c:pt>
                <c:pt idx="7390">
                  <c:v>0</c:v>
                </c:pt>
                <c:pt idx="7391">
                  <c:v>0</c:v>
                </c:pt>
                <c:pt idx="7392">
                  <c:v>0</c:v>
                </c:pt>
                <c:pt idx="7393">
                  <c:v>0</c:v>
                </c:pt>
                <c:pt idx="7394">
                  <c:v>0</c:v>
                </c:pt>
                <c:pt idx="7395">
                  <c:v>0</c:v>
                </c:pt>
                <c:pt idx="7396">
                  <c:v>0</c:v>
                </c:pt>
                <c:pt idx="7397">
                  <c:v>0</c:v>
                </c:pt>
                <c:pt idx="7398">
                  <c:v>0</c:v>
                </c:pt>
                <c:pt idx="7399">
                  <c:v>0</c:v>
                </c:pt>
                <c:pt idx="7400">
                  <c:v>504.61700000000002</c:v>
                </c:pt>
                <c:pt idx="7401">
                  <c:v>504.61700000000002</c:v>
                </c:pt>
                <c:pt idx="7402">
                  <c:v>504.61700000000002</c:v>
                </c:pt>
                <c:pt idx="7403">
                  <c:v>504.61700000000002</c:v>
                </c:pt>
                <c:pt idx="7404">
                  <c:v>504.61700000000002</c:v>
                </c:pt>
                <c:pt idx="7405">
                  <c:v>504.61700000000002</c:v>
                </c:pt>
                <c:pt idx="7406">
                  <c:v>504.61700000000002</c:v>
                </c:pt>
                <c:pt idx="7407">
                  <c:v>504.61700000000002</c:v>
                </c:pt>
                <c:pt idx="7408">
                  <c:v>504.61700000000002</c:v>
                </c:pt>
                <c:pt idx="7409">
                  <c:v>504.61700000000002</c:v>
                </c:pt>
                <c:pt idx="7410">
                  <c:v>504.61700000000002</c:v>
                </c:pt>
                <c:pt idx="7411">
                  <c:v>504.61700000000002</c:v>
                </c:pt>
                <c:pt idx="7412">
                  <c:v>504.61700000000002</c:v>
                </c:pt>
                <c:pt idx="7413">
                  <c:v>504.61700000000002</c:v>
                </c:pt>
                <c:pt idx="7414">
                  <c:v>0</c:v>
                </c:pt>
                <c:pt idx="7415">
                  <c:v>0</c:v>
                </c:pt>
                <c:pt idx="7416">
                  <c:v>0</c:v>
                </c:pt>
                <c:pt idx="7417">
                  <c:v>0</c:v>
                </c:pt>
                <c:pt idx="7418">
                  <c:v>0</c:v>
                </c:pt>
                <c:pt idx="7419">
                  <c:v>0</c:v>
                </c:pt>
                <c:pt idx="7420">
                  <c:v>0</c:v>
                </c:pt>
                <c:pt idx="7421">
                  <c:v>0</c:v>
                </c:pt>
                <c:pt idx="7422">
                  <c:v>0</c:v>
                </c:pt>
                <c:pt idx="7423">
                  <c:v>0</c:v>
                </c:pt>
                <c:pt idx="7424">
                  <c:v>504.61700000000002</c:v>
                </c:pt>
                <c:pt idx="7425">
                  <c:v>504.61700000000002</c:v>
                </c:pt>
                <c:pt idx="7426">
                  <c:v>504.61700000000002</c:v>
                </c:pt>
                <c:pt idx="7427">
                  <c:v>504.61700000000002</c:v>
                </c:pt>
                <c:pt idx="7428">
                  <c:v>504.61700000000002</c:v>
                </c:pt>
                <c:pt idx="7429">
                  <c:v>504.61700000000002</c:v>
                </c:pt>
                <c:pt idx="7430">
                  <c:v>504.61700000000002</c:v>
                </c:pt>
                <c:pt idx="7431">
                  <c:v>504.61700000000002</c:v>
                </c:pt>
                <c:pt idx="7432">
                  <c:v>504.61700000000002</c:v>
                </c:pt>
                <c:pt idx="7433">
                  <c:v>504.61700000000002</c:v>
                </c:pt>
                <c:pt idx="7434">
                  <c:v>504.61700000000002</c:v>
                </c:pt>
                <c:pt idx="7435">
                  <c:v>504.61700000000002</c:v>
                </c:pt>
                <c:pt idx="7436">
                  <c:v>504.61700000000002</c:v>
                </c:pt>
                <c:pt idx="7437">
                  <c:v>504.61700000000002</c:v>
                </c:pt>
                <c:pt idx="7438">
                  <c:v>0</c:v>
                </c:pt>
                <c:pt idx="7439">
                  <c:v>0</c:v>
                </c:pt>
                <c:pt idx="7440">
                  <c:v>0</c:v>
                </c:pt>
                <c:pt idx="7441">
                  <c:v>0</c:v>
                </c:pt>
                <c:pt idx="7442">
                  <c:v>0</c:v>
                </c:pt>
                <c:pt idx="7443">
                  <c:v>0</c:v>
                </c:pt>
                <c:pt idx="7444">
                  <c:v>0</c:v>
                </c:pt>
                <c:pt idx="7445">
                  <c:v>0</c:v>
                </c:pt>
                <c:pt idx="7446">
                  <c:v>0</c:v>
                </c:pt>
                <c:pt idx="7447">
                  <c:v>0</c:v>
                </c:pt>
                <c:pt idx="7448">
                  <c:v>504.61700000000002</c:v>
                </c:pt>
                <c:pt idx="7449">
                  <c:v>504.61700000000002</c:v>
                </c:pt>
                <c:pt idx="7450">
                  <c:v>504.61700000000002</c:v>
                </c:pt>
                <c:pt idx="7451">
                  <c:v>504.61700000000002</c:v>
                </c:pt>
                <c:pt idx="7452">
                  <c:v>504.61700000000002</c:v>
                </c:pt>
                <c:pt idx="7453">
                  <c:v>504.61700000000002</c:v>
                </c:pt>
                <c:pt idx="7454">
                  <c:v>504.61700000000002</c:v>
                </c:pt>
                <c:pt idx="7455">
                  <c:v>504.61700000000002</c:v>
                </c:pt>
                <c:pt idx="7456">
                  <c:v>504.61700000000002</c:v>
                </c:pt>
                <c:pt idx="7457">
                  <c:v>504.61700000000002</c:v>
                </c:pt>
                <c:pt idx="7458">
                  <c:v>504.61700000000002</c:v>
                </c:pt>
                <c:pt idx="7459">
                  <c:v>504.61700000000002</c:v>
                </c:pt>
                <c:pt idx="7460">
                  <c:v>504.61700000000002</c:v>
                </c:pt>
                <c:pt idx="7461">
                  <c:v>504.61700000000002</c:v>
                </c:pt>
                <c:pt idx="7462">
                  <c:v>0</c:v>
                </c:pt>
                <c:pt idx="7463">
                  <c:v>0</c:v>
                </c:pt>
                <c:pt idx="7464">
                  <c:v>0</c:v>
                </c:pt>
                <c:pt idx="7465">
                  <c:v>0</c:v>
                </c:pt>
                <c:pt idx="7466">
                  <c:v>0</c:v>
                </c:pt>
                <c:pt idx="7467">
                  <c:v>0</c:v>
                </c:pt>
                <c:pt idx="7468">
                  <c:v>0</c:v>
                </c:pt>
                <c:pt idx="7469">
                  <c:v>0</c:v>
                </c:pt>
                <c:pt idx="7470">
                  <c:v>0</c:v>
                </c:pt>
                <c:pt idx="7471">
                  <c:v>0</c:v>
                </c:pt>
                <c:pt idx="7472">
                  <c:v>504.61700000000002</c:v>
                </c:pt>
                <c:pt idx="7473">
                  <c:v>504.61700000000002</c:v>
                </c:pt>
                <c:pt idx="7474">
                  <c:v>504.61700000000002</c:v>
                </c:pt>
                <c:pt idx="7475">
                  <c:v>504.61700000000002</c:v>
                </c:pt>
                <c:pt idx="7476">
                  <c:v>504.61700000000002</c:v>
                </c:pt>
                <c:pt idx="7477">
                  <c:v>504.61700000000002</c:v>
                </c:pt>
                <c:pt idx="7478">
                  <c:v>504.61700000000002</c:v>
                </c:pt>
                <c:pt idx="7479">
                  <c:v>504.61700000000002</c:v>
                </c:pt>
                <c:pt idx="7480">
                  <c:v>504.61700000000002</c:v>
                </c:pt>
                <c:pt idx="7481">
                  <c:v>504.61700000000002</c:v>
                </c:pt>
                <c:pt idx="7482">
                  <c:v>504.61700000000002</c:v>
                </c:pt>
                <c:pt idx="7483">
                  <c:v>504.61700000000002</c:v>
                </c:pt>
                <c:pt idx="7484">
                  <c:v>504.61700000000002</c:v>
                </c:pt>
                <c:pt idx="7485">
                  <c:v>504.61700000000002</c:v>
                </c:pt>
                <c:pt idx="7486">
                  <c:v>0</c:v>
                </c:pt>
                <c:pt idx="7487">
                  <c:v>0</c:v>
                </c:pt>
                <c:pt idx="7488">
                  <c:v>0</c:v>
                </c:pt>
                <c:pt idx="7489">
                  <c:v>0</c:v>
                </c:pt>
                <c:pt idx="7490">
                  <c:v>0</c:v>
                </c:pt>
                <c:pt idx="7491">
                  <c:v>0</c:v>
                </c:pt>
                <c:pt idx="7492">
                  <c:v>0</c:v>
                </c:pt>
                <c:pt idx="7493">
                  <c:v>0</c:v>
                </c:pt>
                <c:pt idx="7494">
                  <c:v>0</c:v>
                </c:pt>
                <c:pt idx="7495">
                  <c:v>0</c:v>
                </c:pt>
                <c:pt idx="7496">
                  <c:v>504.61700000000002</c:v>
                </c:pt>
                <c:pt idx="7497">
                  <c:v>504.61700000000002</c:v>
                </c:pt>
                <c:pt idx="7498">
                  <c:v>504.61700000000002</c:v>
                </c:pt>
                <c:pt idx="7499">
                  <c:v>504.61700000000002</c:v>
                </c:pt>
                <c:pt idx="7500">
                  <c:v>504.61700000000002</c:v>
                </c:pt>
                <c:pt idx="7501">
                  <c:v>504.61700000000002</c:v>
                </c:pt>
                <c:pt idx="7502">
                  <c:v>504.61700000000002</c:v>
                </c:pt>
                <c:pt idx="7503">
                  <c:v>504.61700000000002</c:v>
                </c:pt>
                <c:pt idx="7504">
                  <c:v>504.61700000000002</c:v>
                </c:pt>
                <c:pt idx="7505">
                  <c:v>504.61700000000002</c:v>
                </c:pt>
                <c:pt idx="7506">
                  <c:v>504.61700000000002</c:v>
                </c:pt>
                <c:pt idx="7507">
                  <c:v>504.61700000000002</c:v>
                </c:pt>
                <c:pt idx="7508">
                  <c:v>504.61700000000002</c:v>
                </c:pt>
                <c:pt idx="7509">
                  <c:v>504.61700000000002</c:v>
                </c:pt>
                <c:pt idx="7510">
                  <c:v>0</c:v>
                </c:pt>
                <c:pt idx="7511">
                  <c:v>0</c:v>
                </c:pt>
                <c:pt idx="7512">
                  <c:v>0</c:v>
                </c:pt>
                <c:pt idx="7513">
                  <c:v>0</c:v>
                </c:pt>
                <c:pt idx="7514">
                  <c:v>0</c:v>
                </c:pt>
                <c:pt idx="7515">
                  <c:v>0</c:v>
                </c:pt>
                <c:pt idx="7516">
                  <c:v>0</c:v>
                </c:pt>
                <c:pt idx="7517">
                  <c:v>0</c:v>
                </c:pt>
                <c:pt idx="7518">
                  <c:v>0</c:v>
                </c:pt>
                <c:pt idx="7519">
                  <c:v>0</c:v>
                </c:pt>
                <c:pt idx="7520">
                  <c:v>504.61700000000002</c:v>
                </c:pt>
                <c:pt idx="7521">
                  <c:v>504.61700000000002</c:v>
                </c:pt>
                <c:pt idx="7522">
                  <c:v>504.61700000000002</c:v>
                </c:pt>
                <c:pt idx="7523">
                  <c:v>504.61700000000002</c:v>
                </c:pt>
                <c:pt idx="7524">
                  <c:v>504.61700000000002</c:v>
                </c:pt>
                <c:pt idx="7525">
                  <c:v>504.61700000000002</c:v>
                </c:pt>
                <c:pt idx="7526">
                  <c:v>504.61700000000002</c:v>
                </c:pt>
                <c:pt idx="7527">
                  <c:v>504.61700000000002</c:v>
                </c:pt>
                <c:pt idx="7528">
                  <c:v>504.61700000000002</c:v>
                </c:pt>
                <c:pt idx="7529">
                  <c:v>504.61700000000002</c:v>
                </c:pt>
                <c:pt idx="7530">
                  <c:v>504.61700000000002</c:v>
                </c:pt>
                <c:pt idx="7531">
                  <c:v>504.61700000000002</c:v>
                </c:pt>
                <c:pt idx="7532">
                  <c:v>504.61700000000002</c:v>
                </c:pt>
                <c:pt idx="7533">
                  <c:v>504.61700000000002</c:v>
                </c:pt>
                <c:pt idx="7534">
                  <c:v>0</c:v>
                </c:pt>
                <c:pt idx="7535">
                  <c:v>0</c:v>
                </c:pt>
                <c:pt idx="7536">
                  <c:v>0</c:v>
                </c:pt>
                <c:pt idx="7537">
                  <c:v>0</c:v>
                </c:pt>
                <c:pt idx="7538">
                  <c:v>0</c:v>
                </c:pt>
                <c:pt idx="7539">
                  <c:v>0</c:v>
                </c:pt>
                <c:pt idx="7540">
                  <c:v>0</c:v>
                </c:pt>
                <c:pt idx="7541">
                  <c:v>0</c:v>
                </c:pt>
                <c:pt idx="7542">
                  <c:v>0</c:v>
                </c:pt>
                <c:pt idx="7543">
                  <c:v>0</c:v>
                </c:pt>
                <c:pt idx="7544">
                  <c:v>504.61700000000002</c:v>
                </c:pt>
                <c:pt idx="7545">
                  <c:v>504.61700000000002</c:v>
                </c:pt>
                <c:pt idx="7546">
                  <c:v>504.61700000000002</c:v>
                </c:pt>
                <c:pt idx="7547">
                  <c:v>504.61700000000002</c:v>
                </c:pt>
                <c:pt idx="7548">
                  <c:v>504.61700000000002</c:v>
                </c:pt>
                <c:pt idx="7549">
                  <c:v>504.61700000000002</c:v>
                </c:pt>
                <c:pt idx="7550">
                  <c:v>504.61700000000002</c:v>
                </c:pt>
                <c:pt idx="7551">
                  <c:v>504.61700000000002</c:v>
                </c:pt>
                <c:pt idx="7552">
                  <c:v>504.61700000000002</c:v>
                </c:pt>
                <c:pt idx="7553">
                  <c:v>504.61700000000002</c:v>
                </c:pt>
                <c:pt idx="7554">
                  <c:v>504.61700000000002</c:v>
                </c:pt>
                <c:pt idx="7555">
                  <c:v>504.61700000000002</c:v>
                </c:pt>
                <c:pt idx="7556">
                  <c:v>504.61700000000002</c:v>
                </c:pt>
                <c:pt idx="7557">
                  <c:v>504.61700000000002</c:v>
                </c:pt>
                <c:pt idx="7558">
                  <c:v>0</c:v>
                </c:pt>
                <c:pt idx="7559">
                  <c:v>0</c:v>
                </c:pt>
                <c:pt idx="7560">
                  <c:v>0</c:v>
                </c:pt>
                <c:pt idx="7561">
                  <c:v>0</c:v>
                </c:pt>
                <c:pt idx="7562">
                  <c:v>0</c:v>
                </c:pt>
                <c:pt idx="7563">
                  <c:v>0</c:v>
                </c:pt>
                <c:pt idx="7564">
                  <c:v>0</c:v>
                </c:pt>
                <c:pt idx="7565">
                  <c:v>0</c:v>
                </c:pt>
                <c:pt idx="7566">
                  <c:v>0</c:v>
                </c:pt>
                <c:pt idx="7567">
                  <c:v>0</c:v>
                </c:pt>
                <c:pt idx="7568">
                  <c:v>504.61700000000002</c:v>
                </c:pt>
                <c:pt idx="7569">
                  <c:v>504.61700000000002</c:v>
                </c:pt>
                <c:pt idx="7570">
                  <c:v>504.61700000000002</c:v>
                </c:pt>
                <c:pt idx="7571">
                  <c:v>504.61700000000002</c:v>
                </c:pt>
                <c:pt idx="7572">
                  <c:v>504.61700000000002</c:v>
                </c:pt>
                <c:pt idx="7573">
                  <c:v>504.61700000000002</c:v>
                </c:pt>
                <c:pt idx="7574">
                  <c:v>504.61700000000002</c:v>
                </c:pt>
                <c:pt idx="7575">
                  <c:v>504.61700000000002</c:v>
                </c:pt>
                <c:pt idx="7576">
                  <c:v>504.61700000000002</c:v>
                </c:pt>
                <c:pt idx="7577">
                  <c:v>504.61700000000002</c:v>
                </c:pt>
                <c:pt idx="7578">
                  <c:v>504.61700000000002</c:v>
                </c:pt>
                <c:pt idx="7579">
                  <c:v>504.61700000000002</c:v>
                </c:pt>
                <c:pt idx="7580">
                  <c:v>504.61700000000002</c:v>
                </c:pt>
                <c:pt idx="7581">
                  <c:v>504.61700000000002</c:v>
                </c:pt>
                <c:pt idx="7582">
                  <c:v>0</c:v>
                </c:pt>
                <c:pt idx="7583">
                  <c:v>0</c:v>
                </c:pt>
                <c:pt idx="7584">
                  <c:v>0</c:v>
                </c:pt>
                <c:pt idx="7585">
                  <c:v>0</c:v>
                </c:pt>
                <c:pt idx="7586">
                  <c:v>0</c:v>
                </c:pt>
                <c:pt idx="7587">
                  <c:v>0</c:v>
                </c:pt>
                <c:pt idx="7588">
                  <c:v>0</c:v>
                </c:pt>
                <c:pt idx="7589">
                  <c:v>0</c:v>
                </c:pt>
                <c:pt idx="7590">
                  <c:v>0</c:v>
                </c:pt>
                <c:pt idx="7591">
                  <c:v>0</c:v>
                </c:pt>
                <c:pt idx="7592">
                  <c:v>504.61700000000002</c:v>
                </c:pt>
                <c:pt idx="7593">
                  <c:v>504.61700000000002</c:v>
                </c:pt>
                <c:pt idx="7594">
                  <c:v>504.61700000000002</c:v>
                </c:pt>
                <c:pt idx="7595">
                  <c:v>504.61700000000002</c:v>
                </c:pt>
                <c:pt idx="7596">
                  <c:v>504.61700000000002</c:v>
                </c:pt>
                <c:pt idx="7597">
                  <c:v>504.61700000000002</c:v>
                </c:pt>
                <c:pt idx="7598">
                  <c:v>504.61700000000002</c:v>
                </c:pt>
                <c:pt idx="7599">
                  <c:v>504.61700000000002</c:v>
                </c:pt>
                <c:pt idx="7600">
                  <c:v>504.61700000000002</c:v>
                </c:pt>
                <c:pt idx="7601">
                  <c:v>504.61700000000002</c:v>
                </c:pt>
                <c:pt idx="7602">
                  <c:v>504.61700000000002</c:v>
                </c:pt>
                <c:pt idx="7603">
                  <c:v>504.61700000000002</c:v>
                </c:pt>
                <c:pt idx="7604">
                  <c:v>504.61700000000002</c:v>
                </c:pt>
                <c:pt idx="7605">
                  <c:v>504.61700000000002</c:v>
                </c:pt>
                <c:pt idx="7606">
                  <c:v>0</c:v>
                </c:pt>
                <c:pt idx="7607">
                  <c:v>0</c:v>
                </c:pt>
                <c:pt idx="7608">
                  <c:v>0</c:v>
                </c:pt>
                <c:pt idx="7609">
                  <c:v>0</c:v>
                </c:pt>
                <c:pt idx="7610">
                  <c:v>0</c:v>
                </c:pt>
                <c:pt idx="7611">
                  <c:v>0</c:v>
                </c:pt>
                <c:pt idx="7612">
                  <c:v>0</c:v>
                </c:pt>
                <c:pt idx="7613">
                  <c:v>0</c:v>
                </c:pt>
                <c:pt idx="7614">
                  <c:v>0</c:v>
                </c:pt>
                <c:pt idx="7615">
                  <c:v>0</c:v>
                </c:pt>
                <c:pt idx="7616">
                  <c:v>504.61700000000002</c:v>
                </c:pt>
                <c:pt idx="7617">
                  <c:v>504.61700000000002</c:v>
                </c:pt>
                <c:pt idx="7618">
                  <c:v>504.61700000000002</c:v>
                </c:pt>
                <c:pt idx="7619">
                  <c:v>504.61700000000002</c:v>
                </c:pt>
                <c:pt idx="7620">
                  <c:v>504.61700000000002</c:v>
                </c:pt>
                <c:pt idx="7621">
                  <c:v>504.61700000000002</c:v>
                </c:pt>
                <c:pt idx="7622">
                  <c:v>504.61700000000002</c:v>
                </c:pt>
                <c:pt idx="7623">
                  <c:v>504.61700000000002</c:v>
                </c:pt>
                <c:pt idx="7624">
                  <c:v>504.61700000000002</c:v>
                </c:pt>
                <c:pt idx="7625">
                  <c:v>504.61700000000002</c:v>
                </c:pt>
                <c:pt idx="7626">
                  <c:v>504.61700000000002</c:v>
                </c:pt>
                <c:pt idx="7627">
                  <c:v>504.61700000000002</c:v>
                </c:pt>
                <c:pt idx="7628">
                  <c:v>504.61700000000002</c:v>
                </c:pt>
                <c:pt idx="7629">
                  <c:v>504.61700000000002</c:v>
                </c:pt>
                <c:pt idx="7630">
                  <c:v>0</c:v>
                </c:pt>
                <c:pt idx="7631">
                  <c:v>0</c:v>
                </c:pt>
                <c:pt idx="7632">
                  <c:v>0</c:v>
                </c:pt>
                <c:pt idx="7633">
                  <c:v>0</c:v>
                </c:pt>
                <c:pt idx="7634">
                  <c:v>0</c:v>
                </c:pt>
                <c:pt idx="7635">
                  <c:v>0</c:v>
                </c:pt>
                <c:pt idx="7636">
                  <c:v>0</c:v>
                </c:pt>
                <c:pt idx="7637">
                  <c:v>0</c:v>
                </c:pt>
                <c:pt idx="7638">
                  <c:v>0</c:v>
                </c:pt>
                <c:pt idx="7639">
                  <c:v>0</c:v>
                </c:pt>
                <c:pt idx="7640">
                  <c:v>504.61700000000002</c:v>
                </c:pt>
                <c:pt idx="7641">
                  <c:v>504.61700000000002</c:v>
                </c:pt>
                <c:pt idx="7642">
                  <c:v>504.61700000000002</c:v>
                </c:pt>
                <c:pt idx="7643">
                  <c:v>504.61700000000002</c:v>
                </c:pt>
                <c:pt idx="7644">
                  <c:v>504.61700000000002</c:v>
                </c:pt>
                <c:pt idx="7645">
                  <c:v>504.61700000000002</c:v>
                </c:pt>
                <c:pt idx="7646">
                  <c:v>504.61700000000002</c:v>
                </c:pt>
                <c:pt idx="7647">
                  <c:v>504.61700000000002</c:v>
                </c:pt>
                <c:pt idx="7648">
                  <c:v>504.61700000000002</c:v>
                </c:pt>
                <c:pt idx="7649">
                  <c:v>504.61700000000002</c:v>
                </c:pt>
                <c:pt idx="7650">
                  <c:v>504.61700000000002</c:v>
                </c:pt>
                <c:pt idx="7651">
                  <c:v>504.61700000000002</c:v>
                </c:pt>
                <c:pt idx="7652">
                  <c:v>504.61700000000002</c:v>
                </c:pt>
                <c:pt idx="7653">
                  <c:v>504.61700000000002</c:v>
                </c:pt>
                <c:pt idx="7654">
                  <c:v>0</c:v>
                </c:pt>
                <c:pt idx="7655">
                  <c:v>0</c:v>
                </c:pt>
                <c:pt idx="7656">
                  <c:v>0</c:v>
                </c:pt>
                <c:pt idx="7657">
                  <c:v>0</c:v>
                </c:pt>
                <c:pt idx="7658">
                  <c:v>0</c:v>
                </c:pt>
                <c:pt idx="7659">
                  <c:v>0</c:v>
                </c:pt>
                <c:pt idx="7660">
                  <c:v>0</c:v>
                </c:pt>
                <c:pt idx="7661">
                  <c:v>0</c:v>
                </c:pt>
                <c:pt idx="7662">
                  <c:v>0</c:v>
                </c:pt>
                <c:pt idx="7663">
                  <c:v>0</c:v>
                </c:pt>
                <c:pt idx="7664">
                  <c:v>504.61700000000002</c:v>
                </c:pt>
                <c:pt idx="7665">
                  <c:v>504.61700000000002</c:v>
                </c:pt>
                <c:pt idx="7666">
                  <c:v>504.61700000000002</c:v>
                </c:pt>
                <c:pt idx="7667">
                  <c:v>504.61700000000002</c:v>
                </c:pt>
                <c:pt idx="7668">
                  <c:v>504.61700000000002</c:v>
                </c:pt>
                <c:pt idx="7669">
                  <c:v>504.61700000000002</c:v>
                </c:pt>
                <c:pt idx="7670">
                  <c:v>504.61700000000002</c:v>
                </c:pt>
                <c:pt idx="7671">
                  <c:v>504.61700000000002</c:v>
                </c:pt>
                <c:pt idx="7672">
                  <c:v>504.61700000000002</c:v>
                </c:pt>
                <c:pt idx="7673">
                  <c:v>504.61700000000002</c:v>
                </c:pt>
                <c:pt idx="7674">
                  <c:v>504.61700000000002</c:v>
                </c:pt>
                <c:pt idx="7675">
                  <c:v>504.61700000000002</c:v>
                </c:pt>
                <c:pt idx="7676">
                  <c:v>504.61700000000002</c:v>
                </c:pt>
                <c:pt idx="7677">
                  <c:v>504.61700000000002</c:v>
                </c:pt>
                <c:pt idx="7678">
                  <c:v>0</c:v>
                </c:pt>
                <c:pt idx="7679">
                  <c:v>0</c:v>
                </c:pt>
                <c:pt idx="7680">
                  <c:v>0</c:v>
                </c:pt>
                <c:pt idx="7681">
                  <c:v>0</c:v>
                </c:pt>
                <c:pt idx="7682">
                  <c:v>0</c:v>
                </c:pt>
                <c:pt idx="7683">
                  <c:v>0</c:v>
                </c:pt>
                <c:pt idx="7684">
                  <c:v>0</c:v>
                </c:pt>
                <c:pt idx="7685">
                  <c:v>0</c:v>
                </c:pt>
                <c:pt idx="7686">
                  <c:v>0</c:v>
                </c:pt>
                <c:pt idx="7687">
                  <c:v>0</c:v>
                </c:pt>
                <c:pt idx="7688">
                  <c:v>504.61700000000002</c:v>
                </c:pt>
                <c:pt idx="7689">
                  <c:v>504.61700000000002</c:v>
                </c:pt>
                <c:pt idx="7690">
                  <c:v>504.61700000000002</c:v>
                </c:pt>
                <c:pt idx="7691">
                  <c:v>504.61700000000002</c:v>
                </c:pt>
                <c:pt idx="7692">
                  <c:v>504.61700000000002</c:v>
                </c:pt>
                <c:pt idx="7693">
                  <c:v>504.61700000000002</c:v>
                </c:pt>
                <c:pt idx="7694">
                  <c:v>504.61700000000002</c:v>
                </c:pt>
                <c:pt idx="7695">
                  <c:v>504.61700000000002</c:v>
                </c:pt>
                <c:pt idx="7696">
                  <c:v>504.61700000000002</c:v>
                </c:pt>
                <c:pt idx="7697">
                  <c:v>504.61700000000002</c:v>
                </c:pt>
                <c:pt idx="7698">
                  <c:v>504.61700000000002</c:v>
                </c:pt>
                <c:pt idx="7699">
                  <c:v>504.61700000000002</c:v>
                </c:pt>
                <c:pt idx="7700">
                  <c:v>504.61700000000002</c:v>
                </c:pt>
                <c:pt idx="7701">
                  <c:v>504.61700000000002</c:v>
                </c:pt>
                <c:pt idx="7702">
                  <c:v>0</c:v>
                </c:pt>
                <c:pt idx="7703">
                  <c:v>0</c:v>
                </c:pt>
                <c:pt idx="7704">
                  <c:v>0</c:v>
                </c:pt>
                <c:pt idx="7705">
                  <c:v>0</c:v>
                </c:pt>
                <c:pt idx="7706">
                  <c:v>0</c:v>
                </c:pt>
                <c:pt idx="7707">
                  <c:v>0</c:v>
                </c:pt>
                <c:pt idx="7708">
                  <c:v>0</c:v>
                </c:pt>
                <c:pt idx="7709">
                  <c:v>0</c:v>
                </c:pt>
                <c:pt idx="7710">
                  <c:v>0</c:v>
                </c:pt>
                <c:pt idx="7711">
                  <c:v>0</c:v>
                </c:pt>
                <c:pt idx="7712">
                  <c:v>504.61700000000002</c:v>
                </c:pt>
                <c:pt idx="7713">
                  <c:v>504.61700000000002</c:v>
                </c:pt>
                <c:pt idx="7714">
                  <c:v>504.61700000000002</c:v>
                </c:pt>
                <c:pt idx="7715">
                  <c:v>504.61700000000002</c:v>
                </c:pt>
                <c:pt idx="7716">
                  <c:v>504.61700000000002</c:v>
                </c:pt>
                <c:pt idx="7717">
                  <c:v>504.61700000000002</c:v>
                </c:pt>
                <c:pt idx="7718">
                  <c:v>504.61700000000002</c:v>
                </c:pt>
                <c:pt idx="7719">
                  <c:v>504.61700000000002</c:v>
                </c:pt>
                <c:pt idx="7720">
                  <c:v>504.61700000000002</c:v>
                </c:pt>
                <c:pt idx="7721">
                  <c:v>504.61700000000002</c:v>
                </c:pt>
                <c:pt idx="7722">
                  <c:v>504.61700000000002</c:v>
                </c:pt>
                <c:pt idx="7723">
                  <c:v>504.61700000000002</c:v>
                </c:pt>
                <c:pt idx="7724">
                  <c:v>504.61700000000002</c:v>
                </c:pt>
                <c:pt idx="7725">
                  <c:v>504.61700000000002</c:v>
                </c:pt>
                <c:pt idx="7726">
                  <c:v>0</c:v>
                </c:pt>
                <c:pt idx="7727">
                  <c:v>0</c:v>
                </c:pt>
                <c:pt idx="7728">
                  <c:v>0</c:v>
                </c:pt>
                <c:pt idx="7729">
                  <c:v>0</c:v>
                </c:pt>
                <c:pt idx="7730">
                  <c:v>0</c:v>
                </c:pt>
                <c:pt idx="7731">
                  <c:v>0</c:v>
                </c:pt>
                <c:pt idx="7732">
                  <c:v>0</c:v>
                </c:pt>
                <c:pt idx="7733">
                  <c:v>0</c:v>
                </c:pt>
                <c:pt idx="7734">
                  <c:v>0</c:v>
                </c:pt>
                <c:pt idx="7735">
                  <c:v>0</c:v>
                </c:pt>
                <c:pt idx="7736">
                  <c:v>504.61700000000002</c:v>
                </c:pt>
                <c:pt idx="7737">
                  <c:v>504.61700000000002</c:v>
                </c:pt>
                <c:pt idx="7738">
                  <c:v>504.61700000000002</c:v>
                </c:pt>
                <c:pt idx="7739">
                  <c:v>504.61700000000002</c:v>
                </c:pt>
                <c:pt idx="7740">
                  <c:v>504.61700000000002</c:v>
                </c:pt>
                <c:pt idx="7741">
                  <c:v>504.61700000000002</c:v>
                </c:pt>
                <c:pt idx="7742">
                  <c:v>504.61700000000002</c:v>
                </c:pt>
                <c:pt idx="7743">
                  <c:v>504.61700000000002</c:v>
                </c:pt>
                <c:pt idx="7744">
                  <c:v>504.61700000000002</c:v>
                </c:pt>
                <c:pt idx="7745">
                  <c:v>504.61700000000002</c:v>
                </c:pt>
                <c:pt idx="7746">
                  <c:v>504.61700000000002</c:v>
                </c:pt>
                <c:pt idx="7747">
                  <c:v>504.61700000000002</c:v>
                </c:pt>
                <c:pt idx="7748">
                  <c:v>504.61700000000002</c:v>
                </c:pt>
                <c:pt idx="7749">
                  <c:v>504.61700000000002</c:v>
                </c:pt>
                <c:pt idx="7750">
                  <c:v>0</c:v>
                </c:pt>
                <c:pt idx="7751">
                  <c:v>0</c:v>
                </c:pt>
                <c:pt idx="7752">
                  <c:v>0</c:v>
                </c:pt>
                <c:pt idx="7753">
                  <c:v>0</c:v>
                </c:pt>
                <c:pt idx="7754">
                  <c:v>0</c:v>
                </c:pt>
                <c:pt idx="7755">
                  <c:v>0</c:v>
                </c:pt>
                <c:pt idx="7756">
                  <c:v>0</c:v>
                </c:pt>
                <c:pt idx="7757">
                  <c:v>0</c:v>
                </c:pt>
                <c:pt idx="7758">
                  <c:v>0</c:v>
                </c:pt>
                <c:pt idx="7759">
                  <c:v>0</c:v>
                </c:pt>
                <c:pt idx="7760">
                  <c:v>504.61700000000002</c:v>
                </c:pt>
                <c:pt idx="7761">
                  <c:v>504.61700000000002</c:v>
                </c:pt>
                <c:pt idx="7762">
                  <c:v>504.61700000000002</c:v>
                </c:pt>
                <c:pt idx="7763">
                  <c:v>504.61700000000002</c:v>
                </c:pt>
                <c:pt idx="7764">
                  <c:v>504.61700000000002</c:v>
                </c:pt>
                <c:pt idx="7765">
                  <c:v>504.61700000000002</c:v>
                </c:pt>
                <c:pt idx="7766">
                  <c:v>504.61700000000002</c:v>
                </c:pt>
                <c:pt idx="7767">
                  <c:v>504.61700000000002</c:v>
                </c:pt>
                <c:pt idx="7768">
                  <c:v>504.61700000000002</c:v>
                </c:pt>
                <c:pt idx="7769">
                  <c:v>504.61700000000002</c:v>
                </c:pt>
                <c:pt idx="7770">
                  <c:v>504.61700000000002</c:v>
                </c:pt>
                <c:pt idx="7771">
                  <c:v>504.61700000000002</c:v>
                </c:pt>
                <c:pt idx="7772">
                  <c:v>504.61700000000002</c:v>
                </c:pt>
                <c:pt idx="7773">
                  <c:v>504.61700000000002</c:v>
                </c:pt>
                <c:pt idx="7774">
                  <c:v>0</c:v>
                </c:pt>
                <c:pt idx="7775">
                  <c:v>0</c:v>
                </c:pt>
                <c:pt idx="7776">
                  <c:v>0</c:v>
                </c:pt>
                <c:pt idx="7777">
                  <c:v>0</c:v>
                </c:pt>
                <c:pt idx="7778">
                  <c:v>0</c:v>
                </c:pt>
                <c:pt idx="7779">
                  <c:v>0</c:v>
                </c:pt>
                <c:pt idx="7780">
                  <c:v>0</c:v>
                </c:pt>
                <c:pt idx="7781">
                  <c:v>0</c:v>
                </c:pt>
                <c:pt idx="7782">
                  <c:v>0</c:v>
                </c:pt>
                <c:pt idx="7783">
                  <c:v>0</c:v>
                </c:pt>
                <c:pt idx="7784">
                  <c:v>504.61700000000002</c:v>
                </c:pt>
                <c:pt idx="7785">
                  <c:v>504.61700000000002</c:v>
                </c:pt>
                <c:pt idx="7786">
                  <c:v>504.61700000000002</c:v>
                </c:pt>
                <c:pt idx="7787">
                  <c:v>504.61700000000002</c:v>
                </c:pt>
                <c:pt idx="7788">
                  <c:v>504.61700000000002</c:v>
                </c:pt>
                <c:pt idx="7789">
                  <c:v>504.61700000000002</c:v>
                </c:pt>
                <c:pt idx="7790">
                  <c:v>504.61700000000002</c:v>
                </c:pt>
                <c:pt idx="7791">
                  <c:v>504.61700000000002</c:v>
                </c:pt>
                <c:pt idx="7792">
                  <c:v>504.61700000000002</c:v>
                </c:pt>
                <c:pt idx="7793">
                  <c:v>504.61700000000002</c:v>
                </c:pt>
                <c:pt idx="7794">
                  <c:v>504.61700000000002</c:v>
                </c:pt>
                <c:pt idx="7795">
                  <c:v>504.61700000000002</c:v>
                </c:pt>
                <c:pt idx="7796">
                  <c:v>504.61700000000002</c:v>
                </c:pt>
                <c:pt idx="7797">
                  <c:v>504.61700000000002</c:v>
                </c:pt>
                <c:pt idx="7798">
                  <c:v>0</c:v>
                </c:pt>
                <c:pt idx="7799">
                  <c:v>0</c:v>
                </c:pt>
                <c:pt idx="7800">
                  <c:v>0</c:v>
                </c:pt>
                <c:pt idx="7801">
                  <c:v>0</c:v>
                </c:pt>
                <c:pt idx="7802">
                  <c:v>0</c:v>
                </c:pt>
                <c:pt idx="7803">
                  <c:v>0</c:v>
                </c:pt>
                <c:pt idx="7804">
                  <c:v>0</c:v>
                </c:pt>
                <c:pt idx="7805">
                  <c:v>0</c:v>
                </c:pt>
                <c:pt idx="7806">
                  <c:v>0</c:v>
                </c:pt>
                <c:pt idx="7807">
                  <c:v>0</c:v>
                </c:pt>
                <c:pt idx="7808">
                  <c:v>504.61700000000002</c:v>
                </c:pt>
                <c:pt idx="7809">
                  <c:v>504.61700000000002</c:v>
                </c:pt>
                <c:pt idx="7810">
                  <c:v>504.61700000000002</c:v>
                </c:pt>
                <c:pt idx="7811">
                  <c:v>504.61700000000002</c:v>
                </c:pt>
                <c:pt idx="7812">
                  <c:v>504.61700000000002</c:v>
                </c:pt>
                <c:pt idx="7813">
                  <c:v>504.61700000000002</c:v>
                </c:pt>
                <c:pt idx="7814">
                  <c:v>504.61700000000002</c:v>
                </c:pt>
                <c:pt idx="7815">
                  <c:v>504.61700000000002</c:v>
                </c:pt>
                <c:pt idx="7816">
                  <c:v>504.61700000000002</c:v>
                </c:pt>
                <c:pt idx="7817">
                  <c:v>504.61700000000002</c:v>
                </c:pt>
                <c:pt idx="7818">
                  <c:v>504.61700000000002</c:v>
                </c:pt>
                <c:pt idx="7819">
                  <c:v>504.61700000000002</c:v>
                </c:pt>
                <c:pt idx="7820">
                  <c:v>504.61700000000002</c:v>
                </c:pt>
                <c:pt idx="7821">
                  <c:v>504.61700000000002</c:v>
                </c:pt>
                <c:pt idx="7822">
                  <c:v>0</c:v>
                </c:pt>
                <c:pt idx="7823">
                  <c:v>0</c:v>
                </c:pt>
                <c:pt idx="7824">
                  <c:v>0</c:v>
                </c:pt>
                <c:pt idx="7825">
                  <c:v>0</c:v>
                </c:pt>
                <c:pt idx="7826">
                  <c:v>0</c:v>
                </c:pt>
                <c:pt idx="7827">
                  <c:v>0</c:v>
                </c:pt>
                <c:pt idx="7828">
                  <c:v>0</c:v>
                </c:pt>
                <c:pt idx="7829">
                  <c:v>0</c:v>
                </c:pt>
                <c:pt idx="7830">
                  <c:v>0</c:v>
                </c:pt>
                <c:pt idx="7831">
                  <c:v>0</c:v>
                </c:pt>
                <c:pt idx="7832">
                  <c:v>504.61700000000002</c:v>
                </c:pt>
                <c:pt idx="7833">
                  <c:v>504.61700000000002</c:v>
                </c:pt>
                <c:pt idx="7834">
                  <c:v>504.61700000000002</c:v>
                </c:pt>
                <c:pt idx="7835">
                  <c:v>504.61700000000002</c:v>
                </c:pt>
                <c:pt idx="7836">
                  <c:v>504.61700000000002</c:v>
                </c:pt>
                <c:pt idx="7837">
                  <c:v>504.61700000000002</c:v>
                </c:pt>
                <c:pt idx="7838">
                  <c:v>504.61700000000002</c:v>
                </c:pt>
                <c:pt idx="7839">
                  <c:v>504.61700000000002</c:v>
                </c:pt>
                <c:pt idx="7840">
                  <c:v>504.61700000000002</c:v>
                </c:pt>
                <c:pt idx="7841">
                  <c:v>504.61700000000002</c:v>
                </c:pt>
                <c:pt idx="7842">
                  <c:v>504.61700000000002</c:v>
                </c:pt>
                <c:pt idx="7843">
                  <c:v>504.61700000000002</c:v>
                </c:pt>
                <c:pt idx="7844">
                  <c:v>504.61700000000002</c:v>
                </c:pt>
                <c:pt idx="7845">
                  <c:v>504.61700000000002</c:v>
                </c:pt>
                <c:pt idx="7846">
                  <c:v>0</c:v>
                </c:pt>
                <c:pt idx="7847">
                  <c:v>0</c:v>
                </c:pt>
                <c:pt idx="7848">
                  <c:v>0</c:v>
                </c:pt>
                <c:pt idx="7849">
                  <c:v>0</c:v>
                </c:pt>
                <c:pt idx="7850">
                  <c:v>0</c:v>
                </c:pt>
                <c:pt idx="7851">
                  <c:v>0</c:v>
                </c:pt>
                <c:pt idx="7852">
                  <c:v>0</c:v>
                </c:pt>
                <c:pt idx="7853">
                  <c:v>0</c:v>
                </c:pt>
                <c:pt idx="7854">
                  <c:v>0</c:v>
                </c:pt>
                <c:pt idx="7855">
                  <c:v>0</c:v>
                </c:pt>
                <c:pt idx="7856">
                  <c:v>504.61700000000002</c:v>
                </c:pt>
                <c:pt idx="7857">
                  <c:v>504.61700000000002</c:v>
                </c:pt>
                <c:pt idx="7858">
                  <c:v>504.61700000000002</c:v>
                </c:pt>
                <c:pt idx="7859">
                  <c:v>504.61700000000002</c:v>
                </c:pt>
                <c:pt idx="7860">
                  <c:v>504.61700000000002</c:v>
                </c:pt>
                <c:pt idx="7861">
                  <c:v>504.61700000000002</c:v>
                </c:pt>
                <c:pt idx="7862">
                  <c:v>504.61700000000002</c:v>
                </c:pt>
                <c:pt idx="7863">
                  <c:v>504.61700000000002</c:v>
                </c:pt>
                <c:pt idx="7864">
                  <c:v>504.61700000000002</c:v>
                </c:pt>
                <c:pt idx="7865">
                  <c:v>504.61700000000002</c:v>
                </c:pt>
                <c:pt idx="7866">
                  <c:v>504.61700000000002</c:v>
                </c:pt>
                <c:pt idx="7867">
                  <c:v>504.61700000000002</c:v>
                </c:pt>
                <c:pt idx="7868">
                  <c:v>504.61700000000002</c:v>
                </c:pt>
                <c:pt idx="7869">
                  <c:v>504.61700000000002</c:v>
                </c:pt>
                <c:pt idx="7870">
                  <c:v>0</c:v>
                </c:pt>
                <c:pt idx="7871">
                  <c:v>0</c:v>
                </c:pt>
                <c:pt idx="7872">
                  <c:v>0</c:v>
                </c:pt>
                <c:pt idx="7873">
                  <c:v>0</c:v>
                </c:pt>
                <c:pt idx="7874">
                  <c:v>0</c:v>
                </c:pt>
                <c:pt idx="7875">
                  <c:v>0</c:v>
                </c:pt>
                <c:pt idx="7876">
                  <c:v>0</c:v>
                </c:pt>
                <c:pt idx="7877">
                  <c:v>0</c:v>
                </c:pt>
                <c:pt idx="7878">
                  <c:v>0</c:v>
                </c:pt>
                <c:pt idx="7879">
                  <c:v>0</c:v>
                </c:pt>
                <c:pt idx="7880">
                  <c:v>504.61700000000002</c:v>
                </c:pt>
                <c:pt idx="7881">
                  <c:v>504.61700000000002</c:v>
                </c:pt>
                <c:pt idx="7882">
                  <c:v>504.61700000000002</c:v>
                </c:pt>
                <c:pt idx="7883">
                  <c:v>504.61700000000002</c:v>
                </c:pt>
                <c:pt idx="7884">
                  <c:v>504.61700000000002</c:v>
                </c:pt>
                <c:pt idx="7885">
                  <c:v>504.61700000000002</c:v>
                </c:pt>
                <c:pt idx="7886">
                  <c:v>504.61700000000002</c:v>
                </c:pt>
                <c:pt idx="7887">
                  <c:v>504.61700000000002</c:v>
                </c:pt>
                <c:pt idx="7888">
                  <c:v>504.61700000000002</c:v>
                </c:pt>
                <c:pt idx="7889">
                  <c:v>504.61700000000002</c:v>
                </c:pt>
                <c:pt idx="7890">
                  <c:v>504.61700000000002</c:v>
                </c:pt>
                <c:pt idx="7891">
                  <c:v>504.61700000000002</c:v>
                </c:pt>
                <c:pt idx="7892">
                  <c:v>504.61700000000002</c:v>
                </c:pt>
                <c:pt idx="7893">
                  <c:v>504.61700000000002</c:v>
                </c:pt>
                <c:pt idx="7894">
                  <c:v>0</c:v>
                </c:pt>
                <c:pt idx="7895">
                  <c:v>0</c:v>
                </c:pt>
                <c:pt idx="7896">
                  <c:v>0</c:v>
                </c:pt>
                <c:pt idx="7897">
                  <c:v>0</c:v>
                </c:pt>
                <c:pt idx="7898">
                  <c:v>0</c:v>
                </c:pt>
                <c:pt idx="7899">
                  <c:v>0</c:v>
                </c:pt>
                <c:pt idx="7900">
                  <c:v>0</c:v>
                </c:pt>
                <c:pt idx="7901">
                  <c:v>0</c:v>
                </c:pt>
                <c:pt idx="7902">
                  <c:v>0</c:v>
                </c:pt>
                <c:pt idx="7903">
                  <c:v>0</c:v>
                </c:pt>
                <c:pt idx="7904">
                  <c:v>504.61700000000002</c:v>
                </c:pt>
                <c:pt idx="7905">
                  <c:v>504.61700000000002</c:v>
                </c:pt>
                <c:pt idx="7906">
                  <c:v>504.61700000000002</c:v>
                </c:pt>
                <c:pt idx="7907">
                  <c:v>504.61700000000002</c:v>
                </c:pt>
                <c:pt idx="7908">
                  <c:v>504.61700000000002</c:v>
                </c:pt>
                <c:pt idx="7909">
                  <c:v>504.61700000000002</c:v>
                </c:pt>
                <c:pt idx="7910">
                  <c:v>504.61700000000002</c:v>
                </c:pt>
                <c:pt idx="7911">
                  <c:v>504.61700000000002</c:v>
                </c:pt>
                <c:pt idx="7912">
                  <c:v>504.61700000000002</c:v>
                </c:pt>
                <c:pt idx="7913">
                  <c:v>504.61700000000002</c:v>
                </c:pt>
                <c:pt idx="7914">
                  <c:v>504.61700000000002</c:v>
                </c:pt>
                <c:pt idx="7915">
                  <c:v>504.61700000000002</c:v>
                </c:pt>
                <c:pt idx="7916">
                  <c:v>504.61700000000002</c:v>
                </c:pt>
                <c:pt idx="7917">
                  <c:v>504.61700000000002</c:v>
                </c:pt>
                <c:pt idx="7918">
                  <c:v>0</c:v>
                </c:pt>
                <c:pt idx="7919">
                  <c:v>0</c:v>
                </c:pt>
                <c:pt idx="7920">
                  <c:v>0</c:v>
                </c:pt>
                <c:pt idx="7921">
                  <c:v>0</c:v>
                </c:pt>
                <c:pt idx="7922">
                  <c:v>0</c:v>
                </c:pt>
                <c:pt idx="7923">
                  <c:v>0</c:v>
                </c:pt>
                <c:pt idx="7924">
                  <c:v>0</c:v>
                </c:pt>
                <c:pt idx="7925">
                  <c:v>0</c:v>
                </c:pt>
                <c:pt idx="7926">
                  <c:v>0</c:v>
                </c:pt>
                <c:pt idx="7927">
                  <c:v>0</c:v>
                </c:pt>
                <c:pt idx="7928">
                  <c:v>504.61700000000002</c:v>
                </c:pt>
                <c:pt idx="7929">
                  <c:v>504.61700000000002</c:v>
                </c:pt>
                <c:pt idx="7930">
                  <c:v>504.61700000000002</c:v>
                </c:pt>
                <c:pt idx="7931">
                  <c:v>504.61700000000002</c:v>
                </c:pt>
                <c:pt idx="7932">
                  <c:v>504.61700000000002</c:v>
                </c:pt>
                <c:pt idx="7933">
                  <c:v>504.61700000000002</c:v>
                </c:pt>
                <c:pt idx="7934">
                  <c:v>504.61700000000002</c:v>
                </c:pt>
                <c:pt idx="7935">
                  <c:v>504.61700000000002</c:v>
                </c:pt>
                <c:pt idx="7936">
                  <c:v>504.61700000000002</c:v>
                </c:pt>
                <c:pt idx="7937">
                  <c:v>504.61700000000002</c:v>
                </c:pt>
                <c:pt idx="7938">
                  <c:v>504.61700000000002</c:v>
                </c:pt>
                <c:pt idx="7939">
                  <c:v>504.61700000000002</c:v>
                </c:pt>
                <c:pt idx="7940">
                  <c:v>504.61700000000002</c:v>
                </c:pt>
                <c:pt idx="7941">
                  <c:v>504.61700000000002</c:v>
                </c:pt>
                <c:pt idx="7942">
                  <c:v>0</c:v>
                </c:pt>
                <c:pt idx="7943">
                  <c:v>0</c:v>
                </c:pt>
                <c:pt idx="7944">
                  <c:v>0</c:v>
                </c:pt>
                <c:pt idx="7945">
                  <c:v>0</c:v>
                </c:pt>
                <c:pt idx="7946">
                  <c:v>0</c:v>
                </c:pt>
                <c:pt idx="7947">
                  <c:v>0</c:v>
                </c:pt>
                <c:pt idx="7948">
                  <c:v>0</c:v>
                </c:pt>
                <c:pt idx="7949">
                  <c:v>0</c:v>
                </c:pt>
                <c:pt idx="7950">
                  <c:v>0</c:v>
                </c:pt>
                <c:pt idx="7951">
                  <c:v>0</c:v>
                </c:pt>
                <c:pt idx="7952">
                  <c:v>504.61700000000002</c:v>
                </c:pt>
                <c:pt idx="7953">
                  <c:v>504.61700000000002</c:v>
                </c:pt>
                <c:pt idx="7954">
                  <c:v>504.61700000000002</c:v>
                </c:pt>
                <c:pt idx="7955">
                  <c:v>504.61700000000002</c:v>
                </c:pt>
                <c:pt idx="7956">
                  <c:v>504.61700000000002</c:v>
                </c:pt>
                <c:pt idx="7957">
                  <c:v>504.61700000000002</c:v>
                </c:pt>
                <c:pt idx="7958">
                  <c:v>504.61700000000002</c:v>
                </c:pt>
                <c:pt idx="7959">
                  <c:v>504.61700000000002</c:v>
                </c:pt>
                <c:pt idx="7960">
                  <c:v>504.61700000000002</c:v>
                </c:pt>
                <c:pt idx="7961">
                  <c:v>504.61700000000002</c:v>
                </c:pt>
                <c:pt idx="7962">
                  <c:v>504.61700000000002</c:v>
                </c:pt>
                <c:pt idx="7963">
                  <c:v>504.61700000000002</c:v>
                </c:pt>
                <c:pt idx="7964">
                  <c:v>504.61700000000002</c:v>
                </c:pt>
                <c:pt idx="7965">
                  <c:v>504.61700000000002</c:v>
                </c:pt>
                <c:pt idx="7966">
                  <c:v>0</c:v>
                </c:pt>
                <c:pt idx="7967">
                  <c:v>0</c:v>
                </c:pt>
                <c:pt idx="7968">
                  <c:v>0</c:v>
                </c:pt>
                <c:pt idx="7969">
                  <c:v>0</c:v>
                </c:pt>
                <c:pt idx="7970">
                  <c:v>0</c:v>
                </c:pt>
                <c:pt idx="7971">
                  <c:v>0</c:v>
                </c:pt>
                <c:pt idx="7972">
                  <c:v>0</c:v>
                </c:pt>
                <c:pt idx="7973">
                  <c:v>0</c:v>
                </c:pt>
                <c:pt idx="7974">
                  <c:v>0</c:v>
                </c:pt>
                <c:pt idx="7975">
                  <c:v>0</c:v>
                </c:pt>
                <c:pt idx="7976">
                  <c:v>504.61700000000002</c:v>
                </c:pt>
                <c:pt idx="7977">
                  <c:v>504.61700000000002</c:v>
                </c:pt>
                <c:pt idx="7978">
                  <c:v>504.61700000000002</c:v>
                </c:pt>
                <c:pt idx="7979">
                  <c:v>504.61700000000002</c:v>
                </c:pt>
                <c:pt idx="7980">
                  <c:v>504.61700000000002</c:v>
                </c:pt>
                <c:pt idx="7981">
                  <c:v>504.61700000000002</c:v>
                </c:pt>
                <c:pt idx="7982">
                  <c:v>504.61700000000002</c:v>
                </c:pt>
                <c:pt idx="7983">
                  <c:v>504.61700000000002</c:v>
                </c:pt>
                <c:pt idx="7984">
                  <c:v>504.61700000000002</c:v>
                </c:pt>
                <c:pt idx="7985">
                  <c:v>504.61700000000002</c:v>
                </c:pt>
                <c:pt idx="7986">
                  <c:v>504.61700000000002</c:v>
                </c:pt>
                <c:pt idx="7987">
                  <c:v>504.61700000000002</c:v>
                </c:pt>
                <c:pt idx="7988">
                  <c:v>504.61700000000002</c:v>
                </c:pt>
                <c:pt idx="7989">
                  <c:v>504.61700000000002</c:v>
                </c:pt>
                <c:pt idx="7990">
                  <c:v>0</c:v>
                </c:pt>
                <c:pt idx="7991">
                  <c:v>0</c:v>
                </c:pt>
                <c:pt idx="7992">
                  <c:v>0</c:v>
                </c:pt>
                <c:pt idx="7993">
                  <c:v>0</c:v>
                </c:pt>
                <c:pt idx="7994">
                  <c:v>0</c:v>
                </c:pt>
                <c:pt idx="7995">
                  <c:v>0</c:v>
                </c:pt>
                <c:pt idx="7996">
                  <c:v>0</c:v>
                </c:pt>
                <c:pt idx="7997">
                  <c:v>0</c:v>
                </c:pt>
                <c:pt idx="7998">
                  <c:v>0</c:v>
                </c:pt>
                <c:pt idx="7999">
                  <c:v>0</c:v>
                </c:pt>
                <c:pt idx="8000">
                  <c:v>504.61700000000002</c:v>
                </c:pt>
                <c:pt idx="8001">
                  <c:v>504.61700000000002</c:v>
                </c:pt>
                <c:pt idx="8002">
                  <c:v>504.61700000000002</c:v>
                </c:pt>
                <c:pt idx="8003">
                  <c:v>504.61700000000002</c:v>
                </c:pt>
                <c:pt idx="8004">
                  <c:v>504.61700000000002</c:v>
                </c:pt>
                <c:pt idx="8005">
                  <c:v>504.61700000000002</c:v>
                </c:pt>
                <c:pt idx="8006">
                  <c:v>504.61700000000002</c:v>
                </c:pt>
                <c:pt idx="8007">
                  <c:v>504.61700000000002</c:v>
                </c:pt>
                <c:pt idx="8008">
                  <c:v>504.61700000000002</c:v>
                </c:pt>
                <c:pt idx="8009">
                  <c:v>504.61700000000002</c:v>
                </c:pt>
                <c:pt idx="8010">
                  <c:v>504.61700000000002</c:v>
                </c:pt>
                <c:pt idx="8011">
                  <c:v>504.61700000000002</c:v>
                </c:pt>
                <c:pt idx="8012">
                  <c:v>504.61700000000002</c:v>
                </c:pt>
                <c:pt idx="8013">
                  <c:v>504.61700000000002</c:v>
                </c:pt>
                <c:pt idx="8014">
                  <c:v>0</c:v>
                </c:pt>
                <c:pt idx="8015">
                  <c:v>0</c:v>
                </c:pt>
                <c:pt idx="8016">
                  <c:v>0</c:v>
                </c:pt>
                <c:pt idx="8017">
                  <c:v>0</c:v>
                </c:pt>
                <c:pt idx="8018">
                  <c:v>0</c:v>
                </c:pt>
                <c:pt idx="8019">
                  <c:v>0</c:v>
                </c:pt>
                <c:pt idx="8020">
                  <c:v>0</c:v>
                </c:pt>
                <c:pt idx="8021">
                  <c:v>0</c:v>
                </c:pt>
                <c:pt idx="8022">
                  <c:v>0</c:v>
                </c:pt>
                <c:pt idx="8023">
                  <c:v>0</c:v>
                </c:pt>
                <c:pt idx="8024">
                  <c:v>504.61700000000002</c:v>
                </c:pt>
                <c:pt idx="8025">
                  <c:v>504.61700000000002</c:v>
                </c:pt>
                <c:pt idx="8026">
                  <c:v>504.61700000000002</c:v>
                </c:pt>
                <c:pt idx="8027">
                  <c:v>504.61700000000002</c:v>
                </c:pt>
                <c:pt idx="8028">
                  <c:v>504.61700000000002</c:v>
                </c:pt>
                <c:pt idx="8029">
                  <c:v>504.61700000000002</c:v>
                </c:pt>
                <c:pt idx="8030">
                  <c:v>504.61700000000002</c:v>
                </c:pt>
                <c:pt idx="8031">
                  <c:v>504.61700000000002</c:v>
                </c:pt>
                <c:pt idx="8032">
                  <c:v>504.61700000000002</c:v>
                </c:pt>
                <c:pt idx="8033">
                  <c:v>504.61700000000002</c:v>
                </c:pt>
                <c:pt idx="8034">
                  <c:v>504.61700000000002</c:v>
                </c:pt>
                <c:pt idx="8035">
                  <c:v>504.61700000000002</c:v>
                </c:pt>
                <c:pt idx="8036">
                  <c:v>504.61700000000002</c:v>
                </c:pt>
                <c:pt idx="8037">
                  <c:v>504.61700000000002</c:v>
                </c:pt>
                <c:pt idx="8038">
                  <c:v>0</c:v>
                </c:pt>
                <c:pt idx="8039">
                  <c:v>0</c:v>
                </c:pt>
                <c:pt idx="8040">
                  <c:v>0</c:v>
                </c:pt>
                <c:pt idx="8041">
                  <c:v>0</c:v>
                </c:pt>
                <c:pt idx="8042">
                  <c:v>0</c:v>
                </c:pt>
                <c:pt idx="8043">
                  <c:v>0</c:v>
                </c:pt>
                <c:pt idx="8044">
                  <c:v>0</c:v>
                </c:pt>
                <c:pt idx="8045">
                  <c:v>0</c:v>
                </c:pt>
                <c:pt idx="8046">
                  <c:v>0</c:v>
                </c:pt>
                <c:pt idx="8047">
                  <c:v>0</c:v>
                </c:pt>
                <c:pt idx="8048">
                  <c:v>504.61700000000002</c:v>
                </c:pt>
                <c:pt idx="8049">
                  <c:v>504.61700000000002</c:v>
                </c:pt>
                <c:pt idx="8050">
                  <c:v>504.61700000000002</c:v>
                </c:pt>
                <c:pt idx="8051">
                  <c:v>504.61700000000002</c:v>
                </c:pt>
                <c:pt idx="8052">
                  <c:v>504.61700000000002</c:v>
                </c:pt>
                <c:pt idx="8053">
                  <c:v>504.61700000000002</c:v>
                </c:pt>
                <c:pt idx="8054">
                  <c:v>504.61700000000002</c:v>
                </c:pt>
                <c:pt idx="8055">
                  <c:v>504.61700000000002</c:v>
                </c:pt>
                <c:pt idx="8056">
                  <c:v>504.61700000000002</c:v>
                </c:pt>
                <c:pt idx="8057">
                  <c:v>504.61700000000002</c:v>
                </c:pt>
                <c:pt idx="8058">
                  <c:v>504.61700000000002</c:v>
                </c:pt>
                <c:pt idx="8059">
                  <c:v>504.61700000000002</c:v>
                </c:pt>
                <c:pt idx="8060">
                  <c:v>504.61700000000002</c:v>
                </c:pt>
                <c:pt idx="8061">
                  <c:v>504.61700000000002</c:v>
                </c:pt>
                <c:pt idx="8062">
                  <c:v>0</c:v>
                </c:pt>
                <c:pt idx="8063">
                  <c:v>0</c:v>
                </c:pt>
                <c:pt idx="8064">
                  <c:v>0</c:v>
                </c:pt>
                <c:pt idx="8065">
                  <c:v>0</c:v>
                </c:pt>
                <c:pt idx="8066">
                  <c:v>0</c:v>
                </c:pt>
                <c:pt idx="8067">
                  <c:v>0</c:v>
                </c:pt>
                <c:pt idx="8068">
                  <c:v>0</c:v>
                </c:pt>
                <c:pt idx="8069">
                  <c:v>0</c:v>
                </c:pt>
                <c:pt idx="8070">
                  <c:v>0</c:v>
                </c:pt>
                <c:pt idx="8071">
                  <c:v>0</c:v>
                </c:pt>
                <c:pt idx="8072">
                  <c:v>504.61700000000002</c:v>
                </c:pt>
                <c:pt idx="8073">
                  <c:v>504.61700000000002</c:v>
                </c:pt>
                <c:pt idx="8074">
                  <c:v>504.61700000000002</c:v>
                </c:pt>
                <c:pt idx="8075">
                  <c:v>504.61700000000002</c:v>
                </c:pt>
                <c:pt idx="8076">
                  <c:v>504.61700000000002</c:v>
                </c:pt>
                <c:pt idx="8077">
                  <c:v>504.61700000000002</c:v>
                </c:pt>
                <c:pt idx="8078">
                  <c:v>504.61700000000002</c:v>
                </c:pt>
                <c:pt idx="8079">
                  <c:v>504.61700000000002</c:v>
                </c:pt>
                <c:pt idx="8080">
                  <c:v>504.61700000000002</c:v>
                </c:pt>
                <c:pt idx="8081">
                  <c:v>504.61700000000002</c:v>
                </c:pt>
                <c:pt idx="8082">
                  <c:v>504.61700000000002</c:v>
                </c:pt>
                <c:pt idx="8083">
                  <c:v>504.61700000000002</c:v>
                </c:pt>
                <c:pt idx="8084">
                  <c:v>504.61700000000002</c:v>
                </c:pt>
                <c:pt idx="8085">
                  <c:v>504.61700000000002</c:v>
                </c:pt>
                <c:pt idx="8086">
                  <c:v>0</c:v>
                </c:pt>
                <c:pt idx="8087">
                  <c:v>0</c:v>
                </c:pt>
                <c:pt idx="8088">
                  <c:v>0</c:v>
                </c:pt>
                <c:pt idx="8089">
                  <c:v>0</c:v>
                </c:pt>
                <c:pt idx="8090">
                  <c:v>0</c:v>
                </c:pt>
                <c:pt idx="8091">
                  <c:v>0</c:v>
                </c:pt>
                <c:pt idx="8092">
                  <c:v>0</c:v>
                </c:pt>
                <c:pt idx="8093">
                  <c:v>0</c:v>
                </c:pt>
                <c:pt idx="8094">
                  <c:v>0</c:v>
                </c:pt>
                <c:pt idx="8095">
                  <c:v>0</c:v>
                </c:pt>
                <c:pt idx="8096">
                  <c:v>504.61700000000002</c:v>
                </c:pt>
                <c:pt idx="8097">
                  <c:v>504.61700000000002</c:v>
                </c:pt>
                <c:pt idx="8098">
                  <c:v>504.61700000000002</c:v>
                </c:pt>
                <c:pt idx="8099">
                  <c:v>504.61700000000002</c:v>
                </c:pt>
                <c:pt idx="8100">
                  <c:v>504.61700000000002</c:v>
                </c:pt>
                <c:pt idx="8101">
                  <c:v>504.61700000000002</c:v>
                </c:pt>
                <c:pt idx="8102">
                  <c:v>504.61700000000002</c:v>
                </c:pt>
                <c:pt idx="8103">
                  <c:v>504.61700000000002</c:v>
                </c:pt>
                <c:pt idx="8104">
                  <c:v>504.61700000000002</c:v>
                </c:pt>
                <c:pt idx="8105">
                  <c:v>504.61700000000002</c:v>
                </c:pt>
                <c:pt idx="8106">
                  <c:v>504.61700000000002</c:v>
                </c:pt>
                <c:pt idx="8107">
                  <c:v>504.61700000000002</c:v>
                </c:pt>
                <c:pt idx="8108">
                  <c:v>504.61700000000002</c:v>
                </c:pt>
                <c:pt idx="8109">
                  <c:v>504.61700000000002</c:v>
                </c:pt>
                <c:pt idx="8110">
                  <c:v>0</c:v>
                </c:pt>
                <c:pt idx="8111">
                  <c:v>0</c:v>
                </c:pt>
                <c:pt idx="8112">
                  <c:v>0</c:v>
                </c:pt>
                <c:pt idx="8113">
                  <c:v>0</c:v>
                </c:pt>
                <c:pt idx="8114">
                  <c:v>0</c:v>
                </c:pt>
                <c:pt idx="8115">
                  <c:v>0</c:v>
                </c:pt>
                <c:pt idx="8116">
                  <c:v>0</c:v>
                </c:pt>
                <c:pt idx="8117">
                  <c:v>0</c:v>
                </c:pt>
                <c:pt idx="8118">
                  <c:v>0</c:v>
                </c:pt>
                <c:pt idx="8119">
                  <c:v>0</c:v>
                </c:pt>
                <c:pt idx="8120">
                  <c:v>504.61700000000002</c:v>
                </c:pt>
                <c:pt idx="8121">
                  <c:v>504.61700000000002</c:v>
                </c:pt>
                <c:pt idx="8122">
                  <c:v>504.61700000000002</c:v>
                </c:pt>
                <c:pt idx="8123">
                  <c:v>504.61700000000002</c:v>
                </c:pt>
                <c:pt idx="8124">
                  <c:v>504.61700000000002</c:v>
                </c:pt>
                <c:pt idx="8125">
                  <c:v>504.61700000000002</c:v>
                </c:pt>
                <c:pt idx="8126">
                  <c:v>504.61700000000002</c:v>
                </c:pt>
                <c:pt idx="8127">
                  <c:v>504.61700000000002</c:v>
                </c:pt>
                <c:pt idx="8128">
                  <c:v>504.61700000000002</c:v>
                </c:pt>
                <c:pt idx="8129">
                  <c:v>504.61700000000002</c:v>
                </c:pt>
                <c:pt idx="8130">
                  <c:v>504.61700000000002</c:v>
                </c:pt>
                <c:pt idx="8131">
                  <c:v>504.61700000000002</c:v>
                </c:pt>
                <c:pt idx="8132">
                  <c:v>504.61700000000002</c:v>
                </c:pt>
                <c:pt idx="8133">
                  <c:v>504.61700000000002</c:v>
                </c:pt>
                <c:pt idx="8134">
                  <c:v>0</c:v>
                </c:pt>
                <c:pt idx="8135">
                  <c:v>0</c:v>
                </c:pt>
                <c:pt idx="8136">
                  <c:v>0</c:v>
                </c:pt>
                <c:pt idx="8137">
                  <c:v>0</c:v>
                </c:pt>
                <c:pt idx="8138">
                  <c:v>0</c:v>
                </c:pt>
                <c:pt idx="8139">
                  <c:v>0</c:v>
                </c:pt>
                <c:pt idx="8140">
                  <c:v>0</c:v>
                </c:pt>
                <c:pt idx="8141">
                  <c:v>0</c:v>
                </c:pt>
                <c:pt idx="8142">
                  <c:v>0</c:v>
                </c:pt>
                <c:pt idx="8143">
                  <c:v>0</c:v>
                </c:pt>
                <c:pt idx="8144">
                  <c:v>504.61700000000002</c:v>
                </c:pt>
                <c:pt idx="8145">
                  <c:v>504.61700000000002</c:v>
                </c:pt>
                <c:pt idx="8146">
                  <c:v>504.61700000000002</c:v>
                </c:pt>
                <c:pt idx="8147">
                  <c:v>504.61700000000002</c:v>
                </c:pt>
                <c:pt idx="8148">
                  <c:v>504.61700000000002</c:v>
                </c:pt>
                <c:pt idx="8149">
                  <c:v>504.61700000000002</c:v>
                </c:pt>
                <c:pt idx="8150">
                  <c:v>504.61700000000002</c:v>
                </c:pt>
                <c:pt idx="8151">
                  <c:v>504.61700000000002</c:v>
                </c:pt>
                <c:pt idx="8152">
                  <c:v>504.61700000000002</c:v>
                </c:pt>
                <c:pt idx="8153">
                  <c:v>504.61700000000002</c:v>
                </c:pt>
                <c:pt idx="8154">
                  <c:v>504.61700000000002</c:v>
                </c:pt>
                <c:pt idx="8155">
                  <c:v>504.61700000000002</c:v>
                </c:pt>
                <c:pt idx="8156">
                  <c:v>504.61700000000002</c:v>
                </c:pt>
                <c:pt idx="8157">
                  <c:v>504.61700000000002</c:v>
                </c:pt>
                <c:pt idx="8158">
                  <c:v>0</c:v>
                </c:pt>
                <c:pt idx="8159">
                  <c:v>0</c:v>
                </c:pt>
                <c:pt idx="8160">
                  <c:v>0</c:v>
                </c:pt>
                <c:pt idx="8161">
                  <c:v>0</c:v>
                </c:pt>
                <c:pt idx="8162">
                  <c:v>0</c:v>
                </c:pt>
                <c:pt idx="8163">
                  <c:v>0</c:v>
                </c:pt>
                <c:pt idx="8164">
                  <c:v>0</c:v>
                </c:pt>
                <c:pt idx="8165">
                  <c:v>0</c:v>
                </c:pt>
                <c:pt idx="8166">
                  <c:v>0</c:v>
                </c:pt>
                <c:pt idx="8167">
                  <c:v>0</c:v>
                </c:pt>
                <c:pt idx="8168">
                  <c:v>504.61700000000002</c:v>
                </c:pt>
                <c:pt idx="8169">
                  <c:v>504.61700000000002</c:v>
                </c:pt>
                <c:pt idx="8170">
                  <c:v>504.61700000000002</c:v>
                </c:pt>
                <c:pt idx="8171">
                  <c:v>504.61700000000002</c:v>
                </c:pt>
                <c:pt idx="8172">
                  <c:v>504.61700000000002</c:v>
                </c:pt>
                <c:pt idx="8173">
                  <c:v>504.61700000000002</c:v>
                </c:pt>
                <c:pt idx="8174">
                  <c:v>504.61700000000002</c:v>
                </c:pt>
                <c:pt idx="8175">
                  <c:v>504.61700000000002</c:v>
                </c:pt>
                <c:pt idx="8176">
                  <c:v>504.61700000000002</c:v>
                </c:pt>
                <c:pt idx="8177">
                  <c:v>504.61700000000002</c:v>
                </c:pt>
                <c:pt idx="8178">
                  <c:v>504.61700000000002</c:v>
                </c:pt>
                <c:pt idx="8179">
                  <c:v>504.61700000000002</c:v>
                </c:pt>
                <c:pt idx="8180">
                  <c:v>504.61700000000002</c:v>
                </c:pt>
                <c:pt idx="8181">
                  <c:v>504.61700000000002</c:v>
                </c:pt>
                <c:pt idx="8182">
                  <c:v>0</c:v>
                </c:pt>
                <c:pt idx="8183">
                  <c:v>0</c:v>
                </c:pt>
                <c:pt idx="8184">
                  <c:v>0</c:v>
                </c:pt>
                <c:pt idx="8185">
                  <c:v>0</c:v>
                </c:pt>
                <c:pt idx="8186">
                  <c:v>0</c:v>
                </c:pt>
                <c:pt idx="8187">
                  <c:v>0</c:v>
                </c:pt>
                <c:pt idx="8188">
                  <c:v>0</c:v>
                </c:pt>
                <c:pt idx="8189">
                  <c:v>0</c:v>
                </c:pt>
                <c:pt idx="8190">
                  <c:v>0</c:v>
                </c:pt>
                <c:pt idx="8191">
                  <c:v>0</c:v>
                </c:pt>
                <c:pt idx="8192">
                  <c:v>504.61700000000002</c:v>
                </c:pt>
                <c:pt idx="8193">
                  <c:v>504.61700000000002</c:v>
                </c:pt>
                <c:pt idx="8194">
                  <c:v>504.61700000000002</c:v>
                </c:pt>
                <c:pt idx="8195">
                  <c:v>504.61700000000002</c:v>
                </c:pt>
                <c:pt idx="8196">
                  <c:v>504.61700000000002</c:v>
                </c:pt>
                <c:pt idx="8197">
                  <c:v>504.61700000000002</c:v>
                </c:pt>
                <c:pt idx="8198">
                  <c:v>504.61700000000002</c:v>
                </c:pt>
                <c:pt idx="8199">
                  <c:v>504.61700000000002</c:v>
                </c:pt>
                <c:pt idx="8200">
                  <c:v>504.61700000000002</c:v>
                </c:pt>
                <c:pt idx="8201">
                  <c:v>504.61700000000002</c:v>
                </c:pt>
                <c:pt idx="8202">
                  <c:v>504.61700000000002</c:v>
                </c:pt>
                <c:pt idx="8203">
                  <c:v>504.61700000000002</c:v>
                </c:pt>
                <c:pt idx="8204">
                  <c:v>504.61700000000002</c:v>
                </c:pt>
                <c:pt idx="8205">
                  <c:v>504.61700000000002</c:v>
                </c:pt>
                <c:pt idx="8206">
                  <c:v>0</c:v>
                </c:pt>
                <c:pt idx="8207">
                  <c:v>0</c:v>
                </c:pt>
                <c:pt idx="8208">
                  <c:v>0</c:v>
                </c:pt>
                <c:pt idx="8209">
                  <c:v>0</c:v>
                </c:pt>
                <c:pt idx="8210">
                  <c:v>0</c:v>
                </c:pt>
                <c:pt idx="8211">
                  <c:v>0</c:v>
                </c:pt>
                <c:pt idx="8212">
                  <c:v>0</c:v>
                </c:pt>
                <c:pt idx="8213">
                  <c:v>0</c:v>
                </c:pt>
                <c:pt idx="8214">
                  <c:v>0</c:v>
                </c:pt>
                <c:pt idx="8215">
                  <c:v>0</c:v>
                </c:pt>
                <c:pt idx="8216">
                  <c:v>504.61700000000002</c:v>
                </c:pt>
                <c:pt idx="8217">
                  <c:v>504.61700000000002</c:v>
                </c:pt>
                <c:pt idx="8218">
                  <c:v>504.61700000000002</c:v>
                </c:pt>
                <c:pt idx="8219">
                  <c:v>504.61700000000002</c:v>
                </c:pt>
                <c:pt idx="8220">
                  <c:v>504.61700000000002</c:v>
                </c:pt>
                <c:pt idx="8221">
                  <c:v>504.61700000000002</c:v>
                </c:pt>
                <c:pt idx="8222">
                  <c:v>504.61700000000002</c:v>
                </c:pt>
                <c:pt idx="8223">
                  <c:v>504.61700000000002</c:v>
                </c:pt>
                <c:pt idx="8224">
                  <c:v>504.61700000000002</c:v>
                </c:pt>
                <c:pt idx="8225">
                  <c:v>504.61700000000002</c:v>
                </c:pt>
                <c:pt idx="8226">
                  <c:v>504.61700000000002</c:v>
                </c:pt>
                <c:pt idx="8227">
                  <c:v>504.61700000000002</c:v>
                </c:pt>
                <c:pt idx="8228">
                  <c:v>504.61700000000002</c:v>
                </c:pt>
                <c:pt idx="8229">
                  <c:v>504.61700000000002</c:v>
                </c:pt>
                <c:pt idx="8230">
                  <c:v>0</c:v>
                </c:pt>
                <c:pt idx="8231">
                  <c:v>0</c:v>
                </c:pt>
                <c:pt idx="8232">
                  <c:v>0</c:v>
                </c:pt>
                <c:pt idx="8233">
                  <c:v>0</c:v>
                </c:pt>
                <c:pt idx="8234">
                  <c:v>0</c:v>
                </c:pt>
                <c:pt idx="8235">
                  <c:v>0</c:v>
                </c:pt>
                <c:pt idx="8236">
                  <c:v>0</c:v>
                </c:pt>
                <c:pt idx="8237">
                  <c:v>0</c:v>
                </c:pt>
                <c:pt idx="8238">
                  <c:v>0</c:v>
                </c:pt>
                <c:pt idx="8239">
                  <c:v>0</c:v>
                </c:pt>
                <c:pt idx="8240">
                  <c:v>504.61700000000002</c:v>
                </c:pt>
                <c:pt idx="8241">
                  <c:v>504.61700000000002</c:v>
                </c:pt>
                <c:pt idx="8242">
                  <c:v>504.61700000000002</c:v>
                </c:pt>
                <c:pt idx="8243">
                  <c:v>504.61700000000002</c:v>
                </c:pt>
                <c:pt idx="8244">
                  <c:v>504.61700000000002</c:v>
                </c:pt>
                <c:pt idx="8245">
                  <c:v>504.61700000000002</c:v>
                </c:pt>
                <c:pt idx="8246">
                  <c:v>504.61700000000002</c:v>
                </c:pt>
                <c:pt idx="8247">
                  <c:v>504.61700000000002</c:v>
                </c:pt>
                <c:pt idx="8248">
                  <c:v>504.61700000000002</c:v>
                </c:pt>
                <c:pt idx="8249">
                  <c:v>504.61700000000002</c:v>
                </c:pt>
                <c:pt idx="8250">
                  <c:v>504.61700000000002</c:v>
                </c:pt>
                <c:pt idx="8251">
                  <c:v>504.61700000000002</c:v>
                </c:pt>
                <c:pt idx="8252">
                  <c:v>504.61700000000002</c:v>
                </c:pt>
                <c:pt idx="8253">
                  <c:v>504.61700000000002</c:v>
                </c:pt>
                <c:pt idx="8254">
                  <c:v>0</c:v>
                </c:pt>
                <c:pt idx="8255">
                  <c:v>0</c:v>
                </c:pt>
                <c:pt idx="8256">
                  <c:v>0</c:v>
                </c:pt>
                <c:pt idx="8257">
                  <c:v>0</c:v>
                </c:pt>
                <c:pt idx="8258">
                  <c:v>0</c:v>
                </c:pt>
                <c:pt idx="8259">
                  <c:v>0</c:v>
                </c:pt>
                <c:pt idx="8260">
                  <c:v>0</c:v>
                </c:pt>
                <c:pt idx="8261">
                  <c:v>0</c:v>
                </c:pt>
                <c:pt idx="8262">
                  <c:v>0</c:v>
                </c:pt>
                <c:pt idx="8263">
                  <c:v>0</c:v>
                </c:pt>
                <c:pt idx="8264">
                  <c:v>504.61700000000002</c:v>
                </c:pt>
                <c:pt idx="8265">
                  <c:v>504.61700000000002</c:v>
                </c:pt>
                <c:pt idx="8266">
                  <c:v>504.61700000000002</c:v>
                </c:pt>
                <c:pt idx="8267">
                  <c:v>504.61700000000002</c:v>
                </c:pt>
                <c:pt idx="8268">
                  <c:v>504.61700000000002</c:v>
                </c:pt>
                <c:pt idx="8269">
                  <c:v>504.61700000000002</c:v>
                </c:pt>
                <c:pt idx="8270">
                  <c:v>504.61700000000002</c:v>
                </c:pt>
                <c:pt idx="8271">
                  <c:v>504.61700000000002</c:v>
                </c:pt>
                <c:pt idx="8272">
                  <c:v>504.61700000000002</c:v>
                </c:pt>
                <c:pt idx="8273">
                  <c:v>504.61700000000002</c:v>
                </c:pt>
                <c:pt idx="8274">
                  <c:v>504.61700000000002</c:v>
                </c:pt>
                <c:pt idx="8275">
                  <c:v>504.61700000000002</c:v>
                </c:pt>
                <c:pt idx="8276">
                  <c:v>504.61700000000002</c:v>
                </c:pt>
                <c:pt idx="8277">
                  <c:v>504.61700000000002</c:v>
                </c:pt>
                <c:pt idx="8278">
                  <c:v>0</c:v>
                </c:pt>
                <c:pt idx="8279">
                  <c:v>0</c:v>
                </c:pt>
                <c:pt idx="8280">
                  <c:v>0</c:v>
                </c:pt>
                <c:pt idx="8281">
                  <c:v>0</c:v>
                </c:pt>
                <c:pt idx="8282">
                  <c:v>0</c:v>
                </c:pt>
                <c:pt idx="8283">
                  <c:v>0</c:v>
                </c:pt>
                <c:pt idx="8284">
                  <c:v>0</c:v>
                </c:pt>
                <c:pt idx="8285">
                  <c:v>0</c:v>
                </c:pt>
                <c:pt idx="8286">
                  <c:v>0</c:v>
                </c:pt>
                <c:pt idx="8287">
                  <c:v>0</c:v>
                </c:pt>
                <c:pt idx="8288">
                  <c:v>504.61700000000002</c:v>
                </c:pt>
                <c:pt idx="8289">
                  <c:v>504.61700000000002</c:v>
                </c:pt>
                <c:pt idx="8290">
                  <c:v>504.61700000000002</c:v>
                </c:pt>
                <c:pt idx="8291">
                  <c:v>504.61700000000002</c:v>
                </c:pt>
                <c:pt idx="8292">
                  <c:v>504.61700000000002</c:v>
                </c:pt>
                <c:pt idx="8293">
                  <c:v>504.61700000000002</c:v>
                </c:pt>
                <c:pt idx="8294">
                  <c:v>504.61700000000002</c:v>
                </c:pt>
                <c:pt idx="8295">
                  <c:v>504.61700000000002</c:v>
                </c:pt>
                <c:pt idx="8296">
                  <c:v>504.61700000000002</c:v>
                </c:pt>
                <c:pt idx="8297">
                  <c:v>504.61700000000002</c:v>
                </c:pt>
                <c:pt idx="8298">
                  <c:v>504.61700000000002</c:v>
                </c:pt>
                <c:pt idx="8299">
                  <c:v>504.61700000000002</c:v>
                </c:pt>
                <c:pt idx="8300">
                  <c:v>504.61700000000002</c:v>
                </c:pt>
                <c:pt idx="8301">
                  <c:v>504.61700000000002</c:v>
                </c:pt>
                <c:pt idx="8302">
                  <c:v>0</c:v>
                </c:pt>
                <c:pt idx="8303">
                  <c:v>0</c:v>
                </c:pt>
                <c:pt idx="8304">
                  <c:v>0</c:v>
                </c:pt>
                <c:pt idx="8305">
                  <c:v>0</c:v>
                </c:pt>
                <c:pt idx="8306">
                  <c:v>0</c:v>
                </c:pt>
                <c:pt idx="8307">
                  <c:v>0</c:v>
                </c:pt>
                <c:pt idx="8308">
                  <c:v>0</c:v>
                </c:pt>
                <c:pt idx="8309">
                  <c:v>0</c:v>
                </c:pt>
                <c:pt idx="8310">
                  <c:v>0</c:v>
                </c:pt>
                <c:pt idx="8311">
                  <c:v>0</c:v>
                </c:pt>
                <c:pt idx="8312">
                  <c:v>504.61700000000002</c:v>
                </c:pt>
                <c:pt idx="8313">
                  <c:v>504.61700000000002</c:v>
                </c:pt>
                <c:pt idx="8314">
                  <c:v>504.61700000000002</c:v>
                </c:pt>
                <c:pt idx="8315">
                  <c:v>504.61700000000002</c:v>
                </c:pt>
                <c:pt idx="8316">
                  <c:v>504.61700000000002</c:v>
                </c:pt>
                <c:pt idx="8317">
                  <c:v>504.61700000000002</c:v>
                </c:pt>
                <c:pt idx="8318">
                  <c:v>504.61700000000002</c:v>
                </c:pt>
                <c:pt idx="8319">
                  <c:v>504.61700000000002</c:v>
                </c:pt>
                <c:pt idx="8320">
                  <c:v>504.61700000000002</c:v>
                </c:pt>
                <c:pt idx="8321">
                  <c:v>504.61700000000002</c:v>
                </c:pt>
                <c:pt idx="8322">
                  <c:v>504.61700000000002</c:v>
                </c:pt>
                <c:pt idx="8323">
                  <c:v>504.61700000000002</c:v>
                </c:pt>
                <c:pt idx="8324">
                  <c:v>504.61700000000002</c:v>
                </c:pt>
                <c:pt idx="8325">
                  <c:v>504.61700000000002</c:v>
                </c:pt>
                <c:pt idx="8326">
                  <c:v>0</c:v>
                </c:pt>
                <c:pt idx="8327">
                  <c:v>0</c:v>
                </c:pt>
                <c:pt idx="8328">
                  <c:v>0</c:v>
                </c:pt>
                <c:pt idx="8329">
                  <c:v>0</c:v>
                </c:pt>
                <c:pt idx="8330">
                  <c:v>0</c:v>
                </c:pt>
                <c:pt idx="8331">
                  <c:v>0</c:v>
                </c:pt>
                <c:pt idx="8332">
                  <c:v>0</c:v>
                </c:pt>
                <c:pt idx="8333">
                  <c:v>0</c:v>
                </c:pt>
                <c:pt idx="8334">
                  <c:v>0</c:v>
                </c:pt>
                <c:pt idx="8335">
                  <c:v>0</c:v>
                </c:pt>
                <c:pt idx="8336">
                  <c:v>504.61700000000002</c:v>
                </c:pt>
                <c:pt idx="8337">
                  <c:v>504.61700000000002</c:v>
                </c:pt>
                <c:pt idx="8338">
                  <c:v>504.61700000000002</c:v>
                </c:pt>
                <c:pt idx="8339">
                  <c:v>504.61700000000002</c:v>
                </c:pt>
                <c:pt idx="8340">
                  <c:v>504.61700000000002</c:v>
                </c:pt>
                <c:pt idx="8341">
                  <c:v>504.61700000000002</c:v>
                </c:pt>
                <c:pt idx="8342">
                  <c:v>504.61700000000002</c:v>
                </c:pt>
                <c:pt idx="8343">
                  <c:v>504.61700000000002</c:v>
                </c:pt>
                <c:pt idx="8344">
                  <c:v>504.61700000000002</c:v>
                </c:pt>
                <c:pt idx="8345">
                  <c:v>504.61700000000002</c:v>
                </c:pt>
                <c:pt idx="8346">
                  <c:v>504.61700000000002</c:v>
                </c:pt>
                <c:pt idx="8347">
                  <c:v>504.61700000000002</c:v>
                </c:pt>
                <c:pt idx="8348">
                  <c:v>504.61700000000002</c:v>
                </c:pt>
                <c:pt idx="8349">
                  <c:v>504.61700000000002</c:v>
                </c:pt>
                <c:pt idx="8350">
                  <c:v>0</c:v>
                </c:pt>
                <c:pt idx="8351">
                  <c:v>0</c:v>
                </c:pt>
                <c:pt idx="8352">
                  <c:v>0</c:v>
                </c:pt>
                <c:pt idx="8353">
                  <c:v>0</c:v>
                </c:pt>
                <c:pt idx="8354">
                  <c:v>0</c:v>
                </c:pt>
                <c:pt idx="8355">
                  <c:v>0</c:v>
                </c:pt>
                <c:pt idx="8356">
                  <c:v>0</c:v>
                </c:pt>
                <c:pt idx="8357">
                  <c:v>0</c:v>
                </c:pt>
                <c:pt idx="8358">
                  <c:v>0</c:v>
                </c:pt>
                <c:pt idx="8359">
                  <c:v>0</c:v>
                </c:pt>
                <c:pt idx="8360">
                  <c:v>504.61700000000002</c:v>
                </c:pt>
                <c:pt idx="8361">
                  <c:v>504.61700000000002</c:v>
                </c:pt>
                <c:pt idx="8362">
                  <c:v>504.61700000000002</c:v>
                </c:pt>
                <c:pt idx="8363">
                  <c:v>504.61700000000002</c:v>
                </c:pt>
                <c:pt idx="8364">
                  <c:v>504.61700000000002</c:v>
                </c:pt>
                <c:pt idx="8365">
                  <c:v>504.61700000000002</c:v>
                </c:pt>
                <c:pt idx="8366">
                  <c:v>504.61700000000002</c:v>
                </c:pt>
                <c:pt idx="8367">
                  <c:v>504.61700000000002</c:v>
                </c:pt>
                <c:pt idx="8368">
                  <c:v>504.61700000000002</c:v>
                </c:pt>
                <c:pt idx="8369">
                  <c:v>504.61700000000002</c:v>
                </c:pt>
                <c:pt idx="8370">
                  <c:v>504.61700000000002</c:v>
                </c:pt>
                <c:pt idx="8371">
                  <c:v>504.61700000000002</c:v>
                </c:pt>
                <c:pt idx="8372">
                  <c:v>504.61700000000002</c:v>
                </c:pt>
                <c:pt idx="8373">
                  <c:v>504.61700000000002</c:v>
                </c:pt>
                <c:pt idx="8374">
                  <c:v>0</c:v>
                </c:pt>
                <c:pt idx="8375">
                  <c:v>0</c:v>
                </c:pt>
                <c:pt idx="8376">
                  <c:v>0</c:v>
                </c:pt>
                <c:pt idx="8377">
                  <c:v>0</c:v>
                </c:pt>
                <c:pt idx="8378">
                  <c:v>0</c:v>
                </c:pt>
                <c:pt idx="8379">
                  <c:v>0</c:v>
                </c:pt>
                <c:pt idx="8380">
                  <c:v>0</c:v>
                </c:pt>
                <c:pt idx="8381">
                  <c:v>0</c:v>
                </c:pt>
                <c:pt idx="8382">
                  <c:v>0</c:v>
                </c:pt>
                <c:pt idx="8383">
                  <c:v>0</c:v>
                </c:pt>
                <c:pt idx="8384">
                  <c:v>504.61700000000002</c:v>
                </c:pt>
                <c:pt idx="8385">
                  <c:v>504.61700000000002</c:v>
                </c:pt>
                <c:pt idx="8386">
                  <c:v>504.61700000000002</c:v>
                </c:pt>
                <c:pt idx="8387">
                  <c:v>504.61700000000002</c:v>
                </c:pt>
                <c:pt idx="8388">
                  <c:v>504.61700000000002</c:v>
                </c:pt>
                <c:pt idx="8389">
                  <c:v>504.61700000000002</c:v>
                </c:pt>
                <c:pt idx="8390">
                  <c:v>504.61700000000002</c:v>
                </c:pt>
                <c:pt idx="8391">
                  <c:v>504.61700000000002</c:v>
                </c:pt>
                <c:pt idx="8392">
                  <c:v>504.61700000000002</c:v>
                </c:pt>
                <c:pt idx="8393">
                  <c:v>504.61700000000002</c:v>
                </c:pt>
                <c:pt idx="8394">
                  <c:v>504.61700000000002</c:v>
                </c:pt>
                <c:pt idx="8395">
                  <c:v>504.61700000000002</c:v>
                </c:pt>
                <c:pt idx="8396">
                  <c:v>504.61700000000002</c:v>
                </c:pt>
                <c:pt idx="8397">
                  <c:v>504.61700000000002</c:v>
                </c:pt>
                <c:pt idx="8398">
                  <c:v>0</c:v>
                </c:pt>
                <c:pt idx="8399">
                  <c:v>0</c:v>
                </c:pt>
                <c:pt idx="8400">
                  <c:v>0</c:v>
                </c:pt>
                <c:pt idx="8401">
                  <c:v>0</c:v>
                </c:pt>
                <c:pt idx="8402">
                  <c:v>0</c:v>
                </c:pt>
                <c:pt idx="8403">
                  <c:v>0</c:v>
                </c:pt>
                <c:pt idx="8404">
                  <c:v>0</c:v>
                </c:pt>
                <c:pt idx="8405">
                  <c:v>0</c:v>
                </c:pt>
                <c:pt idx="8406">
                  <c:v>0</c:v>
                </c:pt>
                <c:pt idx="8407">
                  <c:v>0</c:v>
                </c:pt>
                <c:pt idx="8408">
                  <c:v>504.61700000000002</c:v>
                </c:pt>
                <c:pt idx="8409">
                  <c:v>504.61700000000002</c:v>
                </c:pt>
                <c:pt idx="8410">
                  <c:v>504.61700000000002</c:v>
                </c:pt>
                <c:pt idx="8411">
                  <c:v>504.61700000000002</c:v>
                </c:pt>
                <c:pt idx="8412">
                  <c:v>504.61700000000002</c:v>
                </c:pt>
                <c:pt idx="8413">
                  <c:v>504.61700000000002</c:v>
                </c:pt>
                <c:pt idx="8414">
                  <c:v>504.61700000000002</c:v>
                </c:pt>
                <c:pt idx="8415">
                  <c:v>504.61700000000002</c:v>
                </c:pt>
                <c:pt idx="8416">
                  <c:v>504.61700000000002</c:v>
                </c:pt>
                <c:pt idx="8417">
                  <c:v>504.61700000000002</c:v>
                </c:pt>
                <c:pt idx="8418">
                  <c:v>504.61700000000002</c:v>
                </c:pt>
                <c:pt idx="8419">
                  <c:v>504.61700000000002</c:v>
                </c:pt>
                <c:pt idx="8420">
                  <c:v>504.61700000000002</c:v>
                </c:pt>
                <c:pt idx="8421">
                  <c:v>504.61700000000002</c:v>
                </c:pt>
                <c:pt idx="8422">
                  <c:v>0</c:v>
                </c:pt>
                <c:pt idx="8423">
                  <c:v>0</c:v>
                </c:pt>
                <c:pt idx="8424">
                  <c:v>0</c:v>
                </c:pt>
                <c:pt idx="8425">
                  <c:v>0</c:v>
                </c:pt>
                <c:pt idx="8426">
                  <c:v>0</c:v>
                </c:pt>
                <c:pt idx="8427">
                  <c:v>0</c:v>
                </c:pt>
                <c:pt idx="8428">
                  <c:v>0</c:v>
                </c:pt>
                <c:pt idx="8429">
                  <c:v>0</c:v>
                </c:pt>
                <c:pt idx="8430">
                  <c:v>0</c:v>
                </c:pt>
                <c:pt idx="8431">
                  <c:v>0</c:v>
                </c:pt>
                <c:pt idx="8432">
                  <c:v>504.61700000000002</c:v>
                </c:pt>
                <c:pt idx="8433">
                  <c:v>504.61700000000002</c:v>
                </c:pt>
                <c:pt idx="8434">
                  <c:v>504.61700000000002</c:v>
                </c:pt>
                <c:pt idx="8435">
                  <c:v>504.61700000000002</c:v>
                </c:pt>
                <c:pt idx="8436">
                  <c:v>504.61700000000002</c:v>
                </c:pt>
                <c:pt idx="8437">
                  <c:v>504.61700000000002</c:v>
                </c:pt>
                <c:pt idx="8438">
                  <c:v>504.61700000000002</c:v>
                </c:pt>
                <c:pt idx="8439">
                  <c:v>504.61700000000002</c:v>
                </c:pt>
                <c:pt idx="8440">
                  <c:v>504.61700000000002</c:v>
                </c:pt>
                <c:pt idx="8441">
                  <c:v>504.61700000000002</c:v>
                </c:pt>
                <c:pt idx="8442">
                  <c:v>504.61700000000002</c:v>
                </c:pt>
                <c:pt idx="8443">
                  <c:v>504.61700000000002</c:v>
                </c:pt>
                <c:pt idx="8444">
                  <c:v>504.61700000000002</c:v>
                </c:pt>
                <c:pt idx="8445">
                  <c:v>504.61700000000002</c:v>
                </c:pt>
                <c:pt idx="8446">
                  <c:v>0</c:v>
                </c:pt>
                <c:pt idx="8447">
                  <c:v>0</c:v>
                </c:pt>
                <c:pt idx="8448">
                  <c:v>0</c:v>
                </c:pt>
                <c:pt idx="8449">
                  <c:v>0</c:v>
                </c:pt>
                <c:pt idx="8450">
                  <c:v>0</c:v>
                </c:pt>
                <c:pt idx="8451">
                  <c:v>0</c:v>
                </c:pt>
                <c:pt idx="8452">
                  <c:v>0</c:v>
                </c:pt>
                <c:pt idx="8453">
                  <c:v>0</c:v>
                </c:pt>
                <c:pt idx="8454">
                  <c:v>0</c:v>
                </c:pt>
                <c:pt idx="8455">
                  <c:v>0</c:v>
                </c:pt>
                <c:pt idx="8456">
                  <c:v>504.61700000000002</c:v>
                </c:pt>
                <c:pt idx="8457">
                  <c:v>504.61700000000002</c:v>
                </c:pt>
                <c:pt idx="8458">
                  <c:v>504.61700000000002</c:v>
                </c:pt>
                <c:pt idx="8459">
                  <c:v>504.61700000000002</c:v>
                </c:pt>
                <c:pt idx="8460">
                  <c:v>504.61700000000002</c:v>
                </c:pt>
                <c:pt idx="8461">
                  <c:v>504.61700000000002</c:v>
                </c:pt>
                <c:pt idx="8462">
                  <c:v>504.61700000000002</c:v>
                </c:pt>
                <c:pt idx="8463">
                  <c:v>504.61700000000002</c:v>
                </c:pt>
                <c:pt idx="8464">
                  <c:v>504.61700000000002</c:v>
                </c:pt>
                <c:pt idx="8465">
                  <c:v>504.61700000000002</c:v>
                </c:pt>
                <c:pt idx="8466">
                  <c:v>504.61700000000002</c:v>
                </c:pt>
                <c:pt idx="8467">
                  <c:v>504.61700000000002</c:v>
                </c:pt>
                <c:pt idx="8468">
                  <c:v>504.61700000000002</c:v>
                </c:pt>
                <c:pt idx="8469">
                  <c:v>504.61700000000002</c:v>
                </c:pt>
                <c:pt idx="8470">
                  <c:v>0</c:v>
                </c:pt>
                <c:pt idx="8471">
                  <c:v>0</c:v>
                </c:pt>
                <c:pt idx="8472">
                  <c:v>0</c:v>
                </c:pt>
                <c:pt idx="8473">
                  <c:v>0</c:v>
                </c:pt>
                <c:pt idx="8474">
                  <c:v>0</c:v>
                </c:pt>
                <c:pt idx="8475">
                  <c:v>0</c:v>
                </c:pt>
                <c:pt idx="8476">
                  <c:v>0</c:v>
                </c:pt>
                <c:pt idx="8477">
                  <c:v>0</c:v>
                </c:pt>
                <c:pt idx="8478">
                  <c:v>0</c:v>
                </c:pt>
                <c:pt idx="8479">
                  <c:v>0</c:v>
                </c:pt>
                <c:pt idx="8480">
                  <c:v>504.61700000000002</c:v>
                </c:pt>
                <c:pt idx="8481">
                  <c:v>504.61700000000002</c:v>
                </c:pt>
                <c:pt idx="8482">
                  <c:v>504.61700000000002</c:v>
                </c:pt>
                <c:pt idx="8483">
                  <c:v>504.61700000000002</c:v>
                </c:pt>
                <c:pt idx="8484">
                  <c:v>504.61700000000002</c:v>
                </c:pt>
                <c:pt idx="8485">
                  <c:v>504.61700000000002</c:v>
                </c:pt>
                <c:pt idx="8486">
                  <c:v>504.61700000000002</c:v>
                </c:pt>
                <c:pt idx="8487">
                  <c:v>504.61700000000002</c:v>
                </c:pt>
                <c:pt idx="8488">
                  <c:v>504.61700000000002</c:v>
                </c:pt>
                <c:pt idx="8489">
                  <c:v>504.61700000000002</c:v>
                </c:pt>
                <c:pt idx="8490">
                  <c:v>504.61700000000002</c:v>
                </c:pt>
                <c:pt idx="8491">
                  <c:v>504.61700000000002</c:v>
                </c:pt>
                <c:pt idx="8492">
                  <c:v>504.61700000000002</c:v>
                </c:pt>
                <c:pt idx="8493">
                  <c:v>504.61700000000002</c:v>
                </c:pt>
                <c:pt idx="8494">
                  <c:v>0</c:v>
                </c:pt>
                <c:pt idx="8495">
                  <c:v>0</c:v>
                </c:pt>
                <c:pt idx="8496">
                  <c:v>0</c:v>
                </c:pt>
                <c:pt idx="8497">
                  <c:v>0</c:v>
                </c:pt>
                <c:pt idx="8498">
                  <c:v>0</c:v>
                </c:pt>
                <c:pt idx="8499">
                  <c:v>0</c:v>
                </c:pt>
                <c:pt idx="8500">
                  <c:v>0</c:v>
                </c:pt>
                <c:pt idx="8501">
                  <c:v>0</c:v>
                </c:pt>
                <c:pt idx="8502">
                  <c:v>0</c:v>
                </c:pt>
                <c:pt idx="8503">
                  <c:v>0</c:v>
                </c:pt>
                <c:pt idx="8504">
                  <c:v>504.61700000000002</c:v>
                </c:pt>
                <c:pt idx="8505">
                  <c:v>504.61700000000002</c:v>
                </c:pt>
                <c:pt idx="8506">
                  <c:v>504.61700000000002</c:v>
                </c:pt>
                <c:pt idx="8507">
                  <c:v>504.61700000000002</c:v>
                </c:pt>
                <c:pt idx="8508">
                  <c:v>504.61700000000002</c:v>
                </c:pt>
                <c:pt idx="8509">
                  <c:v>504.61700000000002</c:v>
                </c:pt>
                <c:pt idx="8510">
                  <c:v>504.61700000000002</c:v>
                </c:pt>
                <c:pt idx="8511">
                  <c:v>504.61700000000002</c:v>
                </c:pt>
                <c:pt idx="8512">
                  <c:v>504.61700000000002</c:v>
                </c:pt>
                <c:pt idx="8513">
                  <c:v>504.61700000000002</c:v>
                </c:pt>
                <c:pt idx="8514">
                  <c:v>504.61700000000002</c:v>
                </c:pt>
                <c:pt idx="8515">
                  <c:v>504.61700000000002</c:v>
                </c:pt>
                <c:pt idx="8516">
                  <c:v>504.61700000000002</c:v>
                </c:pt>
                <c:pt idx="8517">
                  <c:v>504.61700000000002</c:v>
                </c:pt>
                <c:pt idx="8518">
                  <c:v>0</c:v>
                </c:pt>
                <c:pt idx="8519">
                  <c:v>0</c:v>
                </c:pt>
                <c:pt idx="8520">
                  <c:v>0</c:v>
                </c:pt>
                <c:pt idx="8521">
                  <c:v>0</c:v>
                </c:pt>
                <c:pt idx="8522">
                  <c:v>0</c:v>
                </c:pt>
                <c:pt idx="8523">
                  <c:v>0</c:v>
                </c:pt>
                <c:pt idx="8524">
                  <c:v>0</c:v>
                </c:pt>
                <c:pt idx="8525">
                  <c:v>0</c:v>
                </c:pt>
                <c:pt idx="8526">
                  <c:v>0</c:v>
                </c:pt>
                <c:pt idx="8527">
                  <c:v>0</c:v>
                </c:pt>
                <c:pt idx="8528">
                  <c:v>504.61700000000002</c:v>
                </c:pt>
                <c:pt idx="8529">
                  <c:v>504.61700000000002</c:v>
                </c:pt>
                <c:pt idx="8530">
                  <c:v>504.61700000000002</c:v>
                </c:pt>
                <c:pt idx="8531">
                  <c:v>504.61700000000002</c:v>
                </c:pt>
                <c:pt idx="8532">
                  <c:v>504.61700000000002</c:v>
                </c:pt>
                <c:pt idx="8533">
                  <c:v>504.61700000000002</c:v>
                </c:pt>
                <c:pt idx="8534">
                  <c:v>504.61700000000002</c:v>
                </c:pt>
                <c:pt idx="8535">
                  <c:v>504.61700000000002</c:v>
                </c:pt>
                <c:pt idx="8536">
                  <c:v>504.61700000000002</c:v>
                </c:pt>
                <c:pt idx="8537">
                  <c:v>504.61700000000002</c:v>
                </c:pt>
                <c:pt idx="8538">
                  <c:v>504.61700000000002</c:v>
                </c:pt>
                <c:pt idx="8539">
                  <c:v>504.61700000000002</c:v>
                </c:pt>
                <c:pt idx="8540">
                  <c:v>504.61700000000002</c:v>
                </c:pt>
                <c:pt idx="8541">
                  <c:v>504.61700000000002</c:v>
                </c:pt>
                <c:pt idx="8542">
                  <c:v>0</c:v>
                </c:pt>
                <c:pt idx="8543">
                  <c:v>0</c:v>
                </c:pt>
                <c:pt idx="8544">
                  <c:v>0</c:v>
                </c:pt>
                <c:pt idx="8545">
                  <c:v>0</c:v>
                </c:pt>
                <c:pt idx="8546">
                  <c:v>0</c:v>
                </c:pt>
                <c:pt idx="8547">
                  <c:v>0</c:v>
                </c:pt>
                <c:pt idx="8548">
                  <c:v>0</c:v>
                </c:pt>
                <c:pt idx="8549">
                  <c:v>0</c:v>
                </c:pt>
                <c:pt idx="8550">
                  <c:v>0</c:v>
                </c:pt>
                <c:pt idx="8551">
                  <c:v>0</c:v>
                </c:pt>
                <c:pt idx="8552">
                  <c:v>504.61700000000002</c:v>
                </c:pt>
                <c:pt idx="8553">
                  <c:v>504.61700000000002</c:v>
                </c:pt>
                <c:pt idx="8554">
                  <c:v>504.61700000000002</c:v>
                </c:pt>
                <c:pt idx="8555">
                  <c:v>504.61700000000002</c:v>
                </c:pt>
                <c:pt idx="8556">
                  <c:v>504.61700000000002</c:v>
                </c:pt>
                <c:pt idx="8557">
                  <c:v>504.61700000000002</c:v>
                </c:pt>
                <c:pt idx="8558">
                  <c:v>504.61700000000002</c:v>
                </c:pt>
                <c:pt idx="8559">
                  <c:v>504.61700000000002</c:v>
                </c:pt>
                <c:pt idx="8560">
                  <c:v>504.61700000000002</c:v>
                </c:pt>
                <c:pt idx="8561">
                  <c:v>504.61700000000002</c:v>
                </c:pt>
                <c:pt idx="8562">
                  <c:v>504.61700000000002</c:v>
                </c:pt>
                <c:pt idx="8563">
                  <c:v>504.61700000000002</c:v>
                </c:pt>
                <c:pt idx="8564">
                  <c:v>504.61700000000002</c:v>
                </c:pt>
                <c:pt idx="8565">
                  <c:v>504.61700000000002</c:v>
                </c:pt>
                <c:pt idx="8566">
                  <c:v>0</c:v>
                </c:pt>
                <c:pt idx="8567">
                  <c:v>0</c:v>
                </c:pt>
                <c:pt idx="8568">
                  <c:v>0</c:v>
                </c:pt>
                <c:pt idx="8569">
                  <c:v>0</c:v>
                </c:pt>
                <c:pt idx="8570">
                  <c:v>0</c:v>
                </c:pt>
                <c:pt idx="8571">
                  <c:v>0</c:v>
                </c:pt>
                <c:pt idx="8572">
                  <c:v>0</c:v>
                </c:pt>
                <c:pt idx="8573">
                  <c:v>0</c:v>
                </c:pt>
                <c:pt idx="8574">
                  <c:v>0</c:v>
                </c:pt>
                <c:pt idx="8575">
                  <c:v>0</c:v>
                </c:pt>
                <c:pt idx="8576">
                  <c:v>504.61700000000002</c:v>
                </c:pt>
                <c:pt idx="8577">
                  <c:v>504.61700000000002</c:v>
                </c:pt>
                <c:pt idx="8578">
                  <c:v>504.61700000000002</c:v>
                </c:pt>
                <c:pt idx="8579">
                  <c:v>504.61700000000002</c:v>
                </c:pt>
                <c:pt idx="8580">
                  <c:v>504.61700000000002</c:v>
                </c:pt>
                <c:pt idx="8581">
                  <c:v>504.61700000000002</c:v>
                </c:pt>
                <c:pt idx="8582">
                  <c:v>504.61700000000002</c:v>
                </c:pt>
                <c:pt idx="8583">
                  <c:v>504.61700000000002</c:v>
                </c:pt>
                <c:pt idx="8584">
                  <c:v>504.61700000000002</c:v>
                </c:pt>
                <c:pt idx="8585">
                  <c:v>504.61700000000002</c:v>
                </c:pt>
                <c:pt idx="8586">
                  <c:v>504.61700000000002</c:v>
                </c:pt>
                <c:pt idx="8587">
                  <c:v>504.61700000000002</c:v>
                </c:pt>
                <c:pt idx="8588">
                  <c:v>504.61700000000002</c:v>
                </c:pt>
                <c:pt idx="8589">
                  <c:v>504.61700000000002</c:v>
                </c:pt>
                <c:pt idx="8590">
                  <c:v>0</c:v>
                </c:pt>
                <c:pt idx="8591">
                  <c:v>0</c:v>
                </c:pt>
                <c:pt idx="8592">
                  <c:v>0</c:v>
                </c:pt>
                <c:pt idx="8593">
                  <c:v>0</c:v>
                </c:pt>
                <c:pt idx="8594">
                  <c:v>0</c:v>
                </c:pt>
                <c:pt idx="8595">
                  <c:v>0</c:v>
                </c:pt>
                <c:pt idx="8596">
                  <c:v>0</c:v>
                </c:pt>
                <c:pt idx="8597">
                  <c:v>0</c:v>
                </c:pt>
                <c:pt idx="8598">
                  <c:v>0</c:v>
                </c:pt>
                <c:pt idx="8599">
                  <c:v>0</c:v>
                </c:pt>
                <c:pt idx="8600">
                  <c:v>504.61700000000002</c:v>
                </c:pt>
                <c:pt idx="8601">
                  <c:v>504.61700000000002</c:v>
                </c:pt>
                <c:pt idx="8602">
                  <c:v>504.61700000000002</c:v>
                </c:pt>
                <c:pt idx="8603">
                  <c:v>504.61700000000002</c:v>
                </c:pt>
                <c:pt idx="8604">
                  <c:v>504.61700000000002</c:v>
                </c:pt>
                <c:pt idx="8605">
                  <c:v>504.61700000000002</c:v>
                </c:pt>
                <c:pt idx="8606">
                  <c:v>504.61700000000002</c:v>
                </c:pt>
                <c:pt idx="8607">
                  <c:v>504.61700000000002</c:v>
                </c:pt>
                <c:pt idx="8608">
                  <c:v>504.61700000000002</c:v>
                </c:pt>
                <c:pt idx="8609">
                  <c:v>504.61700000000002</c:v>
                </c:pt>
                <c:pt idx="8610">
                  <c:v>504.61700000000002</c:v>
                </c:pt>
                <c:pt idx="8611">
                  <c:v>504.61700000000002</c:v>
                </c:pt>
                <c:pt idx="8612">
                  <c:v>504.61700000000002</c:v>
                </c:pt>
                <c:pt idx="8613">
                  <c:v>504.61700000000002</c:v>
                </c:pt>
                <c:pt idx="8614">
                  <c:v>0</c:v>
                </c:pt>
                <c:pt idx="8615">
                  <c:v>0</c:v>
                </c:pt>
                <c:pt idx="8616">
                  <c:v>0</c:v>
                </c:pt>
                <c:pt idx="8617">
                  <c:v>0</c:v>
                </c:pt>
                <c:pt idx="8618">
                  <c:v>0</c:v>
                </c:pt>
                <c:pt idx="8619">
                  <c:v>0</c:v>
                </c:pt>
                <c:pt idx="8620">
                  <c:v>0</c:v>
                </c:pt>
                <c:pt idx="8621">
                  <c:v>0</c:v>
                </c:pt>
                <c:pt idx="8622">
                  <c:v>0</c:v>
                </c:pt>
                <c:pt idx="8623">
                  <c:v>0</c:v>
                </c:pt>
                <c:pt idx="8624">
                  <c:v>504.61700000000002</c:v>
                </c:pt>
                <c:pt idx="8625">
                  <c:v>504.61700000000002</c:v>
                </c:pt>
                <c:pt idx="8626">
                  <c:v>504.61700000000002</c:v>
                </c:pt>
                <c:pt idx="8627">
                  <c:v>504.61700000000002</c:v>
                </c:pt>
                <c:pt idx="8628">
                  <c:v>504.61700000000002</c:v>
                </c:pt>
                <c:pt idx="8629">
                  <c:v>504.61700000000002</c:v>
                </c:pt>
                <c:pt idx="8630">
                  <c:v>504.61700000000002</c:v>
                </c:pt>
                <c:pt idx="8631">
                  <c:v>504.61700000000002</c:v>
                </c:pt>
                <c:pt idx="8632">
                  <c:v>504.61700000000002</c:v>
                </c:pt>
                <c:pt idx="8633">
                  <c:v>504.61700000000002</c:v>
                </c:pt>
                <c:pt idx="8634">
                  <c:v>504.61700000000002</c:v>
                </c:pt>
                <c:pt idx="8635">
                  <c:v>504.61700000000002</c:v>
                </c:pt>
                <c:pt idx="8636">
                  <c:v>504.61700000000002</c:v>
                </c:pt>
                <c:pt idx="8637">
                  <c:v>504.61700000000002</c:v>
                </c:pt>
                <c:pt idx="8638">
                  <c:v>0</c:v>
                </c:pt>
                <c:pt idx="8639">
                  <c:v>0</c:v>
                </c:pt>
                <c:pt idx="8640">
                  <c:v>0</c:v>
                </c:pt>
                <c:pt idx="8641">
                  <c:v>0</c:v>
                </c:pt>
                <c:pt idx="8642">
                  <c:v>0</c:v>
                </c:pt>
                <c:pt idx="8643">
                  <c:v>0</c:v>
                </c:pt>
                <c:pt idx="8644">
                  <c:v>0</c:v>
                </c:pt>
                <c:pt idx="8645">
                  <c:v>0</c:v>
                </c:pt>
                <c:pt idx="8646">
                  <c:v>0</c:v>
                </c:pt>
                <c:pt idx="8647">
                  <c:v>0</c:v>
                </c:pt>
                <c:pt idx="8648">
                  <c:v>504.61700000000002</c:v>
                </c:pt>
                <c:pt idx="8649">
                  <c:v>504.61700000000002</c:v>
                </c:pt>
                <c:pt idx="8650">
                  <c:v>504.61700000000002</c:v>
                </c:pt>
                <c:pt idx="8651">
                  <c:v>504.61700000000002</c:v>
                </c:pt>
                <c:pt idx="8652">
                  <c:v>504.61700000000002</c:v>
                </c:pt>
                <c:pt idx="8653">
                  <c:v>504.61700000000002</c:v>
                </c:pt>
                <c:pt idx="8654">
                  <c:v>504.61700000000002</c:v>
                </c:pt>
                <c:pt idx="8655">
                  <c:v>504.61700000000002</c:v>
                </c:pt>
                <c:pt idx="8656">
                  <c:v>504.61700000000002</c:v>
                </c:pt>
                <c:pt idx="8657">
                  <c:v>504.61700000000002</c:v>
                </c:pt>
                <c:pt idx="8658">
                  <c:v>504.61700000000002</c:v>
                </c:pt>
                <c:pt idx="8659">
                  <c:v>504.61700000000002</c:v>
                </c:pt>
                <c:pt idx="8660">
                  <c:v>504.61700000000002</c:v>
                </c:pt>
                <c:pt idx="8661">
                  <c:v>504.61700000000002</c:v>
                </c:pt>
                <c:pt idx="8662">
                  <c:v>0</c:v>
                </c:pt>
                <c:pt idx="8663">
                  <c:v>0</c:v>
                </c:pt>
                <c:pt idx="8664">
                  <c:v>0</c:v>
                </c:pt>
                <c:pt idx="8665">
                  <c:v>0</c:v>
                </c:pt>
                <c:pt idx="8666">
                  <c:v>0</c:v>
                </c:pt>
                <c:pt idx="8667">
                  <c:v>0</c:v>
                </c:pt>
                <c:pt idx="8668">
                  <c:v>0</c:v>
                </c:pt>
                <c:pt idx="8669">
                  <c:v>0</c:v>
                </c:pt>
                <c:pt idx="8670">
                  <c:v>0</c:v>
                </c:pt>
                <c:pt idx="8671">
                  <c:v>0</c:v>
                </c:pt>
                <c:pt idx="8672">
                  <c:v>504.61700000000002</c:v>
                </c:pt>
                <c:pt idx="8673">
                  <c:v>504.61700000000002</c:v>
                </c:pt>
                <c:pt idx="8674">
                  <c:v>504.61700000000002</c:v>
                </c:pt>
                <c:pt idx="8675">
                  <c:v>504.61700000000002</c:v>
                </c:pt>
                <c:pt idx="8676">
                  <c:v>504.61700000000002</c:v>
                </c:pt>
                <c:pt idx="8677">
                  <c:v>504.61700000000002</c:v>
                </c:pt>
                <c:pt idx="8678">
                  <c:v>504.61700000000002</c:v>
                </c:pt>
                <c:pt idx="8679">
                  <c:v>504.61700000000002</c:v>
                </c:pt>
                <c:pt idx="8680">
                  <c:v>504.61700000000002</c:v>
                </c:pt>
                <c:pt idx="8681">
                  <c:v>504.61700000000002</c:v>
                </c:pt>
                <c:pt idx="8682">
                  <c:v>504.61700000000002</c:v>
                </c:pt>
                <c:pt idx="8683">
                  <c:v>504.61700000000002</c:v>
                </c:pt>
                <c:pt idx="8684">
                  <c:v>504.61700000000002</c:v>
                </c:pt>
                <c:pt idx="8685">
                  <c:v>504.61700000000002</c:v>
                </c:pt>
                <c:pt idx="8686">
                  <c:v>0</c:v>
                </c:pt>
                <c:pt idx="8687">
                  <c:v>0</c:v>
                </c:pt>
                <c:pt idx="8688">
                  <c:v>0</c:v>
                </c:pt>
                <c:pt idx="8689">
                  <c:v>0</c:v>
                </c:pt>
                <c:pt idx="8690">
                  <c:v>0</c:v>
                </c:pt>
                <c:pt idx="8691">
                  <c:v>0</c:v>
                </c:pt>
                <c:pt idx="8692">
                  <c:v>0</c:v>
                </c:pt>
                <c:pt idx="8693">
                  <c:v>0</c:v>
                </c:pt>
                <c:pt idx="8694">
                  <c:v>0</c:v>
                </c:pt>
                <c:pt idx="8695">
                  <c:v>0</c:v>
                </c:pt>
                <c:pt idx="8696">
                  <c:v>504.61700000000002</c:v>
                </c:pt>
                <c:pt idx="8697">
                  <c:v>504.61700000000002</c:v>
                </c:pt>
                <c:pt idx="8698">
                  <c:v>504.61700000000002</c:v>
                </c:pt>
                <c:pt idx="8699">
                  <c:v>504.61700000000002</c:v>
                </c:pt>
                <c:pt idx="8700">
                  <c:v>504.61700000000002</c:v>
                </c:pt>
                <c:pt idx="8701">
                  <c:v>504.61700000000002</c:v>
                </c:pt>
                <c:pt idx="8702">
                  <c:v>504.61700000000002</c:v>
                </c:pt>
                <c:pt idx="8703">
                  <c:v>504.61700000000002</c:v>
                </c:pt>
                <c:pt idx="8704">
                  <c:v>504.61700000000002</c:v>
                </c:pt>
                <c:pt idx="8705">
                  <c:v>504.61700000000002</c:v>
                </c:pt>
                <c:pt idx="8706">
                  <c:v>504.61700000000002</c:v>
                </c:pt>
                <c:pt idx="8707">
                  <c:v>504.61700000000002</c:v>
                </c:pt>
                <c:pt idx="8708">
                  <c:v>504.61700000000002</c:v>
                </c:pt>
                <c:pt idx="8709">
                  <c:v>504.61700000000002</c:v>
                </c:pt>
                <c:pt idx="8710">
                  <c:v>0</c:v>
                </c:pt>
                <c:pt idx="8711">
                  <c:v>0</c:v>
                </c:pt>
                <c:pt idx="8712">
                  <c:v>0</c:v>
                </c:pt>
                <c:pt idx="8713">
                  <c:v>0</c:v>
                </c:pt>
                <c:pt idx="8714">
                  <c:v>0</c:v>
                </c:pt>
                <c:pt idx="8715">
                  <c:v>0</c:v>
                </c:pt>
                <c:pt idx="8716">
                  <c:v>0</c:v>
                </c:pt>
                <c:pt idx="8717">
                  <c:v>0</c:v>
                </c:pt>
                <c:pt idx="8718">
                  <c:v>0</c:v>
                </c:pt>
                <c:pt idx="8719">
                  <c:v>0</c:v>
                </c:pt>
                <c:pt idx="8720">
                  <c:v>504.61700000000002</c:v>
                </c:pt>
                <c:pt idx="8721">
                  <c:v>504.61700000000002</c:v>
                </c:pt>
                <c:pt idx="8722">
                  <c:v>504.61700000000002</c:v>
                </c:pt>
                <c:pt idx="8723">
                  <c:v>504.61700000000002</c:v>
                </c:pt>
                <c:pt idx="8724">
                  <c:v>504.61700000000002</c:v>
                </c:pt>
                <c:pt idx="8725">
                  <c:v>504.61700000000002</c:v>
                </c:pt>
                <c:pt idx="8726">
                  <c:v>504.61700000000002</c:v>
                </c:pt>
                <c:pt idx="8727">
                  <c:v>504.61700000000002</c:v>
                </c:pt>
                <c:pt idx="8728">
                  <c:v>504.61700000000002</c:v>
                </c:pt>
                <c:pt idx="8729">
                  <c:v>504.61700000000002</c:v>
                </c:pt>
                <c:pt idx="8730">
                  <c:v>504.61700000000002</c:v>
                </c:pt>
                <c:pt idx="8731">
                  <c:v>504.61700000000002</c:v>
                </c:pt>
                <c:pt idx="8732">
                  <c:v>504.61700000000002</c:v>
                </c:pt>
                <c:pt idx="8733">
                  <c:v>504.61700000000002</c:v>
                </c:pt>
                <c:pt idx="8734">
                  <c:v>0</c:v>
                </c:pt>
                <c:pt idx="8735">
                  <c:v>0</c:v>
                </c:pt>
                <c:pt idx="8736">
                  <c:v>0</c:v>
                </c:pt>
                <c:pt idx="8737">
                  <c:v>0</c:v>
                </c:pt>
                <c:pt idx="8738">
                  <c:v>0</c:v>
                </c:pt>
                <c:pt idx="8739">
                  <c:v>0</c:v>
                </c:pt>
                <c:pt idx="8740">
                  <c:v>0</c:v>
                </c:pt>
                <c:pt idx="8741">
                  <c:v>0</c:v>
                </c:pt>
                <c:pt idx="8742">
                  <c:v>0</c:v>
                </c:pt>
                <c:pt idx="8743">
                  <c:v>0</c:v>
                </c:pt>
                <c:pt idx="8744">
                  <c:v>504.61700000000002</c:v>
                </c:pt>
                <c:pt idx="8745">
                  <c:v>504.61700000000002</c:v>
                </c:pt>
                <c:pt idx="8746">
                  <c:v>504.61700000000002</c:v>
                </c:pt>
                <c:pt idx="8747">
                  <c:v>504.61700000000002</c:v>
                </c:pt>
                <c:pt idx="8748">
                  <c:v>504.61700000000002</c:v>
                </c:pt>
                <c:pt idx="8749">
                  <c:v>504.61700000000002</c:v>
                </c:pt>
                <c:pt idx="8750">
                  <c:v>504.61700000000002</c:v>
                </c:pt>
                <c:pt idx="8751">
                  <c:v>504.61700000000002</c:v>
                </c:pt>
                <c:pt idx="8752">
                  <c:v>504.61700000000002</c:v>
                </c:pt>
                <c:pt idx="8753">
                  <c:v>504.61700000000002</c:v>
                </c:pt>
                <c:pt idx="8754">
                  <c:v>504.61700000000002</c:v>
                </c:pt>
                <c:pt idx="8755">
                  <c:v>504.61700000000002</c:v>
                </c:pt>
                <c:pt idx="8756">
                  <c:v>504.61700000000002</c:v>
                </c:pt>
                <c:pt idx="8757">
                  <c:v>504.61700000000002</c:v>
                </c:pt>
                <c:pt idx="8758">
                  <c:v>0</c:v>
                </c:pt>
                <c:pt idx="8759">
                  <c:v>0</c:v>
                </c:pt>
              </c:numCache>
            </c:numRef>
          </c:yVal>
          <c:smooth val="0"/>
        </c:ser>
        <c:ser>
          <c:idx val="1"/>
          <c:order val="1"/>
          <c:tx>
            <c:v>Variable CW flow - 70% min</c:v>
          </c:tx>
          <c:spPr>
            <a:ln w="28575">
              <a:noFill/>
            </a:ln>
          </c:spPr>
          <c:marker>
            <c:symbol val="square"/>
            <c:size val="3"/>
          </c:marker>
          <c:xVal>
            <c:numRef>
              <c:f>Jan!$EM$11:$EM$8770</c:f>
              <c:numCache>
                <c:formatCode>General</c:formatCode>
                <c:ptCount val="8760"/>
                <c:pt idx="0">
                  <c:v>0</c:v>
                </c:pt>
                <c:pt idx="1">
                  <c:v>0</c:v>
                </c:pt>
                <c:pt idx="2">
                  <c:v>0</c:v>
                </c:pt>
                <c:pt idx="3">
                  <c:v>0</c:v>
                </c:pt>
                <c:pt idx="4">
                  <c:v>0</c:v>
                </c:pt>
                <c:pt idx="5">
                  <c:v>0</c:v>
                </c:pt>
                <c:pt idx="6">
                  <c:v>0</c:v>
                </c:pt>
                <c:pt idx="7">
                  <c:v>0</c:v>
                </c:pt>
                <c:pt idx="8">
                  <c:v>0.25</c:v>
                </c:pt>
                <c:pt idx="9">
                  <c:v>0.25</c:v>
                </c:pt>
                <c:pt idx="10">
                  <c:v>0.25</c:v>
                </c:pt>
                <c:pt idx="11">
                  <c:v>0.25</c:v>
                </c:pt>
                <c:pt idx="12">
                  <c:v>0.25</c:v>
                </c:pt>
                <c:pt idx="13">
                  <c:v>0.25</c:v>
                </c:pt>
                <c:pt idx="14">
                  <c:v>0.25</c:v>
                </c:pt>
                <c:pt idx="15">
                  <c:v>0.25</c:v>
                </c:pt>
                <c:pt idx="16">
                  <c:v>0.25</c:v>
                </c:pt>
                <c:pt idx="17">
                  <c:v>0.25</c:v>
                </c:pt>
                <c:pt idx="18">
                  <c:v>0.25</c:v>
                </c:pt>
                <c:pt idx="19">
                  <c:v>0.25</c:v>
                </c:pt>
                <c:pt idx="20">
                  <c:v>0.25</c:v>
                </c:pt>
                <c:pt idx="21">
                  <c:v>0.25</c:v>
                </c:pt>
                <c:pt idx="22">
                  <c:v>0</c:v>
                </c:pt>
                <c:pt idx="23">
                  <c:v>0</c:v>
                </c:pt>
                <c:pt idx="24">
                  <c:v>0</c:v>
                </c:pt>
                <c:pt idx="25">
                  <c:v>0</c:v>
                </c:pt>
                <c:pt idx="26">
                  <c:v>0</c:v>
                </c:pt>
                <c:pt idx="27">
                  <c:v>0</c:v>
                </c:pt>
                <c:pt idx="28">
                  <c:v>0</c:v>
                </c:pt>
                <c:pt idx="29">
                  <c:v>0</c:v>
                </c:pt>
                <c:pt idx="30">
                  <c:v>0</c:v>
                </c:pt>
                <c:pt idx="31">
                  <c:v>0</c:v>
                </c:pt>
                <c:pt idx="32">
                  <c:v>0.25</c:v>
                </c:pt>
                <c:pt idx="33">
                  <c:v>0.25</c:v>
                </c:pt>
                <c:pt idx="34">
                  <c:v>0.25</c:v>
                </c:pt>
                <c:pt idx="35">
                  <c:v>0.25</c:v>
                </c:pt>
                <c:pt idx="36">
                  <c:v>0.25</c:v>
                </c:pt>
                <c:pt idx="37">
                  <c:v>0.25</c:v>
                </c:pt>
                <c:pt idx="38">
                  <c:v>0.25</c:v>
                </c:pt>
                <c:pt idx="39">
                  <c:v>0.25</c:v>
                </c:pt>
                <c:pt idx="40">
                  <c:v>0.25</c:v>
                </c:pt>
                <c:pt idx="41">
                  <c:v>0.25</c:v>
                </c:pt>
                <c:pt idx="42">
                  <c:v>0.25</c:v>
                </c:pt>
                <c:pt idx="43">
                  <c:v>0.25</c:v>
                </c:pt>
                <c:pt idx="44">
                  <c:v>0.25</c:v>
                </c:pt>
                <c:pt idx="45">
                  <c:v>0.25</c:v>
                </c:pt>
                <c:pt idx="46">
                  <c:v>0</c:v>
                </c:pt>
                <c:pt idx="47">
                  <c:v>0</c:v>
                </c:pt>
                <c:pt idx="48">
                  <c:v>0</c:v>
                </c:pt>
                <c:pt idx="49">
                  <c:v>0</c:v>
                </c:pt>
                <c:pt idx="50">
                  <c:v>0</c:v>
                </c:pt>
                <c:pt idx="51">
                  <c:v>0</c:v>
                </c:pt>
                <c:pt idx="52">
                  <c:v>0</c:v>
                </c:pt>
                <c:pt idx="53">
                  <c:v>0</c:v>
                </c:pt>
                <c:pt idx="54">
                  <c:v>0</c:v>
                </c:pt>
                <c:pt idx="55">
                  <c:v>0</c:v>
                </c:pt>
                <c:pt idx="56">
                  <c:v>0.25</c:v>
                </c:pt>
                <c:pt idx="57">
                  <c:v>0.25</c:v>
                </c:pt>
                <c:pt idx="58">
                  <c:v>0.25</c:v>
                </c:pt>
                <c:pt idx="59">
                  <c:v>0.25</c:v>
                </c:pt>
                <c:pt idx="60">
                  <c:v>0.25</c:v>
                </c:pt>
                <c:pt idx="61">
                  <c:v>0.25</c:v>
                </c:pt>
                <c:pt idx="62">
                  <c:v>0.25</c:v>
                </c:pt>
                <c:pt idx="63">
                  <c:v>0.25</c:v>
                </c:pt>
                <c:pt idx="64">
                  <c:v>0.25</c:v>
                </c:pt>
                <c:pt idx="65">
                  <c:v>0.25</c:v>
                </c:pt>
                <c:pt idx="66">
                  <c:v>0.25</c:v>
                </c:pt>
                <c:pt idx="67">
                  <c:v>0.25</c:v>
                </c:pt>
                <c:pt idx="68">
                  <c:v>0.25</c:v>
                </c:pt>
                <c:pt idx="69">
                  <c:v>0.25</c:v>
                </c:pt>
                <c:pt idx="70">
                  <c:v>0</c:v>
                </c:pt>
                <c:pt idx="71">
                  <c:v>0</c:v>
                </c:pt>
                <c:pt idx="72">
                  <c:v>0</c:v>
                </c:pt>
                <c:pt idx="73">
                  <c:v>0</c:v>
                </c:pt>
                <c:pt idx="74">
                  <c:v>0</c:v>
                </c:pt>
                <c:pt idx="75">
                  <c:v>0</c:v>
                </c:pt>
                <c:pt idx="76">
                  <c:v>0</c:v>
                </c:pt>
                <c:pt idx="77">
                  <c:v>0</c:v>
                </c:pt>
                <c:pt idx="78">
                  <c:v>0</c:v>
                </c:pt>
                <c:pt idx="79">
                  <c:v>0</c:v>
                </c:pt>
                <c:pt idx="80">
                  <c:v>0.25</c:v>
                </c:pt>
                <c:pt idx="81">
                  <c:v>0.25</c:v>
                </c:pt>
                <c:pt idx="82">
                  <c:v>0.25</c:v>
                </c:pt>
                <c:pt idx="83">
                  <c:v>0.25</c:v>
                </c:pt>
                <c:pt idx="84">
                  <c:v>0.25</c:v>
                </c:pt>
                <c:pt idx="85">
                  <c:v>0.25</c:v>
                </c:pt>
                <c:pt idx="86">
                  <c:v>0.25</c:v>
                </c:pt>
                <c:pt idx="87">
                  <c:v>0.25</c:v>
                </c:pt>
                <c:pt idx="88">
                  <c:v>0.25</c:v>
                </c:pt>
                <c:pt idx="89">
                  <c:v>0.25</c:v>
                </c:pt>
                <c:pt idx="90">
                  <c:v>0.25</c:v>
                </c:pt>
                <c:pt idx="91">
                  <c:v>0.25</c:v>
                </c:pt>
                <c:pt idx="92">
                  <c:v>0.25</c:v>
                </c:pt>
                <c:pt idx="93">
                  <c:v>0.25</c:v>
                </c:pt>
                <c:pt idx="94">
                  <c:v>0</c:v>
                </c:pt>
                <c:pt idx="95">
                  <c:v>0</c:v>
                </c:pt>
                <c:pt idx="96">
                  <c:v>0</c:v>
                </c:pt>
                <c:pt idx="97">
                  <c:v>0</c:v>
                </c:pt>
                <c:pt idx="98">
                  <c:v>0</c:v>
                </c:pt>
                <c:pt idx="99">
                  <c:v>0</c:v>
                </c:pt>
                <c:pt idx="100">
                  <c:v>0</c:v>
                </c:pt>
                <c:pt idx="101">
                  <c:v>0</c:v>
                </c:pt>
                <c:pt idx="102">
                  <c:v>0</c:v>
                </c:pt>
                <c:pt idx="103">
                  <c:v>0</c:v>
                </c:pt>
                <c:pt idx="104">
                  <c:v>0.25</c:v>
                </c:pt>
                <c:pt idx="105">
                  <c:v>0.25</c:v>
                </c:pt>
                <c:pt idx="106">
                  <c:v>0.25</c:v>
                </c:pt>
                <c:pt idx="107">
                  <c:v>0.25</c:v>
                </c:pt>
                <c:pt idx="108">
                  <c:v>0.25</c:v>
                </c:pt>
                <c:pt idx="109">
                  <c:v>0.25</c:v>
                </c:pt>
                <c:pt idx="110">
                  <c:v>0.25</c:v>
                </c:pt>
                <c:pt idx="111">
                  <c:v>0.25</c:v>
                </c:pt>
                <c:pt idx="112">
                  <c:v>0.25</c:v>
                </c:pt>
                <c:pt idx="113">
                  <c:v>0.25</c:v>
                </c:pt>
                <c:pt idx="114">
                  <c:v>0.25</c:v>
                </c:pt>
                <c:pt idx="115">
                  <c:v>0.25</c:v>
                </c:pt>
                <c:pt idx="116">
                  <c:v>0.25</c:v>
                </c:pt>
                <c:pt idx="117">
                  <c:v>0.25</c:v>
                </c:pt>
                <c:pt idx="118">
                  <c:v>0</c:v>
                </c:pt>
                <c:pt idx="119">
                  <c:v>0</c:v>
                </c:pt>
                <c:pt idx="120">
                  <c:v>0</c:v>
                </c:pt>
                <c:pt idx="121">
                  <c:v>0</c:v>
                </c:pt>
                <c:pt idx="122">
                  <c:v>0</c:v>
                </c:pt>
                <c:pt idx="123">
                  <c:v>0</c:v>
                </c:pt>
                <c:pt idx="124">
                  <c:v>0</c:v>
                </c:pt>
                <c:pt idx="125">
                  <c:v>0</c:v>
                </c:pt>
                <c:pt idx="126">
                  <c:v>0</c:v>
                </c:pt>
                <c:pt idx="127">
                  <c:v>0</c:v>
                </c:pt>
                <c:pt idx="128">
                  <c:v>0.25</c:v>
                </c:pt>
                <c:pt idx="129">
                  <c:v>0.25</c:v>
                </c:pt>
                <c:pt idx="130">
                  <c:v>0.25</c:v>
                </c:pt>
                <c:pt idx="131">
                  <c:v>0.25</c:v>
                </c:pt>
                <c:pt idx="132">
                  <c:v>0.25</c:v>
                </c:pt>
                <c:pt idx="133">
                  <c:v>0.25</c:v>
                </c:pt>
                <c:pt idx="134">
                  <c:v>0.25</c:v>
                </c:pt>
                <c:pt idx="135">
                  <c:v>0.25</c:v>
                </c:pt>
                <c:pt idx="136">
                  <c:v>0.25</c:v>
                </c:pt>
                <c:pt idx="137">
                  <c:v>0.25</c:v>
                </c:pt>
                <c:pt idx="138">
                  <c:v>0.25</c:v>
                </c:pt>
                <c:pt idx="139">
                  <c:v>0.25</c:v>
                </c:pt>
                <c:pt idx="140">
                  <c:v>0.25</c:v>
                </c:pt>
                <c:pt idx="141">
                  <c:v>0.25</c:v>
                </c:pt>
                <c:pt idx="142">
                  <c:v>0</c:v>
                </c:pt>
                <c:pt idx="143">
                  <c:v>0</c:v>
                </c:pt>
                <c:pt idx="144">
                  <c:v>0</c:v>
                </c:pt>
                <c:pt idx="145">
                  <c:v>0</c:v>
                </c:pt>
                <c:pt idx="146">
                  <c:v>0</c:v>
                </c:pt>
                <c:pt idx="147">
                  <c:v>0</c:v>
                </c:pt>
                <c:pt idx="148">
                  <c:v>0</c:v>
                </c:pt>
                <c:pt idx="149">
                  <c:v>0</c:v>
                </c:pt>
                <c:pt idx="150">
                  <c:v>0</c:v>
                </c:pt>
                <c:pt idx="151">
                  <c:v>0</c:v>
                </c:pt>
                <c:pt idx="152">
                  <c:v>0.25</c:v>
                </c:pt>
                <c:pt idx="153">
                  <c:v>0.25</c:v>
                </c:pt>
                <c:pt idx="154">
                  <c:v>0.25</c:v>
                </c:pt>
                <c:pt idx="155">
                  <c:v>0.25</c:v>
                </c:pt>
                <c:pt idx="156">
                  <c:v>0.25</c:v>
                </c:pt>
                <c:pt idx="157">
                  <c:v>0.25</c:v>
                </c:pt>
                <c:pt idx="158">
                  <c:v>0.25</c:v>
                </c:pt>
                <c:pt idx="159">
                  <c:v>0.25</c:v>
                </c:pt>
                <c:pt idx="160">
                  <c:v>0.25</c:v>
                </c:pt>
                <c:pt idx="161">
                  <c:v>0.25</c:v>
                </c:pt>
                <c:pt idx="162">
                  <c:v>0.25</c:v>
                </c:pt>
                <c:pt idx="163">
                  <c:v>0.25</c:v>
                </c:pt>
                <c:pt idx="164">
                  <c:v>0.25</c:v>
                </c:pt>
                <c:pt idx="165">
                  <c:v>0.25</c:v>
                </c:pt>
                <c:pt idx="166">
                  <c:v>0</c:v>
                </c:pt>
                <c:pt idx="167">
                  <c:v>0</c:v>
                </c:pt>
                <c:pt idx="168">
                  <c:v>0</c:v>
                </c:pt>
                <c:pt idx="169">
                  <c:v>0</c:v>
                </c:pt>
                <c:pt idx="170">
                  <c:v>0</c:v>
                </c:pt>
                <c:pt idx="171">
                  <c:v>0</c:v>
                </c:pt>
                <c:pt idx="172">
                  <c:v>0</c:v>
                </c:pt>
                <c:pt idx="173">
                  <c:v>0</c:v>
                </c:pt>
                <c:pt idx="174">
                  <c:v>0</c:v>
                </c:pt>
                <c:pt idx="175">
                  <c:v>0</c:v>
                </c:pt>
                <c:pt idx="176">
                  <c:v>0.25</c:v>
                </c:pt>
                <c:pt idx="177">
                  <c:v>0.25</c:v>
                </c:pt>
                <c:pt idx="178">
                  <c:v>0.25</c:v>
                </c:pt>
                <c:pt idx="179">
                  <c:v>0.25</c:v>
                </c:pt>
                <c:pt idx="180">
                  <c:v>0.25</c:v>
                </c:pt>
                <c:pt idx="181">
                  <c:v>0.25</c:v>
                </c:pt>
                <c:pt idx="182">
                  <c:v>0.25</c:v>
                </c:pt>
                <c:pt idx="183">
                  <c:v>0.25</c:v>
                </c:pt>
                <c:pt idx="184">
                  <c:v>0.25</c:v>
                </c:pt>
                <c:pt idx="185">
                  <c:v>0.25</c:v>
                </c:pt>
                <c:pt idx="186">
                  <c:v>0.25</c:v>
                </c:pt>
                <c:pt idx="187">
                  <c:v>0.25</c:v>
                </c:pt>
                <c:pt idx="188">
                  <c:v>0.25</c:v>
                </c:pt>
                <c:pt idx="189">
                  <c:v>0.25</c:v>
                </c:pt>
                <c:pt idx="190">
                  <c:v>0</c:v>
                </c:pt>
                <c:pt idx="191">
                  <c:v>0</c:v>
                </c:pt>
                <c:pt idx="192">
                  <c:v>0</c:v>
                </c:pt>
                <c:pt idx="193">
                  <c:v>0</c:v>
                </c:pt>
                <c:pt idx="194">
                  <c:v>0</c:v>
                </c:pt>
                <c:pt idx="195">
                  <c:v>0</c:v>
                </c:pt>
                <c:pt idx="196">
                  <c:v>0</c:v>
                </c:pt>
                <c:pt idx="197">
                  <c:v>0</c:v>
                </c:pt>
                <c:pt idx="198">
                  <c:v>0</c:v>
                </c:pt>
                <c:pt idx="199">
                  <c:v>0</c:v>
                </c:pt>
                <c:pt idx="200">
                  <c:v>0.25</c:v>
                </c:pt>
                <c:pt idx="201">
                  <c:v>0.25</c:v>
                </c:pt>
                <c:pt idx="202">
                  <c:v>0.25</c:v>
                </c:pt>
                <c:pt idx="203">
                  <c:v>0.25</c:v>
                </c:pt>
                <c:pt idx="204">
                  <c:v>0.25000699999999998</c:v>
                </c:pt>
                <c:pt idx="205">
                  <c:v>0.25</c:v>
                </c:pt>
                <c:pt idx="206">
                  <c:v>0.25</c:v>
                </c:pt>
                <c:pt idx="207">
                  <c:v>0.25</c:v>
                </c:pt>
                <c:pt idx="208">
                  <c:v>0.25</c:v>
                </c:pt>
                <c:pt idx="209">
                  <c:v>0.25</c:v>
                </c:pt>
                <c:pt idx="210">
                  <c:v>0.25</c:v>
                </c:pt>
                <c:pt idx="211">
                  <c:v>0.25</c:v>
                </c:pt>
                <c:pt idx="212">
                  <c:v>0.25</c:v>
                </c:pt>
                <c:pt idx="213">
                  <c:v>0.25</c:v>
                </c:pt>
                <c:pt idx="214">
                  <c:v>0</c:v>
                </c:pt>
                <c:pt idx="215">
                  <c:v>0</c:v>
                </c:pt>
                <c:pt idx="216">
                  <c:v>0</c:v>
                </c:pt>
                <c:pt idx="217">
                  <c:v>0</c:v>
                </c:pt>
                <c:pt idx="218">
                  <c:v>0</c:v>
                </c:pt>
                <c:pt idx="219">
                  <c:v>0</c:v>
                </c:pt>
                <c:pt idx="220">
                  <c:v>0</c:v>
                </c:pt>
                <c:pt idx="221">
                  <c:v>0</c:v>
                </c:pt>
                <c:pt idx="222">
                  <c:v>0</c:v>
                </c:pt>
                <c:pt idx="223">
                  <c:v>0</c:v>
                </c:pt>
                <c:pt idx="224">
                  <c:v>0.25</c:v>
                </c:pt>
                <c:pt idx="225">
                  <c:v>0.25</c:v>
                </c:pt>
                <c:pt idx="226">
                  <c:v>0.27480500000000002</c:v>
                </c:pt>
                <c:pt idx="227">
                  <c:v>0.42992799999999998</c:v>
                </c:pt>
                <c:pt idx="228">
                  <c:v>0.35693000000000003</c:v>
                </c:pt>
                <c:pt idx="229">
                  <c:v>0.30532799999999999</c:v>
                </c:pt>
                <c:pt idx="230">
                  <c:v>0.25</c:v>
                </c:pt>
                <c:pt idx="231">
                  <c:v>0.25</c:v>
                </c:pt>
                <c:pt idx="232">
                  <c:v>0.25</c:v>
                </c:pt>
                <c:pt idx="233">
                  <c:v>0.25</c:v>
                </c:pt>
                <c:pt idx="234">
                  <c:v>0.25</c:v>
                </c:pt>
                <c:pt idx="235">
                  <c:v>0.25</c:v>
                </c:pt>
                <c:pt idx="236">
                  <c:v>0.25</c:v>
                </c:pt>
                <c:pt idx="237">
                  <c:v>0.25</c:v>
                </c:pt>
                <c:pt idx="238">
                  <c:v>0</c:v>
                </c:pt>
                <c:pt idx="239">
                  <c:v>0</c:v>
                </c:pt>
                <c:pt idx="240">
                  <c:v>0</c:v>
                </c:pt>
                <c:pt idx="241">
                  <c:v>0</c:v>
                </c:pt>
                <c:pt idx="242">
                  <c:v>0</c:v>
                </c:pt>
                <c:pt idx="243">
                  <c:v>0</c:v>
                </c:pt>
                <c:pt idx="244">
                  <c:v>0</c:v>
                </c:pt>
                <c:pt idx="245">
                  <c:v>0</c:v>
                </c:pt>
                <c:pt idx="246">
                  <c:v>0</c:v>
                </c:pt>
                <c:pt idx="247">
                  <c:v>0</c:v>
                </c:pt>
                <c:pt idx="248">
                  <c:v>0.25</c:v>
                </c:pt>
                <c:pt idx="249">
                  <c:v>0.25</c:v>
                </c:pt>
                <c:pt idx="250">
                  <c:v>0.28442400000000001</c:v>
                </c:pt>
                <c:pt idx="251">
                  <c:v>0.39911799999999997</c:v>
                </c:pt>
                <c:pt idx="252">
                  <c:v>0.4012</c:v>
                </c:pt>
                <c:pt idx="253">
                  <c:v>0.29278700000000002</c:v>
                </c:pt>
                <c:pt idx="254">
                  <c:v>0.25</c:v>
                </c:pt>
                <c:pt idx="255">
                  <c:v>0.25</c:v>
                </c:pt>
                <c:pt idx="256">
                  <c:v>0.25</c:v>
                </c:pt>
                <c:pt idx="257">
                  <c:v>0.25</c:v>
                </c:pt>
                <c:pt idx="258">
                  <c:v>0.25</c:v>
                </c:pt>
                <c:pt idx="259">
                  <c:v>0.25</c:v>
                </c:pt>
                <c:pt idx="260">
                  <c:v>0.25</c:v>
                </c:pt>
                <c:pt idx="261">
                  <c:v>0.25</c:v>
                </c:pt>
                <c:pt idx="262">
                  <c:v>0</c:v>
                </c:pt>
                <c:pt idx="263">
                  <c:v>0</c:v>
                </c:pt>
                <c:pt idx="264">
                  <c:v>0</c:v>
                </c:pt>
                <c:pt idx="265">
                  <c:v>0</c:v>
                </c:pt>
                <c:pt idx="266">
                  <c:v>0</c:v>
                </c:pt>
                <c:pt idx="267">
                  <c:v>0</c:v>
                </c:pt>
                <c:pt idx="268">
                  <c:v>0</c:v>
                </c:pt>
                <c:pt idx="269">
                  <c:v>0</c:v>
                </c:pt>
                <c:pt idx="270">
                  <c:v>0</c:v>
                </c:pt>
                <c:pt idx="271">
                  <c:v>0</c:v>
                </c:pt>
                <c:pt idx="272">
                  <c:v>0.25</c:v>
                </c:pt>
                <c:pt idx="273">
                  <c:v>0.25</c:v>
                </c:pt>
                <c:pt idx="274">
                  <c:v>0.25</c:v>
                </c:pt>
                <c:pt idx="275">
                  <c:v>0.25</c:v>
                </c:pt>
                <c:pt idx="276">
                  <c:v>0.25</c:v>
                </c:pt>
                <c:pt idx="277">
                  <c:v>0.25</c:v>
                </c:pt>
                <c:pt idx="278">
                  <c:v>0.25</c:v>
                </c:pt>
                <c:pt idx="279">
                  <c:v>0.25</c:v>
                </c:pt>
                <c:pt idx="280">
                  <c:v>0.25</c:v>
                </c:pt>
                <c:pt idx="281">
                  <c:v>0.25</c:v>
                </c:pt>
                <c:pt idx="282">
                  <c:v>0.25</c:v>
                </c:pt>
                <c:pt idx="283">
                  <c:v>0.25</c:v>
                </c:pt>
                <c:pt idx="284">
                  <c:v>0.25</c:v>
                </c:pt>
                <c:pt idx="285">
                  <c:v>0.25</c:v>
                </c:pt>
                <c:pt idx="286">
                  <c:v>0</c:v>
                </c:pt>
                <c:pt idx="287">
                  <c:v>0</c:v>
                </c:pt>
                <c:pt idx="288">
                  <c:v>0</c:v>
                </c:pt>
                <c:pt idx="289">
                  <c:v>0</c:v>
                </c:pt>
                <c:pt idx="290">
                  <c:v>0</c:v>
                </c:pt>
                <c:pt idx="291">
                  <c:v>0</c:v>
                </c:pt>
                <c:pt idx="292">
                  <c:v>0</c:v>
                </c:pt>
                <c:pt idx="293">
                  <c:v>0</c:v>
                </c:pt>
                <c:pt idx="294">
                  <c:v>0</c:v>
                </c:pt>
                <c:pt idx="295">
                  <c:v>0</c:v>
                </c:pt>
                <c:pt idx="296">
                  <c:v>0.25</c:v>
                </c:pt>
                <c:pt idx="297">
                  <c:v>0.25</c:v>
                </c:pt>
                <c:pt idx="298">
                  <c:v>0.25</c:v>
                </c:pt>
                <c:pt idx="299">
                  <c:v>0.25</c:v>
                </c:pt>
                <c:pt idx="300">
                  <c:v>0.25</c:v>
                </c:pt>
                <c:pt idx="301">
                  <c:v>0.25</c:v>
                </c:pt>
                <c:pt idx="302">
                  <c:v>0.25</c:v>
                </c:pt>
                <c:pt idx="303">
                  <c:v>0.25</c:v>
                </c:pt>
                <c:pt idx="304">
                  <c:v>0.25</c:v>
                </c:pt>
                <c:pt idx="305">
                  <c:v>0.25</c:v>
                </c:pt>
                <c:pt idx="306">
                  <c:v>0.25</c:v>
                </c:pt>
                <c:pt idx="307">
                  <c:v>0.25</c:v>
                </c:pt>
                <c:pt idx="308">
                  <c:v>0.25</c:v>
                </c:pt>
                <c:pt idx="309">
                  <c:v>0.25</c:v>
                </c:pt>
                <c:pt idx="310">
                  <c:v>0</c:v>
                </c:pt>
                <c:pt idx="311">
                  <c:v>0</c:v>
                </c:pt>
                <c:pt idx="312">
                  <c:v>0</c:v>
                </c:pt>
                <c:pt idx="313">
                  <c:v>0</c:v>
                </c:pt>
                <c:pt idx="314">
                  <c:v>0</c:v>
                </c:pt>
                <c:pt idx="315">
                  <c:v>0</c:v>
                </c:pt>
                <c:pt idx="316">
                  <c:v>0</c:v>
                </c:pt>
                <c:pt idx="317">
                  <c:v>0</c:v>
                </c:pt>
                <c:pt idx="318">
                  <c:v>0</c:v>
                </c:pt>
                <c:pt idx="319">
                  <c:v>0</c:v>
                </c:pt>
                <c:pt idx="320">
                  <c:v>0.25</c:v>
                </c:pt>
                <c:pt idx="321">
                  <c:v>0.25</c:v>
                </c:pt>
                <c:pt idx="322">
                  <c:v>0.25</c:v>
                </c:pt>
                <c:pt idx="323">
                  <c:v>0.25</c:v>
                </c:pt>
                <c:pt idx="324">
                  <c:v>0.25</c:v>
                </c:pt>
                <c:pt idx="325">
                  <c:v>0.25</c:v>
                </c:pt>
                <c:pt idx="326">
                  <c:v>0.25</c:v>
                </c:pt>
                <c:pt idx="327">
                  <c:v>0.25</c:v>
                </c:pt>
                <c:pt idx="328">
                  <c:v>0.25</c:v>
                </c:pt>
                <c:pt idx="329">
                  <c:v>0.25</c:v>
                </c:pt>
                <c:pt idx="330">
                  <c:v>0.25</c:v>
                </c:pt>
                <c:pt idx="331">
                  <c:v>0.25</c:v>
                </c:pt>
                <c:pt idx="332">
                  <c:v>0.25</c:v>
                </c:pt>
                <c:pt idx="333">
                  <c:v>0.25</c:v>
                </c:pt>
                <c:pt idx="334">
                  <c:v>0</c:v>
                </c:pt>
                <c:pt idx="335">
                  <c:v>0</c:v>
                </c:pt>
                <c:pt idx="336">
                  <c:v>0</c:v>
                </c:pt>
                <c:pt idx="337">
                  <c:v>0</c:v>
                </c:pt>
                <c:pt idx="338">
                  <c:v>0</c:v>
                </c:pt>
                <c:pt idx="339">
                  <c:v>0</c:v>
                </c:pt>
                <c:pt idx="340">
                  <c:v>0</c:v>
                </c:pt>
                <c:pt idx="341">
                  <c:v>0</c:v>
                </c:pt>
                <c:pt idx="342">
                  <c:v>0</c:v>
                </c:pt>
                <c:pt idx="343">
                  <c:v>0</c:v>
                </c:pt>
                <c:pt idx="344">
                  <c:v>0.25</c:v>
                </c:pt>
                <c:pt idx="345">
                  <c:v>0.25</c:v>
                </c:pt>
                <c:pt idx="346">
                  <c:v>0.25</c:v>
                </c:pt>
                <c:pt idx="347">
                  <c:v>0.25</c:v>
                </c:pt>
                <c:pt idx="348">
                  <c:v>0.25</c:v>
                </c:pt>
                <c:pt idx="349">
                  <c:v>0.25</c:v>
                </c:pt>
                <c:pt idx="350">
                  <c:v>0.25</c:v>
                </c:pt>
                <c:pt idx="351">
                  <c:v>0.25</c:v>
                </c:pt>
                <c:pt idx="352">
                  <c:v>0.25</c:v>
                </c:pt>
                <c:pt idx="353">
                  <c:v>0.25</c:v>
                </c:pt>
                <c:pt idx="354">
                  <c:v>0.25</c:v>
                </c:pt>
                <c:pt idx="355">
                  <c:v>0.25</c:v>
                </c:pt>
                <c:pt idx="356">
                  <c:v>0.25</c:v>
                </c:pt>
                <c:pt idx="357">
                  <c:v>0.25</c:v>
                </c:pt>
                <c:pt idx="358">
                  <c:v>0</c:v>
                </c:pt>
                <c:pt idx="359">
                  <c:v>0</c:v>
                </c:pt>
                <c:pt idx="360">
                  <c:v>0</c:v>
                </c:pt>
                <c:pt idx="361">
                  <c:v>0</c:v>
                </c:pt>
                <c:pt idx="362">
                  <c:v>0</c:v>
                </c:pt>
                <c:pt idx="363">
                  <c:v>0</c:v>
                </c:pt>
                <c:pt idx="364">
                  <c:v>0</c:v>
                </c:pt>
                <c:pt idx="365">
                  <c:v>0</c:v>
                </c:pt>
                <c:pt idx="366">
                  <c:v>0</c:v>
                </c:pt>
                <c:pt idx="367">
                  <c:v>0</c:v>
                </c:pt>
                <c:pt idx="368">
                  <c:v>0.25</c:v>
                </c:pt>
                <c:pt idx="369">
                  <c:v>0.25</c:v>
                </c:pt>
                <c:pt idx="370">
                  <c:v>0.25</c:v>
                </c:pt>
                <c:pt idx="371">
                  <c:v>0.25</c:v>
                </c:pt>
                <c:pt idx="372">
                  <c:v>0.25</c:v>
                </c:pt>
                <c:pt idx="373">
                  <c:v>0.25</c:v>
                </c:pt>
                <c:pt idx="374">
                  <c:v>0.25</c:v>
                </c:pt>
                <c:pt idx="375">
                  <c:v>0.25</c:v>
                </c:pt>
                <c:pt idx="376">
                  <c:v>0.25</c:v>
                </c:pt>
                <c:pt idx="377">
                  <c:v>0.25</c:v>
                </c:pt>
                <c:pt idx="378">
                  <c:v>0.25</c:v>
                </c:pt>
                <c:pt idx="379">
                  <c:v>0.25</c:v>
                </c:pt>
                <c:pt idx="380">
                  <c:v>0.25</c:v>
                </c:pt>
                <c:pt idx="381">
                  <c:v>0.25</c:v>
                </c:pt>
                <c:pt idx="382">
                  <c:v>0</c:v>
                </c:pt>
                <c:pt idx="383">
                  <c:v>0</c:v>
                </c:pt>
                <c:pt idx="384">
                  <c:v>0</c:v>
                </c:pt>
                <c:pt idx="385">
                  <c:v>0</c:v>
                </c:pt>
                <c:pt idx="386">
                  <c:v>0</c:v>
                </c:pt>
                <c:pt idx="387">
                  <c:v>0</c:v>
                </c:pt>
                <c:pt idx="388">
                  <c:v>0</c:v>
                </c:pt>
                <c:pt idx="389">
                  <c:v>0</c:v>
                </c:pt>
                <c:pt idx="390">
                  <c:v>0</c:v>
                </c:pt>
                <c:pt idx="391">
                  <c:v>0</c:v>
                </c:pt>
                <c:pt idx="392">
                  <c:v>0.25</c:v>
                </c:pt>
                <c:pt idx="393">
                  <c:v>0.25</c:v>
                </c:pt>
                <c:pt idx="394">
                  <c:v>0.25</c:v>
                </c:pt>
                <c:pt idx="395">
                  <c:v>0.25</c:v>
                </c:pt>
                <c:pt idx="396">
                  <c:v>0.25</c:v>
                </c:pt>
                <c:pt idx="397">
                  <c:v>0.25</c:v>
                </c:pt>
                <c:pt idx="398">
                  <c:v>0.25</c:v>
                </c:pt>
                <c:pt idx="399">
                  <c:v>0.25</c:v>
                </c:pt>
                <c:pt idx="400">
                  <c:v>0.25</c:v>
                </c:pt>
                <c:pt idx="401">
                  <c:v>0.25</c:v>
                </c:pt>
                <c:pt idx="402">
                  <c:v>0.25</c:v>
                </c:pt>
                <c:pt idx="403">
                  <c:v>0.25</c:v>
                </c:pt>
                <c:pt idx="404">
                  <c:v>0.25</c:v>
                </c:pt>
                <c:pt idx="405">
                  <c:v>0.25</c:v>
                </c:pt>
                <c:pt idx="406">
                  <c:v>0</c:v>
                </c:pt>
                <c:pt idx="407">
                  <c:v>0</c:v>
                </c:pt>
                <c:pt idx="408">
                  <c:v>0</c:v>
                </c:pt>
                <c:pt idx="409">
                  <c:v>0</c:v>
                </c:pt>
                <c:pt idx="410">
                  <c:v>0</c:v>
                </c:pt>
                <c:pt idx="411">
                  <c:v>0</c:v>
                </c:pt>
                <c:pt idx="412">
                  <c:v>0</c:v>
                </c:pt>
                <c:pt idx="413">
                  <c:v>0</c:v>
                </c:pt>
                <c:pt idx="414">
                  <c:v>0</c:v>
                </c:pt>
                <c:pt idx="415">
                  <c:v>0</c:v>
                </c:pt>
                <c:pt idx="416">
                  <c:v>0.25</c:v>
                </c:pt>
                <c:pt idx="417">
                  <c:v>0.25</c:v>
                </c:pt>
                <c:pt idx="418">
                  <c:v>0.25</c:v>
                </c:pt>
                <c:pt idx="419">
                  <c:v>0.30962000000000001</c:v>
                </c:pt>
                <c:pt idx="420">
                  <c:v>0.25811400000000001</c:v>
                </c:pt>
                <c:pt idx="421">
                  <c:v>0.25</c:v>
                </c:pt>
                <c:pt idx="422">
                  <c:v>0.25</c:v>
                </c:pt>
                <c:pt idx="423">
                  <c:v>0.25</c:v>
                </c:pt>
                <c:pt idx="424">
                  <c:v>0.25</c:v>
                </c:pt>
                <c:pt idx="425">
                  <c:v>0.25</c:v>
                </c:pt>
                <c:pt idx="426">
                  <c:v>0.25</c:v>
                </c:pt>
                <c:pt idx="427">
                  <c:v>0.25</c:v>
                </c:pt>
                <c:pt idx="428">
                  <c:v>0.25</c:v>
                </c:pt>
                <c:pt idx="429">
                  <c:v>0.25</c:v>
                </c:pt>
                <c:pt idx="430">
                  <c:v>0</c:v>
                </c:pt>
                <c:pt idx="431">
                  <c:v>0</c:v>
                </c:pt>
                <c:pt idx="432">
                  <c:v>0</c:v>
                </c:pt>
                <c:pt idx="433">
                  <c:v>0</c:v>
                </c:pt>
                <c:pt idx="434">
                  <c:v>0</c:v>
                </c:pt>
                <c:pt idx="435">
                  <c:v>0</c:v>
                </c:pt>
                <c:pt idx="436">
                  <c:v>0</c:v>
                </c:pt>
                <c:pt idx="437">
                  <c:v>0</c:v>
                </c:pt>
                <c:pt idx="438">
                  <c:v>0</c:v>
                </c:pt>
                <c:pt idx="439">
                  <c:v>0</c:v>
                </c:pt>
                <c:pt idx="440">
                  <c:v>0.25</c:v>
                </c:pt>
                <c:pt idx="441">
                  <c:v>0.25</c:v>
                </c:pt>
                <c:pt idx="442">
                  <c:v>0.25</c:v>
                </c:pt>
                <c:pt idx="443">
                  <c:v>0.25</c:v>
                </c:pt>
                <c:pt idx="444">
                  <c:v>0.25</c:v>
                </c:pt>
                <c:pt idx="445">
                  <c:v>0.25</c:v>
                </c:pt>
                <c:pt idx="446">
                  <c:v>0.25</c:v>
                </c:pt>
                <c:pt idx="447">
                  <c:v>0.25</c:v>
                </c:pt>
                <c:pt idx="448">
                  <c:v>0.25</c:v>
                </c:pt>
                <c:pt idx="449">
                  <c:v>0.25</c:v>
                </c:pt>
                <c:pt idx="450">
                  <c:v>0.25</c:v>
                </c:pt>
                <c:pt idx="451">
                  <c:v>0.25</c:v>
                </c:pt>
                <c:pt idx="452">
                  <c:v>0.25</c:v>
                </c:pt>
                <c:pt idx="453">
                  <c:v>0.25</c:v>
                </c:pt>
                <c:pt idx="454">
                  <c:v>0</c:v>
                </c:pt>
                <c:pt idx="455">
                  <c:v>0</c:v>
                </c:pt>
                <c:pt idx="456">
                  <c:v>0</c:v>
                </c:pt>
                <c:pt idx="457">
                  <c:v>0</c:v>
                </c:pt>
                <c:pt idx="458">
                  <c:v>0</c:v>
                </c:pt>
                <c:pt idx="459">
                  <c:v>0</c:v>
                </c:pt>
                <c:pt idx="460">
                  <c:v>0</c:v>
                </c:pt>
                <c:pt idx="461">
                  <c:v>0</c:v>
                </c:pt>
                <c:pt idx="462">
                  <c:v>0</c:v>
                </c:pt>
                <c:pt idx="463">
                  <c:v>0</c:v>
                </c:pt>
                <c:pt idx="464">
                  <c:v>0.25</c:v>
                </c:pt>
                <c:pt idx="465">
                  <c:v>0.25</c:v>
                </c:pt>
                <c:pt idx="466">
                  <c:v>0.25</c:v>
                </c:pt>
                <c:pt idx="467">
                  <c:v>0.25</c:v>
                </c:pt>
                <c:pt idx="468">
                  <c:v>0.25</c:v>
                </c:pt>
                <c:pt idx="469">
                  <c:v>0.25</c:v>
                </c:pt>
                <c:pt idx="470">
                  <c:v>0.25</c:v>
                </c:pt>
                <c:pt idx="471">
                  <c:v>0.25</c:v>
                </c:pt>
                <c:pt idx="472">
                  <c:v>0.25</c:v>
                </c:pt>
                <c:pt idx="473">
                  <c:v>0.25</c:v>
                </c:pt>
                <c:pt idx="474">
                  <c:v>0.25</c:v>
                </c:pt>
                <c:pt idx="475">
                  <c:v>0.25</c:v>
                </c:pt>
                <c:pt idx="476">
                  <c:v>0.25</c:v>
                </c:pt>
                <c:pt idx="477">
                  <c:v>0.25</c:v>
                </c:pt>
                <c:pt idx="478">
                  <c:v>0</c:v>
                </c:pt>
                <c:pt idx="479">
                  <c:v>0</c:v>
                </c:pt>
                <c:pt idx="480">
                  <c:v>0</c:v>
                </c:pt>
                <c:pt idx="481">
                  <c:v>0</c:v>
                </c:pt>
                <c:pt idx="482">
                  <c:v>0</c:v>
                </c:pt>
                <c:pt idx="483">
                  <c:v>0</c:v>
                </c:pt>
                <c:pt idx="484">
                  <c:v>0</c:v>
                </c:pt>
                <c:pt idx="485">
                  <c:v>0</c:v>
                </c:pt>
                <c:pt idx="486">
                  <c:v>0</c:v>
                </c:pt>
                <c:pt idx="487">
                  <c:v>0</c:v>
                </c:pt>
                <c:pt idx="488">
                  <c:v>0.25</c:v>
                </c:pt>
                <c:pt idx="489">
                  <c:v>0.25</c:v>
                </c:pt>
                <c:pt idx="490">
                  <c:v>0.25</c:v>
                </c:pt>
                <c:pt idx="491">
                  <c:v>0.25</c:v>
                </c:pt>
                <c:pt idx="492">
                  <c:v>0.25</c:v>
                </c:pt>
                <c:pt idx="493">
                  <c:v>0.25</c:v>
                </c:pt>
                <c:pt idx="494">
                  <c:v>0.25</c:v>
                </c:pt>
                <c:pt idx="495">
                  <c:v>0.25</c:v>
                </c:pt>
                <c:pt idx="496">
                  <c:v>0.25</c:v>
                </c:pt>
                <c:pt idx="497">
                  <c:v>0.25</c:v>
                </c:pt>
                <c:pt idx="498">
                  <c:v>0.25</c:v>
                </c:pt>
                <c:pt idx="499">
                  <c:v>0.25</c:v>
                </c:pt>
                <c:pt idx="500">
                  <c:v>0.25</c:v>
                </c:pt>
                <c:pt idx="501">
                  <c:v>0.25</c:v>
                </c:pt>
                <c:pt idx="502">
                  <c:v>0</c:v>
                </c:pt>
                <c:pt idx="503">
                  <c:v>0</c:v>
                </c:pt>
                <c:pt idx="504">
                  <c:v>0</c:v>
                </c:pt>
                <c:pt idx="505">
                  <c:v>0</c:v>
                </c:pt>
                <c:pt idx="506">
                  <c:v>0</c:v>
                </c:pt>
                <c:pt idx="507">
                  <c:v>0</c:v>
                </c:pt>
                <c:pt idx="508">
                  <c:v>0</c:v>
                </c:pt>
                <c:pt idx="509">
                  <c:v>0</c:v>
                </c:pt>
                <c:pt idx="510">
                  <c:v>0</c:v>
                </c:pt>
                <c:pt idx="511">
                  <c:v>0</c:v>
                </c:pt>
                <c:pt idx="512">
                  <c:v>0.25</c:v>
                </c:pt>
                <c:pt idx="513">
                  <c:v>0.25</c:v>
                </c:pt>
                <c:pt idx="514">
                  <c:v>0.25</c:v>
                </c:pt>
                <c:pt idx="515">
                  <c:v>0.25</c:v>
                </c:pt>
                <c:pt idx="516">
                  <c:v>0.25</c:v>
                </c:pt>
                <c:pt idx="517">
                  <c:v>0.25</c:v>
                </c:pt>
                <c:pt idx="518">
                  <c:v>0.25</c:v>
                </c:pt>
                <c:pt idx="519">
                  <c:v>0.25</c:v>
                </c:pt>
                <c:pt idx="520">
                  <c:v>0.25</c:v>
                </c:pt>
                <c:pt idx="521">
                  <c:v>0.25</c:v>
                </c:pt>
                <c:pt idx="522">
                  <c:v>0.25</c:v>
                </c:pt>
                <c:pt idx="523">
                  <c:v>0.25</c:v>
                </c:pt>
                <c:pt idx="524">
                  <c:v>0.25</c:v>
                </c:pt>
                <c:pt idx="525">
                  <c:v>0.25</c:v>
                </c:pt>
                <c:pt idx="526">
                  <c:v>0</c:v>
                </c:pt>
                <c:pt idx="527">
                  <c:v>0</c:v>
                </c:pt>
                <c:pt idx="528">
                  <c:v>0</c:v>
                </c:pt>
                <c:pt idx="529">
                  <c:v>0</c:v>
                </c:pt>
                <c:pt idx="530">
                  <c:v>0</c:v>
                </c:pt>
                <c:pt idx="531">
                  <c:v>0</c:v>
                </c:pt>
                <c:pt idx="532">
                  <c:v>0</c:v>
                </c:pt>
                <c:pt idx="533">
                  <c:v>0</c:v>
                </c:pt>
                <c:pt idx="534">
                  <c:v>0</c:v>
                </c:pt>
                <c:pt idx="535">
                  <c:v>0</c:v>
                </c:pt>
                <c:pt idx="536">
                  <c:v>0.25</c:v>
                </c:pt>
                <c:pt idx="537">
                  <c:v>0.25</c:v>
                </c:pt>
                <c:pt idx="538">
                  <c:v>0.25</c:v>
                </c:pt>
                <c:pt idx="539">
                  <c:v>0.25</c:v>
                </c:pt>
                <c:pt idx="540">
                  <c:v>0.25</c:v>
                </c:pt>
                <c:pt idx="541">
                  <c:v>0.25</c:v>
                </c:pt>
                <c:pt idx="542">
                  <c:v>0.25</c:v>
                </c:pt>
                <c:pt idx="543">
                  <c:v>0.25</c:v>
                </c:pt>
                <c:pt idx="544">
                  <c:v>0.25</c:v>
                </c:pt>
                <c:pt idx="545">
                  <c:v>0.25</c:v>
                </c:pt>
                <c:pt idx="546">
                  <c:v>0.25</c:v>
                </c:pt>
                <c:pt idx="547">
                  <c:v>0.25</c:v>
                </c:pt>
                <c:pt idx="548">
                  <c:v>0.25</c:v>
                </c:pt>
                <c:pt idx="549">
                  <c:v>0.25</c:v>
                </c:pt>
                <c:pt idx="550">
                  <c:v>0</c:v>
                </c:pt>
                <c:pt idx="551">
                  <c:v>0</c:v>
                </c:pt>
                <c:pt idx="552">
                  <c:v>0</c:v>
                </c:pt>
                <c:pt idx="553">
                  <c:v>0</c:v>
                </c:pt>
                <c:pt idx="554">
                  <c:v>0</c:v>
                </c:pt>
                <c:pt idx="555">
                  <c:v>0</c:v>
                </c:pt>
                <c:pt idx="556">
                  <c:v>0</c:v>
                </c:pt>
                <c:pt idx="557">
                  <c:v>0</c:v>
                </c:pt>
                <c:pt idx="558">
                  <c:v>0</c:v>
                </c:pt>
                <c:pt idx="559">
                  <c:v>0</c:v>
                </c:pt>
                <c:pt idx="560">
                  <c:v>0.25</c:v>
                </c:pt>
                <c:pt idx="561">
                  <c:v>0.25</c:v>
                </c:pt>
                <c:pt idx="562">
                  <c:v>0.25</c:v>
                </c:pt>
                <c:pt idx="563">
                  <c:v>0.25</c:v>
                </c:pt>
                <c:pt idx="564">
                  <c:v>0.25</c:v>
                </c:pt>
                <c:pt idx="565">
                  <c:v>0.25</c:v>
                </c:pt>
                <c:pt idx="566">
                  <c:v>0.25</c:v>
                </c:pt>
                <c:pt idx="567">
                  <c:v>0.25</c:v>
                </c:pt>
                <c:pt idx="568">
                  <c:v>0.25</c:v>
                </c:pt>
                <c:pt idx="569">
                  <c:v>0.25</c:v>
                </c:pt>
                <c:pt idx="570">
                  <c:v>0.25</c:v>
                </c:pt>
                <c:pt idx="571">
                  <c:v>0.25</c:v>
                </c:pt>
                <c:pt idx="572">
                  <c:v>0.25</c:v>
                </c:pt>
                <c:pt idx="573">
                  <c:v>0.25</c:v>
                </c:pt>
                <c:pt idx="574">
                  <c:v>0</c:v>
                </c:pt>
                <c:pt idx="575">
                  <c:v>0</c:v>
                </c:pt>
                <c:pt idx="576">
                  <c:v>0</c:v>
                </c:pt>
                <c:pt idx="577">
                  <c:v>0</c:v>
                </c:pt>
                <c:pt idx="578">
                  <c:v>0</c:v>
                </c:pt>
                <c:pt idx="579">
                  <c:v>0</c:v>
                </c:pt>
                <c:pt idx="580">
                  <c:v>0</c:v>
                </c:pt>
                <c:pt idx="581">
                  <c:v>0</c:v>
                </c:pt>
                <c:pt idx="582">
                  <c:v>0</c:v>
                </c:pt>
                <c:pt idx="583">
                  <c:v>0</c:v>
                </c:pt>
                <c:pt idx="584">
                  <c:v>0.25</c:v>
                </c:pt>
                <c:pt idx="585">
                  <c:v>0.25</c:v>
                </c:pt>
                <c:pt idx="586">
                  <c:v>0.25</c:v>
                </c:pt>
                <c:pt idx="587">
                  <c:v>0.25</c:v>
                </c:pt>
                <c:pt idx="588">
                  <c:v>0.25</c:v>
                </c:pt>
                <c:pt idx="589">
                  <c:v>0.25</c:v>
                </c:pt>
                <c:pt idx="590">
                  <c:v>0.25</c:v>
                </c:pt>
                <c:pt idx="591">
                  <c:v>0.25</c:v>
                </c:pt>
                <c:pt idx="592">
                  <c:v>0.25</c:v>
                </c:pt>
                <c:pt idx="593">
                  <c:v>0.25</c:v>
                </c:pt>
                <c:pt idx="594">
                  <c:v>0.25</c:v>
                </c:pt>
                <c:pt idx="595">
                  <c:v>0.25</c:v>
                </c:pt>
                <c:pt idx="596">
                  <c:v>0.25</c:v>
                </c:pt>
                <c:pt idx="597">
                  <c:v>0.25</c:v>
                </c:pt>
                <c:pt idx="598">
                  <c:v>0</c:v>
                </c:pt>
                <c:pt idx="599">
                  <c:v>0</c:v>
                </c:pt>
                <c:pt idx="600">
                  <c:v>0</c:v>
                </c:pt>
                <c:pt idx="601">
                  <c:v>0</c:v>
                </c:pt>
                <c:pt idx="602">
                  <c:v>0</c:v>
                </c:pt>
                <c:pt idx="603">
                  <c:v>0</c:v>
                </c:pt>
                <c:pt idx="604">
                  <c:v>0</c:v>
                </c:pt>
                <c:pt idx="605">
                  <c:v>0</c:v>
                </c:pt>
                <c:pt idx="606">
                  <c:v>0</c:v>
                </c:pt>
                <c:pt idx="607">
                  <c:v>0</c:v>
                </c:pt>
                <c:pt idx="608">
                  <c:v>0.25</c:v>
                </c:pt>
                <c:pt idx="609">
                  <c:v>0.25</c:v>
                </c:pt>
                <c:pt idx="610">
                  <c:v>0.25</c:v>
                </c:pt>
                <c:pt idx="611">
                  <c:v>0.25</c:v>
                </c:pt>
                <c:pt idx="612">
                  <c:v>0.25</c:v>
                </c:pt>
                <c:pt idx="613">
                  <c:v>0.25</c:v>
                </c:pt>
                <c:pt idx="614">
                  <c:v>0.25</c:v>
                </c:pt>
                <c:pt idx="615">
                  <c:v>0.25</c:v>
                </c:pt>
                <c:pt idx="616">
                  <c:v>0.25</c:v>
                </c:pt>
                <c:pt idx="617">
                  <c:v>0.25</c:v>
                </c:pt>
                <c:pt idx="618">
                  <c:v>0.25</c:v>
                </c:pt>
                <c:pt idx="619">
                  <c:v>0.25</c:v>
                </c:pt>
                <c:pt idx="620">
                  <c:v>0.25</c:v>
                </c:pt>
                <c:pt idx="621">
                  <c:v>0.25</c:v>
                </c:pt>
                <c:pt idx="622">
                  <c:v>0</c:v>
                </c:pt>
                <c:pt idx="623">
                  <c:v>0</c:v>
                </c:pt>
                <c:pt idx="624">
                  <c:v>0</c:v>
                </c:pt>
                <c:pt idx="625">
                  <c:v>0</c:v>
                </c:pt>
                <c:pt idx="626">
                  <c:v>0</c:v>
                </c:pt>
                <c:pt idx="627">
                  <c:v>0</c:v>
                </c:pt>
                <c:pt idx="628">
                  <c:v>0</c:v>
                </c:pt>
                <c:pt idx="629">
                  <c:v>0</c:v>
                </c:pt>
                <c:pt idx="630">
                  <c:v>0</c:v>
                </c:pt>
                <c:pt idx="631">
                  <c:v>0</c:v>
                </c:pt>
                <c:pt idx="632">
                  <c:v>0.25</c:v>
                </c:pt>
                <c:pt idx="633">
                  <c:v>0.25</c:v>
                </c:pt>
                <c:pt idx="634">
                  <c:v>0.25</c:v>
                </c:pt>
                <c:pt idx="635">
                  <c:v>0.27695799999999998</c:v>
                </c:pt>
                <c:pt idx="636">
                  <c:v>0.25</c:v>
                </c:pt>
                <c:pt idx="637">
                  <c:v>0.25</c:v>
                </c:pt>
                <c:pt idx="638">
                  <c:v>0.25</c:v>
                </c:pt>
                <c:pt idx="639">
                  <c:v>0.25</c:v>
                </c:pt>
                <c:pt idx="640">
                  <c:v>0.25</c:v>
                </c:pt>
                <c:pt idx="641">
                  <c:v>0.25</c:v>
                </c:pt>
                <c:pt idx="642">
                  <c:v>0.25</c:v>
                </c:pt>
                <c:pt idx="643">
                  <c:v>0.25</c:v>
                </c:pt>
                <c:pt idx="644">
                  <c:v>0.25</c:v>
                </c:pt>
                <c:pt idx="645">
                  <c:v>0.25</c:v>
                </c:pt>
                <c:pt idx="646">
                  <c:v>0</c:v>
                </c:pt>
                <c:pt idx="647">
                  <c:v>0</c:v>
                </c:pt>
                <c:pt idx="648">
                  <c:v>0</c:v>
                </c:pt>
                <c:pt idx="649">
                  <c:v>0</c:v>
                </c:pt>
                <c:pt idx="650">
                  <c:v>0</c:v>
                </c:pt>
                <c:pt idx="651">
                  <c:v>0</c:v>
                </c:pt>
                <c:pt idx="652">
                  <c:v>0</c:v>
                </c:pt>
                <c:pt idx="653">
                  <c:v>0</c:v>
                </c:pt>
                <c:pt idx="654">
                  <c:v>0</c:v>
                </c:pt>
                <c:pt idx="655">
                  <c:v>0</c:v>
                </c:pt>
                <c:pt idx="656">
                  <c:v>0.25</c:v>
                </c:pt>
                <c:pt idx="657">
                  <c:v>0.25</c:v>
                </c:pt>
                <c:pt idx="658">
                  <c:v>0.25</c:v>
                </c:pt>
                <c:pt idx="659">
                  <c:v>0.28193099999999999</c:v>
                </c:pt>
                <c:pt idx="660">
                  <c:v>0.25</c:v>
                </c:pt>
                <c:pt idx="661">
                  <c:v>0.25</c:v>
                </c:pt>
                <c:pt idx="662">
                  <c:v>0.25</c:v>
                </c:pt>
                <c:pt idx="663">
                  <c:v>0.25</c:v>
                </c:pt>
                <c:pt idx="664">
                  <c:v>0.25</c:v>
                </c:pt>
                <c:pt idx="665">
                  <c:v>0.25</c:v>
                </c:pt>
                <c:pt idx="666">
                  <c:v>0.25</c:v>
                </c:pt>
                <c:pt idx="667">
                  <c:v>0.25</c:v>
                </c:pt>
                <c:pt idx="668">
                  <c:v>0.25</c:v>
                </c:pt>
                <c:pt idx="669">
                  <c:v>0.25</c:v>
                </c:pt>
                <c:pt idx="670">
                  <c:v>0</c:v>
                </c:pt>
                <c:pt idx="671">
                  <c:v>0</c:v>
                </c:pt>
                <c:pt idx="672">
                  <c:v>0</c:v>
                </c:pt>
                <c:pt idx="673">
                  <c:v>0</c:v>
                </c:pt>
                <c:pt idx="674">
                  <c:v>0</c:v>
                </c:pt>
                <c:pt idx="675">
                  <c:v>0</c:v>
                </c:pt>
                <c:pt idx="676">
                  <c:v>0</c:v>
                </c:pt>
                <c:pt idx="677">
                  <c:v>0</c:v>
                </c:pt>
                <c:pt idx="678">
                  <c:v>0</c:v>
                </c:pt>
                <c:pt idx="679">
                  <c:v>0</c:v>
                </c:pt>
                <c:pt idx="680">
                  <c:v>0.25</c:v>
                </c:pt>
                <c:pt idx="681">
                  <c:v>0.25</c:v>
                </c:pt>
                <c:pt idx="682">
                  <c:v>0.25</c:v>
                </c:pt>
                <c:pt idx="683">
                  <c:v>0.25</c:v>
                </c:pt>
                <c:pt idx="684">
                  <c:v>0.25</c:v>
                </c:pt>
                <c:pt idx="685">
                  <c:v>0.25</c:v>
                </c:pt>
                <c:pt idx="686">
                  <c:v>0.25</c:v>
                </c:pt>
                <c:pt idx="687">
                  <c:v>0.25</c:v>
                </c:pt>
                <c:pt idx="688">
                  <c:v>0.25</c:v>
                </c:pt>
                <c:pt idx="689">
                  <c:v>0.25</c:v>
                </c:pt>
                <c:pt idx="690">
                  <c:v>0.25</c:v>
                </c:pt>
                <c:pt idx="691">
                  <c:v>0.25</c:v>
                </c:pt>
                <c:pt idx="692">
                  <c:v>0.25</c:v>
                </c:pt>
                <c:pt idx="693">
                  <c:v>0.25</c:v>
                </c:pt>
                <c:pt idx="694">
                  <c:v>0</c:v>
                </c:pt>
                <c:pt idx="695">
                  <c:v>0</c:v>
                </c:pt>
                <c:pt idx="696">
                  <c:v>0</c:v>
                </c:pt>
                <c:pt idx="697">
                  <c:v>0</c:v>
                </c:pt>
                <c:pt idx="698">
                  <c:v>0</c:v>
                </c:pt>
                <c:pt idx="699">
                  <c:v>0</c:v>
                </c:pt>
                <c:pt idx="700">
                  <c:v>0</c:v>
                </c:pt>
                <c:pt idx="701">
                  <c:v>0</c:v>
                </c:pt>
                <c:pt idx="702">
                  <c:v>0</c:v>
                </c:pt>
                <c:pt idx="703">
                  <c:v>0</c:v>
                </c:pt>
                <c:pt idx="704">
                  <c:v>0.25</c:v>
                </c:pt>
                <c:pt idx="705">
                  <c:v>0.25</c:v>
                </c:pt>
                <c:pt idx="706">
                  <c:v>0.25</c:v>
                </c:pt>
                <c:pt idx="707">
                  <c:v>0.25</c:v>
                </c:pt>
                <c:pt idx="708">
                  <c:v>0.25</c:v>
                </c:pt>
                <c:pt idx="709">
                  <c:v>0.25</c:v>
                </c:pt>
                <c:pt idx="710">
                  <c:v>0.25</c:v>
                </c:pt>
                <c:pt idx="711">
                  <c:v>0.25</c:v>
                </c:pt>
                <c:pt idx="712">
                  <c:v>0.25</c:v>
                </c:pt>
                <c:pt idx="713">
                  <c:v>0.25</c:v>
                </c:pt>
                <c:pt idx="714">
                  <c:v>0.25</c:v>
                </c:pt>
                <c:pt idx="715">
                  <c:v>0.25</c:v>
                </c:pt>
                <c:pt idx="716">
                  <c:v>0.25</c:v>
                </c:pt>
                <c:pt idx="717">
                  <c:v>0.25</c:v>
                </c:pt>
                <c:pt idx="718">
                  <c:v>0</c:v>
                </c:pt>
                <c:pt idx="719">
                  <c:v>0</c:v>
                </c:pt>
                <c:pt idx="720">
                  <c:v>0</c:v>
                </c:pt>
                <c:pt idx="721">
                  <c:v>0</c:v>
                </c:pt>
                <c:pt idx="722">
                  <c:v>0</c:v>
                </c:pt>
                <c:pt idx="723">
                  <c:v>0</c:v>
                </c:pt>
                <c:pt idx="724">
                  <c:v>0</c:v>
                </c:pt>
                <c:pt idx="725">
                  <c:v>0</c:v>
                </c:pt>
                <c:pt idx="726">
                  <c:v>0</c:v>
                </c:pt>
                <c:pt idx="727">
                  <c:v>0</c:v>
                </c:pt>
                <c:pt idx="728">
                  <c:v>0.25</c:v>
                </c:pt>
                <c:pt idx="729">
                  <c:v>0.25</c:v>
                </c:pt>
                <c:pt idx="730">
                  <c:v>0.25</c:v>
                </c:pt>
                <c:pt idx="731">
                  <c:v>0.25</c:v>
                </c:pt>
                <c:pt idx="732">
                  <c:v>0.25</c:v>
                </c:pt>
                <c:pt idx="733">
                  <c:v>0.25</c:v>
                </c:pt>
                <c:pt idx="734">
                  <c:v>0.25</c:v>
                </c:pt>
                <c:pt idx="735">
                  <c:v>0.25</c:v>
                </c:pt>
                <c:pt idx="736">
                  <c:v>0.25</c:v>
                </c:pt>
                <c:pt idx="737">
                  <c:v>0.25</c:v>
                </c:pt>
                <c:pt idx="738">
                  <c:v>0.25</c:v>
                </c:pt>
                <c:pt idx="739">
                  <c:v>0.25</c:v>
                </c:pt>
                <c:pt idx="740">
                  <c:v>0.25</c:v>
                </c:pt>
                <c:pt idx="741">
                  <c:v>0.25</c:v>
                </c:pt>
                <c:pt idx="742">
                  <c:v>0</c:v>
                </c:pt>
                <c:pt idx="743">
                  <c:v>0</c:v>
                </c:pt>
                <c:pt idx="744">
                  <c:v>0</c:v>
                </c:pt>
                <c:pt idx="745">
                  <c:v>0</c:v>
                </c:pt>
                <c:pt idx="746">
                  <c:v>0</c:v>
                </c:pt>
                <c:pt idx="747">
                  <c:v>0</c:v>
                </c:pt>
                <c:pt idx="748">
                  <c:v>0</c:v>
                </c:pt>
                <c:pt idx="749">
                  <c:v>0</c:v>
                </c:pt>
                <c:pt idx="750">
                  <c:v>0</c:v>
                </c:pt>
                <c:pt idx="751">
                  <c:v>0</c:v>
                </c:pt>
                <c:pt idx="752">
                  <c:v>0.25</c:v>
                </c:pt>
                <c:pt idx="753">
                  <c:v>0.25</c:v>
                </c:pt>
                <c:pt idx="754">
                  <c:v>0.25</c:v>
                </c:pt>
                <c:pt idx="755">
                  <c:v>0.25</c:v>
                </c:pt>
                <c:pt idx="756">
                  <c:v>0.25</c:v>
                </c:pt>
                <c:pt idx="757">
                  <c:v>0.25</c:v>
                </c:pt>
                <c:pt idx="758">
                  <c:v>0.25</c:v>
                </c:pt>
                <c:pt idx="759">
                  <c:v>0.25</c:v>
                </c:pt>
                <c:pt idx="760">
                  <c:v>0.25</c:v>
                </c:pt>
                <c:pt idx="761">
                  <c:v>0.25</c:v>
                </c:pt>
                <c:pt idx="762">
                  <c:v>0.25</c:v>
                </c:pt>
                <c:pt idx="763">
                  <c:v>0.25</c:v>
                </c:pt>
                <c:pt idx="764">
                  <c:v>0.25</c:v>
                </c:pt>
                <c:pt idx="765">
                  <c:v>0.25</c:v>
                </c:pt>
                <c:pt idx="766">
                  <c:v>0</c:v>
                </c:pt>
                <c:pt idx="767">
                  <c:v>0</c:v>
                </c:pt>
                <c:pt idx="768">
                  <c:v>0</c:v>
                </c:pt>
                <c:pt idx="769">
                  <c:v>0</c:v>
                </c:pt>
                <c:pt idx="770">
                  <c:v>0</c:v>
                </c:pt>
                <c:pt idx="771">
                  <c:v>0</c:v>
                </c:pt>
                <c:pt idx="772">
                  <c:v>0</c:v>
                </c:pt>
                <c:pt idx="773">
                  <c:v>0</c:v>
                </c:pt>
                <c:pt idx="774">
                  <c:v>0</c:v>
                </c:pt>
                <c:pt idx="775">
                  <c:v>0</c:v>
                </c:pt>
                <c:pt idx="776">
                  <c:v>0.25</c:v>
                </c:pt>
                <c:pt idx="777">
                  <c:v>0.25</c:v>
                </c:pt>
                <c:pt idx="778">
                  <c:v>0.25</c:v>
                </c:pt>
                <c:pt idx="779">
                  <c:v>0.25</c:v>
                </c:pt>
                <c:pt idx="780">
                  <c:v>0.25</c:v>
                </c:pt>
                <c:pt idx="781">
                  <c:v>0.25</c:v>
                </c:pt>
                <c:pt idx="782">
                  <c:v>0.25</c:v>
                </c:pt>
                <c:pt idx="783">
                  <c:v>0.25</c:v>
                </c:pt>
                <c:pt idx="784">
                  <c:v>0.25</c:v>
                </c:pt>
                <c:pt idx="785">
                  <c:v>0.25</c:v>
                </c:pt>
                <c:pt idx="786">
                  <c:v>0.25</c:v>
                </c:pt>
                <c:pt idx="787">
                  <c:v>0.25</c:v>
                </c:pt>
                <c:pt idx="788">
                  <c:v>0.25</c:v>
                </c:pt>
                <c:pt idx="789">
                  <c:v>0.25</c:v>
                </c:pt>
                <c:pt idx="790">
                  <c:v>0</c:v>
                </c:pt>
                <c:pt idx="791">
                  <c:v>0</c:v>
                </c:pt>
                <c:pt idx="792">
                  <c:v>0</c:v>
                </c:pt>
                <c:pt idx="793">
                  <c:v>0</c:v>
                </c:pt>
                <c:pt idx="794">
                  <c:v>0</c:v>
                </c:pt>
                <c:pt idx="795">
                  <c:v>0</c:v>
                </c:pt>
                <c:pt idx="796">
                  <c:v>0</c:v>
                </c:pt>
                <c:pt idx="797">
                  <c:v>0</c:v>
                </c:pt>
                <c:pt idx="798">
                  <c:v>0</c:v>
                </c:pt>
                <c:pt idx="799">
                  <c:v>0</c:v>
                </c:pt>
                <c:pt idx="800">
                  <c:v>0.25</c:v>
                </c:pt>
                <c:pt idx="801">
                  <c:v>0.25</c:v>
                </c:pt>
                <c:pt idx="802">
                  <c:v>0.25</c:v>
                </c:pt>
                <c:pt idx="803">
                  <c:v>0.25</c:v>
                </c:pt>
                <c:pt idx="804">
                  <c:v>0.25</c:v>
                </c:pt>
                <c:pt idx="805">
                  <c:v>0.25</c:v>
                </c:pt>
                <c:pt idx="806">
                  <c:v>0.25</c:v>
                </c:pt>
                <c:pt idx="807">
                  <c:v>0.25</c:v>
                </c:pt>
                <c:pt idx="808">
                  <c:v>0.25</c:v>
                </c:pt>
                <c:pt idx="809">
                  <c:v>0.25</c:v>
                </c:pt>
                <c:pt idx="810">
                  <c:v>0.25</c:v>
                </c:pt>
                <c:pt idx="811">
                  <c:v>0.25</c:v>
                </c:pt>
                <c:pt idx="812">
                  <c:v>0.25</c:v>
                </c:pt>
                <c:pt idx="813">
                  <c:v>0.25</c:v>
                </c:pt>
                <c:pt idx="814">
                  <c:v>0</c:v>
                </c:pt>
                <c:pt idx="815">
                  <c:v>0</c:v>
                </c:pt>
                <c:pt idx="816">
                  <c:v>0</c:v>
                </c:pt>
                <c:pt idx="817">
                  <c:v>0</c:v>
                </c:pt>
                <c:pt idx="818">
                  <c:v>0</c:v>
                </c:pt>
                <c:pt idx="819">
                  <c:v>0</c:v>
                </c:pt>
                <c:pt idx="820">
                  <c:v>0</c:v>
                </c:pt>
                <c:pt idx="821">
                  <c:v>0</c:v>
                </c:pt>
                <c:pt idx="822">
                  <c:v>0</c:v>
                </c:pt>
                <c:pt idx="823">
                  <c:v>0</c:v>
                </c:pt>
                <c:pt idx="824">
                  <c:v>0.25</c:v>
                </c:pt>
                <c:pt idx="825">
                  <c:v>0.25</c:v>
                </c:pt>
                <c:pt idx="826">
                  <c:v>0.25</c:v>
                </c:pt>
                <c:pt idx="827">
                  <c:v>0.25</c:v>
                </c:pt>
                <c:pt idx="828">
                  <c:v>0.25</c:v>
                </c:pt>
                <c:pt idx="829">
                  <c:v>0.25</c:v>
                </c:pt>
                <c:pt idx="830">
                  <c:v>0.25</c:v>
                </c:pt>
                <c:pt idx="831">
                  <c:v>0.25</c:v>
                </c:pt>
                <c:pt idx="832">
                  <c:v>0.25</c:v>
                </c:pt>
                <c:pt idx="833">
                  <c:v>0.25</c:v>
                </c:pt>
                <c:pt idx="834">
                  <c:v>0.25</c:v>
                </c:pt>
                <c:pt idx="835">
                  <c:v>0.25</c:v>
                </c:pt>
                <c:pt idx="836">
                  <c:v>0.25</c:v>
                </c:pt>
                <c:pt idx="837">
                  <c:v>0.25</c:v>
                </c:pt>
                <c:pt idx="838">
                  <c:v>0</c:v>
                </c:pt>
                <c:pt idx="839">
                  <c:v>0</c:v>
                </c:pt>
                <c:pt idx="840">
                  <c:v>0</c:v>
                </c:pt>
                <c:pt idx="841">
                  <c:v>0</c:v>
                </c:pt>
                <c:pt idx="842">
                  <c:v>0</c:v>
                </c:pt>
                <c:pt idx="843">
                  <c:v>0</c:v>
                </c:pt>
                <c:pt idx="844">
                  <c:v>0</c:v>
                </c:pt>
                <c:pt idx="845">
                  <c:v>0</c:v>
                </c:pt>
                <c:pt idx="846">
                  <c:v>0</c:v>
                </c:pt>
                <c:pt idx="847">
                  <c:v>0</c:v>
                </c:pt>
                <c:pt idx="848">
                  <c:v>0.25</c:v>
                </c:pt>
                <c:pt idx="849">
                  <c:v>0.25</c:v>
                </c:pt>
                <c:pt idx="850">
                  <c:v>0.25</c:v>
                </c:pt>
                <c:pt idx="851">
                  <c:v>0.25</c:v>
                </c:pt>
                <c:pt idx="852">
                  <c:v>0.25</c:v>
                </c:pt>
                <c:pt idx="853">
                  <c:v>0.25</c:v>
                </c:pt>
                <c:pt idx="854">
                  <c:v>0.25</c:v>
                </c:pt>
                <c:pt idx="855">
                  <c:v>0.25</c:v>
                </c:pt>
                <c:pt idx="856">
                  <c:v>0.25</c:v>
                </c:pt>
                <c:pt idx="857">
                  <c:v>0.25</c:v>
                </c:pt>
                <c:pt idx="858">
                  <c:v>0.25</c:v>
                </c:pt>
                <c:pt idx="859">
                  <c:v>0.25</c:v>
                </c:pt>
                <c:pt idx="860">
                  <c:v>0.25</c:v>
                </c:pt>
                <c:pt idx="861">
                  <c:v>0.25</c:v>
                </c:pt>
                <c:pt idx="862">
                  <c:v>0</c:v>
                </c:pt>
                <c:pt idx="863">
                  <c:v>0</c:v>
                </c:pt>
                <c:pt idx="864">
                  <c:v>0</c:v>
                </c:pt>
                <c:pt idx="865">
                  <c:v>0</c:v>
                </c:pt>
                <c:pt idx="866">
                  <c:v>0</c:v>
                </c:pt>
                <c:pt idx="867">
                  <c:v>0</c:v>
                </c:pt>
                <c:pt idx="868">
                  <c:v>0</c:v>
                </c:pt>
                <c:pt idx="869">
                  <c:v>0</c:v>
                </c:pt>
                <c:pt idx="870">
                  <c:v>0</c:v>
                </c:pt>
                <c:pt idx="871">
                  <c:v>0</c:v>
                </c:pt>
                <c:pt idx="872">
                  <c:v>0.25</c:v>
                </c:pt>
                <c:pt idx="873">
                  <c:v>0.25</c:v>
                </c:pt>
                <c:pt idx="874">
                  <c:v>0.25</c:v>
                </c:pt>
                <c:pt idx="875">
                  <c:v>0.25</c:v>
                </c:pt>
                <c:pt idx="876">
                  <c:v>0.25</c:v>
                </c:pt>
                <c:pt idx="877">
                  <c:v>0.25</c:v>
                </c:pt>
                <c:pt idx="878">
                  <c:v>0.25</c:v>
                </c:pt>
                <c:pt idx="879">
                  <c:v>0.25</c:v>
                </c:pt>
                <c:pt idx="880">
                  <c:v>0.25</c:v>
                </c:pt>
                <c:pt idx="881">
                  <c:v>0.25</c:v>
                </c:pt>
                <c:pt idx="882">
                  <c:v>0.25</c:v>
                </c:pt>
                <c:pt idx="883">
                  <c:v>0.25</c:v>
                </c:pt>
                <c:pt idx="884">
                  <c:v>0.25</c:v>
                </c:pt>
                <c:pt idx="885">
                  <c:v>0.25</c:v>
                </c:pt>
                <c:pt idx="886">
                  <c:v>0</c:v>
                </c:pt>
                <c:pt idx="887">
                  <c:v>0</c:v>
                </c:pt>
                <c:pt idx="888">
                  <c:v>0</c:v>
                </c:pt>
                <c:pt idx="889">
                  <c:v>0</c:v>
                </c:pt>
                <c:pt idx="890">
                  <c:v>0</c:v>
                </c:pt>
                <c:pt idx="891">
                  <c:v>0</c:v>
                </c:pt>
                <c:pt idx="892">
                  <c:v>0</c:v>
                </c:pt>
                <c:pt idx="893">
                  <c:v>0</c:v>
                </c:pt>
                <c:pt idx="894">
                  <c:v>0</c:v>
                </c:pt>
                <c:pt idx="895">
                  <c:v>0</c:v>
                </c:pt>
                <c:pt idx="896">
                  <c:v>0.25</c:v>
                </c:pt>
                <c:pt idx="897">
                  <c:v>0.25</c:v>
                </c:pt>
                <c:pt idx="898">
                  <c:v>0.25</c:v>
                </c:pt>
                <c:pt idx="899">
                  <c:v>0.25</c:v>
                </c:pt>
                <c:pt idx="900">
                  <c:v>0.25</c:v>
                </c:pt>
                <c:pt idx="901">
                  <c:v>0.25</c:v>
                </c:pt>
                <c:pt idx="902">
                  <c:v>0.25</c:v>
                </c:pt>
                <c:pt idx="903">
                  <c:v>0.25</c:v>
                </c:pt>
                <c:pt idx="904">
                  <c:v>0.25</c:v>
                </c:pt>
                <c:pt idx="905">
                  <c:v>0.25</c:v>
                </c:pt>
                <c:pt idx="906">
                  <c:v>0.25</c:v>
                </c:pt>
                <c:pt idx="907">
                  <c:v>0.25</c:v>
                </c:pt>
                <c:pt idx="908">
                  <c:v>0.25</c:v>
                </c:pt>
                <c:pt idx="909">
                  <c:v>0.25</c:v>
                </c:pt>
                <c:pt idx="910">
                  <c:v>0</c:v>
                </c:pt>
                <c:pt idx="911">
                  <c:v>0</c:v>
                </c:pt>
                <c:pt idx="912">
                  <c:v>0</c:v>
                </c:pt>
                <c:pt idx="913">
                  <c:v>0</c:v>
                </c:pt>
                <c:pt idx="914">
                  <c:v>0</c:v>
                </c:pt>
                <c:pt idx="915">
                  <c:v>0</c:v>
                </c:pt>
                <c:pt idx="916">
                  <c:v>0</c:v>
                </c:pt>
                <c:pt idx="917">
                  <c:v>0</c:v>
                </c:pt>
                <c:pt idx="918">
                  <c:v>0</c:v>
                </c:pt>
                <c:pt idx="919">
                  <c:v>0</c:v>
                </c:pt>
                <c:pt idx="920">
                  <c:v>0.25</c:v>
                </c:pt>
                <c:pt idx="921">
                  <c:v>0.25</c:v>
                </c:pt>
                <c:pt idx="922">
                  <c:v>0.25</c:v>
                </c:pt>
                <c:pt idx="923">
                  <c:v>0.25</c:v>
                </c:pt>
                <c:pt idx="924">
                  <c:v>0.25</c:v>
                </c:pt>
                <c:pt idx="925">
                  <c:v>0.25</c:v>
                </c:pt>
                <c:pt idx="926">
                  <c:v>0.25</c:v>
                </c:pt>
                <c:pt idx="927">
                  <c:v>0.25</c:v>
                </c:pt>
                <c:pt idx="928">
                  <c:v>0.25</c:v>
                </c:pt>
                <c:pt idx="929">
                  <c:v>0.25</c:v>
                </c:pt>
                <c:pt idx="930">
                  <c:v>0.25</c:v>
                </c:pt>
                <c:pt idx="931">
                  <c:v>0.25</c:v>
                </c:pt>
                <c:pt idx="932">
                  <c:v>0.25</c:v>
                </c:pt>
                <c:pt idx="933">
                  <c:v>0.25</c:v>
                </c:pt>
                <c:pt idx="934">
                  <c:v>0</c:v>
                </c:pt>
                <c:pt idx="935">
                  <c:v>0</c:v>
                </c:pt>
                <c:pt idx="936">
                  <c:v>0</c:v>
                </c:pt>
                <c:pt idx="937">
                  <c:v>0</c:v>
                </c:pt>
                <c:pt idx="938">
                  <c:v>0</c:v>
                </c:pt>
                <c:pt idx="939">
                  <c:v>0</c:v>
                </c:pt>
                <c:pt idx="940">
                  <c:v>0</c:v>
                </c:pt>
                <c:pt idx="941">
                  <c:v>0</c:v>
                </c:pt>
                <c:pt idx="942">
                  <c:v>0</c:v>
                </c:pt>
                <c:pt idx="943">
                  <c:v>0</c:v>
                </c:pt>
                <c:pt idx="944">
                  <c:v>0.25</c:v>
                </c:pt>
                <c:pt idx="945">
                  <c:v>0.25</c:v>
                </c:pt>
                <c:pt idx="946">
                  <c:v>0.25</c:v>
                </c:pt>
                <c:pt idx="947">
                  <c:v>0.25</c:v>
                </c:pt>
                <c:pt idx="948">
                  <c:v>0.25</c:v>
                </c:pt>
                <c:pt idx="949">
                  <c:v>0.25</c:v>
                </c:pt>
                <c:pt idx="950">
                  <c:v>0.25</c:v>
                </c:pt>
                <c:pt idx="951">
                  <c:v>0.25</c:v>
                </c:pt>
                <c:pt idx="952">
                  <c:v>0.25</c:v>
                </c:pt>
                <c:pt idx="953">
                  <c:v>0.25</c:v>
                </c:pt>
                <c:pt idx="954">
                  <c:v>0.25</c:v>
                </c:pt>
                <c:pt idx="955">
                  <c:v>0.25</c:v>
                </c:pt>
                <c:pt idx="956">
                  <c:v>0.25</c:v>
                </c:pt>
                <c:pt idx="957">
                  <c:v>0.25</c:v>
                </c:pt>
                <c:pt idx="958">
                  <c:v>0</c:v>
                </c:pt>
                <c:pt idx="959">
                  <c:v>0</c:v>
                </c:pt>
                <c:pt idx="960">
                  <c:v>0</c:v>
                </c:pt>
                <c:pt idx="961">
                  <c:v>0</c:v>
                </c:pt>
                <c:pt idx="962">
                  <c:v>0</c:v>
                </c:pt>
                <c:pt idx="963">
                  <c:v>0</c:v>
                </c:pt>
                <c:pt idx="964">
                  <c:v>0</c:v>
                </c:pt>
                <c:pt idx="965">
                  <c:v>0</c:v>
                </c:pt>
                <c:pt idx="966">
                  <c:v>0</c:v>
                </c:pt>
                <c:pt idx="967">
                  <c:v>0</c:v>
                </c:pt>
                <c:pt idx="968">
                  <c:v>0.25</c:v>
                </c:pt>
                <c:pt idx="969">
                  <c:v>0.25</c:v>
                </c:pt>
                <c:pt idx="970">
                  <c:v>0.25</c:v>
                </c:pt>
                <c:pt idx="971">
                  <c:v>0.25</c:v>
                </c:pt>
                <c:pt idx="972">
                  <c:v>0.25</c:v>
                </c:pt>
                <c:pt idx="973">
                  <c:v>0.25</c:v>
                </c:pt>
                <c:pt idx="974">
                  <c:v>0.25</c:v>
                </c:pt>
                <c:pt idx="975">
                  <c:v>0.25</c:v>
                </c:pt>
                <c:pt idx="976">
                  <c:v>0.25</c:v>
                </c:pt>
                <c:pt idx="977">
                  <c:v>0.25</c:v>
                </c:pt>
                <c:pt idx="978">
                  <c:v>0.25</c:v>
                </c:pt>
                <c:pt idx="979">
                  <c:v>0.25</c:v>
                </c:pt>
                <c:pt idx="980">
                  <c:v>0.25</c:v>
                </c:pt>
                <c:pt idx="981">
                  <c:v>0.25</c:v>
                </c:pt>
                <c:pt idx="982">
                  <c:v>0</c:v>
                </c:pt>
                <c:pt idx="983">
                  <c:v>0</c:v>
                </c:pt>
                <c:pt idx="984">
                  <c:v>0</c:v>
                </c:pt>
                <c:pt idx="985">
                  <c:v>0</c:v>
                </c:pt>
                <c:pt idx="986">
                  <c:v>0</c:v>
                </c:pt>
                <c:pt idx="987">
                  <c:v>0</c:v>
                </c:pt>
                <c:pt idx="988">
                  <c:v>0</c:v>
                </c:pt>
                <c:pt idx="989">
                  <c:v>0</c:v>
                </c:pt>
                <c:pt idx="990">
                  <c:v>0</c:v>
                </c:pt>
                <c:pt idx="991">
                  <c:v>0</c:v>
                </c:pt>
                <c:pt idx="992">
                  <c:v>0.25</c:v>
                </c:pt>
                <c:pt idx="993">
                  <c:v>0.25</c:v>
                </c:pt>
                <c:pt idx="994">
                  <c:v>0.25</c:v>
                </c:pt>
                <c:pt idx="995">
                  <c:v>0.34410099999999999</c:v>
                </c:pt>
                <c:pt idx="996">
                  <c:v>0.40700199999999997</c:v>
                </c:pt>
                <c:pt idx="997">
                  <c:v>0.34372799999999998</c:v>
                </c:pt>
                <c:pt idx="998">
                  <c:v>0.25</c:v>
                </c:pt>
                <c:pt idx="999">
                  <c:v>0.25</c:v>
                </c:pt>
                <c:pt idx="1000">
                  <c:v>0.25</c:v>
                </c:pt>
                <c:pt idx="1001">
                  <c:v>0.25</c:v>
                </c:pt>
                <c:pt idx="1002">
                  <c:v>0.25</c:v>
                </c:pt>
                <c:pt idx="1003">
                  <c:v>0.25</c:v>
                </c:pt>
                <c:pt idx="1004">
                  <c:v>0.25</c:v>
                </c:pt>
                <c:pt idx="1005">
                  <c:v>0.25</c:v>
                </c:pt>
                <c:pt idx="1006">
                  <c:v>0</c:v>
                </c:pt>
                <c:pt idx="1007">
                  <c:v>0</c:v>
                </c:pt>
                <c:pt idx="1008">
                  <c:v>0</c:v>
                </c:pt>
                <c:pt idx="1009">
                  <c:v>0</c:v>
                </c:pt>
                <c:pt idx="1010">
                  <c:v>0</c:v>
                </c:pt>
                <c:pt idx="1011">
                  <c:v>0</c:v>
                </c:pt>
                <c:pt idx="1012">
                  <c:v>0</c:v>
                </c:pt>
                <c:pt idx="1013">
                  <c:v>0</c:v>
                </c:pt>
                <c:pt idx="1014">
                  <c:v>0</c:v>
                </c:pt>
                <c:pt idx="1015">
                  <c:v>0</c:v>
                </c:pt>
                <c:pt idx="1016">
                  <c:v>0.25</c:v>
                </c:pt>
                <c:pt idx="1017">
                  <c:v>0.25</c:v>
                </c:pt>
                <c:pt idx="1018">
                  <c:v>0.25</c:v>
                </c:pt>
                <c:pt idx="1019">
                  <c:v>0.35481600000000002</c:v>
                </c:pt>
                <c:pt idx="1020">
                  <c:v>0.416377</c:v>
                </c:pt>
                <c:pt idx="1021">
                  <c:v>0.408169</c:v>
                </c:pt>
                <c:pt idx="1022">
                  <c:v>0.29580499999999998</c:v>
                </c:pt>
                <c:pt idx="1023">
                  <c:v>0.25842700000000002</c:v>
                </c:pt>
                <c:pt idx="1024">
                  <c:v>0.25</c:v>
                </c:pt>
                <c:pt idx="1025">
                  <c:v>0.25</c:v>
                </c:pt>
                <c:pt idx="1026">
                  <c:v>0.25</c:v>
                </c:pt>
                <c:pt idx="1027">
                  <c:v>0.25</c:v>
                </c:pt>
                <c:pt idx="1028">
                  <c:v>0.25</c:v>
                </c:pt>
                <c:pt idx="1029">
                  <c:v>0.25</c:v>
                </c:pt>
                <c:pt idx="1030">
                  <c:v>0</c:v>
                </c:pt>
                <c:pt idx="1031">
                  <c:v>0</c:v>
                </c:pt>
                <c:pt idx="1032">
                  <c:v>0</c:v>
                </c:pt>
                <c:pt idx="1033">
                  <c:v>0</c:v>
                </c:pt>
                <c:pt idx="1034">
                  <c:v>0</c:v>
                </c:pt>
                <c:pt idx="1035">
                  <c:v>0</c:v>
                </c:pt>
                <c:pt idx="1036">
                  <c:v>0</c:v>
                </c:pt>
                <c:pt idx="1037">
                  <c:v>0</c:v>
                </c:pt>
                <c:pt idx="1038">
                  <c:v>0</c:v>
                </c:pt>
                <c:pt idx="1039">
                  <c:v>0</c:v>
                </c:pt>
                <c:pt idx="1040">
                  <c:v>0.25</c:v>
                </c:pt>
                <c:pt idx="1041">
                  <c:v>0.25</c:v>
                </c:pt>
                <c:pt idx="1042">
                  <c:v>0.25</c:v>
                </c:pt>
                <c:pt idx="1043">
                  <c:v>0.33542499999999997</c:v>
                </c:pt>
                <c:pt idx="1044">
                  <c:v>0.37887900000000002</c:v>
                </c:pt>
                <c:pt idx="1045">
                  <c:v>0.36902299999999999</c:v>
                </c:pt>
                <c:pt idx="1046">
                  <c:v>0.25764500000000001</c:v>
                </c:pt>
                <c:pt idx="1047">
                  <c:v>0.25</c:v>
                </c:pt>
                <c:pt idx="1048">
                  <c:v>0.25</c:v>
                </c:pt>
                <c:pt idx="1049">
                  <c:v>0.25</c:v>
                </c:pt>
                <c:pt idx="1050">
                  <c:v>0.25</c:v>
                </c:pt>
                <c:pt idx="1051">
                  <c:v>0.25</c:v>
                </c:pt>
                <c:pt idx="1052">
                  <c:v>0.25</c:v>
                </c:pt>
                <c:pt idx="1053">
                  <c:v>0.25</c:v>
                </c:pt>
                <c:pt idx="1054">
                  <c:v>0</c:v>
                </c:pt>
                <c:pt idx="1055">
                  <c:v>0</c:v>
                </c:pt>
                <c:pt idx="1056">
                  <c:v>0</c:v>
                </c:pt>
                <c:pt idx="1057">
                  <c:v>0</c:v>
                </c:pt>
                <c:pt idx="1058">
                  <c:v>0</c:v>
                </c:pt>
                <c:pt idx="1059">
                  <c:v>0</c:v>
                </c:pt>
                <c:pt idx="1060">
                  <c:v>0</c:v>
                </c:pt>
                <c:pt idx="1061">
                  <c:v>0</c:v>
                </c:pt>
                <c:pt idx="1062">
                  <c:v>0</c:v>
                </c:pt>
                <c:pt idx="1063">
                  <c:v>0</c:v>
                </c:pt>
                <c:pt idx="1064">
                  <c:v>0.25</c:v>
                </c:pt>
                <c:pt idx="1065">
                  <c:v>0.25</c:v>
                </c:pt>
                <c:pt idx="1066">
                  <c:v>0.25</c:v>
                </c:pt>
                <c:pt idx="1067">
                  <c:v>0.25</c:v>
                </c:pt>
                <c:pt idx="1068">
                  <c:v>0.25</c:v>
                </c:pt>
                <c:pt idx="1069">
                  <c:v>0.25</c:v>
                </c:pt>
                <c:pt idx="1070">
                  <c:v>0.25</c:v>
                </c:pt>
                <c:pt idx="1071">
                  <c:v>0.25</c:v>
                </c:pt>
                <c:pt idx="1072">
                  <c:v>0.25</c:v>
                </c:pt>
                <c:pt idx="1073">
                  <c:v>0.25</c:v>
                </c:pt>
                <c:pt idx="1074">
                  <c:v>0.25</c:v>
                </c:pt>
                <c:pt idx="1075">
                  <c:v>0.25</c:v>
                </c:pt>
                <c:pt idx="1076">
                  <c:v>0.25</c:v>
                </c:pt>
                <c:pt idx="1077">
                  <c:v>0.25</c:v>
                </c:pt>
                <c:pt idx="1078">
                  <c:v>0</c:v>
                </c:pt>
                <c:pt idx="1079">
                  <c:v>0</c:v>
                </c:pt>
                <c:pt idx="1080">
                  <c:v>0</c:v>
                </c:pt>
                <c:pt idx="1081">
                  <c:v>0</c:v>
                </c:pt>
                <c:pt idx="1082">
                  <c:v>0</c:v>
                </c:pt>
                <c:pt idx="1083">
                  <c:v>0</c:v>
                </c:pt>
                <c:pt idx="1084">
                  <c:v>0</c:v>
                </c:pt>
                <c:pt idx="1085">
                  <c:v>0</c:v>
                </c:pt>
                <c:pt idx="1086">
                  <c:v>0</c:v>
                </c:pt>
                <c:pt idx="1087">
                  <c:v>0</c:v>
                </c:pt>
                <c:pt idx="1088">
                  <c:v>0.25</c:v>
                </c:pt>
                <c:pt idx="1089">
                  <c:v>0.25</c:v>
                </c:pt>
                <c:pt idx="1090">
                  <c:v>0.25</c:v>
                </c:pt>
                <c:pt idx="1091">
                  <c:v>0.25</c:v>
                </c:pt>
                <c:pt idx="1092">
                  <c:v>0.25</c:v>
                </c:pt>
                <c:pt idx="1093">
                  <c:v>0.25</c:v>
                </c:pt>
                <c:pt idx="1094">
                  <c:v>0.25</c:v>
                </c:pt>
                <c:pt idx="1095">
                  <c:v>0.25</c:v>
                </c:pt>
                <c:pt idx="1096">
                  <c:v>0.25</c:v>
                </c:pt>
                <c:pt idx="1097">
                  <c:v>0.25</c:v>
                </c:pt>
                <c:pt idx="1098">
                  <c:v>0.25</c:v>
                </c:pt>
                <c:pt idx="1099">
                  <c:v>0.25</c:v>
                </c:pt>
                <c:pt idx="1100">
                  <c:v>0.25</c:v>
                </c:pt>
                <c:pt idx="1101">
                  <c:v>0.25</c:v>
                </c:pt>
                <c:pt idx="1102">
                  <c:v>0</c:v>
                </c:pt>
                <c:pt idx="1103">
                  <c:v>0</c:v>
                </c:pt>
                <c:pt idx="1104">
                  <c:v>0</c:v>
                </c:pt>
                <c:pt idx="1105">
                  <c:v>0</c:v>
                </c:pt>
                <c:pt idx="1106">
                  <c:v>0</c:v>
                </c:pt>
                <c:pt idx="1107">
                  <c:v>0</c:v>
                </c:pt>
                <c:pt idx="1108">
                  <c:v>0</c:v>
                </c:pt>
                <c:pt idx="1109">
                  <c:v>0</c:v>
                </c:pt>
                <c:pt idx="1110">
                  <c:v>0</c:v>
                </c:pt>
                <c:pt idx="1111">
                  <c:v>0</c:v>
                </c:pt>
                <c:pt idx="1112">
                  <c:v>0.25</c:v>
                </c:pt>
                <c:pt idx="1113">
                  <c:v>0.25</c:v>
                </c:pt>
                <c:pt idx="1114">
                  <c:v>0.25</c:v>
                </c:pt>
                <c:pt idx="1115">
                  <c:v>0.25</c:v>
                </c:pt>
                <c:pt idx="1116">
                  <c:v>0.25</c:v>
                </c:pt>
                <c:pt idx="1117">
                  <c:v>0.25</c:v>
                </c:pt>
                <c:pt idx="1118">
                  <c:v>0.25</c:v>
                </c:pt>
                <c:pt idx="1119">
                  <c:v>0.25</c:v>
                </c:pt>
                <c:pt idx="1120">
                  <c:v>0.25</c:v>
                </c:pt>
                <c:pt idx="1121">
                  <c:v>0.25</c:v>
                </c:pt>
                <c:pt idx="1122">
                  <c:v>0.25</c:v>
                </c:pt>
                <c:pt idx="1123">
                  <c:v>0.25</c:v>
                </c:pt>
                <c:pt idx="1124">
                  <c:v>0.25</c:v>
                </c:pt>
                <c:pt idx="1125">
                  <c:v>0.25</c:v>
                </c:pt>
                <c:pt idx="1126">
                  <c:v>0</c:v>
                </c:pt>
                <c:pt idx="1127">
                  <c:v>0</c:v>
                </c:pt>
                <c:pt idx="1128">
                  <c:v>0</c:v>
                </c:pt>
                <c:pt idx="1129">
                  <c:v>0</c:v>
                </c:pt>
                <c:pt idx="1130">
                  <c:v>0</c:v>
                </c:pt>
                <c:pt idx="1131">
                  <c:v>0</c:v>
                </c:pt>
                <c:pt idx="1132">
                  <c:v>0</c:v>
                </c:pt>
                <c:pt idx="1133">
                  <c:v>0</c:v>
                </c:pt>
                <c:pt idx="1134">
                  <c:v>0</c:v>
                </c:pt>
                <c:pt idx="1135">
                  <c:v>0</c:v>
                </c:pt>
                <c:pt idx="1136">
                  <c:v>0.25</c:v>
                </c:pt>
                <c:pt idx="1137">
                  <c:v>0.25</c:v>
                </c:pt>
                <c:pt idx="1138">
                  <c:v>0.25</c:v>
                </c:pt>
                <c:pt idx="1139">
                  <c:v>0.25</c:v>
                </c:pt>
                <c:pt idx="1140">
                  <c:v>0.25</c:v>
                </c:pt>
                <c:pt idx="1141">
                  <c:v>0.25</c:v>
                </c:pt>
                <c:pt idx="1142">
                  <c:v>0.25</c:v>
                </c:pt>
                <c:pt idx="1143">
                  <c:v>0.25</c:v>
                </c:pt>
                <c:pt idx="1144">
                  <c:v>0.25</c:v>
                </c:pt>
                <c:pt idx="1145">
                  <c:v>0.25</c:v>
                </c:pt>
                <c:pt idx="1146">
                  <c:v>0.25</c:v>
                </c:pt>
                <c:pt idx="1147">
                  <c:v>0.25</c:v>
                </c:pt>
                <c:pt idx="1148">
                  <c:v>0.25</c:v>
                </c:pt>
                <c:pt idx="1149">
                  <c:v>0.25</c:v>
                </c:pt>
                <c:pt idx="1150">
                  <c:v>0</c:v>
                </c:pt>
                <c:pt idx="1151">
                  <c:v>0</c:v>
                </c:pt>
                <c:pt idx="1152">
                  <c:v>0</c:v>
                </c:pt>
                <c:pt idx="1153">
                  <c:v>0</c:v>
                </c:pt>
                <c:pt idx="1154">
                  <c:v>0</c:v>
                </c:pt>
                <c:pt idx="1155">
                  <c:v>0</c:v>
                </c:pt>
                <c:pt idx="1156">
                  <c:v>0</c:v>
                </c:pt>
                <c:pt idx="1157">
                  <c:v>0</c:v>
                </c:pt>
                <c:pt idx="1158">
                  <c:v>0</c:v>
                </c:pt>
                <c:pt idx="1159">
                  <c:v>0</c:v>
                </c:pt>
                <c:pt idx="1160">
                  <c:v>0.25</c:v>
                </c:pt>
                <c:pt idx="1161">
                  <c:v>0.25</c:v>
                </c:pt>
                <c:pt idx="1162">
                  <c:v>0.25</c:v>
                </c:pt>
                <c:pt idx="1163">
                  <c:v>0.25</c:v>
                </c:pt>
                <c:pt idx="1164">
                  <c:v>0.25</c:v>
                </c:pt>
                <c:pt idx="1165">
                  <c:v>0.25</c:v>
                </c:pt>
                <c:pt idx="1166">
                  <c:v>0.25</c:v>
                </c:pt>
                <c:pt idx="1167">
                  <c:v>0.25</c:v>
                </c:pt>
                <c:pt idx="1168">
                  <c:v>0.25</c:v>
                </c:pt>
                <c:pt idx="1169">
                  <c:v>0.25</c:v>
                </c:pt>
                <c:pt idx="1170">
                  <c:v>0.25</c:v>
                </c:pt>
                <c:pt idx="1171">
                  <c:v>0.25</c:v>
                </c:pt>
                <c:pt idx="1172">
                  <c:v>0.25</c:v>
                </c:pt>
                <c:pt idx="1173">
                  <c:v>0.25</c:v>
                </c:pt>
                <c:pt idx="1174">
                  <c:v>0</c:v>
                </c:pt>
                <c:pt idx="1175">
                  <c:v>0</c:v>
                </c:pt>
                <c:pt idx="1176">
                  <c:v>0</c:v>
                </c:pt>
                <c:pt idx="1177">
                  <c:v>0</c:v>
                </c:pt>
                <c:pt idx="1178">
                  <c:v>0</c:v>
                </c:pt>
                <c:pt idx="1179">
                  <c:v>0</c:v>
                </c:pt>
                <c:pt idx="1180">
                  <c:v>0</c:v>
                </c:pt>
                <c:pt idx="1181">
                  <c:v>0</c:v>
                </c:pt>
                <c:pt idx="1182">
                  <c:v>0</c:v>
                </c:pt>
                <c:pt idx="1183">
                  <c:v>0</c:v>
                </c:pt>
                <c:pt idx="1184">
                  <c:v>0.25</c:v>
                </c:pt>
                <c:pt idx="1185">
                  <c:v>0.25</c:v>
                </c:pt>
                <c:pt idx="1186">
                  <c:v>0.25</c:v>
                </c:pt>
                <c:pt idx="1187">
                  <c:v>0.25</c:v>
                </c:pt>
                <c:pt idx="1188">
                  <c:v>0.25</c:v>
                </c:pt>
                <c:pt idx="1189">
                  <c:v>0.25</c:v>
                </c:pt>
                <c:pt idx="1190">
                  <c:v>0.25</c:v>
                </c:pt>
                <c:pt idx="1191">
                  <c:v>0.25</c:v>
                </c:pt>
                <c:pt idx="1192">
                  <c:v>0.25</c:v>
                </c:pt>
                <c:pt idx="1193">
                  <c:v>0.25</c:v>
                </c:pt>
                <c:pt idx="1194">
                  <c:v>0.25</c:v>
                </c:pt>
                <c:pt idx="1195">
                  <c:v>0.25</c:v>
                </c:pt>
                <c:pt idx="1196">
                  <c:v>0.25</c:v>
                </c:pt>
                <c:pt idx="1197">
                  <c:v>0.25</c:v>
                </c:pt>
                <c:pt idx="1198">
                  <c:v>0</c:v>
                </c:pt>
                <c:pt idx="1199">
                  <c:v>0</c:v>
                </c:pt>
                <c:pt idx="1200">
                  <c:v>0</c:v>
                </c:pt>
                <c:pt idx="1201">
                  <c:v>0</c:v>
                </c:pt>
                <c:pt idx="1202">
                  <c:v>0</c:v>
                </c:pt>
                <c:pt idx="1203">
                  <c:v>0</c:v>
                </c:pt>
                <c:pt idx="1204">
                  <c:v>0</c:v>
                </c:pt>
                <c:pt idx="1205">
                  <c:v>0</c:v>
                </c:pt>
                <c:pt idx="1206">
                  <c:v>0</c:v>
                </c:pt>
                <c:pt idx="1207">
                  <c:v>0</c:v>
                </c:pt>
                <c:pt idx="1208">
                  <c:v>0.25</c:v>
                </c:pt>
                <c:pt idx="1209">
                  <c:v>0.25</c:v>
                </c:pt>
                <c:pt idx="1210">
                  <c:v>0.25</c:v>
                </c:pt>
                <c:pt idx="1211">
                  <c:v>0.25</c:v>
                </c:pt>
                <c:pt idx="1212">
                  <c:v>0.25</c:v>
                </c:pt>
                <c:pt idx="1213">
                  <c:v>0.25</c:v>
                </c:pt>
                <c:pt idx="1214">
                  <c:v>0.25</c:v>
                </c:pt>
                <c:pt idx="1215">
                  <c:v>0.25</c:v>
                </c:pt>
                <c:pt idx="1216">
                  <c:v>0.25</c:v>
                </c:pt>
                <c:pt idx="1217">
                  <c:v>0.25</c:v>
                </c:pt>
                <c:pt idx="1218">
                  <c:v>0.25</c:v>
                </c:pt>
                <c:pt idx="1219">
                  <c:v>0.25</c:v>
                </c:pt>
                <c:pt idx="1220">
                  <c:v>0.25</c:v>
                </c:pt>
                <c:pt idx="1221">
                  <c:v>0.25</c:v>
                </c:pt>
                <c:pt idx="1222">
                  <c:v>0</c:v>
                </c:pt>
                <c:pt idx="1223">
                  <c:v>0</c:v>
                </c:pt>
                <c:pt idx="1224">
                  <c:v>0</c:v>
                </c:pt>
                <c:pt idx="1225">
                  <c:v>0</c:v>
                </c:pt>
                <c:pt idx="1226">
                  <c:v>0</c:v>
                </c:pt>
                <c:pt idx="1227">
                  <c:v>0</c:v>
                </c:pt>
                <c:pt idx="1228">
                  <c:v>0</c:v>
                </c:pt>
                <c:pt idx="1229">
                  <c:v>0</c:v>
                </c:pt>
                <c:pt idx="1230">
                  <c:v>0</c:v>
                </c:pt>
                <c:pt idx="1231">
                  <c:v>0</c:v>
                </c:pt>
                <c:pt idx="1232">
                  <c:v>0.25</c:v>
                </c:pt>
                <c:pt idx="1233">
                  <c:v>0.25</c:v>
                </c:pt>
                <c:pt idx="1234">
                  <c:v>0.25</c:v>
                </c:pt>
                <c:pt idx="1235">
                  <c:v>0.25</c:v>
                </c:pt>
                <c:pt idx="1236">
                  <c:v>0.25</c:v>
                </c:pt>
                <c:pt idx="1237">
                  <c:v>0.25</c:v>
                </c:pt>
                <c:pt idx="1238">
                  <c:v>0.25</c:v>
                </c:pt>
                <c:pt idx="1239">
                  <c:v>0.25</c:v>
                </c:pt>
                <c:pt idx="1240">
                  <c:v>0.25</c:v>
                </c:pt>
                <c:pt idx="1241">
                  <c:v>0.25</c:v>
                </c:pt>
                <c:pt idx="1242">
                  <c:v>0.25</c:v>
                </c:pt>
                <c:pt idx="1243">
                  <c:v>0.25</c:v>
                </c:pt>
                <c:pt idx="1244">
                  <c:v>0.25</c:v>
                </c:pt>
                <c:pt idx="1245">
                  <c:v>0.25</c:v>
                </c:pt>
                <c:pt idx="1246">
                  <c:v>0</c:v>
                </c:pt>
                <c:pt idx="1247">
                  <c:v>0</c:v>
                </c:pt>
                <c:pt idx="1248">
                  <c:v>0</c:v>
                </c:pt>
                <c:pt idx="1249">
                  <c:v>0</c:v>
                </c:pt>
                <c:pt idx="1250">
                  <c:v>0</c:v>
                </c:pt>
                <c:pt idx="1251">
                  <c:v>0</c:v>
                </c:pt>
                <c:pt idx="1252">
                  <c:v>0</c:v>
                </c:pt>
                <c:pt idx="1253">
                  <c:v>0</c:v>
                </c:pt>
                <c:pt idx="1254">
                  <c:v>0</c:v>
                </c:pt>
                <c:pt idx="1255">
                  <c:v>0</c:v>
                </c:pt>
                <c:pt idx="1256">
                  <c:v>0.25</c:v>
                </c:pt>
                <c:pt idx="1257">
                  <c:v>0.25</c:v>
                </c:pt>
                <c:pt idx="1258">
                  <c:v>0.25</c:v>
                </c:pt>
                <c:pt idx="1259">
                  <c:v>0.25</c:v>
                </c:pt>
                <c:pt idx="1260">
                  <c:v>0.25</c:v>
                </c:pt>
                <c:pt idx="1261">
                  <c:v>0.25</c:v>
                </c:pt>
                <c:pt idx="1262">
                  <c:v>0.25</c:v>
                </c:pt>
                <c:pt idx="1263">
                  <c:v>0.25</c:v>
                </c:pt>
                <c:pt idx="1264">
                  <c:v>0.25</c:v>
                </c:pt>
                <c:pt idx="1265">
                  <c:v>0.25</c:v>
                </c:pt>
                <c:pt idx="1266">
                  <c:v>0.25</c:v>
                </c:pt>
                <c:pt idx="1267">
                  <c:v>0.25</c:v>
                </c:pt>
                <c:pt idx="1268">
                  <c:v>0.25</c:v>
                </c:pt>
                <c:pt idx="1269">
                  <c:v>0.25</c:v>
                </c:pt>
                <c:pt idx="1270">
                  <c:v>0</c:v>
                </c:pt>
                <c:pt idx="1271">
                  <c:v>0</c:v>
                </c:pt>
                <c:pt idx="1272">
                  <c:v>0</c:v>
                </c:pt>
                <c:pt idx="1273">
                  <c:v>0</c:v>
                </c:pt>
                <c:pt idx="1274">
                  <c:v>0</c:v>
                </c:pt>
                <c:pt idx="1275">
                  <c:v>0</c:v>
                </c:pt>
                <c:pt idx="1276">
                  <c:v>0</c:v>
                </c:pt>
                <c:pt idx="1277">
                  <c:v>0</c:v>
                </c:pt>
                <c:pt idx="1278">
                  <c:v>0</c:v>
                </c:pt>
                <c:pt idx="1279">
                  <c:v>0</c:v>
                </c:pt>
                <c:pt idx="1280">
                  <c:v>0.25</c:v>
                </c:pt>
                <c:pt idx="1281">
                  <c:v>0.25</c:v>
                </c:pt>
                <c:pt idx="1282">
                  <c:v>0.25</c:v>
                </c:pt>
                <c:pt idx="1283">
                  <c:v>0.25</c:v>
                </c:pt>
                <c:pt idx="1284">
                  <c:v>0.25</c:v>
                </c:pt>
                <c:pt idx="1285">
                  <c:v>0.25</c:v>
                </c:pt>
                <c:pt idx="1286">
                  <c:v>0.25</c:v>
                </c:pt>
                <c:pt idx="1287">
                  <c:v>0.25</c:v>
                </c:pt>
                <c:pt idx="1288">
                  <c:v>0.25</c:v>
                </c:pt>
                <c:pt idx="1289">
                  <c:v>0.25</c:v>
                </c:pt>
                <c:pt idx="1290">
                  <c:v>0.25</c:v>
                </c:pt>
                <c:pt idx="1291">
                  <c:v>0.25</c:v>
                </c:pt>
                <c:pt idx="1292">
                  <c:v>0.25</c:v>
                </c:pt>
                <c:pt idx="1293">
                  <c:v>0.25</c:v>
                </c:pt>
                <c:pt idx="1294">
                  <c:v>0</c:v>
                </c:pt>
                <c:pt idx="1295">
                  <c:v>0</c:v>
                </c:pt>
                <c:pt idx="1296">
                  <c:v>0</c:v>
                </c:pt>
                <c:pt idx="1297">
                  <c:v>0</c:v>
                </c:pt>
                <c:pt idx="1298">
                  <c:v>0</c:v>
                </c:pt>
                <c:pt idx="1299">
                  <c:v>0</c:v>
                </c:pt>
                <c:pt idx="1300">
                  <c:v>0</c:v>
                </c:pt>
                <c:pt idx="1301">
                  <c:v>0</c:v>
                </c:pt>
                <c:pt idx="1302">
                  <c:v>0</c:v>
                </c:pt>
                <c:pt idx="1303">
                  <c:v>0</c:v>
                </c:pt>
                <c:pt idx="1304">
                  <c:v>0.25</c:v>
                </c:pt>
                <c:pt idx="1305">
                  <c:v>0.25</c:v>
                </c:pt>
                <c:pt idx="1306">
                  <c:v>0.25</c:v>
                </c:pt>
                <c:pt idx="1307">
                  <c:v>0.25</c:v>
                </c:pt>
                <c:pt idx="1308">
                  <c:v>0.25</c:v>
                </c:pt>
                <c:pt idx="1309">
                  <c:v>0.25</c:v>
                </c:pt>
                <c:pt idx="1310">
                  <c:v>0.25</c:v>
                </c:pt>
                <c:pt idx="1311">
                  <c:v>0.25</c:v>
                </c:pt>
                <c:pt idx="1312">
                  <c:v>0.25</c:v>
                </c:pt>
                <c:pt idx="1313">
                  <c:v>0.25</c:v>
                </c:pt>
                <c:pt idx="1314">
                  <c:v>0.25</c:v>
                </c:pt>
                <c:pt idx="1315">
                  <c:v>0.25</c:v>
                </c:pt>
                <c:pt idx="1316">
                  <c:v>0.25</c:v>
                </c:pt>
                <c:pt idx="1317">
                  <c:v>0.25</c:v>
                </c:pt>
                <c:pt idx="1318">
                  <c:v>0</c:v>
                </c:pt>
                <c:pt idx="1319">
                  <c:v>0</c:v>
                </c:pt>
                <c:pt idx="1320">
                  <c:v>0</c:v>
                </c:pt>
                <c:pt idx="1321">
                  <c:v>0</c:v>
                </c:pt>
                <c:pt idx="1322">
                  <c:v>0</c:v>
                </c:pt>
                <c:pt idx="1323">
                  <c:v>0</c:v>
                </c:pt>
                <c:pt idx="1324">
                  <c:v>0</c:v>
                </c:pt>
                <c:pt idx="1325">
                  <c:v>0</c:v>
                </c:pt>
                <c:pt idx="1326">
                  <c:v>0</c:v>
                </c:pt>
                <c:pt idx="1327">
                  <c:v>0</c:v>
                </c:pt>
                <c:pt idx="1328">
                  <c:v>0.25</c:v>
                </c:pt>
                <c:pt idx="1329">
                  <c:v>0.25</c:v>
                </c:pt>
                <c:pt idx="1330">
                  <c:v>0.25</c:v>
                </c:pt>
                <c:pt idx="1331">
                  <c:v>0.25</c:v>
                </c:pt>
                <c:pt idx="1332">
                  <c:v>0.28209200000000001</c:v>
                </c:pt>
                <c:pt idx="1333">
                  <c:v>0.27193099999999998</c:v>
                </c:pt>
                <c:pt idx="1334">
                  <c:v>0.25</c:v>
                </c:pt>
                <c:pt idx="1335">
                  <c:v>0.25</c:v>
                </c:pt>
                <c:pt idx="1336">
                  <c:v>0.25</c:v>
                </c:pt>
                <c:pt idx="1337">
                  <c:v>0.25</c:v>
                </c:pt>
                <c:pt idx="1338">
                  <c:v>0.25</c:v>
                </c:pt>
                <c:pt idx="1339">
                  <c:v>0.25</c:v>
                </c:pt>
                <c:pt idx="1340">
                  <c:v>0.25</c:v>
                </c:pt>
                <c:pt idx="1341">
                  <c:v>0.25</c:v>
                </c:pt>
                <c:pt idx="1342">
                  <c:v>0</c:v>
                </c:pt>
                <c:pt idx="1343">
                  <c:v>0</c:v>
                </c:pt>
                <c:pt idx="1344">
                  <c:v>0</c:v>
                </c:pt>
                <c:pt idx="1345">
                  <c:v>0</c:v>
                </c:pt>
                <c:pt idx="1346">
                  <c:v>0</c:v>
                </c:pt>
                <c:pt idx="1347">
                  <c:v>0</c:v>
                </c:pt>
                <c:pt idx="1348">
                  <c:v>0</c:v>
                </c:pt>
                <c:pt idx="1349">
                  <c:v>0</c:v>
                </c:pt>
                <c:pt idx="1350">
                  <c:v>0</c:v>
                </c:pt>
                <c:pt idx="1351">
                  <c:v>0</c:v>
                </c:pt>
                <c:pt idx="1352">
                  <c:v>0.25</c:v>
                </c:pt>
                <c:pt idx="1353">
                  <c:v>0.25</c:v>
                </c:pt>
                <c:pt idx="1354">
                  <c:v>0.25</c:v>
                </c:pt>
                <c:pt idx="1355">
                  <c:v>0.25</c:v>
                </c:pt>
                <c:pt idx="1356">
                  <c:v>0.25</c:v>
                </c:pt>
                <c:pt idx="1357">
                  <c:v>0.25</c:v>
                </c:pt>
                <c:pt idx="1358">
                  <c:v>0.25</c:v>
                </c:pt>
                <c:pt idx="1359">
                  <c:v>0.25</c:v>
                </c:pt>
                <c:pt idx="1360">
                  <c:v>0.25</c:v>
                </c:pt>
                <c:pt idx="1361">
                  <c:v>0.25</c:v>
                </c:pt>
                <c:pt idx="1362">
                  <c:v>0.25</c:v>
                </c:pt>
                <c:pt idx="1363">
                  <c:v>0.25</c:v>
                </c:pt>
                <c:pt idx="1364">
                  <c:v>0.25</c:v>
                </c:pt>
                <c:pt idx="1365">
                  <c:v>0.25</c:v>
                </c:pt>
                <c:pt idx="1366">
                  <c:v>0</c:v>
                </c:pt>
                <c:pt idx="1367">
                  <c:v>0</c:v>
                </c:pt>
                <c:pt idx="1368">
                  <c:v>0</c:v>
                </c:pt>
                <c:pt idx="1369">
                  <c:v>0</c:v>
                </c:pt>
                <c:pt idx="1370">
                  <c:v>0</c:v>
                </c:pt>
                <c:pt idx="1371">
                  <c:v>0</c:v>
                </c:pt>
                <c:pt idx="1372">
                  <c:v>0</c:v>
                </c:pt>
                <c:pt idx="1373">
                  <c:v>0</c:v>
                </c:pt>
                <c:pt idx="1374">
                  <c:v>0</c:v>
                </c:pt>
                <c:pt idx="1375">
                  <c:v>0</c:v>
                </c:pt>
                <c:pt idx="1376">
                  <c:v>0.25</c:v>
                </c:pt>
                <c:pt idx="1377">
                  <c:v>0.25</c:v>
                </c:pt>
                <c:pt idx="1378">
                  <c:v>0.25</c:v>
                </c:pt>
                <c:pt idx="1379">
                  <c:v>0.25</c:v>
                </c:pt>
                <c:pt idx="1380">
                  <c:v>0.25</c:v>
                </c:pt>
                <c:pt idx="1381">
                  <c:v>0.25</c:v>
                </c:pt>
                <c:pt idx="1382">
                  <c:v>0.25</c:v>
                </c:pt>
                <c:pt idx="1383">
                  <c:v>0.25</c:v>
                </c:pt>
                <c:pt idx="1384">
                  <c:v>0.25</c:v>
                </c:pt>
                <c:pt idx="1385">
                  <c:v>0.25</c:v>
                </c:pt>
                <c:pt idx="1386">
                  <c:v>0.25</c:v>
                </c:pt>
                <c:pt idx="1387">
                  <c:v>0.25</c:v>
                </c:pt>
                <c:pt idx="1388">
                  <c:v>0.25</c:v>
                </c:pt>
                <c:pt idx="1389">
                  <c:v>0.25</c:v>
                </c:pt>
                <c:pt idx="1390">
                  <c:v>0</c:v>
                </c:pt>
                <c:pt idx="1391">
                  <c:v>0</c:v>
                </c:pt>
                <c:pt idx="1392">
                  <c:v>0</c:v>
                </c:pt>
                <c:pt idx="1393">
                  <c:v>0</c:v>
                </c:pt>
                <c:pt idx="1394">
                  <c:v>0</c:v>
                </c:pt>
                <c:pt idx="1395">
                  <c:v>0</c:v>
                </c:pt>
                <c:pt idx="1396">
                  <c:v>0</c:v>
                </c:pt>
                <c:pt idx="1397">
                  <c:v>0</c:v>
                </c:pt>
                <c:pt idx="1398">
                  <c:v>0</c:v>
                </c:pt>
                <c:pt idx="1399">
                  <c:v>0</c:v>
                </c:pt>
                <c:pt idx="1400">
                  <c:v>0.25</c:v>
                </c:pt>
                <c:pt idx="1401">
                  <c:v>0.25</c:v>
                </c:pt>
                <c:pt idx="1402">
                  <c:v>0.25</c:v>
                </c:pt>
                <c:pt idx="1403">
                  <c:v>0.25</c:v>
                </c:pt>
                <c:pt idx="1404">
                  <c:v>0.25</c:v>
                </c:pt>
                <c:pt idx="1405">
                  <c:v>0.25</c:v>
                </c:pt>
                <c:pt idx="1406">
                  <c:v>0.25</c:v>
                </c:pt>
                <c:pt idx="1407">
                  <c:v>0.25</c:v>
                </c:pt>
                <c:pt idx="1408">
                  <c:v>0.25</c:v>
                </c:pt>
                <c:pt idx="1409">
                  <c:v>0.25</c:v>
                </c:pt>
                <c:pt idx="1410">
                  <c:v>0.25</c:v>
                </c:pt>
                <c:pt idx="1411">
                  <c:v>0.25</c:v>
                </c:pt>
                <c:pt idx="1412">
                  <c:v>0.25</c:v>
                </c:pt>
                <c:pt idx="1413">
                  <c:v>0.25</c:v>
                </c:pt>
                <c:pt idx="1414">
                  <c:v>0</c:v>
                </c:pt>
                <c:pt idx="1415">
                  <c:v>0</c:v>
                </c:pt>
                <c:pt idx="1416">
                  <c:v>0</c:v>
                </c:pt>
                <c:pt idx="1417">
                  <c:v>0</c:v>
                </c:pt>
                <c:pt idx="1418">
                  <c:v>0</c:v>
                </c:pt>
                <c:pt idx="1419">
                  <c:v>0</c:v>
                </c:pt>
                <c:pt idx="1420">
                  <c:v>0</c:v>
                </c:pt>
                <c:pt idx="1421">
                  <c:v>0</c:v>
                </c:pt>
                <c:pt idx="1422">
                  <c:v>0</c:v>
                </c:pt>
                <c:pt idx="1423">
                  <c:v>0</c:v>
                </c:pt>
                <c:pt idx="1424">
                  <c:v>0.25</c:v>
                </c:pt>
                <c:pt idx="1425">
                  <c:v>0.25</c:v>
                </c:pt>
                <c:pt idx="1426">
                  <c:v>0.25</c:v>
                </c:pt>
                <c:pt idx="1427">
                  <c:v>0.25</c:v>
                </c:pt>
                <c:pt idx="1428">
                  <c:v>0.25</c:v>
                </c:pt>
                <c:pt idx="1429">
                  <c:v>0.25</c:v>
                </c:pt>
                <c:pt idx="1430">
                  <c:v>0.25</c:v>
                </c:pt>
                <c:pt idx="1431">
                  <c:v>0.25</c:v>
                </c:pt>
                <c:pt idx="1432">
                  <c:v>0.25</c:v>
                </c:pt>
                <c:pt idx="1433">
                  <c:v>0.25</c:v>
                </c:pt>
                <c:pt idx="1434">
                  <c:v>0.25</c:v>
                </c:pt>
                <c:pt idx="1435">
                  <c:v>0.25</c:v>
                </c:pt>
                <c:pt idx="1436">
                  <c:v>0.25</c:v>
                </c:pt>
                <c:pt idx="1437">
                  <c:v>0.25</c:v>
                </c:pt>
                <c:pt idx="1438">
                  <c:v>0</c:v>
                </c:pt>
                <c:pt idx="1439">
                  <c:v>0</c:v>
                </c:pt>
                <c:pt idx="1440">
                  <c:v>0</c:v>
                </c:pt>
                <c:pt idx="1441">
                  <c:v>0</c:v>
                </c:pt>
                <c:pt idx="1442">
                  <c:v>0</c:v>
                </c:pt>
                <c:pt idx="1443">
                  <c:v>0</c:v>
                </c:pt>
                <c:pt idx="1444">
                  <c:v>0</c:v>
                </c:pt>
                <c:pt idx="1445">
                  <c:v>0</c:v>
                </c:pt>
                <c:pt idx="1446">
                  <c:v>0</c:v>
                </c:pt>
                <c:pt idx="1447">
                  <c:v>0</c:v>
                </c:pt>
                <c:pt idx="1448">
                  <c:v>0.25</c:v>
                </c:pt>
                <c:pt idx="1449">
                  <c:v>0.25</c:v>
                </c:pt>
                <c:pt idx="1450">
                  <c:v>0.25</c:v>
                </c:pt>
                <c:pt idx="1451">
                  <c:v>0.25</c:v>
                </c:pt>
                <c:pt idx="1452">
                  <c:v>0.25</c:v>
                </c:pt>
                <c:pt idx="1453">
                  <c:v>0.25</c:v>
                </c:pt>
                <c:pt idx="1454">
                  <c:v>0.25</c:v>
                </c:pt>
                <c:pt idx="1455">
                  <c:v>0.25</c:v>
                </c:pt>
                <c:pt idx="1456">
                  <c:v>0.25</c:v>
                </c:pt>
                <c:pt idx="1457">
                  <c:v>0.25</c:v>
                </c:pt>
                <c:pt idx="1458">
                  <c:v>0.25</c:v>
                </c:pt>
                <c:pt idx="1459">
                  <c:v>0.25</c:v>
                </c:pt>
                <c:pt idx="1460">
                  <c:v>0.25</c:v>
                </c:pt>
                <c:pt idx="1461">
                  <c:v>0.25</c:v>
                </c:pt>
                <c:pt idx="1462">
                  <c:v>0</c:v>
                </c:pt>
                <c:pt idx="1463">
                  <c:v>0</c:v>
                </c:pt>
                <c:pt idx="1464">
                  <c:v>0</c:v>
                </c:pt>
                <c:pt idx="1465">
                  <c:v>0</c:v>
                </c:pt>
                <c:pt idx="1466">
                  <c:v>0</c:v>
                </c:pt>
                <c:pt idx="1467">
                  <c:v>0</c:v>
                </c:pt>
                <c:pt idx="1468">
                  <c:v>0</c:v>
                </c:pt>
                <c:pt idx="1469">
                  <c:v>0</c:v>
                </c:pt>
                <c:pt idx="1470">
                  <c:v>0</c:v>
                </c:pt>
                <c:pt idx="1471">
                  <c:v>0</c:v>
                </c:pt>
                <c:pt idx="1472">
                  <c:v>0.25</c:v>
                </c:pt>
                <c:pt idx="1473">
                  <c:v>0.25</c:v>
                </c:pt>
                <c:pt idx="1474">
                  <c:v>0.25</c:v>
                </c:pt>
                <c:pt idx="1475">
                  <c:v>0.25</c:v>
                </c:pt>
                <c:pt idx="1476">
                  <c:v>0.25</c:v>
                </c:pt>
                <c:pt idx="1477">
                  <c:v>0.25</c:v>
                </c:pt>
                <c:pt idx="1478">
                  <c:v>0.25</c:v>
                </c:pt>
                <c:pt idx="1479">
                  <c:v>0.25</c:v>
                </c:pt>
                <c:pt idx="1480">
                  <c:v>0.25</c:v>
                </c:pt>
                <c:pt idx="1481">
                  <c:v>0.25</c:v>
                </c:pt>
                <c:pt idx="1482">
                  <c:v>0.25</c:v>
                </c:pt>
                <c:pt idx="1483">
                  <c:v>0.25</c:v>
                </c:pt>
                <c:pt idx="1484">
                  <c:v>0.25</c:v>
                </c:pt>
                <c:pt idx="1485">
                  <c:v>0.25</c:v>
                </c:pt>
                <c:pt idx="1486">
                  <c:v>0</c:v>
                </c:pt>
                <c:pt idx="1487">
                  <c:v>0</c:v>
                </c:pt>
                <c:pt idx="1488">
                  <c:v>0</c:v>
                </c:pt>
                <c:pt idx="1489">
                  <c:v>0</c:v>
                </c:pt>
                <c:pt idx="1490">
                  <c:v>0</c:v>
                </c:pt>
                <c:pt idx="1491">
                  <c:v>0</c:v>
                </c:pt>
                <c:pt idx="1492">
                  <c:v>0</c:v>
                </c:pt>
                <c:pt idx="1493">
                  <c:v>0</c:v>
                </c:pt>
                <c:pt idx="1494">
                  <c:v>0</c:v>
                </c:pt>
                <c:pt idx="1495">
                  <c:v>0</c:v>
                </c:pt>
                <c:pt idx="1496">
                  <c:v>0.25</c:v>
                </c:pt>
                <c:pt idx="1497">
                  <c:v>0.25</c:v>
                </c:pt>
                <c:pt idx="1498">
                  <c:v>0.25</c:v>
                </c:pt>
                <c:pt idx="1499">
                  <c:v>0.25</c:v>
                </c:pt>
                <c:pt idx="1500">
                  <c:v>0.25</c:v>
                </c:pt>
                <c:pt idx="1501">
                  <c:v>0.25</c:v>
                </c:pt>
                <c:pt idx="1502">
                  <c:v>0.25</c:v>
                </c:pt>
                <c:pt idx="1503">
                  <c:v>0.25</c:v>
                </c:pt>
                <c:pt idx="1504">
                  <c:v>0.25</c:v>
                </c:pt>
                <c:pt idx="1505">
                  <c:v>0.25</c:v>
                </c:pt>
                <c:pt idx="1506">
                  <c:v>0.25</c:v>
                </c:pt>
                <c:pt idx="1507">
                  <c:v>0.25</c:v>
                </c:pt>
                <c:pt idx="1508">
                  <c:v>0.25</c:v>
                </c:pt>
                <c:pt idx="1509">
                  <c:v>0.25</c:v>
                </c:pt>
                <c:pt idx="1510">
                  <c:v>0</c:v>
                </c:pt>
                <c:pt idx="1511">
                  <c:v>0</c:v>
                </c:pt>
                <c:pt idx="1512">
                  <c:v>0</c:v>
                </c:pt>
                <c:pt idx="1513">
                  <c:v>0</c:v>
                </c:pt>
                <c:pt idx="1514">
                  <c:v>0</c:v>
                </c:pt>
                <c:pt idx="1515">
                  <c:v>0</c:v>
                </c:pt>
                <c:pt idx="1516">
                  <c:v>0</c:v>
                </c:pt>
                <c:pt idx="1517">
                  <c:v>0</c:v>
                </c:pt>
                <c:pt idx="1518">
                  <c:v>0</c:v>
                </c:pt>
                <c:pt idx="1519">
                  <c:v>0</c:v>
                </c:pt>
                <c:pt idx="1520">
                  <c:v>0.25</c:v>
                </c:pt>
                <c:pt idx="1521">
                  <c:v>0.25</c:v>
                </c:pt>
                <c:pt idx="1522">
                  <c:v>0.25</c:v>
                </c:pt>
                <c:pt idx="1523">
                  <c:v>0.25</c:v>
                </c:pt>
                <c:pt idx="1524">
                  <c:v>0.25</c:v>
                </c:pt>
                <c:pt idx="1525">
                  <c:v>0.25</c:v>
                </c:pt>
                <c:pt idx="1526">
                  <c:v>0.25</c:v>
                </c:pt>
                <c:pt idx="1527">
                  <c:v>0.25</c:v>
                </c:pt>
                <c:pt idx="1528">
                  <c:v>0.25</c:v>
                </c:pt>
                <c:pt idx="1529">
                  <c:v>0.25</c:v>
                </c:pt>
                <c:pt idx="1530">
                  <c:v>0.25</c:v>
                </c:pt>
                <c:pt idx="1531">
                  <c:v>0.25</c:v>
                </c:pt>
                <c:pt idx="1532">
                  <c:v>0.25</c:v>
                </c:pt>
                <c:pt idx="1533">
                  <c:v>0.25</c:v>
                </c:pt>
                <c:pt idx="1534">
                  <c:v>0</c:v>
                </c:pt>
                <c:pt idx="1535">
                  <c:v>0</c:v>
                </c:pt>
                <c:pt idx="1536">
                  <c:v>0</c:v>
                </c:pt>
                <c:pt idx="1537">
                  <c:v>0</c:v>
                </c:pt>
                <c:pt idx="1538">
                  <c:v>0</c:v>
                </c:pt>
                <c:pt idx="1539">
                  <c:v>0</c:v>
                </c:pt>
                <c:pt idx="1540">
                  <c:v>0</c:v>
                </c:pt>
                <c:pt idx="1541">
                  <c:v>0</c:v>
                </c:pt>
                <c:pt idx="1542">
                  <c:v>0</c:v>
                </c:pt>
                <c:pt idx="1543">
                  <c:v>0</c:v>
                </c:pt>
                <c:pt idx="1544">
                  <c:v>0.25</c:v>
                </c:pt>
                <c:pt idx="1545">
                  <c:v>0.25</c:v>
                </c:pt>
                <c:pt idx="1546">
                  <c:v>0.25</c:v>
                </c:pt>
                <c:pt idx="1547">
                  <c:v>0.31367</c:v>
                </c:pt>
                <c:pt idx="1548">
                  <c:v>0.35966100000000001</c:v>
                </c:pt>
                <c:pt idx="1549">
                  <c:v>0.37211100000000003</c:v>
                </c:pt>
                <c:pt idx="1550">
                  <c:v>0.28096300000000002</c:v>
                </c:pt>
                <c:pt idx="1551">
                  <c:v>0.26337100000000002</c:v>
                </c:pt>
                <c:pt idx="1552">
                  <c:v>0.25</c:v>
                </c:pt>
                <c:pt idx="1553">
                  <c:v>0.25</c:v>
                </c:pt>
                <c:pt idx="1554">
                  <c:v>0.25</c:v>
                </c:pt>
                <c:pt idx="1555">
                  <c:v>0.25</c:v>
                </c:pt>
                <c:pt idx="1556">
                  <c:v>0.25</c:v>
                </c:pt>
                <c:pt idx="1557">
                  <c:v>0.25</c:v>
                </c:pt>
                <c:pt idx="1558">
                  <c:v>0</c:v>
                </c:pt>
                <c:pt idx="1559">
                  <c:v>0</c:v>
                </c:pt>
                <c:pt idx="1560">
                  <c:v>0</c:v>
                </c:pt>
                <c:pt idx="1561">
                  <c:v>0</c:v>
                </c:pt>
                <c:pt idx="1562">
                  <c:v>0</c:v>
                </c:pt>
                <c:pt idx="1563">
                  <c:v>0</c:v>
                </c:pt>
                <c:pt idx="1564">
                  <c:v>0</c:v>
                </c:pt>
                <c:pt idx="1565">
                  <c:v>0</c:v>
                </c:pt>
                <c:pt idx="1566">
                  <c:v>0</c:v>
                </c:pt>
                <c:pt idx="1567">
                  <c:v>0</c:v>
                </c:pt>
                <c:pt idx="1568">
                  <c:v>0.25</c:v>
                </c:pt>
                <c:pt idx="1569">
                  <c:v>0.25</c:v>
                </c:pt>
                <c:pt idx="1570">
                  <c:v>0.25</c:v>
                </c:pt>
                <c:pt idx="1571">
                  <c:v>0.30677300000000002</c:v>
                </c:pt>
                <c:pt idx="1572">
                  <c:v>0.28830099999999997</c:v>
                </c:pt>
                <c:pt idx="1573">
                  <c:v>0.25</c:v>
                </c:pt>
                <c:pt idx="1574">
                  <c:v>0.25</c:v>
                </c:pt>
                <c:pt idx="1575">
                  <c:v>0.25</c:v>
                </c:pt>
                <c:pt idx="1576">
                  <c:v>0.25</c:v>
                </c:pt>
                <c:pt idx="1577">
                  <c:v>0.25</c:v>
                </c:pt>
                <c:pt idx="1578">
                  <c:v>0.25</c:v>
                </c:pt>
                <c:pt idx="1579">
                  <c:v>0.25</c:v>
                </c:pt>
                <c:pt idx="1580">
                  <c:v>0.25</c:v>
                </c:pt>
                <c:pt idx="1581">
                  <c:v>0.25</c:v>
                </c:pt>
                <c:pt idx="1582">
                  <c:v>0</c:v>
                </c:pt>
                <c:pt idx="1583">
                  <c:v>0</c:v>
                </c:pt>
                <c:pt idx="1584">
                  <c:v>0</c:v>
                </c:pt>
                <c:pt idx="1585">
                  <c:v>0</c:v>
                </c:pt>
                <c:pt idx="1586">
                  <c:v>0</c:v>
                </c:pt>
                <c:pt idx="1587">
                  <c:v>0</c:v>
                </c:pt>
                <c:pt idx="1588">
                  <c:v>0</c:v>
                </c:pt>
                <c:pt idx="1589">
                  <c:v>0</c:v>
                </c:pt>
                <c:pt idx="1590">
                  <c:v>0</c:v>
                </c:pt>
                <c:pt idx="1591">
                  <c:v>0</c:v>
                </c:pt>
                <c:pt idx="1592">
                  <c:v>0.25</c:v>
                </c:pt>
                <c:pt idx="1593">
                  <c:v>0.25</c:v>
                </c:pt>
                <c:pt idx="1594">
                  <c:v>0.25</c:v>
                </c:pt>
                <c:pt idx="1595">
                  <c:v>0.25</c:v>
                </c:pt>
                <c:pt idx="1596">
                  <c:v>0.25</c:v>
                </c:pt>
                <c:pt idx="1597">
                  <c:v>0.25</c:v>
                </c:pt>
                <c:pt idx="1598">
                  <c:v>0.25</c:v>
                </c:pt>
                <c:pt idx="1599">
                  <c:v>0.25</c:v>
                </c:pt>
                <c:pt idx="1600">
                  <c:v>0.25</c:v>
                </c:pt>
                <c:pt idx="1601">
                  <c:v>0.25</c:v>
                </c:pt>
                <c:pt idx="1602">
                  <c:v>0.25</c:v>
                </c:pt>
                <c:pt idx="1603">
                  <c:v>0.25</c:v>
                </c:pt>
                <c:pt idx="1604">
                  <c:v>0.25</c:v>
                </c:pt>
                <c:pt idx="1605">
                  <c:v>0.25</c:v>
                </c:pt>
                <c:pt idx="1606">
                  <c:v>0</c:v>
                </c:pt>
                <c:pt idx="1607">
                  <c:v>0</c:v>
                </c:pt>
                <c:pt idx="1608">
                  <c:v>0</c:v>
                </c:pt>
                <c:pt idx="1609">
                  <c:v>0</c:v>
                </c:pt>
                <c:pt idx="1610">
                  <c:v>0</c:v>
                </c:pt>
                <c:pt idx="1611">
                  <c:v>0</c:v>
                </c:pt>
                <c:pt idx="1612">
                  <c:v>0</c:v>
                </c:pt>
                <c:pt idx="1613">
                  <c:v>0</c:v>
                </c:pt>
                <c:pt idx="1614">
                  <c:v>0</c:v>
                </c:pt>
                <c:pt idx="1615">
                  <c:v>0</c:v>
                </c:pt>
                <c:pt idx="1616">
                  <c:v>0.25</c:v>
                </c:pt>
                <c:pt idx="1617">
                  <c:v>0.25</c:v>
                </c:pt>
                <c:pt idx="1618">
                  <c:v>0.25</c:v>
                </c:pt>
                <c:pt idx="1619">
                  <c:v>0.25</c:v>
                </c:pt>
                <c:pt idx="1620">
                  <c:v>0.25</c:v>
                </c:pt>
                <c:pt idx="1621">
                  <c:v>0.25</c:v>
                </c:pt>
                <c:pt idx="1622">
                  <c:v>0.25</c:v>
                </c:pt>
                <c:pt idx="1623">
                  <c:v>0.25</c:v>
                </c:pt>
                <c:pt idx="1624">
                  <c:v>0.25</c:v>
                </c:pt>
                <c:pt idx="1625">
                  <c:v>0.25</c:v>
                </c:pt>
                <c:pt idx="1626">
                  <c:v>0.25</c:v>
                </c:pt>
                <c:pt idx="1627">
                  <c:v>0.25</c:v>
                </c:pt>
                <c:pt idx="1628">
                  <c:v>0.25</c:v>
                </c:pt>
                <c:pt idx="1629">
                  <c:v>0.25</c:v>
                </c:pt>
                <c:pt idx="1630">
                  <c:v>0</c:v>
                </c:pt>
                <c:pt idx="1631">
                  <c:v>0</c:v>
                </c:pt>
                <c:pt idx="1632">
                  <c:v>0</c:v>
                </c:pt>
                <c:pt idx="1633">
                  <c:v>0</c:v>
                </c:pt>
                <c:pt idx="1634">
                  <c:v>0</c:v>
                </c:pt>
                <c:pt idx="1635">
                  <c:v>0</c:v>
                </c:pt>
                <c:pt idx="1636">
                  <c:v>0</c:v>
                </c:pt>
                <c:pt idx="1637">
                  <c:v>0</c:v>
                </c:pt>
                <c:pt idx="1638">
                  <c:v>0</c:v>
                </c:pt>
                <c:pt idx="1639">
                  <c:v>0</c:v>
                </c:pt>
                <c:pt idx="1640">
                  <c:v>0.25</c:v>
                </c:pt>
                <c:pt idx="1641">
                  <c:v>0.25</c:v>
                </c:pt>
                <c:pt idx="1642">
                  <c:v>0.25</c:v>
                </c:pt>
                <c:pt idx="1643">
                  <c:v>0.25</c:v>
                </c:pt>
                <c:pt idx="1644">
                  <c:v>0.25</c:v>
                </c:pt>
                <c:pt idx="1645">
                  <c:v>0.25</c:v>
                </c:pt>
                <c:pt idx="1646">
                  <c:v>0.25</c:v>
                </c:pt>
                <c:pt idx="1647">
                  <c:v>0.25</c:v>
                </c:pt>
                <c:pt idx="1648">
                  <c:v>0.25</c:v>
                </c:pt>
                <c:pt idx="1649">
                  <c:v>0.25</c:v>
                </c:pt>
                <c:pt idx="1650">
                  <c:v>0.25</c:v>
                </c:pt>
                <c:pt idx="1651">
                  <c:v>0.25</c:v>
                </c:pt>
                <c:pt idx="1652">
                  <c:v>0.25</c:v>
                </c:pt>
                <c:pt idx="1653">
                  <c:v>0.25</c:v>
                </c:pt>
                <c:pt idx="1654">
                  <c:v>0</c:v>
                </c:pt>
                <c:pt idx="1655">
                  <c:v>0</c:v>
                </c:pt>
                <c:pt idx="1656">
                  <c:v>0</c:v>
                </c:pt>
                <c:pt idx="1657">
                  <c:v>0</c:v>
                </c:pt>
                <c:pt idx="1658">
                  <c:v>0</c:v>
                </c:pt>
                <c:pt idx="1659">
                  <c:v>0</c:v>
                </c:pt>
                <c:pt idx="1660">
                  <c:v>0</c:v>
                </c:pt>
                <c:pt idx="1661">
                  <c:v>0</c:v>
                </c:pt>
                <c:pt idx="1662">
                  <c:v>0</c:v>
                </c:pt>
                <c:pt idx="1663">
                  <c:v>0</c:v>
                </c:pt>
                <c:pt idx="1664">
                  <c:v>0.25</c:v>
                </c:pt>
                <c:pt idx="1665">
                  <c:v>0.25</c:v>
                </c:pt>
                <c:pt idx="1666">
                  <c:v>0.25</c:v>
                </c:pt>
                <c:pt idx="1667">
                  <c:v>0.25</c:v>
                </c:pt>
                <c:pt idx="1668">
                  <c:v>0.25</c:v>
                </c:pt>
                <c:pt idx="1669">
                  <c:v>0.25</c:v>
                </c:pt>
                <c:pt idx="1670">
                  <c:v>0.25</c:v>
                </c:pt>
                <c:pt idx="1671">
                  <c:v>0.25</c:v>
                </c:pt>
                <c:pt idx="1672">
                  <c:v>0.25</c:v>
                </c:pt>
                <c:pt idx="1673">
                  <c:v>0.25</c:v>
                </c:pt>
                <c:pt idx="1674">
                  <c:v>0.25</c:v>
                </c:pt>
                <c:pt idx="1675">
                  <c:v>0.25</c:v>
                </c:pt>
                <c:pt idx="1676">
                  <c:v>0.25</c:v>
                </c:pt>
                <c:pt idx="1677">
                  <c:v>0.25</c:v>
                </c:pt>
                <c:pt idx="1678">
                  <c:v>0</c:v>
                </c:pt>
                <c:pt idx="1679">
                  <c:v>0</c:v>
                </c:pt>
                <c:pt idx="1680">
                  <c:v>0</c:v>
                </c:pt>
                <c:pt idx="1681">
                  <c:v>0</c:v>
                </c:pt>
                <c:pt idx="1682">
                  <c:v>0</c:v>
                </c:pt>
                <c:pt idx="1683">
                  <c:v>0</c:v>
                </c:pt>
                <c:pt idx="1684">
                  <c:v>0</c:v>
                </c:pt>
                <c:pt idx="1685">
                  <c:v>0</c:v>
                </c:pt>
                <c:pt idx="1686">
                  <c:v>0</c:v>
                </c:pt>
                <c:pt idx="1687">
                  <c:v>0</c:v>
                </c:pt>
                <c:pt idx="1688">
                  <c:v>0.25</c:v>
                </c:pt>
                <c:pt idx="1689">
                  <c:v>0.25</c:v>
                </c:pt>
                <c:pt idx="1690">
                  <c:v>0.25</c:v>
                </c:pt>
                <c:pt idx="1691">
                  <c:v>0.25</c:v>
                </c:pt>
                <c:pt idx="1692">
                  <c:v>0.25</c:v>
                </c:pt>
                <c:pt idx="1693">
                  <c:v>0.25</c:v>
                </c:pt>
                <c:pt idx="1694">
                  <c:v>0.25</c:v>
                </c:pt>
                <c:pt idx="1695">
                  <c:v>0.25</c:v>
                </c:pt>
                <c:pt idx="1696">
                  <c:v>0.25</c:v>
                </c:pt>
                <c:pt idx="1697">
                  <c:v>0.25</c:v>
                </c:pt>
                <c:pt idx="1698">
                  <c:v>0.25</c:v>
                </c:pt>
                <c:pt idx="1699">
                  <c:v>0.25</c:v>
                </c:pt>
                <c:pt idx="1700">
                  <c:v>0.25</c:v>
                </c:pt>
                <c:pt idx="1701">
                  <c:v>0.25</c:v>
                </c:pt>
                <c:pt idx="1702">
                  <c:v>0</c:v>
                </c:pt>
                <c:pt idx="1703">
                  <c:v>0</c:v>
                </c:pt>
                <c:pt idx="1704">
                  <c:v>0</c:v>
                </c:pt>
                <c:pt idx="1705">
                  <c:v>0</c:v>
                </c:pt>
                <c:pt idx="1706">
                  <c:v>0</c:v>
                </c:pt>
                <c:pt idx="1707">
                  <c:v>0</c:v>
                </c:pt>
                <c:pt idx="1708">
                  <c:v>0</c:v>
                </c:pt>
                <c:pt idx="1709">
                  <c:v>0</c:v>
                </c:pt>
                <c:pt idx="1710">
                  <c:v>0</c:v>
                </c:pt>
                <c:pt idx="1711">
                  <c:v>0</c:v>
                </c:pt>
                <c:pt idx="1712">
                  <c:v>0.25</c:v>
                </c:pt>
                <c:pt idx="1713">
                  <c:v>0.25</c:v>
                </c:pt>
                <c:pt idx="1714">
                  <c:v>0.25</c:v>
                </c:pt>
                <c:pt idx="1715">
                  <c:v>0.25</c:v>
                </c:pt>
                <c:pt idx="1716">
                  <c:v>0.25</c:v>
                </c:pt>
                <c:pt idx="1717">
                  <c:v>0.25</c:v>
                </c:pt>
                <c:pt idx="1718">
                  <c:v>0.25</c:v>
                </c:pt>
                <c:pt idx="1719">
                  <c:v>0.25</c:v>
                </c:pt>
                <c:pt idx="1720">
                  <c:v>0.25</c:v>
                </c:pt>
                <c:pt idx="1721">
                  <c:v>0.25</c:v>
                </c:pt>
                <c:pt idx="1722">
                  <c:v>0.25</c:v>
                </c:pt>
                <c:pt idx="1723">
                  <c:v>0.25</c:v>
                </c:pt>
                <c:pt idx="1724">
                  <c:v>0.25</c:v>
                </c:pt>
                <c:pt idx="1725">
                  <c:v>0.25</c:v>
                </c:pt>
                <c:pt idx="1726">
                  <c:v>0</c:v>
                </c:pt>
                <c:pt idx="1727">
                  <c:v>0</c:v>
                </c:pt>
                <c:pt idx="1728">
                  <c:v>0</c:v>
                </c:pt>
                <c:pt idx="1729">
                  <c:v>0</c:v>
                </c:pt>
                <c:pt idx="1730">
                  <c:v>0</c:v>
                </c:pt>
                <c:pt idx="1731">
                  <c:v>0</c:v>
                </c:pt>
                <c:pt idx="1732">
                  <c:v>0</c:v>
                </c:pt>
                <c:pt idx="1733">
                  <c:v>0</c:v>
                </c:pt>
                <c:pt idx="1734">
                  <c:v>0</c:v>
                </c:pt>
                <c:pt idx="1735">
                  <c:v>0</c:v>
                </c:pt>
                <c:pt idx="1736">
                  <c:v>0.25</c:v>
                </c:pt>
                <c:pt idx="1737">
                  <c:v>0.25</c:v>
                </c:pt>
                <c:pt idx="1738">
                  <c:v>0.25</c:v>
                </c:pt>
                <c:pt idx="1739">
                  <c:v>0.25</c:v>
                </c:pt>
                <c:pt idx="1740">
                  <c:v>0.25</c:v>
                </c:pt>
                <c:pt idx="1741">
                  <c:v>0.25</c:v>
                </c:pt>
                <c:pt idx="1742">
                  <c:v>0.25</c:v>
                </c:pt>
                <c:pt idx="1743">
                  <c:v>0.25</c:v>
                </c:pt>
                <c:pt idx="1744">
                  <c:v>0.25</c:v>
                </c:pt>
                <c:pt idx="1745">
                  <c:v>0.25</c:v>
                </c:pt>
                <c:pt idx="1746">
                  <c:v>0.25</c:v>
                </c:pt>
                <c:pt idx="1747">
                  <c:v>0.25</c:v>
                </c:pt>
                <c:pt idx="1748">
                  <c:v>0.25</c:v>
                </c:pt>
                <c:pt idx="1749">
                  <c:v>0.25</c:v>
                </c:pt>
                <c:pt idx="1750">
                  <c:v>0</c:v>
                </c:pt>
                <c:pt idx="1751">
                  <c:v>0</c:v>
                </c:pt>
                <c:pt idx="1752">
                  <c:v>0</c:v>
                </c:pt>
                <c:pt idx="1753">
                  <c:v>0</c:v>
                </c:pt>
                <c:pt idx="1754">
                  <c:v>0</c:v>
                </c:pt>
                <c:pt idx="1755">
                  <c:v>0</c:v>
                </c:pt>
                <c:pt idx="1756">
                  <c:v>0</c:v>
                </c:pt>
                <c:pt idx="1757">
                  <c:v>0</c:v>
                </c:pt>
                <c:pt idx="1758">
                  <c:v>0</c:v>
                </c:pt>
                <c:pt idx="1759">
                  <c:v>0</c:v>
                </c:pt>
                <c:pt idx="1760">
                  <c:v>0.25</c:v>
                </c:pt>
                <c:pt idx="1761">
                  <c:v>0.25</c:v>
                </c:pt>
                <c:pt idx="1762">
                  <c:v>0.25</c:v>
                </c:pt>
                <c:pt idx="1763">
                  <c:v>0.25</c:v>
                </c:pt>
                <c:pt idx="1764">
                  <c:v>0.28070200000000001</c:v>
                </c:pt>
                <c:pt idx="1765">
                  <c:v>0.29552699999999998</c:v>
                </c:pt>
                <c:pt idx="1766">
                  <c:v>0.25</c:v>
                </c:pt>
                <c:pt idx="1767">
                  <c:v>0.25</c:v>
                </c:pt>
                <c:pt idx="1768">
                  <c:v>0.25</c:v>
                </c:pt>
                <c:pt idx="1769">
                  <c:v>0.25</c:v>
                </c:pt>
                <c:pt idx="1770">
                  <c:v>0.25</c:v>
                </c:pt>
                <c:pt idx="1771">
                  <c:v>0.25</c:v>
                </c:pt>
                <c:pt idx="1772">
                  <c:v>0.25</c:v>
                </c:pt>
                <c:pt idx="1773">
                  <c:v>0.25</c:v>
                </c:pt>
                <c:pt idx="1774">
                  <c:v>0</c:v>
                </c:pt>
                <c:pt idx="1775">
                  <c:v>0</c:v>
                </c:pt>
                <c:pt idx="1776">
                  <c:v>0</c:v>
                </c:pt>
                <c:pt idx="1777">
                  <c:v>0</c:v>
                </c:pt>
                <c:pt idx="1778">
                  <c:v>0</c:v>
                </c:pt>
                <c:pt idx="1779">
                  <c:v>0</c:v>
                </c:pt>
                <c:pt idx="1780">
                  <c:v>0</c:v>
                </c:pt>
                <c:pt idx="1781">
                  <c:v>0</c:v>
                </c:pt>
                <c:pt idx="1782">
                  <c:v>0</c:v>
                </c:pt>
                <c:pt idx="1783">
                  <c:v>0</c:v>
                </c:pt>
                <c:pt idx="1784">
                  <c:v>0.25</c:v>
                </c:pt>
                <c:pt idx="1785">
                  <c:v>0.31922499999999998</c:v>
                </c:pt>
                <c:pt idx="1786">
                  <c:v>0.32164700000000002</c:v>
                </c:pt>
                <c:pt idx="1787">
                  <c:v>0.41609800000000002</c:v>
                </c:pt>
                <c:pt idx="1788">
                  <c:v>0.39070700000000003</c:v>
                </c:pt>
                <c:pt idx="1789">
                  <c:v>0.34487299999999999</c:v>
                </c:pt>
                <c:pt idx="1790">
                  <c:v>0.25</c:v>
                </c:pt>
                <c:pt idx="1791">
                  <c:v>0.25</c:v>
                </c:pt>
                <c:pt idx="1792">
                  <c:v>0.25</c:v>
                </c:pt>
                <c:pt idx="1793">
                  <c:v>0.25</c:v>
                </c:pt>
                <c:pt idx="1794">
                  <c:v>0.25</c:v>
                </c:pt>
                <c:pt idx="1795">
                  <c:v>0.25</c:v>
                </c:pt>
                <c:pt idx="1796">
                  <c:v>0.25</c:v>
                </c:pt>
                <c:pt idx="1797">
                  <c:v>0.25</c:v>
                </c:pt>
                <c:pt idx="1798">
                  <c:v>0</c:v>
                </c:pt>
                <c:pt idx="1799">
                  <c:v>0</c:v>
                </c:pt>
                <c:pt idx="1800">
                  <c:v>0</c:v>
                </c:pt>
                <c:pt idx="1801">
                  <c:v>0</c:v>
                </c:pt>
                <c:pt idx="1802">
                  <c:v>0</c:v>
                </c:pt>
                <c:pt idx="1803">
                  <c:v>0</c:v>
                </c:pt>
                <c:pt idx="1804">
                  <c:v>0</c:v>
                </c:pt>
                <c:pt idx="1805">
                  <c:v>0</c:v>
                </c:pt>
                <c:pt idx="1806">
                  <c:v>0</c:v>
                </c:pt>
                <c:pt idx="1807">
                  <c:v>0</c:v>
                </c:pt>
                <c:pt idx="1808">
                  <c:v>0.25</c:v>
                </c:pt>
                <c:pt idx="1809">
                  <c:v>0.25</c:v>
                </c:pt>
                <c:pt idx="1810">
                  <c:v>0.25</c:v>
                </c:pt>
                <c:pt idx="1811">
                  <c:v>0.307861</c:v>
                </c:pt>
                <c:pt idx="1812">
                  <c:v>0.41951699999999997</c:v>
                </c:pt>
                <c:pt idx="1813">
                  <c:v>0.43455199999999999</c:v>
                </c:pt>
                <c:pt idx="1814">
                  <c:v>0.34186299999999997</c:v>
                </c:pt>
                <c:pt idx="1815">
                  <c:v>0.32391500000000001</c:v>
                </c:pt>
                <c:pt idx="1816">
                  <c:v>0.254384</c:v>
                </c:pt>
                <c:pt idx="1817">
                  <c:v>0.25</c:v>
                </c:pt>
                <c:pt idx="1818">
                  <c:v>0.25</c:v>
                </c:pt>
                <c:pt idx="1819">
                  <c:v>0.25</c:v>
                </c:pt>
                <c:pt idx="1820">
                  <c:v>0.25</c:v>
                </c:pt>
                <c:pt idx="1821">
                  <c:v>0.25</c:v>
                </c:pt>
                <c:pt idx="1822">
                  <c:v>0</c:v>
                </c:pt>
                <c:pt idx="1823">
                  <c:v>0</c:v>
                </c:pt>
                <c:pt idx="1824">
                  <c:v>0</c:v>
                </c:pt>
                <c:pt idx="1825">
                  <c:v>0</c:v>
                </c:pt>
                <c:pt idx="1826">
                  <c:v>0</c:v>
                </c:pt>
                <c:pt idx="1827">
                  <c:v>0</c:v>
                </c:pt>
                <c:pt idx="1828">
                  <c:v>0</c:v>
                </c:pt>
                <c:pt idx="1829">
                  <c:v>0</c:v>
                </c:pt>
                <c:pt idx="1830">
                  <c:v>0</c:v>
                </c:pt>
                <c:pt idx="1831">
                  <c:v>0</c:v>
                </c:pt>
                <c:pt idx="1832">
                  <c:v>0.25</c:v>
                </c:pt>
                <c:pt idx="1833">
                  <c:v>0.25</c:v>
                </c:pt>
                <c:pt idx="1834">
                  <c:v>0.28040399999999999</c:v>
                </c:pt>
                <c:pt idx="1835">
                  <c:v>0.48067300000000002</c:v>
                </c:pt>
                <c:pt idx="1836">
                  <c:v>0.66097099999999998</c:v>
                </c:pt>
                <c:pt idx="1837">
                  <c:v>0.53187399999999996</c:v>
                </c:pt>
                <c:pt idx="1838">
                  <c:v>0.34182899999999999</c:v>
                </c:pt>
                <c:pt idx="1839">
                  <c:v>0.25</c:v>
                </c:pt>
                <c:pt idx="1840">
                  <c:v>0.25</c:v>
                </c:pt>
                <c:pt idx="1841">
                  <c:v>0.25</c:v>
                </c:pt>
                <c:pt idx="1842">
                  <c:v>0.25</c:v>
                </c:pt>
                <c:pt idx="1843">
                  <c:v>0.25</c:v>
                </c:pt>
                <c:pt idx="1844">
                  <c:v>0.25</c:v>
                </c:pt>
                <c:pt idx="1845">
                  <c:v>0.25</c:v>
                </c:pt>
                <c:pt idx="1846">
                  <c:v>0</c:v>
                </c:pt>
                <c:pt idx="1847">
                  <c:v>0</c:v>
                </c:pt>
                <c:pt idx="1848">
                  <c:v>0</c:v>
                </c:pt>
                <c:pt idx="1849">
                  <c:v>0</c:v>
                </c:pt>
                <c:pt idx="1850">
                  <c:v>0</c:v>
                </c:pt>
                <c:pt idx="1851">
                  <c:v>0</c:v>
                </c:pt>
                <c:pt idx="1852">
                  <c:v>0</c:v>
                </c:pt>
                <c:pt idx="1853">
                  <c:v>0</c:v>
                </c:pt>
                <c:pt idx="1854">
                  <c:v>0</c:v>
                </c:pt>
                <c:pt idx="1855">
                  <c:v>0</c:v>
                </c:pt>
                <c:pt idx="1856">
                  <c:v>0.25</c:v>
                </c:pt>
                <c:pt idx="1857">
                  <c:v>0.25</c:v>
                </c:pt>
                <c:pt idx="1858">
                  <c:v>0.25</c:v>
                </c:pt>
                <c:pt idx="1859">
                  <c:v>0.27049499999999999</c:v>
                </c:pt>
                <c:pt idx="1860">
                  <c:v>0.25</c:v>
                </c:pt>
                <c:pt idx="1861">
                  <c:v>0.25</c:v>
                </c:pt>
                <c:pt idx="1862">
                  <c:v>0.25</c:v>
                </c:pt>
                <c:pt idx="1863">
                  <c:v>0.25</c:v>
                </c:pt>
                <c:pt idx="1864">
                  <c:v>0.25</c:v>
                </c:pt>
                <c:pt idx="1865">
                  <c:v>0.25</c:v>
                </c:pt>
                <c:pt idx="1866">
                  <c:v>0.25</c:v>
                </c:pt>
                <c:pt idx="1867">
                  <c:v>0.25</c:v>
                </c:pt>
                <c:pt idx="1868">
                  <c:v>0.25</c:v>
                </c:pt>
                <c:pt idx="1869">
                  <c:v>0.25</c:v>
                </c:pt>
                <c:pt idx="1870">
                  <c:v>0</c:v>
                </c:pt>
                <c:pt idx="1871">
                  <c:v>0</c:v>
                </c:pt>
                <c:pt idx="1872">
                  <c:v>0</c:v>
                </c:pt>
                <c:pt idx="1873">
                  <c:v>0</c:v>
                </c:pt>
                <c:pt idx="1874">
                  <c:v>0</c:v>
                </c:pt>
                <c:pt idx="1875">
                  <c:v>0</c:v>
                </c:pt>
                <c:pt idx="1876">
                  <c:v>0</c:v>
                </c:pt>
                <c:pt idx="1877">
                  <c:v>0</c:v>
                </c:pt>
                <c:pt idx="1878">
                  <c:v>0</c:v>
                </c:pt>
                <c:pt idx="1879">
                  <c:v>0</c:v>
                </c:pt>
                <c:pt idx="1880">
                  <c:v>0.25</c:v>
                </c:pt>
                <c:pt idx="1881">
                  <c:v>0.25</c:v>
                </c:pt>
                <c:pt idx="1882">
                  <c:v>0.25</c:v>
                </c:pt>
                <c:pt idx="1883">
                  <c:v>0.25</c:v>
                </c:pt>
                <c:pt idx="1884">
                  <c:v>0.25</c:v>
                </c:pt>
                <c:pt idx="1885">
                  <c:v>0.25</c:v>
                </c:pt>
                <c:pt idx="1886">
                  <c:v>0.25</c:v>
                </c:pt>
                <c:pt idx="1887">
                  <c:v>0.25</c:v>
                </c:pt>
                <c:pt idx="1888">
                  <c:v>0.25</c:v>
                </c:pt>
                <c:pt idx="1889">
                  <c:v>0.25</c:v>
                </c:pt>
                <c:pt idx="1890">
                  <c:v>0.25</c:v>
                </c:pt>
                <c:pt idx="1891">
                  <c:v>0.25</c:v>
                </c:pt>
                <c:pt idx="1892">
                  <c:v>0.25</c:v>
                </c:pt>
                <c:pt idx="1893">
                  <c:v>0.25</c:v>
                </c:pt>
                <c:pt idx="1894">
                  <c:v>0</c:v>
                </c:pt>
                <c:pt idx="1895">
                  <c:v>0</c:v>
                </c:pt>
                <c:pt idx="1896">
                  <c:v>0</c:v>
                </c:pt>
                <c:pt idx="1897">
                  <c:v>0</c:v>
                </c:pt>
                <c:pt idx="1898">
                  <c:v>0</c:v>
                </c:pt>
                <c:pt idx="1899">
                  <c:v>0</c:v>
                </c:pt>
                <c:pt idx="1900">
                  <c:v>0</c:v>
                </c:pt>
                <c:pt idx="1901">
                  <c:v>0</c:v>
                </c:pt>
                <c:pt idx="1902">
                  <c:v>0</c:v>
                </c:pt>
                <c:pt idx="1903">
                  <c:v>0</c:v>
                </c:pt>
                <c:pt idx="1904">
                  <c:v>0.25</c:v>
                </c:pt>
                <c:pt idx="1905">
                  <c:v>0.25</c:v>
                </c:pt>
                <c:pt idx="1906">
                  <c:v>0.25</c:v>
                </c:pt>
                <c:pt idx="1907">
                  <c:v>0.25</c:v>
                </c:pt>
                <c:pt idx="1908">
                  <c:v>0.25</c:v>
                </c:pt>
                <c:pt idx="1909">
                  <c:v>0.25</c:v>
                </c:pt>
                <c:pt idx="1910">
                  <c:v>0.25</c:v>
                </c:pt>
                <c:pt idx="1911">
                  <c:v>0.25</c:v>
                </c:pt>
                <c:pt idx="1912">
                  <c:v>0.25</c:v>
                </c:pt>
                <c:pt idx="1913">
                  <c:v>0.25</c:v>
                </c:pt>
                <c:pt idx="1914">
                  <c:v>0.25</c:v>
                </c:pt>
                <c:pt idx="1915">
                  <c:v>0.25</c:v>
                </c:pt>
                <c:pt idx="1916">
                  <c:v>0.25</c:v>
                </c:pt>
                <c:pt idx="1917">
                  <c:v>0.25</c:v>
                </c:pt>
                <c:pt idx="1918">
                  <c:v>0</c:v>
                </c:pt>
                <c:pt idx="1919">
                  <c:v>0</c:v>
                </c:pt>
                <c:pt idx="1920">
                  <c:v>0</c:v>
                </c:pt>
                <c:pt idx="1921">
                  <c:v>0</c:v>
                </c:pt>
                <c:pt idx="1922">
                  <c:v>0</c:v>
                </c:pt>
                <c:pt idx="1923">
                  <c:v>0</c:v>
                </c:pt>
                <c:pt idx="1924">
                  <c:v>0</c:v>
                </c:pt>
                <c:pt idx="1925">
                  <c:v>0</c:v>
                </c:pt>
                <c:pt idx="1926">
                  <c:v>0</c:v>
                </c:pt>
                <c:pt idx="1927">
                  <c:v>0</c:v>
                </c:pt>
                <c:pt idx="1928">
                  <c:v>0.25</c:v>
                </c:pt>
                <c:pt idx="1929">
                  <c:v>0.25</c:v>
                </c:pt>
                <c:pt idx="1930">
                  <c:v>0.25</c:v>
                </c:pt>
                <c:pt idx="1931">
                  <c:v>0.25</c:v>
                </c:pt>
                <c:pt idx="1932">
                  <c:v>0.25</c:v>
                </c:pt>
                <c:pt idx="1933">
                  <c:v>0.25</c:v>
                </c:pt>
                <c:pt idx="1934">
                  <c:v>0.25</c:v>
                </c:pt>
                <c:pt idx="1935">
                  <c:v>0.25</c:v>
                </c:pt>
                <c:pt idx="1936">
                  <c:v>0.25</c:v>
                </c:pt>
                <c:pt idx="1937">
                  <c:v>0.25</c:v>
                </c:pt>
                <c:pt idx="1938">
                  <c:v>0.25</c:v>
                </c:pt>
                <c:pt idx="1939">
                  <c:v>0.25</c:v>
                </c:pt>
                <c:pt idx="1940">
                  <c:v>0.25</c:v>
                </c:pt>
                <c:pt idx="1941">
                  <c:v>0.25</c:v>
                </c:pt>
                <c:pt idx="1942">
                  <c:v>0</c:v>
                </c:pt>
                <c:pt idx="1943">
                  <c:v>0</c:v>
                </c:pt>
                <c:pt idx="1944">
                  <c:v>0</c:v>
                </c:pt>
                <c:pt idx="1945">
                  <c:v>0</c:v>
                </c:pt>
                <c:pt idx="1946">
                  <c:v>0</c:v>
                </c:pt>
                <c:pt idx="1947">
                  <c:v>0</c:v>
                </c:pt>
                <c:pt idx="1948">
                  <c:v>0</c:v>
                </c:pt>
                <c:pt idx="1949">
                  <c:v>0</c:v>
                </c:pt>
                <c:pt idx="1950">
                  <c:v>0</c:v>
                </c:pt>
                <c:pt idx="1951">
                  <c:v>0</c:v>
                </c:pt>
                <c:pt idx="1952">
                  <c:v>0.25</c:v>
                </c:pt>
                <c:pt idx="1953">
                  <c:v>0.25</c:v>
                </c:pt>
                <c:pt idx="1954">
                  <c:v>0.25</c:v>
                </c:pt>
                <c:pt idx="1955">
                  <c:v>0.25</c:v>
                </c:pt>
                <c:pt idx="1956">
                  <c:v>0.25</c:v>
                </c:pt>
                <c:pt idx="1957">
                  <c:v>0.25</c:v>
                </c:pt>
                <c:pt idx="1958">
                  <c:v>0.25</c:v>
                </c:pt>
                <c:pt idx="1959">
                  <c:v>0.25</c:v>
                </c:pt>
                <c:pt idx="1960">
                  <c:v>0.25</c:v>
                </c:pt>
                <c:pt idx="1961">
                  <c:v>0.25</c:v>
                </c:pt>
                <c:pt idx="1962">
                  <c:v>0.25</c:v>
                </c:pt>
                <c:pt idx="1963">
                  <c:v>0.25</c:v>
                </c:pt>
                <c:pt idx="1964">
                  <c:v>0.25</c:v>
                </c:pt>
                <c:pt idx="1965">
                  <c:v>0.25</c:v>
                </c:pt>
                <c:pt idx="1966">
                  <c:v>0</c:v>
                </c:pt>
                <c:pt idx="1967">
                  <c:v>0</c:v>
                </c:pt>
                <c:pt idx="1968">
                  <c:v>0</c:v>
                </c:pt>
                <c:pt idx="1969">
                  <c:v>0</c:v>
                </c:pt>
                <c:pt idx="1970">
                  <c:v>0</c:v>
                </c:pt>
                <c:pt idx="1971">
                  <c:v>0</c:v>
                </c:pt>
                <c:pt idx="1972">
                  <c:v>0</c:v>
                </c:pt>
                <c:pt idx="1973">
                  <c:v>0</c:v>
                </c:pt>
                <c:pt idx="1974">
                  <c:v>0</c:v>
                </c:pt>
                <c:pt idx="1975">
                  <c:v>0</c:v>
                </c:pt>
                <c:pt idx="1976">
                  <c:v>0.25</c:v>
                </c:pt>
                <c:pt idx="1977">
                  <c:v>0.25</c:v>
                </c:pt>
                <c:pt idx="1978">
                  <c:v>0.25</c:v>
                </c:pt>
                <c:pt idx="1979">
                  <c:v>0.25</c:v>
                </c:pt>
                <c:pt idx="1980">
                  <c:v>0.25</c:v>
                </c:pt>
                <c:pt idx="1981">
                  <c:v>0.25</c:v>
                </c:pt>
                <c:pt idx="1982">
                  <c:v>0.25</c:v>
                </c:pt>
                <c:pt idx="1983">
                  <c:v>0.25</c:v>
                </c:pt>
                <c:pt idx="1984">
                  <c:v>0.25</c:v>
                </c:pt>
                <c:pt idx="1985">
                  <c:v>0.25</c:v>
                </c:pt>
                <c:pt idx="1986">
                  <c:v>0.25</c:v>
                </c:pt>
                <c:pt idx="1987">
                  <c:v>0.25</c:v>
                </c:pt>
                <c:pt idx="1988">
                  <c:v>0.25</c:v>
                </c:pt>
                <c:pt idx="1989">
                  <c:v>0.25</c:v>
                </c:pt>
                <c:pt idx="1990">
                  <c:v>0</c:v>
                </c:pt>
                <c:pt idx="1991">
                  <c:v>0</c:v>
                </c:pt>
                <c:pt idx="1992">
                  <c:v>0</c:v>
                </c:pt>
                <c:pt idx="1993">
                  <c:v>0</c:v>
                </c:pt>
                <c:pt idx="1994">
                  <c:v>0</c:v>
                </c:pt>
                <c:pt idx="1995">
                  <c:v>0</c:v>
                </c:pt>
                <c:pt idx="1996">
                  <c:v>0</c:v>
                </c:pt>
                <c:pt idx="1997">
                  <c:v>0</c:v>
                </c:pt>
                <c:pt idx="1998">
                  <c:v>0</c:v>
                </c:pt>
                <c:pt idx="1999">
                  <c:v>0</c:v>
                </c:pt>
                <c:pt idx="2000">
                  <c:v>0.25</c:v>
                </c:pt>
                <c:pt idx="2001">
                  <c:v>0.25</c:v>
                </c:pt>
                <c:pt idx="2002">
                  <c:v>0.25</c:v>
                </c:pt>
                <c:pt idx="2003">
                  <c:v>0.25</c:v>
                </c:pt>
                <c:pt idx="2004">
                  <c:v>0.25</c:v>
                </c:pt>
                <c:pt idx="2005">
                  <c:v>0.25</c:v>
                </c:pt>
                <c:pt idx="2006">
                  <c:v>0.25</c:v>
                </c:pt>
                <c:pt idx="2007">
                  <c:v>0.25</c:v>
                </c:pt>
                <c:pt idx="2008">
                  <c:v>0.25</c:v>
                </c:pt>
                <c:pt idx="2009">
                  <c:v>0.25</c:v>
                </c:pt>
                <c:pt idx="2010">
                  <c:v>0.25</c:v>
                </c:pt>
                <c:pt idx="2011">
                  <c:v>0.25</c:v>
                </c:pt>
                <c:pt idx="2012">
                  <c:v>0.25</c:v>
                </c:pt>
                <c:pt idx="2013">
                  <c:v>0.25</c:v>
                </c:pt>
                <c:pt idx="2014">
                  <c:v>0</c:v>
                </c:pt>
                <c:pt idx="2015">
                  <c:v>0</c:v>
                </c:pt>
                <c:pt idx="2016">
                  <c:v>0</c:v>
                </c:pt>
                <c:pt idx="2017">
                  <c:v>0</c:v>
                </c:pt>
                <c:pt idx="2018">
                  <c:v>0</c:v>
                </c:pt>
                <c:pt idx="2019">
                  <c:v>0</c:v>
                </c:pt>
                <c:pt idx="2020">
                  <c:v>0</c:v>
                </c:pt>
                <c:pt idx="2021">
                  <c:v>0</c:v>
                </c:pt>
                <c:pt idx="2022">
                  <c:v>0</c:v>
                </c:pt>
                <c:pt idx="2023">
                  <c:v>0</c:v>
                </c:pt>
                <c:pt idx="2024">
                  <c:v>0.25</c:v>
                </c:pt>
                <c:pt idx="2025">
                  <c:v>0.25</c:v>
                </c:pt>
                <c:pt idx="2026">
                  <c:v>0.25</c:v>
                </c:pt>
                <c:pt idx="2027">
                  <c:v>0.25</c:v>
                </c:pt>
                <c:pt idx="2028">
                  <c:v>0.25</c:v>
                </c:pt>
                <c:pt idx="2029">
                  <c:v>0.25</c:v>
                </c:pt>
                <c:pt idx="2030">
                  <c:v>0.25</c:v>
                </c:pt>
                <c:pt idx="2031">
                  <c:v>0.25</c:v>
                </c:pt>
                <c:pt idx="2032">
                  <c:v>0.25</c:v>
                </c:pt>
                <c:pt idx="2033">
                  <c:v>0.25</c:v>
                </c:pt>
                <c:pt idx="2034">
                  <c:v>0.25</c:v>
                </c:pt>
                <c:pt idx="2035">
                  <c:v>0.25</c:v>
                </c:pt>
                <c:pt idx="2036">
                  <c:v>0.25</c:v>
                </c:pt>
                <c:pt idx="2037">
                  <c:v>0.25</c:v>
                </c:pt>
                <c:pt idx="2038">
                  <c:v>0</c:v>
                </c:pt>
                <c:pt idx="2039">
                  <c:v>0</c:v>
                </c:pt>
                <c:pt idx="2040">
                  <c:v>0</c:v>
                </c:pt>
                <c:pt idx="2041">
                  <c:v>0</c:v>
                </c:pt>
                <c:pt idx="2042">
                  <c:v>0</c:v>
                </c:pt>
                <c:pt idx="2043">
                  <c:v>0</c:v>
                </c:pt>
                <c:pt idx="2044">
                  <c:v>0</c:v>
                </c:pt>
                <c:pt idx="2045">
                  <c:v>0</c:v>
                </c:pt>
                <c:pt idx="2046">
                  <c:v>0</c:v>
                </c:pt>
                <c:pt idx="2047">
                  <c:v>0</c:v>
                </c:pt>
                <c:pt idx="2048">
                  <c:v>0.25</c:v>
                </c:pt>
                <c:pt idx="2049">
                  <c:v>0.25</c:v>
                </c:pt>
                <c:pt idx="2050">
                  <c:v>0.25</c:v>
                </c:pt>
                <c:pt idx="2051">
                  <c:v>0.25</c:v>
                </c:pt>
                <c:pt idx="2052">
                  <c:v>0.25</c:v>
                </c:pt>
                <c:pt idx="2053">
                  <c:v>0.25</c:v>
                </c:pt>
                <c:pt idx="2054">
                  <c:v>0.25</c:v>
                </c:pt>
                <c:pt idx="2055">
                  <c:v>0.25</c:v>
                </c:pt>
                <c:pt idx="2056">
                  <c:v>0.25</c:v>
                </c:pt>
                <c:pt idx="2057">
                  <c:v>0.25</c:v>
                </c:pt>
                <c:pt idx="2058">
                  <c:v>0.25</c:v>
                </c:pt>
                <c:pt idx="2059">
                  <c:v>0.25</c:v>
                </c:pt>
                <c:pt idx="2060">
                  <c:v>0.25</c:v>
                </c:pt>
                <c:pt idx="2061">
                  <c:v>0.25</c:v>
                </c:pt>
                <c:pt idx="2062">
                  <c:v>0</c:v>
                </c:pt>
                <c:pt idx="2063">
                  <c:v>0</c:v>
                </c:pt>
                <c:pt idx="2064">
                  <c:v>0</c:v>
                </c:pt>
                <c:pt idx="2065">
                  <c:v>0</c:v>
                </c:pt>
                <c:pt idx="2066">
                  <c:v>0</c:v>
                </c:pt>
                <c:pt idx="2067">
                  <c:v>0</c:v>
                </c:pt>
                <c:pt idx="2068">
                  <c:v>0</c:v>
                </c:pt>
                <c:pt idx="2069">
                  <c:v>0</c:v>
                </c:pt>
                <c:pt idx="2070">
                  <c:v>0</c:v>
                </c:pt>
                <c:pt idx="2071">
                  <c:v>0</c:v>
                </c:pt>
                <c:pt idx="2072">
                  <c:v>0.25</c:v>
                </c:pt>
                <c:pt idx="2073">
                  <c:v>0.25</c:v>
                </c:pt>
                <c:pt idx="2074">
                  <c:v>0.25</c:v>
                </c:pt>
                <c:pt idx="2075">
                  <c:v>0.25</c:v>
                </c:pt>
                <c:pt idx="2076">
                  <c:v>0.25</c:v>
                </c:pt>
                <c:pt idx="2077">
                  <c:v>0.25</c:v>
                </c:pt>
                <c:pt idx="2078">
                  <c:v>0.25</c:v>
                </c:pt>
                <c:pt idx="2079">
                  <c:v>0.25</c:v>
                </c:pt>
                <c:pt idx="2080">
                  <c:v>0.25</c:v>
                </c:pt>
                <c:pt idx="2081">
                  <c:v>0.25</c:v>
                </c:pt>
                <c:pt idx="2082">
                  <c:v>0.25</c:v>
                </c:pt>
                <c:pt idx="2083">
                  <c:v>0.25</c:v>
                </c:pt>
                <c:pt idx="2084">
                  <c:v>0.25</c:v>
                </c:pt>
                <c:pt idx="2085">
                  <c:v>0.25</c:v>
                </c:pt>
                <c:pt idx="2086">
                  <c:v>0</c:v>
                </c:pt>
                <c:pt idx="2087">
                  <c:v>0</c:v>
                </c:pt>
                <c:pt idx="2088">
                  <c:v>0</c:v>
                </c:pt>
                <c:pt idx="2089">
                  <c:v>0</c:v>
                </c:pt>
                <c:pt idx="2090">
                  <c:v>0</c:v>
                </c:pt>
                <c:pt idx="2091">
                  <c:v>0</c:v>
                </c:pt>
                <c:pt idx="2092">
                  <c:v>0</c:v>
                </c:pt>
                <c:pt idx="2093">
                  <c:v>0</c:v>
                </c:pt>
                <c:pt idx="2094">
                  <c:v>0</c:v>
                </c:pt>
                <c:pt idx="2095">
                  <c:v>0</c:v>
                </c:pt>
                <c:pt idx="2096">
                  <c:v>0.25</c:v>
                </c:pt>
                <c:pt idx="2097">
                  <c:v>0.25</c:v>
                </c:pt>
                <c:pt idx="2098">
                  <c:v>0.25</c:v>
                </c:pt>
                <c:pt idx="2099">
                  <c:v>0.25</c:v>
                </c:pt>
                <c:pt idx="2100">
                  <c:v>0.25</c:v>
                </c:pt>
                <c:pt idx="2101">
                  <c:v>0.25</c:v>
                </c:pt>
                <c:pt idx="2102">
                  <c:v>0.25</c:v>
                </c:pt>
                <c:pt idx="2103">
                  <c:v>0.25</c:v>
                </c:pt>
                <c:pt idx="2104">
                  <c:v>0.25</c:v>
                </c:pt>
                <c:pt idx="2105">
                  <c:v>0.25</c:v>
                </c:pt>
                <c:pt idx="2106">
                  <c:v>0.25</c:v>
                </c:pt>
                <c:pt idx="2107">
                  <c:v>0.25</c:v>
                </c:pt>
                <c:pt idx="2108">
                  <c:v>0.25</c:v>
                </c:pt>
                <c:pt idx="2109">
                  <c:v>0.25</c:v>
                </c:pt>
                <c:pt idx="2110">
                  <c:v>0</c:v>
                </c:pt>
                <c:pt idx="2111">
                  <c:v>0</c:v>
                </c:pt>
                <c:pt idx="2112">
                  <c:v>0</c:v>
                </c:pt>
                <c:pt idx="2113">
                  <c:v>0</c:v>
                </c:pt>
                <c:pt idx="2114">
                  <c:v>0</c:v>
                </c:pt>
                <c:pt idx="2115">
                  <c:v>0</c:v>
                </c:pt>
                <c:pt idx="2116">
                  <c:v>0</c:v>
                </c:pt>
                <c:pt idx="2117">
                  <c:v>0</c:v>
                </c:pt>
                <c:pt idx="2118">
                  <c:v>0</c:v>
                </c:pt>
                <c:pt idx="2119">
                  <c:v>0</c:v>
                </c:pt>
                <c:pt idx="2120">
                  <c:v>0.25</c:v>
                </c:pt>
                <c:pt idx="2121">
                  <c:v>0.25</c:v>
                </c:pt>
                <c:pt idx="2122">
                  <c:v>0.25</c:v>
                </c:pt>
                <c:pt idx="2123">
                  <c:v>0.25</c:v>
                </c:pt>
                <c:pt idx="2124">
                  <c:v>0.25</c:v>
                </c:pt>
                <c:pt idx="2125">
                  <c:v>0.25</c:v>
                </c:pt>
                <c:pt idx="2126">
                  <c:v>0.25</c:v>
                </c:pt>
                <c:pt idx="2127">
                  <c:v>0.25</c:v>
                </c:pt>
                <c:pt idx="2128">
                  <c:v>0.25</c:v>
                </c:pt>
                <c:pt idx="2129">
                  <c:v>0.25</c:v>
                </c:pt>
                <c:pt idx="2130">
                  <c:v>0.25</c:v>
                </c:pt>
                <c:pt idx="2131">
                  <c:v>0.25</c:v>
                </c:pt>
                <c:pt idx="2132">
                  <c:v>0.25</c:v>
                </c:pt>
                <c:pt idx="2133">
                  <c:v>0.25</c:v>
                </c:pt>
                <c:pt idx="2134">
                  <c:v>0</c:v>
                </c:pt>
                <c:pt idx="2135">
                  <c:v>0</c:v>
                </c:pt>
                <c:pt idx="2136">
                  <c:v>0</c:v>
                </c:pt>
                <c:pt idx="2137">
                  <c:v>0</c:v>
                </c:pt>
                <c:pt idx="2138">
                  <c:v>0</c:v>
                </c:pt>
                <c:pt idx="2139">
                  <c:v>0</c:v>
                </c:pt>
                <c:pt idx="2140">
                  <c:v>0</c:v>
                </c:pt>
                <c:pt idx="2141">
                  <c:v>0</c:v>
                </c:pt>
                <c:pt idx="2142">
                  <c:v>0</c:v>
                </c:pt>
                <c:pt idx="2143">
                  <c:v>0</c:v>
                </c:pt>
                <c:pt idx="2144">
                  <c:v>0.25</c:v>
                </c:pt>
                <c:pt idx="2145">
                  <c:v>0.25</c:v>
                </c:pt>
                <c:pt idx="2146">
                  <c:v>0.25</c:v>
                </c:pt>
                <c:pt idx="2147">
                  <c:v>0.25</c:v>
                </c:pt>
                <c:pt idx="2148">
                  <c:v>0.25</c:v>
                </c:pt>
                <c:pt idx="2149">
                  <c:v>0.25</c:v>
                </c:pt>
                <c:pt idx="2150">
                  <c:v>0.25</c:v>
                </c:pt>
                <c:pt idx="2151">
                  <c:v>0.25</c:v>
                </c:pt>
                <c:pt idx="2152">
                  <c:v>0.25</c:v>
                </c:pt>
                <c:pt idx="2153">
                  <c:v>0.25</c:v>
                </c:pt>
                <c:pt idx="2154">
                  <c:v>0.25</c:v>
                </c:pt>
                <c:pt idx="2155">
                  <c:v>0.25</c:v>
                </c:pt>
                <c:pt idx="2156">
                  <c:v>0.25</c:v>
                </c:pt>
                <c:pt idx="2157">
                  <c:v>0.25</c:v>
                </c:pt>
                <c:pt idx="2158">
                  <c:v>0</c:v>
                </c:pt>
                <c:pt idx="2159">
                  <c:v>0</c:v>
                </c:pt>
                <c:pt idx="2160">
                  <c:v>0</c:v>
                </c:pt>
                <c:pt idx="2161">
                  <c:v>0</c:v>
                </c:pt>
                <c:pt idx="2162">
                  <c:v>0</c:v>
                </c:pt>
                <c:pt idx="2163">
                  <c:v>0</c:v>
                </c:pt>
                <c:pt idx="2164">
                  <c:v>0</c:v>
                </c:pt>
                <c:pt idx="2165">
                  <c:v>0</c:v>
                </c:pt>
                <c:pt idx="2166">
                  <c:v>0</c:v>
                </c:pt>
                <c:pt idx="2167">
                  <c:v>0</c:v>
                </c:pt>
                <c:pt idx="2168">
                  <c:v>0.25</c:v>
                </c:pt>
                <c:pt idx="2169">
                  <c:v>0.25</c:v>
                </c:pt>
                <c:pt idx="2170">
                  <c:v>0.25</c:v>
                </c:pt>
                <c:pt idx="2171">
                  <c:v>0.25</c:v>
                </c:pt>
                <c:pt idx="2172">
                  <c:v>0.25</c:v>
                </c:pt>
                <c:pt idx="2173">
                  <c:v>0.25</c:v>
                </c:pt>
                <c:pt idx="2174">
                  <c:v>0.25</c:v>
                </c:pt>
                <c:pt idx="2175">
                  <c:v>0.25</c:v>
                </c:pt>
                <c:pt idx="2176">
                  <c:v>0.25</c:v>
                </c:pt>
                <c:pt idx="2177">
                  <c:v>0.25</c:v>
                </c:pt>
                <c:pt idx="2178">
                  <c:v>0.25</c:v>
                </c:pt>
                <c:pt idx="2179">
                  <c:v>0.25</c:v>
                </c:pt>
                <c:pt idx="2180">
                  <c:v>0.25</c:v>
                </c:pt>
                <c:pt idx="2181">
                  <c:v>0.25</c:v>
                </c:pt>
                <c:pt idx="2182">
                  <c:v>0</c:v>
                </c:pt>
                <c:pt idx="2183">
                  <c:v>0</c:v>
                </c:pt>
                <c:pt idx="2184">
                  <c:v>0</c:v>
                </c:pt>
                <c:pt idx="2185">
                  <c:v>0</c:v>
                </c:pt>
                <c:pt idx="2186">
                  <c:v>0</c:v>
                </c:pt>
                <c:pt idx="2187">
                  <c:v>0</c:v>
                </c:pt>
                <c:pt idx="2188">
                  <c:v>0</c:v>
                </c:pt>
                <c:pt idx="2189">
                  <c:v>0</c:v>
                </c:pt>
                <c:pt idx="2190">
                  <c:v>0</c:v>
                </c:pt>
                <c:pt idx="2191">
                  <c:v>0</c:v>
                </c:pt>
                <c:pt idx="2192">
                  <c:v>0.25</c:v>
                </c:pt>
                <c:pt idx="2193">
                  <c:v>0.25</c:v>
                </c:pt>
                <c:pt idx="2194">
                  <c:v>0.25</c:v>
                </c:pt>
                <c:pt idx="2195">
                  <c:v>0.25</c:v>
                </c:pt>
                <c:pt idx="2196">
                  <c:v>0.25</c:v>
                </c:pt>
                <c:pt idx="2197">
                  <c:v>0.25</c:v>
                </c:pt>
                <c:pt idx="2198">
                  <c:v>0.25</c:v>
                </c:pt>
                <c:pt idx="2199">
                  <c:v>0.25</c:v>
                </c:pt>
                <c:pt idx="2200">
                  <c:v>0.25</c:v>
                </c:pt>
                <c:pt idx="2201">
                  <c:v>0.25</c:v>
                </c:pt>
                <c:pt idx="2202">
                  <c:v>0.25</c:v>
                </c:pt>
                <c:pt idx="2203">
                  <c:v>0.25</c:v>
                </c:pt>
                <c:pt idx="2204">
                  <c:v>0.25</c:v>
                </c:pt>
                <c:pt idx="2205">
                  <c:v>0.25</c:v>
                </c:pt>
                <c:pt idx="2206">
                  <c:v>0</c:v>
                </c:pt>
                <c:pt idx="2207">
                  <c:v>0</c:v>
                </c:pt>
                <c:pt idx="2208">
                  <c:v>0</c:v>
                </c:pt>
                <c:pt idx="2209">
                  <c:v>0</c:v>
                </c:pt>
                <c:pt idx="2210">
                  <c:v>0</c:v>
                </c:pt>
                <c:pt idx="2211">
                  <c:v>0</c:v>
                </c:pt>
                <c:pt idx="2212">
                  <c:v>0</c:v>
                </c:pt>
                <c:pt idx="2213">
                  <c:v>0</c:v>
                </c:pt>
                <c:pt idx="2214">
                  <c:v>0</c:v>
                </c:pt>
                <c:pt idx="2215">
                  <c:v>0</c:v>
                </c:pt>
                <c:pt idx="2216">
                  <c:v>0.25</c:v>
                </c:pt>
                <c:pt idx="2217">
                  <c:v>0.26372200000000001</c:v>
                </c:pt>
                <c:pt idx="2218">
                  <c:v>0.30079299999999998</c:v>
                </c:pt>
                <c:pt idx="2219">
                  <c:v>0.38140200000000002</c:v>
                </c:pt>
                <c:pt idx="2220">
                  <c:v>0.35010999999999998</c:v>
                </c:pt>
                <c:pt idx="2221">
                  <c:v>0.376577</c:v>
                </c:pt>
                <c:pt idx="2222">
                  <c:v>0.30095499999999997</c:v>
                </c:pt>
                <c:pt idx="2223">
                  <c:v>0.26489099999999999</c:v>
                </c:pt>
                <c:pt idx="2224">
                  <c:v>0.25</c:v>
                </c:pt>
                <c:pt idx="2225">
                  <c:v>0.25</c:v>
                </c:pt>
                <c:pt idx="2226">
                  <c:v>0.25</c:v>
                </c:pt>
                <c:pt idx="2227">
                  <c:v>0.25</c:v>
                </c:pt>
                <c:pt idx="2228">
                  <c:v>0.25</c:v>
                </c:pt>
                <c:pt idx="2229">
                  <c:v>0.25</c:v>
                </c:pt>
                <c:pt idx="2230">
                  <c:v>0</c:v>
                </c:pt>
                <c:pt idx="2231">
                  <c:v>0</c:v>
                </c:pt>
                <c:pt idx="2232">
                  <c:v>0</c:v>
                </c:pt>
                <c:pt idx="2233">
                  <c:v>0</c:v>
                </c:pt>
                <c:pt idx="2234">
                  <c:v>0</c:v>
                </c:pt>
                <c:pt idx="2235">
                  <c:v>0</c:v>
                </c:pt>
                <c:pt idx="2236">
                  <c:v>0</c:v>
                </c:pt>
                <c:pt idx="2237">
                  <c:v>0</c:v>
                </c:pt>
                <c:pt idx="2238">
                  <c:v>0</c:v>
                </c:pt>
                <c:pt idx="2239">
                  <c:v>0</c:v>
                </c:pt>
                <c:pt idx="2240">
                  <c:v>0.25</c:v>
                </c:pt>
                <c:pt idx="2241">
                  <c:v>0.25758999999999999</c:v>
                </c:pt>
                <c:pt idx="2242">
                  <c:v>0.30050500000000002</c:v>
                </c:pt>
                <c:pt idx="2243">
                  <c:v>0.38616800000000001</c:v>
                </c:pt>
                <c:pt idx="2244">
                  <c:v>0.46219300000000002</c:v>
                </c:pt>
                <c:pt idx="2245">
                  <c:v>0.41117700000000001</c:v>
                </c:pt>
                <c:pt idx="2246">
                  <c:v>0.41370299999999999</c:v>
                </c:pt>
                <c:pt idx="2247">
                  <c:v>0.42416500000000001</c:v>
                </c:pt>
                <c:pt idx="2248">
                  <c:v>0.39701199999999998</c:v>
                </c:pt>
                <c:pt idx="2249">
                  <c:v>0.343503</c:v>
                </c:pt>
                <c:pt idx="2250">
                  <c:v>0.31219799999999998</c:v>
                </c:pt>
                <c:pt idx="2251">
                  <c:v>0.25</c:v>
                </c:pt>
                <c:pt idx="2252">
                  <c:v>0.25</c:v>
                </c:pt>
                <c:pt idx="2253">
                  <c:v>0.25</c:v>
                </c:pt>
                <c:pt idx="2254">
                  <c:v>0</c:v>
                </c:pt>
                <c:pt idx="2255">
                  <c:v>0</c:v>
                </c:pt>
                <c:pt idx="2256">
                  <c:v>0</c:v>
                </c:pt>
                <c:pt idx="2257">
                  <c:v>0</c:v>
                </c:pt>
                <c:pt idx="2258">
                  <c:v>0</c:v>
                </c:pt>
                <c:pt idx="2259">
                  <c:v>0</c:v>
                </c:pt>
                <c:pt idx="2260">
                  <c:v>0</c:v>
                </c:pt>
                <c:pt idx="2261">
                  <c:v>0</c:v>
                </c:pt>
                <c:pt idx="2262">
                  <c:v>0</c:v>
                </c:pt>
                <c:pt idx="2263">
                  <c:v>0</c:v>
                </c:pt>
                <c:pt idx="2264">
                  <c:v>0.25</c:v>
                </c:pt>
                <c:pt idx="2265">
                  <c:v>0.27958100000000002</c:v>
                </c:pt>
                <c:pt idx="2266">
                  <c:v>0.31180799999999997</c:v>
                </c:pt>
                <c:pt idx="2267">
                  <c:v>0.36824499999999999</c:v>
                </c:pt>
                <c:pt idx="2268">
                  <c:v>0.37251600000000001</c:v>
                </c:pt>
                <c:pt idx="2269">
                  <c:v>0.36143900000000001</c:v>
                </c:pt>
                <c:pt idx="2270">
                  <c:v>0.28477000000000002</c:v>
                </c:pt>
                <c:pt idx="2271">
                  <c:v>0.25</c:v>
                </c:pt>
                <c:pt idx="2272">
                  <c:v>0.25</c:v>
                </c:pt>
                <c:pt idx="2273">
                  <c:v>0.25</c:v>
                </c:pt>
                <c:pt idx="2274">
                  <c:v>0.25</c:v>
                </c:pt>
                <c:pt idx="2275">
                  <c:v>0.25</c:v>
                </c:pt>
                <c:pt idx="2276">
                  <c:v>0.25</c:v>
                </c:pt>
                <c:pt idx="2277">
                  <c:v>0.25</c:v>
                </c:pt>
                <c:pt idx="2278">
                  <c:v>0</c:v>
                </c:pt>
                <c:pt idx="2279">
                  <c:v>0</c:v>
                </c:pt>
                <c:pt idx="2280">
                  <c:v>0</c:v>
                </c:pt>
                <c:pt idx="2281">
                  <c:v>0</c:v>
                </c:pt>
                <c:pt idx="2282">
                  <c:v>0</c:v>
                </c:pt>
                <c:pt idx="2283">
                  <c:v>0</c:v>
                </c:pt>
                <c:pt idx="2284">
                  <c:v>0</c:v>
                </c:pt>
                <c:pt idx="2285">
                  <c:v>0</c:v>
                </c:pt>
                <c:pt idx="2286">
                  <c:v>0</c:v>
                </c:pt>
                <c:pt idx="2287">
                  <c:v>0</c:v>
                </c:pt>
                <c:pt idx="2288">
                  <c:v>0.25</c:v>
                </c:pt>
                <c:pt idx="2289">
                  <c:v>0.25</c:v>
                </c:pt>
                <c:pt idx="2290">
                  <c:v>0.31632399999999999</c:v>
                </c:pt>
                <c:pt idx="2291">
                  <c:v>0.37912299999999999</c:v>
                </c:pt>
                <c:pt idx="2292">
                  <c:v>0.38780700000000001</c:v>
                </c:pt>
                <c:pt idx="2293">
                  <c:v>0.25</c:v>
                </c:pt>
                <c:pt idx="2294">
                  <c:v>0.25</c:v>
                </c:pt>
                <c:pt idx="2295">
                  <c:v>0.25</c:v>
                </c:pt>
                <c:pt idx="2296">
                  <c:v>0.25</c:v>
                </c:pt>
                <c:pt idx="2297">
                  <c:v>0.25</c:v>
                </c:pt>
                <c:pt idx="2298">
                  <c:v>0.25</c:v>
                </c:pt>
                <c:pt idx="2299">
                  <c:v>0.25</c:v>
                </c:pt>
                <c:pt idx="2300">
                  <c:v>0.25</c:v>
                </c:pt>
                <c:pt idx="2301">
                  <c:v>0.25</c:v>
                </c:pt>
                <c:pt idx="2302">
                  <c:v>0</c:v>
                </c:pt>
                <c:pt idx="2303">
                  <c:v>0</c:v>
                </c:pt>
                <c:pt idx="2304">
                  <c:v>0</c:v>
                </c:pt>
                <c:pt idx="2305">
                  <c:v>0</c:v>
                </c:pt>
                <c:pt idx="2306">
                  <c:v>0</c:v>
                </c:pt>
                <c:pt idx="2307">
                  <c:v>0</c:v>
                </c:pt>
                <c:pt idx="2308">
                  <c:v>0</c:v>
                </c:pt>
                <c:pt idx="2309">
                  <c:v>0</c:v>
                </c:pt>
                <c:pt idx="2310">
                  <c:v>0</c:v>
                </c:pt>
                <c:pt idx="2311">
                  <c:v>0.25</c:v>
                </c:pt>
                <c:pt idx="2312">
                  <c:v>0.25</c:v>
                </c:pt>
                <c:pt idx="2313">
                  <c:v>0.25</c:v>
                </c:pt>
                <c:pt idx="2314">
                  <c:v>0.25</c:v>
                </c:pt>
                <c:pt idx="2315">
                  <c:v>0.25</c:v>
                </c:pt>
                <c:pt idx="2316">
                  <c:v>0.25</c:v>
                </c:pt>
                <c:pt idx="2317">
                  <c:v>0.25</c:v>
                </c:pt>
                <c:pt idx="2318">
                  <c:v>0.25</c:v>
                </c:pt>
                <c:pt idx="2319">
                  <c:v>0.25</c:v>
                </c:pt>
                <c:pt idx="2320">
                  <c:v>0.25</c:v>
                </c:pt>
                <c:pt idx="2321">
                  <c:v>0.25</c:v>
                </c:pt>
                <c:pt idx="2322">
                  <c:v>0.25</c:v>
                </c:pt>
                <c:pt idx="2323">
                  <c:v>0.25</c:v>
                </c:pt>
                <c:pt idx="2324">
                  <c:v>0.25</c:v>
                </c:pt>
                <c:pt idx="2325">
                  <c:v>0</c:v>
                </c:pt>
                <c:pt idx="2326">
                  <c:v>0</c:v>
                </c:pt>
                <c:pt idx="2327">
                  <c:v>0</c:v>
                </c:pt>
                <c:pt idx="2328">
                  <c:v>0</c:v>
                </c:pt>
                <c:pt idx="2329">
                  <c:v>0</c:v>
                </c:pt>
                <c:pt idx="2330">
                  <c:v>0</c:v>
                </c:pt>
                <c:pt idx="2331">
                  <c:v>0</c:v>
                </c:pt>
                <c:pt idx="2332">
                  <c:v>0</c:v>
                </c:pt>
                <c:pt idx="2333">
                  <c:v>0</c:v>
                </c:pt>
                <c:pt idx="2334">
                  <c:v>0</c:v>
                </c:pt>
                <c:pt idx="2335">
                  <c:v>0.25</c:v>
                </c:pt>
                <c:pt idx="2336">
                  <c:v>0.25</c:v>
                </c:pt>
                <c:pt idx="2337">
                  <c:v>0.28686200000000001</c:v>
                </c:pt>
                <c:pt idx="2338">
                  <c:v>0.38634499999999999</c:v>
                </c:pt>
                <c:pt idx="2339">
                  <c:v>0.42682500000000001</c:v>
                </c:pt>
                <c:pt idx="2340">
                  <c:v>0.35603400000000002</c:v>
                </c:pt>
                <c:pt idx="2341">
                  <c:v>0.29901800000000001</c:v>
                </c:pt>
                <c:pt idx="2342">
                  <c:v>0.25</c:v>
                </c:pt>
                <c:pt idx="2343">
                  <c:v>0.25</c:v>
                </c:pt>
                <c:pt idx="2344">
                  <c:v>0.25</c:v>
                </c:pt>
                <c:pt idx="2345">
                  <c:v>0.25</c:v>
                </c:pt>
                <c:pt idx="2346">
                  <c:v>0.25</c:v>
                </c:pt>
                <c:pt idx="2347">
                  <c:v>0.25</c:v>
                </c:pt>
                <c:pt idx="2348">
                  <c:v>0.25</c:v>
                </c:pt>
                <c:pt idx="2349">
                  <c:v>0</c:v>
                </c:pt>
                <c:pt idx="2350">
                  <c:v>0</c:v>
                </c:pt>
                <c:pt idx="2351">
                  <c:v>0</c:v>
                </c:pt>
                <c:pt idx="2352">
                  <c:v>0</c:v>
                </c:pt>
                <c:pt idx="2353">
                  <c:v>0</c:v>
                </c:pt>
                <c:pt idx="2354">
                  <c:v>0</c:v>
                </c:pt>
                <c:pt idx="2355">
                  <c:v>0</c:v>
                </c:pt>
                <c:pt idx="2356">
                  <c:v>0</c:v>
                </c:pt>
                <c:pt idx="2357">
                  <c:v>0</c:v>
                </c:pt>
                <c:pt idx="2358">
                  <c:v>0</c:v>
                </c:pt>
                <c:pt idx="2359">
                  <c:v>0.25</c:v>
                </c:pt>
                <c:pt idx="2360">
                  <c:v>0.25</c:v>
                </c:pt>
                <c:pt idx="2361">
                  <c:v>0.25</c:v>
                </c:pt>
                <c:pt idx="2362">
                  <c:v>0.28459400000000001</c:v>
                </c:pt>
                <c:pt idx="2363">
                  <c:v>0.25</c:v>
                </c:pt>
                <c:pt idx="2364">
                  <c:v>0.25</c:v>
                </c:pt>
                <c:pt idx="2365">
                  <c:v>0.25</c:v>
                </c:pt>
                <c:pt idx="2366">
                  <c:v>0.25</c:v>
                </c:pt>
                <c:pt idx="2367">
                  <c:v>0.26797100000000001</c:v>
                </c:pt>
                <c:pt idx="2368">
                  <c:v>0.25</c:v>
                </c:pt>
                <c:pt idx="2369">
                  <c:v>0.25</c:v>
                </c:pt>
                <c:pt idx="2370">
                  <c:v>0.25</c:v>
                </c:pt>
                <c:pt idx="2371">
                  <c:v>0.25</c:v>
                </c:pt>
                <c:pt idx="2372">
                  <c:v>0.25</c:v>
                </c:pt>
                <c:pt idx="2373">
                  <c:v>0</c:v>
                </c:pt>
                <c:pt idx="2374">
                  <c:v>0</c:v>
                </c:pt>
                <c:pt idx="2375">
                  <c:v>0</c:v>
                </c:pt>
                <c:pt idx="2376">
                  <c:v>0</c:v>
                </c:pt>
                <c:pt idx="2377">
                  <c:v>0</c:v>
                </c:pt>
                <c:pt idx="2378">
                  <c:v>0</c:v>
                </c:pt>
                <c:pt idx="2379">
                  <c:v>0</c:v>
                </c:pt>
                <c:pt idx="2380">
                  <c:v>0</c:v>
                </c:pt>
                <c:pt idx="2381">
                  <c:v>0</c:v>
                </c:pt>
                <c:pt idx="2382">
                  <c:v>0</c:v>
                </c:pt>
                <c:pt idx="2383">
                  <c:v>0.25</c:v>
                </c:pt>
                <c:pt idx="2384">
                  <c:v>0.25</c:v>
                </c:pt>
                <c:pt idx="2385">
                  <c:v>0.25</c:v>
                </c:pt>
                <c:pt idx="2386">
                  <c:v>0.37235299999999999</c:v>
                </c:pt>
                <c:pt idx="2387">
                  <c:v>0.439749</c:v>
                </c:pt>
                <c:pt idx="2388">
                  <c:v>0.25</c:v>
                </c:pt>
                <c:pt idx="2389">
                  <c:v>0.25</c:v>
                </c:pt>
                <c:pt idx="2390">
                  <c:v>0.25</c:v>
                </c:pt>
                <c:pt idx="2391">
                  <c:v>0.25</c:v>
                </c:pt>
                <c:pt idx="2392">
                  <c:v>0.25</c:v>
                </c:pt>
                <c:pt idx="2393">
                  <c:v>0.25</c:v>
                </c:pt>
                <c:pt idx="2394">
                  <c:v>0.25</c:v>
                </c:pt>
                <c:pt idx="2395">
                  <c:v>0.25</c:v>
                </c:pt>
                <c:pt idx="2396">
                  <c:v>0.25</c:v>
                </c:pt>
                <c:pt idx="2397">
                  <c:v>0</c:v>
                </c:pt>
                <c:pt idx="2398">
                  <c:v>0</c:v>
                </c:pt>
                <c:pt idx="2399">
                  <c:v>0</c:v>
                </c:pt>
                <c:pt idx="2400">
                  <c:v>0</c:v>
                </c:pt>
                <c:pt idx="2401">
                  <c:v>0</c:v>
                </c:pt>
                <c:pt idx="2402">
                  <c:v>0</c:v>
                </c:pt>
                <c:pt idx="2403">
                  <c:v>0</c:v>
                </c:pt>
                <c:pt idx="2404">
                  <c:v>0</c:v>
                </c:pt>
                <c:pt idx="2405">
                  <c:v>0</c:v>
                </c:pt>
                <c:pt idx="2406">
                  <c:v>0</c:v>
                </c:pt>
                <c:pt idx="2407">
                  <c:v>0.25</c:v>
                </c:pt>
                <c:pt idx="2408">
                  <c:v>0.25</c:v>
                </c:pt>
                <c:pt idx="2409">
                  <c:v>0.25</c:v>
                </c:pt>
                <c:pt idx="2410">
                  <c:v>0.25</c:v>
                </c:pt>
                <c:pt idx="2411">
                  <c:v>0.25</c:v>
                </c:pt>
                <c:pt idx="2412">
                  <c:v>0.25</c:v>
                </c:pt>
                <c:pt idx="2413">
                  <c:v>0.25</c:v>
                </c:pt>
                <c:pt idx="2414">
                  <c:v>0.25</c:v>
                </c:pt>
                <c:pt idx="2415">
                  <c:v>0.25</c:v>
                </c:pt>
                <c:pt idx="2416">
                  <c:v>0.25</c:v>
                </c:pt>
                <c:pt idx="2417">
                  <c:v>0.25</c:v>
                </c:pt>
                <c:pt idx="2418">
                  <c:v>0.25</c:v>
                </c:pt>
                <c:pt idx="2419">
                  <c:v>0.25</c:v>
                </c:pt>
                <c:pt idx="2420">
                  <c:v>0.25</c:v>
                </c:pt>
                <c:pt idx="2421">
                  <c:v>0</c:v>
                </c:pt>
                <c:pt idx="2422">
                  <c:v>0</c:v>
                </c:pt>
                <c:pt idx="2423">
                  <c:v>0</c:v>
                </c:pt>
                <c:pt idx="2424">
                  <c:v>0</c:v>
                </c:pt>
                <c:pt idx="2425">
                  <c:v>0</c:v>
                </c:pt>
                <c:pt idx="2426">
                  <c:v>0</c:v>
                </c:pt>
                <c:pt idx="2427">
                  <c:v>0</c:v>
                </c:pt>
                <c:pt idx="2428">
                  <c:v>0</c:v>
                </c:pt>
                <c:pt idx="2429">
                  <c:v>0</c:v>
                </c:pt>
                <c:pt idx="2430">
                  <c:v>0</c:v>
                </c:pt>
                <c:pt idx="2431">
                  <c:v>0.25</c:v>
                </c:pt>
                <c:pt idx="2432">
                  <c:v>0.25</c:v>
                </c:pt>
                <c:pt idx="2433">
                  <c:v>0.25</c:v>
                </c:pt>
                <c:pt idx="2434">
                  <c:v>0.25</c:v>
                </c:pt>
                <c:pt idx="2435">
                  <c:v>0.25</c:v>
                </c:pt>
                <c:pt idx="2436">
                  <c:v>0.25</c:v>
                </c:pt>
                <c:pt idx="2437">
                  <c:v>0.25</c:v>
                </c:pt>
                <c:pt idx="2438">
                  <c:v>0.25</c:v>
                </c:pt>
                <c:pt idx="2439">
                  <c:v>0.25</c:v>
                </c:pt>
                <c:pt idx="2440">
                  <c:v>0.25</c:v>
                </c:pt>
                <c:pt idx="2441">
                  <c:v>0.25</c:v>
                </c:pt>
                <c:pt idx="2442">
                  <c:v>0.25</c:v>
                </c:pt>
                <c:pt idx="2443">
                  <c:v>0.25</c:v>
                </c:pt>
                <c:pt idx="2444">
                  <c:v>0.25</c:v>
                </c:pt>
                <c:pt idx="2445">
                  <c:v>0</c:v>
                </c:pt>
                <c:pt idx="2446">
                  <c:v>0</c:v>
                </c:pt>
                <c:pt idx="2447">
                  <c:v>0</c:v>
                </c:pt>
                <c:pt idx="2448">
                  <c:v>0</c:v>
                </c:pt>
                <c:pt idx="2449">
                  <c:v>0</c:v>
                </c:pt>
                <c:pt idx="2450">
                  <c:v>0</c:v>
                </c:pt>
                <c:pt idx="2451">
                  <c:v>0</c:v>
                </c:pt>
                <c:pt idx="2452">
                  <c:v>0</c:v>
                </c:pt>
                <c:pt idx="2453">
                  <c:v>0</c:v>
                </c:pt>
                <c:pt idx="2454">
                  <c:v>0</c:v>
                </c:pt>
                <c:pt idx="2455">
                  <c:v>0.25</c:v>
                </c:pt>
                <c:pt idx="2456">
                  <c:v>0.25</c:v>
                </c:pt>
                <c:pt idx="2457">
                  <c:v>0.25</c:v>
                </c:pt>
                <c:pt idx="2458">
                  <c:v>0.25</c:v>
                </c:pt>
                <c:pt idx="2459">
                  <c:v>0.25</c:v>
                </c:pt>
                <c:pt idx="2460">
                  <c:v>0.25</c:v>
                </c:pt>
                <c:pt idx="2461">
                  <c:v>0.25</c:v>
                </c:pt>
                <c:pt idx="2462">
                  <c:v>0.25</c:v>
                </c:pt>
                <c:pt idx="2463">
                  <c:v>0.25</c:v>
                </c:pt>
                <c:pt idx="2464">
                  <c:v>0.25</c:v>
                </c:pt>
                <c:pt idx="2465">
                  <c:v>0.25</c:v>
                </c:pt>
                <c:pt idx="2466">
                  <c:v>0.25</c:v>
                </c:pt>
                <c:pt idx="2467">
                  <c:v>0.25</c:v>
                </c:pt>
                <c:pt idx="2468">
                  <c:v>0.25</c:v>
                </c:pt>
                <c:pt idx="2469">
                  <c:v>0</c:v>
                </c:pt>
                <c:pt idx="2470">
                  <c:v>0</c:v>
                </c:pt>
                <c:pt idx="2471">
                  <c:v>0</c:v>
                </c:pt>
                <c:pt idx="2472">
                  <c:v>0</c:v>
                </c:pt>
                <c:pt idx="2473">
                  <c:v>0</c:v>
                </c:pt>
                <c:pt idx="2474">
                  <c:v>0</c:v>
                </c:pt>
                <c:pt idx="2475">
                  <c:v>0</c:v>
                </c:pt>
                <c:pt idx="2476">
                  <c:v>0</c:v>
                </c:pt>
                <c:pt idx="2477">
                  <c:v>0</c:v>
                </c:pt>
                <c:pt idx="2478">
                  <c:v>0</c:v>
                </c:pt>
                <c:pt idx="2479">
                  <c:v>0.25</c:v>
                </c:pt>
                <c:pt idx="2480">
                  <c:v>0.25</c:v>
                </c:pt>
                <c:pt idx="2481">
                  <c:v>0.25</c:v>
                </c:pt>
                <c:pt idx="2482">
                  <c:v>0.25</c:v>
                </c:pt>
                <c:pt idx="2483">
                  <c:v>0.25</c:v>
                </c:pt>
                <c:pt idx="2484">
                  <c:v>0.25</c:v>
                </c:pt>
                <c:pt idx="2485">
                  <c:v>0.25</c:v>
                </c:pt>
                <c:pt idx="2486">
                  <c:v>0.25</c:v>
                </c:pt>
                <c:pt idx="2487">
                  <c:v>0.25</c:v>
                </c:pt>
                <c:pt idx="2488">
                  <c:v>0.25</c:v>
                </c:pt>
                <c:pt idx="2489">
                  <c:v>0.25</c:v>
                </c:pt>
                <c:pt idx="2490">
                  <c:v>0.25</c:v>
                </c:pt>
                <c:pt idx="2491">
                  <c:v>0.25</c:v>
                </c:pt>
                <c:pt idx="2492">
                  <c:v>0.25</c:v>
                </c:pt>
                <c:pt idx="2493">
                  <c:v>0</c:v>
                </c:pt>
                <c:pt idx="2494">
                  <c:v>0</c:v>
                </c:pt>
                <c:pt idx="2495">
                  <c:v>0</c:v>
                </c:pt>
                <c:pt idx="2496">
                  <c:v>0</c:v>
                </c:pt>
                <c:pt idx="2497">
                  <c:v>0</c:v>
                </c:pt>
                <c:pt idx="2498">
                  <c:v>0</c:v>
                </c:pt>
                <c:pt idx="2499">
                  <c:v>0</c:v>
                </c:pt>
                <c:pt idx="2500">
                  <c:v>0</c:v>
                </c:pt>
                <c:pt idx="2501">
                  <c:v>0</c:v>
                </c:pt>
                <c:pt idx="2502">
                  <c:v>0</c:v>
                </c:pt>
                <c:pt idx="2503">
                  <c:v>0.25</c:v>
                </c:pt>
                <c:pt idx="2504">
                  <c:v>0.25</c:v>
                </c:pt>
                <c:pt idx="2505">
                  <c:v>0.25</c:v>
                </c:pt>
                <c:pt idx="2506">
                  <c:v>0.25</c:v>
                </c:pt>
                <c:pt idx="2507">
                  <c:v>0.25</c:v>
                </c:pt>
                <c:pt idx="2508">
                  <c:v>0.25</c:v>
                </c:pt>
                <c:pt idx="2509">
                  <c:v>0.25</c:v>
                </c:pt>
                <c:pt idx="2510">
                  <c:v>0.25</c:v>
                </c:pt>
                <c:pt idx="2511">
                  <c:v>0.25</c:v>
                </c:pt>
                <c:pt idx="2512">
                  <c:v>0.25</c:v>
                </c:pt>
                <c:pt idx="2513">
                  <c:v>0.25</c:v>
                </c:pt>
                <c:pt idx="2514">
                  <c:v>0.25</c:v>
                </c:pt>
                <c:pt idx="2515">
                  <c:v>0.25</c:v>
                </c:pt>
                <c:pt idx="2516">
                  <c:v>0.25</c:v>
                </c:pt>
                <c:pt idx="2517">
                  <c:v>0</c:v>
                </c:pt>
                <c:pt idx="2518">
                  <c:v>0</c:v>
                </c:pt>
                <c:pt idx="2519">
                  <c:v>0</c:v>
                </c:pt>
                <c:pt idx="2520">
                  <c:v>0</c:v>
                </c:pt>
                <c:pt idx="2521">
                  <c:v>0</c:v>
                </c:pt>
                <c:pt idx="2522">
                  <c:v>0</c:v>
                </c:pt>
                <c:pt idx="2523">
                  <c:v>0</c:v>
                </c:pt>
                <c:pt idx="2524">
                  <c:v>0</c:v>
                </c:pt>
                <c:pt idx="2525">
                  <c:v>0</c:v>
                </c:pt>
                <c:pt idx="2526">
                  <c:v>0</c:v>
                </c:pt>
                <c:pt idx="2527">
                  <c:v>0.25</c:v>
                </c:pt>
                <c:pt idx="2528">
                  <c:v>0.25</c:v>
                </c:pt>
                <c:pt idx="2529">
                  <c:v>0.25</c:v>
                </c:pt>
                <c:pt idx="2530">
                  <c:v>0.25</c:v>
                </c:pt>
                <c:pt idx="2531">
                  <c:v>0.25</c:v>
                </c:pt>
                <c:pt idx="2532">
                  <c:v>0.25</c:v>
                </c:pt>
                <c:pt idx="2533">
                  <c:v>0.25</c:v>
                </c:pt>
                <c:pt idx="2534">
                  <c:v>0.25</c:v>
                </c:pt>
                <c:pt idx="2535">
                  <c:v>0.25</c:v>
                </c:pt>
                <c:pt idx="2536">
                  <c:v>0.25</c:v>
                </c:pt>
                <c:pt idx="2537">
                  <c:v>0.25</c:v>
                </c:pt>
                <c:pt idx="2538">
                  <c:v>0.25</c:v>
                </c:pt>
                <c:pt idx="2539">
                  <c:v>0.25</c:v>
                </c:pt>
                <c:pt idx="2540">
                  <c:v>0.25</c:v>
                </c:pt>
                <c:pt idx="2541">
                  <c:v>0</c:v>
                </c:pt>
                <c:pt idx="2542">
                  <c:v>0</c:v>
                </c:pt>
                <c:pt idx="2543">
                  <c:v>0</c:v>
                </c:pt>
                <c:pt idx="2544">
                  <c:v>0</c:v>
                </c:pt>
                <c:pt idx="2545">
                  <c:v>0</c:v>
                </c:pt>
                <c:pt idx="2546">
                  <c:v>0</c:v>
                </c:pt>
                <c:pt idx="2547">
                  <c:v>0</c:v>
                </c:pt>
                <c:pt idx="2548">
                  <c:v>0</c:v>
                </c:pt>
                <c:pt idx="2549">
                  <c:v>0</c:v>
                </c:pt>
                <c:pt idx="2550">
                  <c:v>0</c:v>
                </c:pt>
                <c:pt idx="2551">
                  <c:v>0.25</c:v>
                </c:pt>
                <c:pt idx="2552">
                  <c:v>0.25</c:v>
                </c:pt>
                <c:pt idx="2553">
                  <c:v>0.25</c:v>
                </c:pt>
                <c:pt idx="2554">
                  <c:v>0.25</c:v>
                </c:pt>
                <c:pt idx="2555">
                  <c:v>0.25</c:v>
                </c:pt>
                <c:pt idx="2556">
                  <c:v>0.25</c:v>
                </c:pt>
                <c:pt idx="2557">
                  <c:v>0.25</c:v>
                </c:pt>
                <c:pt idx="2558">
                  <c:v>0.25</c:v>
                </c:pt>
                <c:pt idx="2559">
                  <c:v>0.25</c:v>
                </c:pt>
                <c:pt idx="2560">
                  <c:v>0.25</c:v>
                </c:pt>
                <c:pt idx="2561">
                  <c:v>0.25</c:v>
                </c:pt>
                <c:pt idx="2562">
                  <c:v>0.25</c:v>
                </c:pt>
                <c:pt idx="2563">
                  <c:v>0.25</c:v>
                </c:pt>
                <c:pt idx="2564">
                  <c:v>0.25</c:v>
                </c:pt>
                <c:pt idx="2565">
                  <c:v>0</c:v>
                </c:pt>
                <c:pt idx="2566">
                  <c:v>0</c:v>
                </c:pt>
                <c:pt idx="2567">
                  <c:v>0</c:v>
                </c:pt>
                <c:pt idx="2568">
                  <c:v>0</c:v>
                </c:pt>
                <c:pt idx="2569">
                  <c:v>0</c:v>
                </c:pt>
                <c:pt idx="2570">
                  <c:v>0</c:v>
                </c:pt>
                <c:pt idx="2571">
                  <c:v>0</c:v>
                </c:pt>
                <c:pt idx="2572">
                  <c:v>0</c:v>
                </c:pt>
                <c:pt idx="2573">
                  <c:v>0</c:v>
                </c:pt>
                <c:pt idx="2574">
                  <c:v>0</c:v>
                </c:pt>
                <c:pt idx="2575">
                  <c:v>0.25</c:v>
                </c:pt>
                <c:pt idx="2576">
                  <c:v>0.25</c:v>
                </c:pt>
                <c:pt idx="2577">
                  <c:v>0.25</c:v>
                </c:pt>
                <c:pt idx="2578">
                  <c:v>0.25</c:v>
                </c:pt>
                <c:pt idx="2579">
                  <c:v>0.25</c:v>
                </c:pt>
                <c:pt idx="2580">
                  <c:v>0.25</c:v>
                </c:pt>
                <c:pt idx="2581">
                  <c:v>0.25</c:v>
                </c:pt>
                <c:pt idx="2582">
                  <c:v>0.25</c:v>
                </c:pt>
                <c:pt idx="2583">
                  <c:v>0.25</c:v>
                </c:pt>
                <c:pt idx="2584">
                  <c:v>0.25</c:v>
                </c:pt>
                <c:pt idx="2585">
                  <c:v>0.25</c:v>
                </c:pt>
                <c:pt idx="2586">
                  <c:v>0.25</c:v>
                </c:pt>
                <c:pt idx="2587">
                  <c:v>0.25</c:v>
                </c:pt>
                <c:pt idx="2588">
                  <c:v>0.25</c:v>
                </c:pt>
                <c:pt idx="2589">
                  <c:v>0</c:v>
                </c:pt>
                <c:pt idx="2590">
                  <c:v>0</c:v>
                </c:pt>
                <c:pt idx="2591">
                  <c:v>0</c:v>
                </c:pt>
                <c:pt idx="2592">
                  <c:v>0</c:v>
                </c:pt>
                <c:pt idx="2593">
                  <c:v>0</c:v>
                </c:pt>
                <c:pt idx="2594">
                  <c:v>0</c:v>
                </c:pt>
                <c:pt idx="2595">
                  <c:v>0</c:v>
                </c:pt>
                <c:pt idx="2596">
                  <c:v>0</c:v>
                </c:pt>
                <c:pt idx="2597">
                  <c:v>0</c:v>
                </c:pt>
                <c:pt idx="2598">
                  <c:v>0</c:v>
                </c:pt>
                <c:pt idx="2599">
                  <c:v>0.25</c:v>
                </c:pt>
                <c:pt idx="2600">
                  <c:v>0.25</c:v>
                </c:pt>
                <c:pt idx="2601">
                  <c:v>0.25</c:v>
                </c:pt>
                <c:pt idx="2602">
                  <c:v>0.25</c:v>
                </c:pt>
                <c:pt idx="2603">
                  <c:v>0.25</c:v>
                </c:pt>
                <c:pt idx="2604">
                  <c:v>0.25</c:v>
                </c:pt>
                <c:pt idx="2605">
                  <c:v>0.25</c:v>
                </c:pt>
                <c:pt idx="2606">
                  <c:v>0.25</c:v>
                </c:pt>
                <c:pt idx="2607">
                  <c:v>0.25</c:v>
                </c:pt>
                <c:pt idx="2608">
                  <c:v>0.25</c:v>
                </c:pt>
                <c:pt idx="2609">
                  <c:v>0.25</c:v>
                </c:pt>
                <c:pt idx="2610">
                  <c:v>0.25</c:v>
                </c:pt>
                <c:pt idx="2611">
                  <c:v>0.25</c:v>
                </c:pt>
                <c:pt idx="2612">
                  <c:v>0.25</c:v>
                </c:pt>
                <c:pt idx="2613">
                  <c:v>0</c:v>
                </c:pt>
                <c:pt idx="2614">
                  <c:v>0</c:v>
                </c:pt>
                <c:pt idx="2615">
                  <c:v>0</c:v>
                </c:pt>
                <c:pt idx="2616">
                  <c:v>0</c:v>
                </c:pt>
                <c:pt idx="2617">
                  <c:v>0</c:v>
                </c:pt>
                <c:pt idx="2618">
                  <c:v>0</c:v>
                </c:pt>
                <c:pt idx="2619">
                  <c:v>0</c:v>
                </c:pt>
                <c:pt idx="2620">
                  <c:v>0</c:v>
                </c:pt>
                <c:pt idx="2621">
                  <c:v>0</c:v>
                </c:pt>
                <c:pt idx="2622">
                  <c:v>0</c:v>
                </c:pt>
                <c:pt idx="2623">
                  <c:v>0.25</c:v>
                </c:pt>
                <c:pt idx="2624">
                  <c:v>0.25</c:v>
                </c:pt>
                <c:pt idx="2625">
                  <c:v>0.25</c:v>
                </c:pt>
                <c:pt idx="2626">
                  <c:v>0.25</c:v>
                </c:pt>
                <c:pt idx="2627">
                  <c:v>0.25</c:v>
                </c:pt>
                <c:pt idx="2628">
                  <c:v>0.25</c:v>
                </c:pt>
                <c:pt idx="2629">
                  <c:v>0.25</c:v>
                </c:pt>
                <c:pt idx="2630">
                  <c:v>0.25</c:v>
                </c:pt>
                <c:pt idx="2631">
                  <c:v>0.25</c:v>
                </c:pt>
                <c:pt idx="2632">
                  <c:v>0.25</c:v>
                </c:pt>
                <c:pt idx="2633">
                  <c:v>0.25</c:v>
                </c:pt>
                <c:pt idx="2634">
                  <c:v>0.25</c:v>
                </c:pt>
                <c:pt idx="2635">
                  <c:v>0.25</c:v>
                </c:pt>
                <c:pt idx="2636">
                  <c:v>0.25</c:v>
                </c:pt>
                <c:pt idx="2637">
                  <c:v>0</c:v>
                </c:pt>
                <c:pt idx="2638">
                  <c:v>0</c:v>
                </c:pt>
                <c:pt idx="2639">
                  <c:v>0</c:v>
                </c:pt>
                <c:pt idx="2640">
                  <c:v>0</c:v>
                </c:pt>
                <c:pt idx="2641">
                  <c:v>0</c:v>
                </c:pt>
                <c:pt idx="2642">
                  <c:v>0</c:v>
                </c:pt>
                <c:pt idx="2643">
                  <c:v>0</c:v>
                </c:pt>
                <c:pt idx="2644">
                  <c:v>0</c:v>
                </c:pt>
                <c:pt idx="2645">
                  <c:v>0</c:v>
                </c:pt>
                <c:pt idx="2646">
                  <c:v>0</c:v>
                </c:pt>
                <c:pt idx="2647">
                  <c:v>0.25</c:v>
                </c:pt>
                <c:pt idx="2648">
                  <c:v>0.25</c:v>
                </c:pt>
                <c:pt idx="2649">
                  <c:v>0.25</c:v>
                </c:pt>
                <c:pt idx="2650">
                  <c:v>0.27449800000000002</c:v>
                </c:pt>
                <c:pt idx="2651">
                  <c:v>0.25023600000000001</c:v>
                </c:pt>
                <c:pt idx="2652">
                  <c:v>0.27498800000000001</c:v>
                </c:pt>
                <c:pt idx="2653">
                  <c:v>0.25</c:v>
                </c:pt>
                <c:pt idx="2654">
                  <c:v>0.25</c:v>
                </c:pt>
                <c:pt idx="2655">
                  <c:v>0.26178899999999999</c:v>
                </c:pt>
                <c:pt idx="2656">
                  <c:v>0.310701</c:v>
                </c:pt>
                <c:pt idx="2657">
                  <c:v>0.25</c:v>
                </c:pt>
                <c:pt idx="2658">
                  <c:v>0.25</c:v>
                </c:pt>
                <c:pt idx="2659">
                  <c:v>0.25</c:v>
                </c:pt>
                <c:pt idx="2660">
                  <c:v>0.25</c:v>
                </c:pt>
                <c:pt idx="2661">
                  <c:v>0</c:v>
                </c:pt>
                <c:pt idx="2662">
                  <c:v>0</c:v>
                </c:pt>
                <c:pt idx="2663">
                  <c:v>0</c:v>
                </c:pt>
                <c:pt idx="2664">
                  <c:v>0</c:v>
                </c:pt>
                <c:pt idx="2665">
                  <c:v>0</c:v>
                </c:pt>
                <c:pt idx="2666">
                  <c:v>0</c:v>
                </c:pt>
                <c:pt idx="2667">
                  <c:v>0</c:v>
                </c:pt>
                <c:pt idx="2668">
                  <c:v>0</c:v>
                </c:pt>
                <c:pt idx="2669">
                  <c:v>0</c:v>
                </c:pt>
                <c:pt idx="2670">
                  <c:v>0</c:v>
                </c:pt>
                <c:pt idx="2671">
                  <c:v>0.25</c:v>
                </c:pt>
                <c:pt idx="2672">
                  <c:v>0.288852</c:v>
                </c:pt>
                <c:pt idx="2673">
                  <c:v>0.38544400000000001</c:v>
                </c:pt>
                <c:pt idx="2674">
                  <c:v>0.547682</c:v>
                </c:pt>
                <c:pt idx="2675">
                  <c:v>0.471499</c:v>
                </c:pt>
                <c:pt idx="2676">
                  <c:v>0.49700699999999998</c:v>
                </c:pt>
                <c:pt idx="2677">
                  <c:v>0.35452400000000001</c:v>
                </c:pt>
                <c:pt idx="2678">
                  <c:v>0.31210500000000002</c:v>
                </c:pt>
                <c:pt idx="2679">
                  <c:v>0.328623</c:v>
                </c:pt>
                <c:pt idx="2680">
                  <c:v>0.31871100000000002</c:v>
                </c:pt>
                <c:pt idx="2681">
                  <c:v>0.273816</c:v>
                </c:pt>
                <c:pt idx="2682">
                  <c:v>0.25</c:v>
                </c:pt>
                <c:pt idx="2683">
                  <c:v>0.25</c:v>
                </c:pt>
                <c:pt idx="2684">
                  <c:v>0.25</c:v>
                </c:pt>
                <c:pt idx="2685">
                  <c:v>0</c:v>
                </c:pt>
                <c:pt idx="2686">
                  <c:v>0</c:v>
                </c:pt>
                <c:pt idx="2687">
                  <c:v>0</c:v>
                </c:pt>
                <c:pt idx="2688">
                  <c:v>0</c:v>
                </c:pt>
                <c:pt idx="2689">
                  <c:v>0</c:v>
                </c:pt>
                <c:pt idx="2690">
                  <c:v>0</c:v>
                </c:pt>
                <c:pt idx="2691">
                  <c:v>0</c:v>
                </c:pt>
                <c:pt idx="2692">
                  <c:v>0</c:v>
                </c:pt>
                <c:pt idx="2693">
                  <c:v>0</c:v>
                </c:pt>
                <c:pt idx="2694">
                  <c:v>0</c:v>
                </c:pt>
                <c:pt idx="2695">
                  <c:v>0.25</c:v>
                </c:pt>
                <c:pt idx="2696">
                  <c:v>0.25</c:v>
                </c:pt>
                <c:pt idx="2697">
                  <c:v>0.25470900000000002</c:v>
                </c:pt>
                <c:pt idx="2698">
                  <c:v>0.46227499999999999</c:v>
                </c:pt>
                <c:pt idx="2699">
                  <c:v>0.262928</c:v>
                </c:pt>
                <c:pt idx="2700">
                  <c:v>0.31636599999999998</c:v>
                </c:pt>
                <c:pt idx="2701">
                  <c:v>0.25</c:v>
                </c:pt>
                <c:pt idx="2702">
                  <c:v>0.25</c:v>
                </c:pt>
                <c:pt idx="2703">
                  <c:v>0.25</c:v>
                </c:pt>
                <c:pt idx="2704">
                  <c:v>0.25</c:v>
                </c:pt>
                <c:pt idx="2705">
                  <c:v>0.25</c:v>
                </c:pt>
                <c:pt idx="2706">
                  <c:v>0.25</c:v>
                </c:pt>
                <c:pt idx="2707">
                  <c:v>0.25</c:v>
                </c:pt>
                <c:pt idx="2708">
                  <c:v>0.25</c:v>
                </c:pt>
                <c:pt idx="2709">
                  <c:v>0</c:v>
                </c:pt>
                <c:pt idx="2710">
                  <c:v>0</c:v>
                </c:pt>
                <c:pt idx="2711">
                  <c:v>0</c:v>
                </c:pt>
                <c:pt idx="2712">
                  <c:v>0</c:v>
                </c:pt>
                <c:pt idx="2713">
                  <c:v>0</c:v>
                </c:pt>
                <c:pt idx="2714">
                  <c:v>0</c:v>
                </c:pt>
                <c:pt idx="2715">
                  <c:v>0</c:v>
                </c:pt>
                <c:pt idx="2716">
                  <c:v>0</c:v>
                </c:pt>
                <c:pt idx="2717">
                  <c:v>0</c:v>
                </c:pt>
                <c:pt idx="2718">
                  <c:v>0</c:v>
                </c:pt>
                <c:pt idx="2719">
                  <c:v>0.25</c:v>
                </c:pt>
                <c:pt idx="2720">
                  <c:v>0.25</c:v>
                </c:pt>
                <c:pt idx="2721">
                  <c:v>0.25</c:v>
                </c:pt>
                <c:pt idx="2722">
                  <c:v>0.25</c:v>
                </c:pt>
                <c:pt idx="2723">
                  <c:v>0.25</c:v>
                </c:pt>
                <c:pt idx="2724">
                  <c:v>0.25</c:v>
                </c:pt>
                <c:pt idx="2725">
                  <c:v>0.25</c:v>
                </c:pt>
                <c:pt idx="2726">
                  <c:v>0.25</c:v>
                </c:pt>
                <c:pt idx="2727">
                  <c:v>0.25</c:v>
                </c:pt>
                <c:pt idx="2728">
                  <c:v>0.25</c:v>
                </c:pt>
                <c:pt idx="2729">
                  <c:v>0.25</c:v>
                </c:pt>
                <c:pt idx="2730">
                  <c:v>0.25</c:v>
                </c:pt>
                <c:pt idx="2731">
                  <c:v>0.25</c:v>
                </c:pt>
                <c:pt idx="2732">
                  <c:v>0.25</c:v>
                </c:pt>
                <c:pt idx="2733">
                  <c:v>0</c:v>
                </c:pt>
                <c:pt idx="2734">
                  <c:v>0</c:v>
                </c:pt>
                <c:pt idx="2735">
                  <c:v>0</c:v>
                </c:pt>
                <c:pt idx="2736">
                  <c:v>0</c:v>
                </c:pt>
                <c:pt idx="2737">
                  <c:v>0</c:v>
                </c:pt>
                <c:pt idx="2738">
                  <c:v>0</c:v>
                </c:pt>
                <c:pt idx="2739">
                  <c:v>0</c:v>
                </c:pt>
                <c:pt idx="2740">
                  <c:v>0</c:v>
                </c:pt>
                <c:pt idx="2741">
                  <c:v>0</c:v>
                </c:pt>
                <c:pt idx="2742">
                  <c:v>0</c:v>
                </c:pt>
                <c:pt idx="2743">
                  <c:v>0.25</c:v>
                </c:pt>
                <c:pt idx="2744">
                  <c:v>0.25</c:v>
                </c:pt>
                <c:pt idx="2745">
                  <c:v>0.25</c:v>
                </c:pt>
                <c:pt idx="2746">
                  <c:v>0.25</c:v>
                </c:pt>
                <c:pt idx="2747">
                  <c:v>0.25</c:v>
                </c:pt>
                <c:pt idx="2748">
                  <c:v>0.25</c:v>
                </c:pt>
                <c:pt idx="2749">
                  <c:v>0.25</c:v>
                </c:pt>
                <c:pt idx="2750">
                  <c:v>0.25</c:v>
                </c:pt>
                <c:pt idx="2751">
                  <c:v>0.25</c:v>
                </c:pt>
                <c:pt idx="2752">
                  <c:v>0.25</c:v>
                </c:pt>
                <c:pt idx="2753">
                  <c:v>0.25</c:v>
                </c:pt>
                <c:pt idx="2754">
                  <c:v>0.25</c:v>
                </c:pt>
                <c:pt idx="2755">
                  <c:v>0.25</c:v>
                </c:pt>
                <c:pt idx="2756">
                  <c:v>0.25</c:v>
                </c:pt>
                <c:pt idx="2757">
                  <c:v>0</c:v>
                </c:pt>
                <c:pt idx="2758">
                  <c:v>0</c:v>
                </c:pt>
                <c:pt idx="2759">
                  <c:v>0</c:v>
                </c:pt>
                <c:pt idx="2760">
                  <c:v>0</c:v>
                </c:pt>
                <c:pt idx="2761">
                  <c:v>0</c:v>
                </c:pt>
                <c:pt idx="2762">
                  <c:v>0</c:v>
                </c:pt>
                <c:pt idx="2763">
                  <c:v>0</c:v>
                </c:pt>
                <c:pt idx="2764">
                  <c:v>0</c:v>
                </c:pt>
                <c:pt idx="2765">
                  <c:v>0</c:v>
                </c:pt>
                <c:pt idx="2766">
                  <c:v>0</c:v>
                </c:pt>
                <c:pt idx="2767">
                  <c:v>0.25</c:v>
                </c:pt>
                <c:pt idx="2768">
                  <c:v>0.25</c:v>
                </c:pt>
                <c:pt idx="2769">
                  <c:v>0.25</c:v>
                </c:pt>
                <c:pt idx="2770">
                  <c:v>0.25</c:v>
                </c:pt>
                <c:pt idx="2771">
                  <c:v>0.25</c:v>
                </c:pt>
                <c:pt idx="2772">
                  <c:v>0.25</c:v>
                </c:pt>
                <c:pt idx="2773">
                  <c:v>0.25</c:v>
                </c:pt>
                <c:pt idx="2774">
                  <c:v>0.25</c:v>
                </c:pt>
                <c:pt idx="2775">
                  <c:v>0.25</c:v>
                </c:pt>
                <c:pt idx="2776">
                  <c:v>0.25</c:v>
                </c:pt>
                <c:pt idx="2777">
                  <c:v>0.25</c:v>
                </c:pt>
                <c:pt idx="2778">
                  <c:v>0.25</c:v>
                </c:pt>
                <c:pt idx="2779">
                  <c:v>0.25</c:v>
                </c:pt>
                <c:pt idx="2780">
                  <c:v>0.25</c:v>
                </c:pt>
                <c:pt idx="2781">
                  <c:v>0</c:v>
                </c:pt>
                <c:pt idx="2782">
                  <c:v>0</c:v>
                </c:pt>
                <c:pt idx="2783">
                  <c:v>0</c:v>
                </c:pt>
                <c:pt idx="2784">
                  <c:v>0</c:v>
                </c:pt>
                <c:pt idx="2785">
                  <c:v>0</c:v>
                </c:pt>
                <c:pt idx="2786">
                  <c:v>0</c:v>
                </c:pt>
                <c:pt idx="2787">
                  <c:v>0</c:v>
                </c:pt>
                <c:pt idx="2788">
                  <c:v>0</c:v>
                </c:pt>
                <c:pt idx="2789">
                  <c:v>0</c:v>
                </c:pt>
                <c:pt idx="2790">
                  <c:v>0</c:v>
                </c:pt>
                <c:pt idx="2791">
                  <c:v>0.25</c:v>
                </c:pt>
                <c:pt idx="2792">
                  <c:v>0.25</c:v>
                </c:pt>
                <c:pt idx="2793">
                  <c:v>0.25</c:v>
                </c:pt>
                <c:pt idx="2794">
                  <c:v>0.25</c:v>
                </c:pt>
                <c:pt idx="2795">
                  <c:v>0.25</c:v>
                </c:pt>
                <c:pt idx="2796">
                  <c:v>0.25</c:v>
                </c:pt>
                <c:pt idx="2797">
                  <c:v>0.25</c:v>
                </c:pt>
                <c:pt idx="2798">
                  <c:v>0.25</c:v>
                </c:pt>
                <c:pt idx="2799">
                  <c:v>0.25</c:v>
                </c:pt>
                <c:pt idx="2800">
                  <c:v>0.25</c:v>
                </c:pt>
                <c:pt idx="2801">
                  <c:v>0.25</c:v>
                </c:pt>
                <c:pt idx="2802">
                  <c:v>0.25</c:v>
                </c:pt>
                <c:pt idx="2803">
                  <c:v>0.25</c:v>
                </c:pt>
                <c:pt idx="2804">
                  <c:v>0.25</c:v>
                </c:pt>
                <c:pt idx="2805">
                  <c:v>0</c:v>
                </c:pt>
                <c:pt idx="2806">
                  <c:v>0</c:v>
                </c:pt>
                <c:pt idx="2807">
                  <c:v>0</c:v>
                </c:pt>
                <c:pt idx="2808">
                  <c:v>0</c:v>
                </c:pt>
                <c:pt idx="2809">
                  <c:v>0</c:v>
                </c:pt>
                <c:pt idx="2810">
                  <c:v>0</c:v>
                </c:pt>
                <c:pt idx="2811">
                  <c:v>0</c:v>
                </c:pt>
                <c:pt idx="2812">
                  <c:v>0</c:v>
                </c:pt>
                <c:pt idx="2813">
                  <c:v>0</c:v>
                </c:pt>
                <c:pt idx="2814">
                  <c:v>0</c:v>
                </c:pt>
                <c:pt idx="2815">
                  <c:v>0.25</c:v>
                </c:pt>
                <c:pt idx="2816">
                  <c:v>0.25</c:v>
                </c:pt>
                <c:pt idx="2817">
                  <c:v>0.25</c:v>
                </c:pt>
                <c:pt idx="2818">
                  <c:v>0.25</c:v>
                </c:pt>
                <c:pt idx="2819">
                  <c:v>0.25</c:v>
                </c:pt>
                <c:pt idx="2820">
                  <c:v>0.25</c:v>
                </c:pt>
                <c:pt idx="2821">
                  <c:v>0.25</c:v>
                </c:pt>
                <c:pt idx="2822">
                  <c:v>0.25</c:v>
                </c:pt>
                <c:pt idx="2823">
                  <c:v>0.25</c:v>
                </c:pt>
                <c:pt idx="2824">
                  <c:v>0.25</c:v>
                </c:pt>
                <c:pt idx="2825">
                  <c:v>0.25</c:v>
                </c:pt>
                <c:pt idx="2826">
                  <c:v>0.25</c:v>
                </c:pt>
                <c:pt idx="2827">
                  <c:v>0.25</c:v>
                </c:pt>
                <c:pt idx="2828">
                  <c:v>0.25</c:v>
                </c:pt>
                <c:pt idx="2829">
                  <c:v>0</c:v>
                </c:pt>
                <c:pt idx="2830">
                  <c:v>0</c:v>
                </c:pt>
                <c:pt idx="2831">
                  <c:v>0</c:v>
                </c:pt>
                <c:pt idx="2832">
                  <c:v>0</c:v>
                </c:pt>
                <c:pt idx="2833">
                  <c:v>0</c:v>
                </c:pt>
                <c:pt idx="2834">
                  <c:v>0</c:v>
                </c:pt>
                <c:pt idx="2835">
                  <c:v>0</c:v>
                </c:pt>
                <c:pt idx="2836">
                  <c:v>0</c:v>
                </c:pt>
                <c:pt idx="2837">
                  <c:v>0</c:v>
                </c:pt>
                <c:pt idx="2838">
                  <c:v>0</c:v>
                </c:pt>
                <c:pt idx="2839">
                  <c:v>0.25</c:v>
                </c:pt>
                <c:pt idx="2840">
                  <c:v>0.25</c:v>
                </c:pt>
                <c:pt idx="2841">
                  <c:v>0.25</c:v>
                </c:pt>
                <c:pt idx="2842">
                  <c:v>0.25</c:v>
                </c:pt>
                <c:pt idx="2843">
                  <c:v>0.25</c:v>
                </c:pt>
                <c:pt idx="2844">
                  <c:v>0.25</c:v>
                </c:pt>
                <c:pt idx="2845">
                  <c:v>0.25</c:v>
                </c:pt>
                <c:pt idx="2846">
                  <c:v>0.25</c:v>
                </c:pt>
                <c:pt idx="2847">
                  <c:v>0.25</c:v>
                </c:pt>
                <c:pt idx="2848">
                  <c:v>0.25</c:v>
                </c:pt>
                <c:pt idx="2849">
                  <c:v>0.25</c:v>
                </c:pt>
                <c:pt idx="2850">
                  <c:v>0.25</c:v>
                </c:pt>
                <c:pt idx="2851">
                  <c:v>0.25</c:v>
                </c:pt>
                <c:pt idx="2852">
                  <c:v>0.25</c:v>
                </c:pt>
                <c:pt idx="2853">
                  <c:v>0</c:v>
                </c:pt>
                <c:pt idx="2854">
                  <c:v>0</c:v>
                </c:pt>
                <c:pt idx="2855">
                  <c:v>0</c:v>
                </c:pt>
                <c:pt idx="2856">
                  <c:v>0</c:v>
                </c:pt>
                <c:pt idx="2857">
                  <c:v>0</c:v>
                </c:pt>
                <c:pt idx="2858">
                  <c:v>0</c:v>
                </c:pt>
                <c:pt idx="2859">
                  <c:v>0</c:v>
                </c:pt>
                <c:pt idx="2860">
                  <c:v>0</c:v>
                </c:pt>
                <c:pt idx="2861">
                  <c:v>0</c:v>
                </c:pt>
                <c:pt idx="2862">
                  <c:v>0</c:v>
                </c:pt>
                <c:pt idx="2863">
                  <c:v>0.25</c:v>
                </c:pt>
                <c:pt idx="2864">
                  <c:v>0.25</c:v>
                </c:pt>
                <c:pt idx="2865">
                  <c:v>0.25</c:v>
                </c:pt>
                <c:pt idx="2866">
                  <c:v>0.25</c:v>
                </c:pt>
                <c:pt idx="2867">
                  <c:v>0.25</c:v>
                </c:pt>
                <c:pt idx="2868">
                  <c:v>0.25</c:v>
                </c:pt>
                <c:pt idx="2869">
                  <c:v>0.25</c:v>
                </c:pt>
                <c:pt idx="2870">
                  <c:v>0.25</c:v>
                </c:pt>
                <c:pt idx="2871">
                  <c:v>0.25</c:v>
                </c:pt>
                <c:pt idx="2872">
                  <c:v>0.25</c:v>
                </c:pt>
                <c:pt idx="2873">
                  <c:v>0.25</c:v>
                </c:pt>
                <c:pt idx="2874">
                  <c:v>0.25</c:v>
                </c:pt>
                <c:pt idx="2875">
                  <c:v>0.25</c:v>
                </c:pt>
                <c:pt idx="2876">
                  <c:v>0.25</c:v>
                </c:pt>
                <c:pt idx="2877">
                  <c:v>0</c:v>
                </c:pt>
                <c:pt idx="2878">
                  <c:v>0</c:v>
                </c:pt>
                <c:pt idx="2879">
                  <c:v>0</c:v>
                </c:pt>
                <c:pt idx="2880">
                  <c:v>0</c:v>
                </c:pt>
                <c:pt idx="2881">
                  <c:v>0</c:v>
                </c:pt>
                <c:pt idx="2882">
                  <c:v>0</c:v>
                </c:pt>
                <c:pt idx="2883">
                  <c:v>0</c:v>
                </c:pt>
                <c:pt idx="2884">
                  <c:v>0</c:v>
                </c:pt>
                <c:pt idx="2885">
                  <c:v>0</c:v>
                </c:pt>
                <c:pt idx="2886">
                  <c:v>0</c:v>
                </c:pt>
                <c:pt idx="2887">
                  <c:v>0.25</c:v>
                </c:pt>
                <c:pt idx="2888">
                  <c:v>0.25</c:v>
                </c:pt>
                <c:pt idx="2889">
                  <c:v>0.25</c:v>
                </c:pt>
                <c:pt idx="2890">
                  <c:v>0.27078000000000002</c:v>
                </c:pt>
                <c:pt idx="2891">
                  <c:v>0.28547899999999998</c:v>
                </c:pt>
                <c:pt idx="2892">
                  <c:v>0.34834999999999999</c:v>
                </c:pt>
                <c:pt idx="2893">
                  <c:v>0.25</c:v>
                </c:pt>
                <c:pt idx="2894">
                  <c:v>0.25</c:v>
                </c:pt>
                <c:pt idx="2895">
                  <c:v>0.28384100000000001</c:v>
                </c:pt>
                <c:pt idx="2896">
                  <c:v>0.25</c:v>
                </c:pt>
                <c:pt idx="2897">
                  <c:v>0.25</c:v>
                </c:pt>
                <c:pt idx="2898">
                  <c:v>0.25</c:v>
                </c:pt>
                <c:pt idx="2899">
                  <c:v>0.25</c:v>
                </c:pt>
                <c:pt idx="2900">
                  <c:v>0.25</c:v>
                </c:pt>
                <c:pt idx="2901">
                  <c:v>0</c:v>
                </c:pt>
                <c:pt idx="2902">
                  <c:v>0</c:v>
                </c:pt>
                <c:pt idx="2903">
                  <c:v>0</c:v>
                </c:pt>
                <c:pt idx="2904">
                  <c:v>0</c:v>
                </c:pt>
                <c:pt idx="2905">
                  <c:v>0</c:v>
                </c:pt>
                <c:pt idx="2906">
                  <c:v>0</c:v>
                </c:pt>
                <c:pt idx="2907">
                  <c:v>0</c:v>
                </c:pt>
                <c:pt idx="2908">
                  <c:v>0</c:v>
                </c:pt>
                <c:pt idx="2909">
                  <c:v>0</c:v>
                </c:pt>
                <c:pt idx="2910">
                  <c:v>0</c:v>
                </c:pt>
                <c:pt idx="2911">
                  <c:v>0.25</c:v>
                </c:pt>
                <c:pt idx="2912">
                  <c:v>0.25</c:v>
                </c:pt>
                <c:pt idx="2913">
                  <c:v>0.25</c:v>
                </c:pt>
                <c:pt idx="2914">
                  <c:v>0.25</c:v>
                </c:pt>
                <c:pt idx="2915">
                  <c:v>0.25</c:v>
                </c:pt>
                <c:pt idx="2916">
                  <c:v>0.25455899999999998</c:v>
                </c:pt>
                <c:pt idx="2917">
                  <c:v>0.25</c:v>
                </c:pt>
                <c:pt idx="2918">
                  <c:v>0.25</c:v>
                </c:pt>
                <c:pt idx="2919">
                  <c:v>0.25</c:v>
                </c:pt>
                <c:pt idx="2920">
                  <c:v>0.25</c:v>
                </c:pt>
                <c:pt idx="2921">
                  <c:v>0.25</c:v>
                </c:pt>
                <c:pt idx="2922">
                  <c:v>0.25</c:v>
                </c:pt>
                <c:pt idx="2923">
                  <c:v>0.25</c:v>
                </c:pt>
                <c:pt idx="2924">
                  <c:v>0.25</c:v>
                </c:pt>
                <c:pt idx="2925">
                  <c:v>0</c:v>
                </c:pt>
                <c:pt idx="2926">
                  <c:v>0</c:v>
                </c:pt>
                <c:pt idx="2927">
                  <c:v>0</c:v>
                </c:pt>
                <c:pt idx="2928">
                  <c:v>0</c:v>
                </c:pt>
                <c:pt idx="2929">
                  <c:v>0</c:v>
                </c:pt>
                <c:pt idx="2930">
                  <c:v>0</c:v>
                </c:pt>
                <c:pt idx="2931">
                  <c:v>0</c:v>
                </c:pt>
                <c:pt idx="2932">
                  <c:v>0</c:v>
                </c:pt>
                <c:pt idx="2933">
                  <c:v>0</c:v>
                </c:pt>
                <c:pt idx="2934">
                  <c:v>0</c:v>
                </c:pt>
                <c:pt idx="2935">
                  <c:v>0.25</c:v>
                </c:pt>
                <c:pt idx="2936">
                  <c:v>0.25</c:v>
                </c:pt>
                <c:pt idx="2937">
                  <c:v>0.25</c:v>
                </c:pt>
                <c:pt idx="2938">
                  <c:v>0.25</c:v>
                </c:pt>
                <c:pt idx="2939">
                  <c:v>0.25</c:v>
                </c:pt>
                <c:pt idx="2940">
                  <c:v>0.25</c:v>
                </c:pt>
                <c:pt idx="2941">
                  <c:v>0.25</c:v>
                </c:pt>
                <c:pt idx="2942">
                  <c:v>0.25</c:v>
                </c:pt>
                <c:pt idx="2943">
                  <c:v>0.25</c:v>
                </c:pt>
                <c:pt idx="2944">
                  <c:v>0.25</c:v>
                </c:pt>
                <c:pt idx="2945">
                  <c:v>0.25</c:v>
                </c:pt>
                <c:pt idx="2946">
                  <c:v>0.25</c:v>
                </c:pt>
                <c:pt idx="2947">
                  <c:v>0.25</c:v>
                </c:pt>
                <c:pt idx="2948">
                  <c:v>0.25</c:v>
                </c:pt>
                <c:pt idx="2949">
                  <c:v>0</c:v>
                </c:pt>
                <c:pt idx="2950">
                  <c:v>0</c:v>
                </c:pt>
                <c:pt idx="2951">
                  <c:v>0</c:v>
                </c:pt>
                <c:pt idx="2952">
                  <c:v>0</c:v>
                </c:pt>
                <c:pt idx="2953">
                  <c:v>0</c:v>
                </c:pt>
                <c:pt idx="2954">
                  <c:v>0</c:v>
                </c:pt>
                <c:pt idx="2955">
                  <c:v>0</c:v>
                </c:pt>
                <c:pt idx="2956">
                  <c:v>0</c:v>
                </c:pt>
                <c:pt idx="2957">
                  <c:v>0</c:v>
                </c:pt>
                <c:pt idx="2958">
                  <c:v>0</c:v>
                </c:pt>
                <c:pt idx="2959">
                  <c:v>0.25</c:v>
                </c:pt>
                <c:pt idx="2960">
                  <c:v>0.25</c:v>
                </c:pt>
                <c:pt idx="2961">
                  <c:v>0.25</c:v>
                </c:pt>
                <c:pt idx="2962">
                  <c:v>0.25</c:v>
                </c:pt>
                <c:pt idx="2963">
                  <c:v>0.25</c:v>
                </c:pt>
                <c:pt idx="2964">
                  <c:v>0.25</c:v>
                </c:pt>
                <c:pt idx="2965">
                  <c:v>0.25</c:v>
                </c:pt>
                <c:pt idx="2966">
                  <c:v>0.25</c:v>
                </c:pt>
                <c:pt idx="2967">
                  <c:v>0.25</c:v>
                </c:pt>
                <c:pt idx="2968">
                  <c:v>0.25</c:v>
                </c:pt>
                <c:pt idx="2969">
                  <c:v>0.25</c:v>
                </c:pt>
                <c:pt idx="2970">
                  <c:v>0.25</c:v>
                </c:pt>
                <c:pt idx="2971">
                  <c:v>0.25</c:v>
                </c:pt>
                <c:pt idx="2972">
                  <c:v>0.25</c:v>
                </c:pt>
                <c:pt idx="2973">
                  <c:v>0</c:v>
                </c:pt>
                <c:pt idx="2974">
                  <c:v>0</c:v>
                </c:pt>
                <c:pt idx="2975">
                  <c:v>0</c:v>
                </c:pt>
                <c:pt idx="2976">
                  <c:v>0</c:v>
                </c:pt>
                <c:pt idx="2977">
                  <c:v>0</c:v>
                </c:pt>
                <c:pt idx="2978">
                  <c:v>0</c:v>
                </c:pt>
                <c:pt idx="2979">
                  <c:v>0</c:v>
                </c:pt>
                <c:pt idx="2980">
                  <c:v>0</c:v>
                </c:pt>
                <c:pt idx="2981">
                  <c:v>0</c:v>
                </c:pt>
                <c:pt idx="2982">
                  <c:v>0</c:v>
                </c:pt>
                <c:pt idx="2983">
                  <c:v>0.25</c:v>
                </c:pt>
                <c:pt idx="2984">
                  <c:v>0.25</c:v>
                </c:pt>
                <c:pt idx="2985">
                  <c:v>0.25</c:v>
                </c:pt>
                <c:pt idx="2986">
                  <c:v>0.25</c:v>
                </c:pt>
                <c:pt idx="2987">
                  <c:v>0.25</c:v>
                </c:pt>
                <c:pt idx="2988">
                  <c:v>0.25</c:v>
                </c:pt>
                <c:pt idx="2989">
                  <c:v>0.25</c:v>
                </c:pt>
                <c:pt idx="2990">
                  <c:v>0.25</c:v>
                </c:pt>
                <c:pt idx="2991">
                  <c:v>0.25</c:v>
                </c:pt>
                <c:pt idx="2992">
                  <c:v>0.25</c:v>
                </c:pt>
                <c:pt idx="2993">
                  <c:v>0.25</c:v>
                </c:pt>
                <c:pt idx="2994">
                  <c:v>0.25</c:v>
                </c:pt>
                <c:pt idx="2995">
                  <c:v>0.25</c:v>
                </c:pt>
                <c:pt idx="2996">
                  <c:v>0.25</c:v>
                </c:pt>
                <c:pt idx="2997">
                  <c:v>0</c:v>
                </c:pt>
                <c:pt idx="2998">
                  <c:v>0</c:v>
                </c:pt>
                <c:pt idx="2999">
                  <c:v>0</c:v>
                </c:pt>
                <c:pt idx="3000">
                  <c:v>0</c:v>
                </c:pt>
                <c:pt idx="3001">
                  <c:v>0</c:v>
                </c:pt>
                <c:pt idx="3002">
                  <c:v>0</c:v>
                </c:pt>
                <c:pt idx="3003">
                  <c:v>0</c:v>
                </c:pt>
                <c:pt idx="3004">
                  <c:v>0</c:v>
                </c:pt>
                <c:pt idx="3005">
                  <c:v>0</c:v>
                </c:pt>
                <c:pt idx="3006">
                  <c:v>0</c:v>
                </c:pt>
                <c:pt idx="3007">
                  <c:v>0.25</c:v>
                </c:pt>
                <c:pt idx="3008">
                  <c:v>0.25</c:v>
                </c:pt>
                <c:pt idx="3009">
                  <c:v>0.25</c:v>
                </c:pt>
                <c:pt idx="3010">
                  <c:v>0.25</c:v>
                </c:pt>
                <c:pt idx="3011">
                  <c:v>0.25</c:v>
                </c:pt>
                <c:pt idx="3012">
                  <c:v>0.25</c:v>
                </c:pt>
                <c:pt idx="3013">
                  <c:v>0.25</c:v>
                </c:pt>
                <c:pt idx="3014">
                  <c:v>0.25</c:v>
                </c:pt>
                <c:pt idx="3015">
                  <c:v>0.25</c:v>
                </c:pt>
                <c:pt idx="3016">
                  <c:v>0.25</c:v>
                </c:pt>
                <c:pt idx="3017">
                  <c:v>0.25</c:v>
                </c:pt>
                <c:pt idx="3018">
                  <c:v>0.25</c:v>
                </c:pt>
                <c:pt idx="3019">
                  <c:v>0.25</c:v>
                </c:pt>
                <c:pt idx="3020">
                  <c:v>0.25</c:v>
                </c:pt>
                <c:pt idx="3021">
                  <c:v>0</c:v>
                </c:pt>
                <c:pt idx="3022">
                  <c:v>0</c:v>
                </c:pt>
                <c:pt idx="3023">
                  <c:v>0</c:v>
                </c:pt>
                <c:pt idx="3024">
                  <c:v>0</c:v>
                </c:pt>
                <c:pt idx="3025">
                  <c:v>0</c:v>
                </c:pt>
                <c:pt idx="3026">
                  <c:v>0</c:v>
                </c:pt>
                <c:pt idx="3027">
                  <c:v>0</c:v>
                </c:pt>
                <c:pt idx="3028">
                  <c:v>0</c:v>
                </c:pt>
                <c:pt idx="3029">
                  <c:v>0</c:v>
                </c:pt>
                <c:pt idx="3030">
                  <c:v>0</c:v>
                </c:pt>
                <c:pt idx="3031">
                  <c:v>0.25</c:v>
                </c:pt>
                <c:pt idx="3032">
                  <c:v>0.25</c:v>
                </c:pt>
                <c:pt idx="3033">
                  <c:v>0.25</c:v>
                </c:pt>
                <c:pt idx="3034">
                  <c:v>0.25</c:v>
                </c:pt>
                <c:pt idx="3035">
                  <c:v>0.25</c:v>
                </c:pt>
                <c:pt idx="3036">
                  <c:v>0.25</c:v>
                </c:pt>
                <c:pt idx="3037">
                  <c:v>0.25</c:v>
                </c:pt>
                <c:pt idx="3038">
                  <c:v>0.25</c:v>
                </c:pt>
                <c:pt idx="3039">
                  <c:v>0.25</c:v>
                </c:pt>
                <c:pt idx="3040">
                  <c:v>0.25</c:v>
                </c:pt>
                <c:pt idx="3041">
                  <c:v>0.25</c:v>
                </c:pt>
                <c:pt idx="3042">
                  <c:v>0.25</c:v>
                </c:pt>
                <c:pt idx="3043">
                  <c:v>0.25</c:v>
                </c:pt>
                <c:pt idx="3044">
                  <c:v>0.25</c:v>
                </c:pt>
                <c:pt idx="3045">
                  <c:v>0</c:v>
                </c:pt>
                <c:pt idx="3046">
                  <c:v>0</c:v>
                </c:pt>
                <c:pt idx="3047">
                  <c:v>0</c:v>
                </c:pt>
                <c:pt idx="3048">
                  <c:v>0</c:v>
                </c:pt>
                <c:pt idx="3049">
                  <c:v>0</c:v>
                </c:pt>
                <c:pt idx="3050">
                  <c:v>0</c:v>
                </c:pt>
                <c:pt idx="3051">
                  <c:v>0</c:v>
                </c:pt>
                <c:pt idx="3052">
                  <c:v>0</c:v>
                </c:pt>
                <c:pt idx="3053">
                  <c:v>0</c:v>
                </c:pt>
                <c:pt idx="3054">
                  <c:v>0</c:v>
                </c:pt>
                <c:pt idx="3055">
                  <c:v>0.25</c:v>
                </c:pt>
                <c:pt idx="3056">
                  <c:v>0.25</c:v>
                </c:pt>
                <c:pt idx="3057">
                  <c:v>0.25</c:v>
                </c:pt>
                <c:pt idx="3058">
                  <c:v>0.25</c:v>
                </c:pt>
                <c:pt idx="3059">
                  <c:v>0.25</c:v>
                </c:pt>
                <c:pt idx="3060">
                  <c:v>0.25</c:v>
                </c:pt>
                <c:pt idx="3061">
                  <c:v>0.25</c:v>
                </c:pt>
                <c:pt idx="3062">
                  <c:v>0.25</c:v>
                </c:pt>
                <c:pt idx="3063">
                  <c:v>0.25</c:v>
                </c:pt>
                <c:pt idx="3064">
                  <c:v>0.25</c:v>
                </c:pt>
                <c:pt idx="3065">
                  <c:v>0.25</c:v>
                </c:pt>
                <c:pt idx="3066">
                  <c:v>0.25</c:v>
                </c:pt>
                <c:pt idx="3067">
                  <c:v>0.25</c:v>
                </c:pt>
                <c:pt idx="3068">
                  <c:v>0.25</c:v>
                </c:pt>
                <c:pt idx="3069">
                  <c:v>0</c:v>
                </c:pt>
                <c:pt idx="3070">
                  <c:v>0</c:v>
                </c:pt>
                <c:pt idx="3071">
                  <c:v>0</c:v>
                </c:pt>
                <c:pt idx="3072">
                  <c:v>0</c:v>
                </c:pt>
                <c:pt idx="3073">
                  <c:v>0</c:v>
                </c:pt>
                <c:pt idx="3074">
                  <c:v>0</c:v>
                </c:pt>
                <c:pt idx="3075">
                  <c:v>0</c:v>
                </c:pt>
                <c:pt idx="3076">
                  <c:v>0</c:v>
                </c:pt>
                <c:pt idx="3077">
                  <c:v>0</c:v>
                </c:pt>
                <c:pt idx="3078">
                  <c:v>0</c:v>
                </c:pt>
                <c:pt idx="3079">
                  <c:v>0.25</c:v>
                </c:pt>
                <c:pt idx="3080">
                  <c:v>0.25</c:v>
                </c:pt>
                <c:pt idx="3081">
                  <c:v>0.25</c:v>
                </c:pt>
                <c:pt idx="3082">
                  <c:v>0.25</c:v>
                </c:pt>
                <c:pt idx="3083">
                  <c:v>0.25</c:v>
                </c:pt>
                <c:pt idx="3084">
                  <c:v>0.25</c:v>
                </c:pt>
                <c:pt idx="3085">
                  <c:v>0.25</c:v>
                </c:pt>
                <c:pt idx="3086">
                  <c:v>0.25</c:v>
                </c:pt>
                <c:pt idx="3087">
                  <c:v>0.25</c:v>
                </c:pt>
                <c:pt idx="3088">
                  <c:v>0.25</c:v>
                </c:pt>
                <c:pt idx="3089">
                  <c:v>0.25</c:v>
                </c:pt>
                <c:pt idx="3090">
                  <c:v>0.25</c:v>
                </c:pt>
                <c:pt idx="3091">
                  <c:v>0.25</c:v>
                </c:pt>
                <c:pt idx="3092">
                  <c:v>0.25</c:v>
                </c:pt>
                <c:pt idx="3093">
                  <c:v>0</c:v>
                </c:pt>
                <c:pt idx="3094">
                  <c:v>0</c:v>
                </c:pt>
                <c:pt idx="3095">
                  <c:v>0</c:v>
                </c:pt>
                <c:pt idx="3096">
                  <c:v>0</c:v>
                </c:pt>
                <c:pt idx="3097">
                  <c:v>0</c:v>
                </c:pt>
                <c:pt idx="3098">
                  <c:v>0</c:v>
                </c:pt>
                <c:pt idx="3099">
                  <c:v>0</c:v>
                </c:pt>
                <c:pt idx="3100">
                  <c:v>0</c:v>
                </c:pt>
                <c:pt idx="3101">
                  <c:v>0</c:v>
                </c:pt>
                <c:pt idx="3102">
                  <c:v>0</c:v>
                </c:pt>
                <c:pt idx="3103">
                  <c:v>0.25</c:v>
                </c:pt>
                <c:pt idx="3104">
                  <c:v>0.25</c:v>
                </c:pt>
                <c:pt idx="3105">
                  <c:v>0.31147200000000003</c:v>
                </c:pt>
                <c:pt idx="3106">
                  <c:v>0.38959899999999997</c:v>
                </c:pt>
                <c:pt idx="3107">
                  <c:v>0.359819</c:v>
                </c:pt>
                <c:pt idx="3108">
                  <c:v>0.392675</c:v>
                </c:pt>
                <c:pt idx="3109">
                  <c:v>0.26814100000000002</c:v>
                </c:pt>
                <c:pt idx="3110">
                  <c:v>0.25290600000000002</c:v>
                </c:pt>
                <c:pt idx="3111">
                  <c:v>0.29875600000000002</c:v>
                </c:pt>
                <c:pt idx="3112">
                  <c:v>0.25</c:v>
                </c:pt>
                <c:pt idx="3113">
                  <c:v>0.25</c:v>
                </c:pt>
                <c:pt idx="3114">
                  <c:v>0.25</c:v>
                </c:pt>
                <c:pt idx="3115">
                  <c:v>0.25</c:v>
                </c:pt>
                <c:pt idx="3116">
                  <c:v>0.25</c:v>
                </c:pt>
                <c:pt idx="3117">
                  <c:v>0</c:v>
                </c:pt>
                <c:pt idx="3118">
                  <c:v>0</c:v>
                </c:pt>
                <c:pt idx="3119">
                  <c:v>0</c:v>
                </c:pt>
                <c:pt idx="3120">
                  <c:v>0</c:v>
                </c:pt>
                <c:pt idx="3121">
                  <c:v>0</c:v>
                </c:pt>
                <c:pt idx="3122">
                  <c:v>0</c:v>
                </c:pt>
                <c:pt idx="3123">
                  <c:v>0</c:v>
                </c:pt>
                <c:pt idx="3124">
                  <c:v>0</c:v>
                </c:pt>
                <c:pt idx="3125">
                  <c:v>0</c:v>
                </c:pt>
                <c:pt idx="3126">
                  <c:v>0</c:v>
                </c:pt>
                <c:pt idx="3127">
                  <c:v>0.25</c:v>
                </c:pt>
                <c:pt idx="3128">
                  <c:v>0.25</c:v>
                </c:pt>
                <c:pt idx="3129">
                  <c:v>0.26810099999999998</c:v>
                </c:pt>
                <c:pt idx="3130">
                  <c:v>0.36885499999999999</c:v>
                </c:pt>
                <c:pt idx="3131">
                  <c:v>0.33586700000000003</c:v>
                </c:pt>
                <c:pt idx="3132">
                  <c:v>0.36626700000000001</c:v>
                </c:pt>
                <c:pt idx="3133">
                  <c:v>0.25</c:v>
                </c:pt>
                <c:pt idx="3134">
                  <c:v>0.25443199999999999</c:v>
                </c:pt>
                <c:pt idx="3135">
                  <c:v>0.28269499999999997</c:v>
                </c:pt>
                <c:pt idx="3136">
                  <c:v>0.25818799999999997</c:v>
                </c:pt>
                <c:pt idx="3137">
                  <c:v>0.25</c:v>
                </c:pt>
                <c:pt idx="3138">
                  <c:v>0.25</c:v>
                </c:pt>
                <c:pt idx="3139">
                  <c:v>0.25</c:v>
                </c:pt>
                <c:pt idx="3140">
                  <c:v>0.25</c:v>
                </c:pt>
                <c:pt idx="3141">
                  <c:v>0</c:v>
                </c:pt>
                <c:pt idx="3142">
                  <c:v>0</c:v>
                </c:pt>
                <c:pt idx="3143">
                  <c:v>0</c:v>
                </c:pt>
                <c:pt idx="3144">
                  <c:v>0</c:v>
                </c:pt>
                <c:pt idx="3145">
                  <c:v>0</c:v>
                </c:pt>
                <c:pt idx="3146">
                  <c:v>0</c:v>
                </c:pt>
                <c:pt idx="3147">
                  <c:v>0</c:v>
                </c:pt>
                <c:pt idx="3148">
                  <c:v>0</c:v>
                </c:pt>
                <c:pt idx="3149">
                  <c:v>0</c:v>
                </c:pt>
                <c:pt idx="3150">
                  <c:v>0</c:v>
                </c:pt>
                <c:pt idx="3151">
                  <c:v>0.25</c:v>
                </c:pt>
                <c:pt idx="3152">
                  <c:v>0.25</c:v>
                </c:pt>
                <c:pt idx="3153">
                  <c:v>0.25</c:v>
                </c:pt>
                <c:pt idx="3154">
                  <c:v>0.30997799999999998</c:v>
                </c:pt>
                <c:pt idx="3155">
                  <c:v>0.31744600000000001</c:v>
                </c:pt>
                <c:pt idx="3156">
                  <c:v>0.42726900000000001</c:v>
                </c:pt>
                <c:pt idx="3157">
                  <c:v>0.33639000000000002</c:v>
                </c:pt>
                <c:pt idx="3158">
                  <c:v>0.27401300000000001</c:v>
                </c:pt>
                <c:pt idx="3159">
                  <c:v>0.34779100000000002</c:v>
                </c:pt>
                <c:pt idx="3160">
                  <c:v>0.30429600000000001</c:v>
                </c:pt>
                <c:pt idx="3161">
                  <c:v>0.25</c:v>
                </c:pt>
                <c:pt idx="3162">
                  <c:v>0.25</c:v>
                </c:pt>
                <c:pt idx="3163">
                  <c:v>0.25</c:v>
                </c:pt>
                <c:pt idx="3164">
                  <c:v>0.25</c:v>
                </c:pt>
                <c:pt idx="3165">
                  <c:v>0</c:v>
                </c:pt>
                <c:pt idx="3166">
                  <c:v>0</c:v>
                </c:pt>
                <c:pt idx="3167">
                  <c:v>0</c:v>
                </c:pt>
                <c:pt idx="3168">
                  <c:v>0</c:v>
                </c:pt>
                <c:pt idx="3169">
                  <c:v>0</c:v>
                </c:pt>
                <c:pt idx="3170">
                  <c:v>0</c:v>
                </c:pt>
                <c:pt idx="3171">
                  <c:v>0</c:v>
                </c:pt>
                <c:pt idx="3172">
                  <c:v>0</c:v>
                </c:pt>
                <c:pt idx="3173">
                  <c:v>0</c:v>
                </c:pt>
                <c:pt idx="3174">
                  <c:v>0</c:v>
                </c:pt>
                <c:pt idx="3175">
                  <c:v>0.25</c:v>
                </c:pt>
                <c:pt idx="3176">
                  <c:v>0.25</c:v>
                </c:pt>
                <c:pt idx="3177">
                  <c:v>0.25</c:v>
                </c:pt>
                <c:pt idx="3178">
                  <c:v>0.28521200000000002</c:v>
                </c:pt>
                <c:pt idx="3179">
                  <c:v>0.270061</c:v>
                </c:pt>
                <c:pt idx="3180">
                  <c:v>0.35434199999999999</c:v>
                </c:pt>
                <c:pt idx="3181">
                  <c:v>0.26479599999999998</c:v>
                </c:pt>
                <c:pt idx="3182">
                  <c:v>0.27452500000000002</c:v>
                </c:pt>
                <c:pt idx="3183">
                  <c:v>0.32767400000000002</c:v>
                </c:pt>
                <c:pt idx="3184">
                  <c:v>0.27157500000000001</c:v>
                </c:pt>
                <c:pt idx="3185">
                  <c:v>0.25</c:v>
                </c:pt>
                <c:pt idx="3186">
                  <c:v>0.25</c:v>
                </c:pt>
                <c:pt idx="3187">
                  <c:v>0.25</c:v>
                </c:pt>
                <c:pt idx="3188">
                  <c:v>0.25</c:v>
                </c:pt>
                <c:pt idx="3189">
                  <c:v>0</c:v>
                </c:pt>
                <c:pt idx="3190">
                  <c:v>0</c:v>
                </c:pt>
                <c:pt idx="3191">
                  <c:v>0</c:v>
                </c:pt>
                <c:pt idx="3192">
                  <c:v>0</c:v>
                </c:pt>
                <c:pt idx="3193">
                  <c:v>0</c:v>
                </c:pt>
                <c:pt idx="3194">
                  <c:v>0</c:v>
                </c:pt>
                <c:pt idx="3195">
                  <c:v>0</c:v>
                </c:pt>
                <c:pt idx="3196">
                  <c:v>0</c:v>
                </c:pt>
                <c:pt idx="3197">
                  <c:v>0</c:v>
                </c:pt>
                <c:pt idx="3198">
                  <c:v>0</c:v>
                </c:pt>
                <c:pt idx="3199">
                  <c:v>0.25</c:v>
                </c:pt>
                <c:pt idx="3200">
                  <c:v>0.25</c:v>
                </c:pt>
                <c:pt idx="3201">
                  <c:v>0.25391900000000001</c:v>
                </c:pt>
                <c:pt idx="3202">
                  <c:v>0.37920300000000001</c:v>
                </c:pt>
                <c:pt idx="3203">
                  <c:v>0.31204700000000002</c:v>
                </c:pt>
                <c:pt idx="3204">
                  <c:v>0.34997099999999998</c:v>
                </c:pt>
                <c:pt idx="3205">
                  <c:v>0.26014300000000001</c:v>
                </c:pt>
                <c:pt idx="3206">
                  <c:v>0.25</c:v>
                </c:pt>
                <c:pt idx="3207">
                  <c:v>0.275756</c:v>
                </c:pt>
                <c:pt idx="3208">
                  <c:v>0.25</c:v>
                </c:pt>
                <c:pt idx="3209">
                  <c:v>0.25</c:v>
                </c:pt>
                <c:pt idx="3210">
                  <c:v>0.25</c:v>
                </c:pt>
                <c:pt idx="3211">
                  <c:v>0.25</c:v>
                </c:pt>
                <c:pt idx="3212">
                  <c:v>0.25</c:v>
                </c:pt>
                <c:pt idx="3213">
                  <c:v>0</c:v>
                </c:pt>
                <c:pt idx="3214">
                  <c:v>0</c:v>
                </c:pt>
                <c:pt idx="3215">
                  <c:v>0</c:v>
                </c:pt>
                <c:pt idx="3216">
                  <c:v>0</c:v>
                </c:pt>
                <c:pt idx="3217">
                  <c:v>0</c:v>
                </c:pt>
                <c:pt idx="3218">
                  <c:v>0</c:v>
                </c:pt>
                <c:pt idx="3219">
                  <c:v>0</c:v>
                </c:pt>
                <c:pt idx="3220">
                  <c:v>0</c:v>
                </c:pt>
                <c:pt idx="3221">
                  <c:v>0</c:v>
                </c:pt>
                <c:pt idx="3222">
                  <c:v>0</c:v>
                </c:pt>
                <c:pt idx="3223">
                  <c:v>0.25</c:v>
                </c:pt>
                <c:pt idx="3224">
                  <c:v>0.25</c:v>
                </c:pt>
                <c:pt idx="3225">
                  <c:v>0.25</c:v>
                </c:pt>
                <c:pt idx="3226">
                  <c:v>0.26812599999999998</c:v>
                </c:pt>
                <c:pt idx="3227">
                  <c:v>0.25976199999999999</c:v>
                </c:pt>
                <c:pt idx="3228">
                  <c:v>0.29389100000000001</c:v>
                </c:pt>
                <c:pt idx="3229">
                  <c:v>0.25</c:v>
                </c:pt>
                <c:pt idx="3230">
                  <c:v>0.25</c:v>
                </c:pt>
                <c:pt idx="3231">
                  <c:v>0.25</c:v>
                </c:pt>
                <c:pt idx="3232">
                  <c:v>0.25</c:v>
                </c:pt>
                <c:pt idx="3233">
                  <c:v>0.25</c:v>
                </c:pt>
                <c:pt idx="3234">
                  <c:v>0.25</c:v>
                </c:pt>
                <c:pt idx="3235">
                  <c:v>0.25</c:v>
                </c:pt>
                <c:pt idx="3236">
                  <c:v>0.25</c:v>
                </c:pt>
                <c:pt idx="3237">
                  <c:v>0</c:v>
                </c:pt>
                <c:pt idx="3238">
                  <c:v>0</c:v>
                </c:pt>
                <c:pt idx="3239">
                  <c:v>0</c:v>
                </c:pt>
                <c:pt idx="3240">
                  <c:v>0</c:v>
                </c:pt>
                <c:pt idx="3241">
                  <c:v>0</c:v>
                </c:pt>
                <c:pt idx="3242">
                  <c:v>0</c:v>
                </c:pt>
                <c:pt idx="3243">
                  <c:v>0</c:v>
                </c:pt>
                <c:pt idx="3244">
                  <c:v>0</c:v>
                </c:pt>
                <c:pt idx="3245">
                  <c:v>0</c:v>
                </c:pt>
                <c:pt idx="3246">
                  <c:v>0</c:v>
                </c:pt>
                <c:pt idx="3247">
                  <c:v>0.25</c:v>
                </c:pt>
                <c:pt idx="3248">
                  <c:v>0.25</c:v>
                </c:pt>
                <c:pt idx="3249">
                  <c:v>0.25</c:v>
                </c:pt>
                <c:pt idx="3250">
                  <c:v>0.25086799999999998</c:v>
                </c:pt>
                <c:pt idx="3251">
                  <c:v>0.25</c:v>
                </c:pt>
                <c:pt idx="3252">
                  <c:v>0.27255600000000002</c:v>
                </c:pt>
                <c:pt idx="3253">
                  <c:v>0.25</c:v>
                </c:pt>
                <c:pt idx="3254">
                  <c:v>0.25</c:v>
                </c:pt>
                <c:pt idx="3255">
                  <c:v>0.25</c:v>
                </c:pt>
                <c:pt idx="3256">
                  <c:v>0.25</c:v>
                </c:pt>
                <c:pt idx="3257">
                  <c:v>0.25</c:v>
                </c:pt>
                <c:pt idx="3258">
                  <c:v>0.25</c:v>
                </c:pt>
                <c:pt idx="3259">
                  <c:v>0.25</c:v>
                </c:pt>
                <c:pt idx="3260">
                  <c:v>0.25</c:v>
                </c:pt>
                <c:pt idx="3261">
                  <c:v>0</c:v>
                </c:pt>
                <c:pt idx="3262">
                  <c:v>0</c:v>
                </c:pt>
                <c:pt idx="3263">
                  <c:v>0</c:v>
                </c:pt>
                <c:pt idx="3264">
                  <c:v>0</c:v>
                </c:pt>
                <c:pt idx="3265">
                  <c:v>0</c:v>
                </c:pt>
                <c:pt idx="3266">
                  <c:v>0</c:v>
                </c:pt>
                <c:pt idx="3267">
                  <c:v>0</c:v>
                </c:pt>
                <c:pt idx="3268">
                  <c:v>0</c:v>
                </c:pt>
                <c:pt idx="3269">
                  <c:v>0</c:v>
                </c:pt>
                <c:pt idx="3270">
                  <c:v>0</c:v>
                </c:pt>
                <c:pt idx="3271">
                  <c:v>0.25</c:v>
                </c:pt>
                <c:pt idx="3272">
                  <c:v>0.25</c:v>
                </c:pt>
                <c:pt idx="3273">
                  <c:v>0.25</c:v>
                </c:pt>
                <c:pt idx="3274">
                  <c:v>0.25</c:v>
                </c:pt>
                <c:pt idx="3275">
                  <c:v>0.25</c:v>
                </c:pt>
                <c:pt idx="3276">
                  <c:v>0.25</c:v>
                </c:pt>
                <c:pt idx="3277">
                  <c:v>0.25</c:v>
                </c:pt>
                <c:pt idx="3278">
                  <c:v>0.25</c:v>
                </c:pt>
                <c:pt idx="3279">
                  <c:v>0.25</c:v>
                </c:pt>
                <c:pt idx="3280">
                  <c:v>0.25</c:v>
                </c:pt>
                <c:pt idx="3281">
                  <c:v>0.25</c:v>
                </c:pt>
                <c:pt idx="3282">
                  <c:v>0.25</c:v>
                </c:pt>
                <c:pt idx="3283">
                  <c:v>0.25</c:v>
                </c:pt>
                <c:pt idx="3284">
                  <c:v>0.25</c:v>
                </c:pt>
                <c:pt idx="3285">
                  <c:v>0</c:v>
                </c:pt>
                <c:pt idx="3286">
                  <c:v>0</c:v>
                </c:pt>
                <c:pt idx="3287">
                  <c:v>0</c:v>
                </c:pt>
                <c:pt idx="3288">
                  <c:v>0</c:v>
                </c:pt>
                <c:pt idx="3289">
                  <c:v>0</c:v>
                </c:pt>
                <c:pt idx="3290">
                  <c:v>0</c:v>
                </c:pt>
                <c:pt idx="3291">
                  <c:v>0</c:v>
                </c:pt>
                <c:pt idx="3292">
                  <c:v>0</c:v>
                </c:pt>
                <c:pt idx="3293">
                  <c:v>0</c:v>
                </c:pt>
                <c:pt idx="3294">
                  <c:v>0</c:v>
                </c:pt>
                <c:pt idx="3295">
                  <c:v>0.25</c:v>
                </c:pt>
                <c:pt idx="3296">
                  <c:v>0.25</c:v>
                </c:pt>
                <c:pt idx="3297">
                  <c:v>0.25</c:v>
                </c:pt>
                <c:pt idx="3298">
                  <c:v>0.25</c:v>
                </c:pt>
                <c:pt idx="3299">
                  <c:v>0.25</c:v>
                </c:pt>
                <c:pt idx="3300">
                  <c:v>0.25</c:v>
                </c:pt>
                <c:pt idx="3301">
                  <c:v>0.25</c:v>
                </c:pt>
                <c:pt idx="3302">
                  <c:v>0.25</c:v>
                </c:pt>
                <c:pt idx="3303">
                  <c:v>0.25</c:v>
                </c:pt>
                <c:pt idx="3304">
                  <c:v>0.25</c:v>
                </c:pt>
                <c:pt idx="3305">
                  <c:v>0.25</c:v>
                </c:pt>
                <c:pt idx="3306">
                  <c:v>0.25</c:v>
                </c:pt>
                <c:pt idx="3307">
                  <c:v>0.25</c:v>
                </c:pt>
                <c:pt idx="3308">
                  <c:v>0.25</c:v>
                </c:pt>
                <c:pt idx="3309">
                  <c:v>0</c:v>
                </c:pt>
                <c:pt idx="3310">
                  <c:v>0</c:v>
                </c:pt>
                <c:pt idx="3311">
                  <c:v>0</c:v>
                </c:pt>
                <c:pt idx="3312">
                  <c:v>0</c:v>
                </c:pt>
                <c:pt idx="3313">
                  <c:v>0</c:v>
                </c:pt>
                <c:pt idx="3314">
                  <c:v>0</c:v>
                </c:pt>
                <c:pt idx="3315">
                  <c:v>0</c:v>
                </c:pt>
                <c:pt idx="3316">
                  <c:v>0</c:v>
                </c:pt>
                <c:pt idx="3317">
                  <c:v>0</c:v>
                </c:pt>
                <c:pt idx="3318">
                  <c:v>0</c:v>
                </c:pt>
                <c:pt idx="3319">
                  <c:v>0.25</c:v>
                </c:pt>
                <c:pt idx="3320">
                  <c:v>0.25</c:v>
                </c:pt>
                <c:pt idx="3321">
                  <c:v>0.25</c:v>
                </c:pt>
                <c:pt idx="3322">
                  <c:v>0.25</c:v>
                </c:pt>
                <c:pt idx="3323">
                  <c:v>0.25</c:v>
                </c:pt>
                <c:pt idx="3324">
                  <c:v>0.25</c:v>
                </c:pt>
                <c:pt idx="3325">
                  <c:v>0.25</c:v>
                </c:pt>
                <c:pt idx="3326">
                  <c:v>0.25</c:v>
                </c:pt>
                <c:pt idx="3327">
                  <c:v>0.25</c:v>
                </c:pt>
                <c:pt idx="3328">
                  <c:v>0.25</c:v>
                </c:pt>
                <c:pt idx="3329">
                  <c:v>0.25</c:v>
                </c:pt>
                <c:pt idx="3330">
                  <c:v>0.25</c:v>
                </c:pt>
                <c:pt idx="3331">
                  <c:v>0.25</c:v>
                </c:pt>
                <c:pt idx="3332">
                  <c:v>0.25</c:v>
                </c:pt>
                <c:pt idx="3333">
                  <c:v>0</c:v>
                </c:pt>
                <c:pt idx="3334">
                  <c:v>0</c:v>
                </c:pt>
                <c:pt idx="3335">
                  <c:v>0</c:v>
                </c:pt>
                <c:pt idx="3336">
                  <c:v>0</c:v>
                </c:pt>
                <c:pt idx="3337">
                  <c:v>0</c:v>
                </c:pt>
                <c:pt idx="3338">
                  <c:v>0</c:v>
                </c:pt>
                <c:pt idx="3339">
                  <c:v>0</c:v>
                </c:pt>
                <c:pt idx="3340">
                  <c:v>0</c:v>
                </c:pt>
                <c:pt idx="3341">
                  <c:v>0</c:v>
                </c:pt>
                <c:pt idx="3342">
                  <c:v>0</c:v>
                </c:pt>
                <c:pt idx="3343">
                  <c:v>0.25</c:v>
                </c:pt>
                <c:pt idx="3344">
                  <c:v>0.25</c:v>
                </c:pt>
                <c:pt idx="3345">
                  <c:v>0.25</c:v>
                </c:pt>
                <c:pt idx="3346">
                  <c:v>0.25</c:v>
                </c:pt>
                <c:pt idx="3347">
                  <c:v>0.25</c:v>
                </c:pt>
                <c:pt idx="3348">
                  <c:v>0.25</c:v>
                </c:pt>
                <c:pt idx="3349">
                  <c:v>0.25</c:v>
                </c:pt>
                <c:pt idx="3350">
                  <c:v>0.25</c:v>
                </c:pt>
                <c:pt idx="3351">
                  <c:v>0.25</c:v>
                </c:pt>
                <c:pt idx="3352">
                  <c:v>0.25</c:v>
                </c:pt>
                <c:pt idx="3353">
                  <c:v>0.25</c:v>
                </c:pt>
                <c:pt idx="3354">
                  <c:v>0.25</c:v>
                </c:pt>
                <c:pt idx="3355">
                  <c:v>0.25</c:v>
                </c:pt>
                <c:pt idx="3356">
                  <c:v>0.25</c:v>
                </c:pt>
                <c:pt idx="3357">
                  <c:v>0</c:v>
                </c:pt>
                <c:pt idx="3358">
                  <c:v>0</c:v>
                </c:pt>
                <c:pt idx="3359">
                  <c:v>0</c:v>
                </c:pt>
                <c:pt idx="3360">
                  <c:v>0</c:v>
                </c:pt>
                <c:pt idx="3361">
                  <c:v>0</c:v>
                </c:pt>
                <c:pt idx="3362">
                  <c:v>0</c:v>
                </c:pt>
                <c:pt idx="3363">
                  <c:v>0</c:v>
                </c:pt>
                <c:pt idx="3364">
                  <c:v>0</c:v>
                </c:pt>
                <c:pt idx="3365">
                  <c:v>0</c:v>
                </c:pt>
                <c:pt idx="3366">
                  <c:v>0</c:v>
                </c:pt>
                <c:pt idx="3367">
                  <c:v>0.25</c:v>
                </c:pt>
                <c:pt idx="3368">
                  <c:v>0.25</c:v>
                </c:pt>
                <c:pt idx="3369">
                  <c:v>0.25</c:v>
                </c:pt>
                <c:pt idx="3370">
                  <c:v>0.25</c:v>
                </c:pt>
                <c:pt idx="3371">
                  <c:v>0.25</c:v>
                </c:pt>
                <c:pt idx="3372">
                  <c:v>0.25</c:v>
                </c:pt>
                <c:pt idx="3373">
                  <c:v>0.25</c:v>
                </c:pt>
                <c:pt idx="3374">
                  <c:v>0.25</c:v>
                </c:pt>
                <c:pt idx="3375">
                  <c:v>0.25</c:v>
                </c:pt>
                <c:pt idx="3376">
                  <c:v>0.25</c:v>
                </c:pt>
                <c:pt idx="3377">
                  <c:v>0.25</c:v>
                </c:pt>
                <c:pt idx="3378">
                  <c:v>0.25</c:v>
                </c:pt>
                <c:pt idx="3379">
                  <c:v>0.25</c:v>
                </c:pt>
                <c:pt idx="3380">
                  <c:v>0.25</c:v>
                </c:pt>
                <c:pt idx="3381">
                  <c:v>0</c:v>
                </c:pt>
                <c:pt idx="3382">
                  <c:v>0</c:v>
                </c:pt>
                <c:pt idx="3383">
                  <c:v>0</c:v>
                </c:pt>
                <c:pt idx="3384">
                  <c:v>0</c:v>
                </c:pt>
                <c:pt idx="3385">
                  <c:v>0</c:v>
                </c:pt>
                <c:pt idx="3386">
                  <c:v>0</c:v>
                </c:pt>
                <c:pt idx="3387">
                  <c:v>0</c:v>
                </c:pt>
                <c:pt idx="3388">
                  <c:v>0</c:v>
                </c:pt>
                <c:pt idx="3389">
                  <c:v>0</c:v>
                </c:pt>
                <c:pt idx="3390">
                  <c:v>0</c:v>
                </c:pt>
                <c:pt idx="3391">
                  <c:v>0.25</c:v>
                </c:pt>
                <c:pt idx="3392">
                  <c:v>0.25</c:v>
                </c:pt>
                <c:pt idx="3393">
                  <c:v>0.25</c:v>
                </c:pt>
                <c:pt idx="3394">
                  <c:v>0.342775</c:v>
                </c:pt>
                <c:pt idx="3395">
                  <c:v>0.28324899999999997</c:v>
                </c:pt>
                <c:pt idx="3396">
                  <c:v>0.35757299999999997</c:v>
                </c:pt>
                <c:pt idx="3397">
                  <c:v>0.25</c:v>
                </c:pt>
                <c:pt idx="3398">
                  <c:v>0.25</c:v>
                </c:pt>
                <c:pt idx="3399">
                  <c:v>0.27113799999999999</c:v>
                </c:pt>
                <c:pt idx="3400">
                  <c:v>0.25</c:v>
                </c:pt>
                <c:pt idx="3401">
                  <c:v>0.25</c:v>
                </c:pt>
                <c:pt idx="3402">
                  <c:v>0.25</c:v>
                </c:pt>
                <c:pt idx="3403">
                  <c:v>0.25</c:v>
                </c:pt>
                <c:pt idx="3404">
                  <c:v>0.25</c:v>
                </c:pt>
                <c:pt idx="3405">
                  <c:v>0</c:v>
                </c:pt>
                <c:pt idx="3406">
                  <c:v>0</c:v>
                </c:pt>
                <c:pt idx="3407">
                  <c:v>0</c:v>
                </c:pt>
                <c:pt idx="3408">
                  <c:v>0</c:v>
                </c:pt>
                <c:pt idx="3409">
                  <c:v>0</c:v>
                </c:pt>
                <c:pt idx="3410">
                  <c:v>0</c:v>
                </c:pt>
                <c:pt idx="3411">
                  <c:v>0</c:v>
                </c:pt>
                <c:pt idx="3412">
                  <c:v>0</c:v>
                </c:pt>
                <c:pt idx="3413">
                  <c:v>0</c:v>
                </c:pt>
                <c:pt idx="3414">
                  <c:v>0</c:v>
                </c:pt>
                <c:pt idx="3415">
                  <c:v>0.25</c:v>
                </c:pt>
                <c:pt idx="3416">
                  <c:v>0.25</c:v>
                </c:pt>
                <c:pt idx="3417">
                  <c:v>0.28714099999999998</c:v>
                </c:pt>
                <c:pt idx="3418">
                  <c:v>0.34446500000000002</c:v>
                </c:pt>
                <c:pt idx="3419">
                  <c:v>0.287018</c:v>
                </c:pt>
                <c:pt idx="3420">
                  <c:v>0.32061099999999998</c:v>
                </c:pt>
                <c:pt idx="3421">
                  <c:v>0.25</c:v>
                </c:pt>
                <c:pt idx="3422">
                  <c:v>0.25</c:v>
                </c:pt>
                <c:pt idx="3423">
                  <c:v>0.27164100000000002</c:v>
                </c:pt>
                <c:pt idx="3424">
                  <c:v>0.25</c:v>
                </c:pt>
                <c:pt idx="3425">
                  <c:v>0.25</c:v>
                </c:pt>
                <c:pt idx="3426">
                  <c:v>0.25</c:v>
                </c:pt>
                <c:pt idx="3427">
                  <c:v>0.25</c:v>
                </c:pt>
                <c:pt idx="3428">
                  <c:v>0.25</c:v>
                </c:pt>
                <c:pt idx="3429">
                  <c:v>0</c:v>
                </c:pt>
                <c:pt idx="3430">
                  <c:v>0</c:v>
                </c:pt>
                <c:pt idx="3431">
                  <c:v>0</c:v>
                </c:pt>
                <c:pt idx="3432">
                  <c:v>0</c:v>
                </c:pt>
                <c:pt idx="3433">
                  <c:v>0</c:v>
                </c:pt>
                <c:pt idx="3434">
                  <c:v>0</c:v>
                </c:pt>
                <c:pt idx="3435">
                  <c:v>0</c:v>
                </c:pt>
                <c:pt idx="3436">
                  <c:v>0</c:v>
                </c:pt>
                <c:pt idx="3437">
                  <c:v>0</c:v>
                </c:pt>
                <c:pt idx="3438">
                  <c:v>0</c:v>
                </c:pt>
                <c:pt idx="3439">
                  <c:v>0.25</c:v>
                </c:pt>
                <c:pt idx="3440">
                  <c:v>0.25</c:v>
                </c:pt>
                <c:pt idx="3441">
                  <c:v>0.25</c:v>
                </c:pt>
                <c:pt idx="3442">
                  <c:v>0.25</c:v>
                </c:pt>
                <c:pt idx="3443">
                  <c:v>0.25</c:v>
                </c:pt>
                <c:pt idx="3444">
                  <c:v>0.27073599999999998</c:v>
                </c:pt>
                <c:pt idx="3445">
                  <c:v>0.25</c:v>
                </c:pt>
                <c:pt idx="3446">
                  <c:v>0.25</c:v>
                </c:pt>
                <c:pt idx="3447">
                  <c:v>0.25</c:v>
                </c:pt>
                <c:pt idx="3448">
                  <c:v>0.25</c:v>
                </c:pt>
                <c:pt idx="3449">
                  <c:v>0.25</c:v>
                </c:pt>
                <c:pt idx="3450">
                  <c:v>0.25</c:v>
                </c:pt>
                <c:pt idx="3451">
                  <c:v>0.25</c:v>
                </c:pt>
                <c:pt idx="3452">
                  <c:v>0.25</c:v>
                </c:pt>
                <c:pt idx="3453">
                  <c:v>0</c:v>
                </c:pt>
                <c:pt idx="3454">
                  <c:v>0</c:v>
                </c:pt>
                <c:pt idx="3455">
                  <c:v>0</c:v>
                </c:pt>
                <c:pt idx="3456">
                  <c:v>0</c:v>
                </c:pt>
                <c:pt idx="3457">
                  <c:v>0</c:v>
                </c:pt>
                <c:pt idx="3458">
                  <c:v>0</c:v>
                </c:pt>
                <c:pt idx="3459">
                  <c:v>0</c:v>
                </c:pt>
                <c:pt idx="3460">
                  <c:v>0</c:v>
                </c:pt>
                <c:pt idx="3461">
                  <c:v>0</c:v>
                </c:pt>
                <c:pt idx="3462">
                  <c:v>0</c:v>
                </c:pt>
                <c:pt idx="3463">
                  <c:v>0.25</c:v>
                </c:pt>
                <c:pt idx="3464">
                  <c:v>0.25</c:v>
                </c:pt>
                <c:pt idx="3465">
                  <c:v>0.25</c:v>
                </c:pt>
                <c:pt idx="3466">
                  <c:v>0.25</c:v>
                </c:pt>
                <c:pt idx="3467">
                  <c:v>0.25</c:v>
                </c:pt>
                <c:pt idx="3468">
                  <c:v>0.25</c:v>
                </c:pt>
                <c:pt idx="3469">
                  <c:v>0.25</c:v>
                </c:pt>
                <c:pt idx="3470">
                  <c:v>0.25</c:v>
                </c:pt>
                <c:pt idx="3471">
                  <c:v>0.25</c:v>
                </c:pt>
                <c:pt idx="3472">
                  <c:v>0.25</c:v>
                </c:pt>
                <c:pt idx="3473">
                  <c:v>0.25</c:v>
                </c:pt>
                <c:pt idx="3474">
                  <c:v>0.25</c:v>
                </c:pt>
                <c:pt idx="3475">
                  <c:v>0.25</c:v>
                </c:pt>
                <c:pt idx="3476">
                  <c:v>0.25</c:v>
                </c:pt>
                <c:pt idx="3477">
                  <c:v>0</c:v>
                </c:pt>
                <c:pt idx="3478">
                  <c:v>0</c:v>
                </c:pt>
                <c:pt idx="3479">
                  <c:v>0</c:v>
                </c:pt>
                <c:pt idx="3480">
                  <c:v>0</c:v>
                </c:pt>
                <c:pt idx="3481">
                  <c:v>0</c:v>
                </c:pt>
                <c:pt idx="3482">
                  <c:v>0</c:v>
                </c:pt>
                <c:pt idx="3483">
                  <c:v>0</c:v>
                </c:pt>
                <c:pt idx="3484">
                  <c:v>0</c:v>
                </c:pt>
                <c:pt idx="3485">
                  <c:v>0</c:v>
                </c:pt>
                <c:pt idx="3486">
                  <c:v>0</c:v>
                </c:pt>
                <c:pt idx="3487">
                  <c:v>0.25</c:v>
                </c:pt>
                <c:pt idx="3488">
                  <c:v>0.25</c:v>
                </c:pt>
                <c:pt idx="3489">
                  <c:v>0.25</c:v>
                </c:pt>
                <c:pt idx="3490">
                  <c:v>0.25</c:v>
                </c:pt>
                <c:pt idx="3491">
                  <c:v>0.25</c:v>
                </c:pt>
                <c:pt idx="3492">
                  <c:v>0.25</c:v>
                </c:pt>
                <c:pt idx="3493">
                  <c:v>0.25</c:v>
                </c:pt>
                <c:pt idx="3494">
                  <c:v>0.25</c:v>
                </c:pt>
                <c:pt idx="3495">
                  <c:v>0.25</c:v>
                </c:pt>
                <c:pt idx="3496">
                  <c:v>0.25</c:v>
                </c:pt>
                <c:pt idx="3497">
                  <c:v>0.25</c:v>
                </c:pt>
                <c:pt idx="3498">
                  <c:v>0.25</c:v>
                </c:pt>
                <c:pt idx="3499">
                  <c:v>0.25</c:v>
                </c:pt>
                <c:pt idx="3500">
                  <c:v>0.25</c:v>
                </c:pt>
                <c:pt idx="3501">
                  <c:v>0</c:v>
                </c:pt>
                <c:pt idx="3502">
                  <c:v>0</c:v>
                </c:pt>
                <c:pt idx="3503">
                  <c:v>0</c:v>
                </c:pt>
                <c:pt idx="3504">
                  <c:v>0</c:v>
                </c:pt>
                <c:pt idx="3505">
                  <c:v>0</c:v>
                </c:pt>
                <c:pt idx="3506">
                  <c:v>0</c:v>
                </c:pt>
                <c:pt idx="3507">
                  <c:v>0</c:v>
                </c:pt>
                <c:pt idx="3508">
                  <c:v>0</c:v>
                </c:pt>
                <c:pt idx="3509">
                  <c:v>0</c:v>
                </c:pt>
                <c:pt idx="3510">
                  <c:v>0</c:v>
                </c:pt>
                <c:pt idx="3511">
                  <c:v>0.25</c:v>
                </c:pt>
                <c:pt idx="3512">
                  <c:v>0.25</c:v>
                </c:pt>
                <c:pt idx="3513">
                  <c:v>0.25</c:v>
                </c:pt>
                <c:pt idx="3514">
                  <c:v>0.25</c:v>
                </c:pt>
                <c:pt idx="3515">
                  <c:v>0.31143900000000002</c:v>
                </c:pt>
                <c:pt idx="3516">
                  <c:v>0.46651500000000001</c:v>
                </c:pt>
                <c:pt idx="3517">
                  <c:v>0.31744299999999998</c:v>
                </c:pt>
                <c:pt idx="3518">
                  <c:v>0.25</c:v>
                </c:pt>
                <c:pt idx="3519">
                  <c:v>0.25</c:v>
                </c:pt>
                <c:pt idx="3520">
                  <c:v>0.25</c:v>
                </c:pt>
                <c:pt idx="3521">
                  <c:v>0.25</c:v>
                </c:pt>
                <c:pt idx="3522">
                  <c:v>0.25</c:v>
                </c:pt>
                <c:pt idx="3523">
                  <c:v>0.25</c:v>
                </c:pt>
                <c:pt idx="3524">
                  <c:v>0.25</c:v>
                </c:pt>
                <c:pt idx="3525">
                  <c:v>0</c:v>
                </c:pt>
                <c:pt idx="3526">
                  <c:v>0</c:v>
                </c:pt>
                <c:pt idx="3527">
                  <c:v>0</c:v>
                </c:pt>
                <c:pt idx="3528">
                  <c:v>0</c:v>
                </c:pt>
                <c:pt idx="3529">
                  <c:v>0</c:v>
                </c:pt>
                <c:pt idx="3530">
                  <c:v>0</c:v>
                </c:pt>
                <c:pt idx="3531">
                  <c:v>0</c:v>
                </c:pt>
                <c:pt idx="3532">
                  <c:v>0</c:v>
                </c:pt>
                <c:pt idx="3533">
                  <c:v>0</c:v>
                </c:pt>
                <c:pt idx="3534">
                  <c:v>0</c:v>
                </c:pt>
                <c:pt idx="3535">
                  <c:v>0.25</c:v>
                </c:pt>
                <c:pt idx="3536">
                  <c:v>0.38592300000000002</c:v>
                </c:pt>
                <c:pt idx="3537">
                  <c:v>0.50753300000000001</c:v>
                </c:pt>
                <c:pt idx="3538">
                  <c:v>0.51185899999999995</c:v>
                </c:pt>
                <c:pt idx="3539">
                  <c:v>0.41391600000000001</c:v>
                </c:pt>
                <c:pt idx="3540">
                  <c:v>0.35016799999999998</c:v>
                </c:pt>
                <c:pt idx="3541">
                  <c:v>0.25</c:v>
                </c:pt>
                <c:pt idx="3542">
                  <c:v>0.25</c:v>
                </c:pt>
                <c:pt idx="3543">
                  <c:v>0.29319499999999998</c:v>
                </c:pt>
                <c:pt idx="3544">
                  <c:v>0.279443</c:v>
                </c:pt>
                <c:pt idx="3545">
                  <c:v>0.25201600000000002</c:v>
                </c:pt>
                <c:pt idx="3546">
                  <c:v>0.25</c:v>
                </c:pt>
                <c:pt idx="3547">
                  <c:v>0.25</c:v>
                </c:pt>
                <c:pt idx="3548">
                  <c:v>0.25</c:v>
                </c:pt>
                <c:pt idx="3549">
                  <c:v>0</c:v>
                </c:pt>
                <c:pt idx="3550">
                  <c:v>0</c:v>
                </c:pt>
                <c:pt idx="3551">
                  <c:v>0</c:v>
                </c:pt>
                <c:pt idx="3552">
                  <c:v>0</c:v>
                </c:pt>
                <c:pt idx="3553">
                  <c:v>0</c:v>
                </c:pt>
                <c:pt idx="3554">
                  <c:v>0</c:v>
                </c:pt>
                <c:pt idx="3555">
                  <c:v>0</c:v>
                </c:pt>
                <c:pt idx="3556">
                  <c:v>0</c:v>
                </c:pt>
                <c:pt idx="3557">
                  <c:v>0</c:v>
                </c:pt>
                <c:pt idx="3558">
                  <c:v>0</c:v>
                </c:pt>
                <c:pt idx="3559">
                  <c:v>0.25</c:v>
                </c:pt>
                <c:pt idx="3560">
                  <c:v>0.25</c:v>
                </c:pt>
                <c:pt idx="3561">
                  <c:v>0.37091499999999999</c:v>
                </c:pt>
                <c:pt idx="3562">
                  <c:v>0.53105500000000005</c:v>
                </c:pt>
                <c:pt idx="3563">
                  <c:v>0.55308999999999997</c:v>
                </c:pt>
                <c:pt idx="3564">
                  <c:v>0.66766000000000003</c:v>
                </c:pt>
                <c:pt idx="3565">
                  <c:v>0.51274299999999995</c:v>
                </c:pt>
                <c:pt idx="3566">
                  <c:v>0.44747199999999998</c:v>
                </c:pt>
                <c:pt idx="3567">
                  <c:v>0.461202</c:v>
                </c:pt>
                <c:pt idx="3568">
                  <c:v>0.38119199999999998</c:v>
                </c:pt>
                <c:pt idx="3569">
                  <c:v>0.30028899999999997</c:v>
                </c:pt>
                <c:pt idx="3570">
                  <c:v>0.25</c:v>
                </c:pt>
                <c:pt idx="3571">
                  <c:v>0.25</c:v>
                </c:pt>
                <c:pt idx="3572">
                  <c:v>0.25</c:v>
                </c:pt>
                <c:pt idx="3573">
                  <c:v>0</c:v>
                </c:pt>
                <c:pt idx="3574">
                  <c:v>0</c:v>
                </c:pt>
                <c:pt idx="3575">
                  <c:v>0</c:v>
                </c:pt>
                <c:pt idx="3576">
                  <c:v>0</c:v>
                </c:pt>
                <c:pt idx="3577">
                  <c:v>0</c:v>
                </c:pt>
                <c:pt idx="3578">
                  <c:v>0</c:v>
                </c:pt>
                <c:pt idx="3579">
                  <c:v>0</c:v>
                </c:pt>
                <c:pt idx="3580">
                  <c:v>0</c:v>
                </c:pt>
                <c:pt idx="3581">
                  <c:v>0</c:v>
                </c:pt>
                <c:pt idx="3582">
                  <c:v>0</c:v>
                </c:pt>
                <c:pt idx="3583">
                  <c:v>0.25</c:v>
                </c:pt>
                <c:pt idx="3584">
                  <c:v>0.41980200000000001</c:v>
                </c:pt>
                <c:pt idx="3585">
                  <c:v>0.49746200000000002</c:v>
                </c:pt>
                <c:pt idx="3586">
                  <c:v>0.59803200000000001</c:v>
                </c:pt>
                <c:pt idx="3587">
                  <c:v>0.51700199999999996</c:v>
                </c:pt>
                <c:pt idx="3588">
                  <c:v>0.547315</c:v>
                </c:pt>
                <c:pt idx="3589">
                  <c:v>0.39760099999999998</c:v>
                </c:pt>
                <c:pt idx="3590">
                  <c:v>0.40471099999999999</c:v>
                </c:pt>
                <c:pt idx="3591">
                  <c:v>0.45383800000000002</c:v>
                </c:pt>
                <c:pt idx="3592">
                  <c:v>0.41753299999999999</c:v>
                </c:pt>
                <c:pt idx="3593">
                  <c:v>0.32949299999999998</c:v>
                </c:pt>
                <c:pt idx="3594">
                  <c:v>0.25</c:v>
                </c:pt>
                <c:pt idx="3595">
                  <c:v>0.25</c:v>
                </c:pt>
                <c:pt idx="3596">
                  <c:v>0.25</c:v>
                </c:pt>
                <c:pt idx="3597">
                  <c:v>0</c:v>
                </c:pt>
                <c:pt idx="3598">
                  <c:v>0</c:v>
                </c:pt>
                <c:pt idx="3599">
                  <c:v>0</c:v>
                </c:pt>
                <c:pt idx="3600">
                  <c:v>0</c:v>
                </c:pt>
                <c:pt idx="3601">
                  <c:v>0</c:v>
                </c:pt>
                <c:pt idx="3602">
                  <c:v>0</c:v>
                </c:pt>
                <c:pt idx="3603">
                  <c:v>0</c:v>
                </c:pt>
                <c:pt idx="3604">
                  <c:v>0</c:v>
                </c:pt>
                <c:pt idx="3605">
                  <c:v>0</c:v>
                </c:pt>
                <c:pt idx="3606">
                  <c:v>0</c:v>
                </c:pt>
                <c:pt idx="3607">
                  <c:v>0.25</c:v>
                </c:pt>
                <c:pt idx="3608">
                  <c:v>0.34456999999999999</c:v>
                </c:pt>
                <c:pt idx="3609">
                  <c:v>0.38452500000000001</c:v>
                </c:pt>
                <c:pt idx="3610">
                  <c:v>0.51807300000000001</c:v>
                </c:pt>
                <c:pt idx="3611">
                  <c:v>0.49765399999999999</c:v>
                </c:pt>
                <c:pt idx="3612">
                  <c:v>0.57866499999999998</c:v>
                </c:pt>
                <c:pt idx="3613">
                  <c:v>0.42118</c:v>
                </c:pt>
                <c:pt idx="3614">
                  <c:v>0.36553600000000003</c:v>
                </c:pt>
                <c:pt idx="3615">
                  <c:v>0.37127599999999999</c:v>
                </c:pt>
                <c:pt idx="3616">
                  <c:v>0.28414699999999998</c:v>
                </c:pt>
                <c:pt idx="3617">
                  <c:v>0.29339500000000002</c:v>
                </c:pt>
                <c:pt idx="3618">
                  <c:v>0.25</c:v>
                </c:pt>
                <c:pt idx="3619">
                  <c:v>0.25</c:v>
                </c:pt>
                <c:pt idx="3620">
                  <c:v>0.25</c:v>
                </c:pt>
                <c:pt idx="3621">
                  <c:v>0</c:v>
                </c:pt>
                <c:pt idx="3622">
                  <c:v>0</c:v>
                </c:pt>
                <c:pt idx="3623">
                  <c:v>0</c:v>
                </c:pt>
                <c:pt idx="3624">
                  <c:v>0</c:v>
                </c:pt>
                <c:pt idx="3625">
                  <c:v>0</c:v>
                </c:pt>
                <c:pt idx="3626">
                  <c:v>0</c:v>
                </c:pt>
                <c:pt idx="3627">
                  <c:v>0</c:v>
                </c:pt>
                <c:pt idx="3628">
                  <c:v>0</c:v>
                </c:pt>
                <c:pt idx="3629">
                  <c:v>0</c:v>
                </c:pt>
                <c:pt idx="3630">
                  <c:v>0</c:v>
                </c:pt>
                <c:pt idx="3631">
                  <c:v>0.25</c:v>
                </c:pt>
                <c:pt idx="3632">
                  <c:v>0.25</c:v>
                </c:pt>
                <c:pt idx="3633">
                  <c:v>0.25</c:v>
                </c:pt>
                <c:pt idx="3634">
                  <c:v>0.26317699999999999</c:v>
                </c:pt>
                <c:pt idx="3635">
                  <c:v>0.25</c:v>
                </c:pt>
                <c:pt idx="3636">
                  <c:v>0.29604999999999998</c:v>
                </c:pt>
                <c:pt idx="3637">
                  <c:v>0.25</c:v>
                </c:pt>
                <c:pt idx="3638">
                  <c:v>0.25</c:v>
                </c:pt>
                <c:pt idx="3639">
                  <c:v>0.25</c:v>
                </c:pt>
                <c:pt idx="3640">
                  <c:v>0.25</c:v>
                </c:pt>
                <c:pt idx="3641">
                  <c:v>0.25</c:v>
                </c:pt>
                <c:pt idx="3642">
                  <c:v>0.25</c:v>
                </c:pt>
                <c:pt idx="3643">
                  <c:v>0.25</c:v>
                </c:pt>
                <c:pt idx="3644">
                  <c:v>0.25</c:v>
                </c:pt>
                <c:pt idx="3645">
                  <c:v>0</c:v>
                </c:pt>
                <c:pt idx="3646">
                  <c:v>0</c:v>
                </c:pt>
                <c:pt idx="3647">
                  <c:v>0</c:v>
                </c:pt>
                <c:pt idx="3648">
                  <c:v>0</c:v>
                </c:pt>
                <c:pt idx="3649">
                  <c:v>0</c:v>
                </c:pt>
                <c:pt idx="3650">
                  <c:v>0</c:v>
                </c:pt>
                <c:pt idx="3651">
                  <c:v>0</c:v>
                </c:pt>
                <c:pt idx="3652">
                  <c:v>0</c:v>
                </c:pt>
                <c:pt idx="3653">
                  <c:v>0</c:v>
                </c:pt>
                <c:pt idx="3654">
                  <c:v>0</c:v>
                </c:pt>
                <c:pt idx="3655">
                  <c:v>0.25</c:v>
                </c:pt>
                <c:pt idx="3656">
                  <c:v>0.25</c:v>
                </c:pt>
                <c:pt idx="3657">
                  <c:v>0.25</c:v>
                </c:pt>
                <c:pt idx="3658">
                  <c:v>0.25</c:v>
                </c:pt>
                <c:pt idx="3659">
                  <c:v>0.25</c:v>
                </c:pt>
                <c:pt idx="3660">
                  <c:v>0.28845999999999999</c:v>
                </c:pt>
                <c:pt idx="3661">
                  <c:v>0.25</c:v>
                </c:pt>
                <c:pt idx="3662">
                  <c:v>0.25</c:v>
                </c:pt>
                <c:pt idx="3663">
                  <c:v>0.262382</c:v>
                </c:pt>
                <c:pt idx="3664">
                  <c:v>0.25</c:v>
                </c:pt>
                <c:pt idx="3665">
                  <c:v>0.25</c:v>
                </c:pt>
                <c:pt idx="3666">
                  <c:v>0.25</c:v>
                </c:pt>
                <c:pt idx="3667">
                  <c:v>0.25</c:v>
                </c:pt>
                <c:pt idx="3668">
                  <c:v>0.25</c:v>
                </c:pt>
                <c:pt idx="3669">
                  <c:v>0</c:v>
                </c:pt>
                <c:pt idx="3670">
                  <c:v>0</c:v>
                </c:pt>
                <c:pt idx="3671">
                  <c:v>0</c:v>
                </c:pt>
                <c:pt idx="3672">
                  <c:v>0</c:v>
                </c:pt>
                <c:pt idx="3673">
                  <c:v>0</c:v>
                </c:pt>
                <c:pt idx="3674">
                  <c:v>0</c:v>
                </c:pt>
                <c:pt idx="3675">
                  <c:v>0</c:v>
                </c:pt>
                <c:pt idx="3676">
                  <c:v>0</c:v>
                </c:pt>
                <c:pt idx="3677">
                  <c:v>0</c:v>
                </c:pt>
                <c:pt idx="3678">
                  <c:v>0</c:v>
                </c:pt>
                <c:pt idx="3679">
                  <c:v>0.25</c:v>
                </c:pt>
                <c:pt idx="3680">
                  <c:v>0.25</c:v>
                </c:pt>
                <c:pt idx="3681">
                  <c:v>0.25</c:v>
                </c:pt>
                <c:pt idx="3682">
                  <c:v>0.25</c:v>
                </c:pt>
                <c:pt idx="3683">
                  <c:v>0.25</c:v>
                </c:pt>
                <c:pt idx="3684">
                  <c:v>0.33891199999999999</c:v>
                </c:pt>
                <c:pt idx="3685">
                  <c:v>0.25</c:v>
                </c:pt>
                <c:pt idx="3686">
                  <c:v>0.25</c:v>
                </c:pt>
                <c:pt idx="3687">
                  <c:v>0.25</c:v>
                </c:pt>
                <c:pt idx="3688">
                  <c:v>0.25</c:v>
                </c:pt>
                <c:pt idx="3689">
                  <c:v>0.25</c:v>
                </c:pt>
                <c:pt idx="3690">
                  <c:v>0.25</c:v>
                </c:pt>
                <c:pt idx="3691">
                  <c:v>0.25</c:v>
                </c:pt>
                <c:pt idx="3692">
                  <c:v>0.25</c:v>
                </c:pt>
                <c:pt idx="3693">
                  <c:v>0</c:v>
                </c:pt>
                <c:pt idx="3694">
                  <c:v>0</c:v>
                </c:pt>
                <c:pt idx="3695">
                  <c:v>0</c:v>
                </c:pt>
                <c:pt idx="3696">
                  <c:v>0</c:v>
                </c:pt>
                <c:pt idx="3697">
                  <c:v>0</c:v>
                </c:pt>
                <c:pt idx="3698">
                  <c:v>0</c:v>
                </c:pt>
                <c:pt idx="3699">
                  <c:v>0</c:v>
                </c:pt>
                <c:pt idx="3700">
                  <c:v>0</c:v>
                </c:pt>
                <c:pt idx="3701">
                  <c:v>0</c:v>
                </c:pt>
                <c:pt idx="3702">
                  <c:v>0</c:v>
                </c:pt>
                <c:pt idx="3703">
                  <c:v>0.25</c:v>
                </c:pt>
                <c:pt idx="3704">
                  <c:v>0.25</c:v>
                </c:pt>
                <c:pt idx="3705">
                  <c:v>0.25</c:v>
                </c:pt>
                <c:pt idx="3706">
                  <c:v>0.30429400000000001</c:v>
                </c:pt>
                <c:pt idx="3707">
                  <c:v>0.313668</c:v>
                </c:pt>
                <c:pt idx="3708">
                  <c:v>0.41727399999999998</c:v>
                </c:pt>
                <c:pt idx="3709">
                  <c:v>0.286302</c:v>
                </c:pt>
                <c:pt idx="3710">
                  <c:v>0.26817000000000002</c:v>
                </c:pt>
                <c:pt idx="3711">
                  <c:v>0.32525300000000001</c:v>
                </c:pt>
                <c:pt idx="3712">
                  <c:v>0.26772099999999999</c:v>
                </c:pt>
                <c:pt idx="3713">
                  <c:v>0.25</c:v>
                </c:pt>
                <c:pt idx="3714">
                  <c:v>0.25</c:v>
                </c:pt>
                <c:pt idx="3715">
                  <c:v>0.25</c:v>
                </c:pt>
                <c:pt idx="3716">
                  <c:v>0.25</c:v>
                </c:pt>
                <c:pt idx="3717">
                  <c:v>0</c:v>
                </c:pt>
                <c:pt idx="3718">
                  <c:v>0</c:v>
                </c:pt>
                <c:pt idx="3719">
                  <c:v>0</c:v>
                </c:pt>
                <c:pt idx="3720">
                  <c:v>0</c:v>
                </c:pt>
                <c:pt idx="3721">
                  <c:v>0</c:v>
                </c:pt>
                <c:pt idx="3722">
                  <c:v>0</c:v>
                </c:pt>
                <c:pt idx="3723">
                  <c:v>0</c:v>
                </c:pt>
                <c:pt idx="3724">
                  <c:v>0</c:v>
                </c:pt>
                <c:pt idx="3725">
                  <c:v>0</c:v>
                </c:pt>
                <c:pt idx="3726">
                  <c:v>0</c:v>
                </c:pt>
                <c:pt idx="3727">
                  <c:v>0.25</c:v>
                </c:pt>
                <c:pt idx="3728">
                  <c:v>0.25</c:v>
                </c:pt>
                <c:pt idx="3729">
                  <c:v>0.25</c:v>
                </c:pt>
                <c:pt idx="3730">
                  <c:v>0.30504900000000001</c:v>
                </c:pt>
                <c:pt idx="3731">
                  <c:v>0.34520299999999998</c:v>
                </c:pt>
                <c:pt idx="3732">
                  <c:v>0.51745099999999999</c:v>
                </c:pt>
                <c:pt idx="3733">
                  <c:v>0.35707899999999998</c:v>
                </c:pt>
                <c:pt idx="3734">
                  <c:v>0.30251400000000001</c:v>
                </c:pt>
                <c:pt idx="3735">
                  <c:v>0.311141</c:v>
                </c:pt>
                <c:pt idx="3736">
                  <c:v>0.25</c:v>
                </c:pt>
                <c:pt idx="3737">
                  <c:v>0.25</c:v>
                </c:pt>
                <c:pt idx="3738">
                  <c:v>0.25</c:v>
                </c:pt>
                <c:pt idx="3739">
                  <c:v>0.25</c:v>
                </c:pt>
                <c:pt idx="3740">
                  <c:v>0.25</c:v>
                </c:pt>
                <c:pt idx="3741">
                  <c:v>0</c:v>
                </c:pt>
                <c:pt idx="3742">
                  <c:v>0</c:v>
                </c:pt>
                <c:pt idx="3743">
                  <c:v>0</c:v>
                </c:pt>
                <c:pt idx="3744">
                  <c:v>0</c:v>
                </c:pt>
                <c:pt idx="3745">
                  <c:v>0</c:v>
                </c:pt>
                <c:pt idx="3746">
                  <c:v>0</c:v>
                </c:pt>
                <c:pt idx="3747">
                  <c:v>0</c:v>
                </c:pt>
                <c:pt idx="3748">
                  <c:v>0</c:v>
                </c:pt>
                <c:pt idx="3749">
                  <c:v>0</c:v>
                </c:pt>
                <c:pt idx="3750">
                  <c:v>0</c:v>
                </c:pt>
                <c:pt idx="3751">
                  <c:v>0.25</c:v>
                </c:pt>
                <c:pt idx="3752">
                  <c:v>0.25</c:v>
                </c:pt>
                <c:pt idx="3753">
                  <c:v>0.25</c:v>
                </c:pt>
                <c:pt idx="3754">
                  <c:v>0.25</c:v>
                </c:pt>
                <c:pt idx="3755">
                  <c:v>0.25</c:v>
                </c:pt>
                <c:pt idx="3756">
                  <c:v>0.35458000000000001</c:v>
                </c:pt>
                <c:pt idx="3757">
                  <c:v>0.25</c:v>
                </c:pt>
                <c:pt idx="3758">
                  <c:v>0.25273000000000001</c:v>
                </c:pt>
                <c:pt idx="3759">
                  <c:v>0.33668399999999998</c:v>
                </c:pt>
                <c:pt idx="3760">
                  <c:v>0.25</c:v>
                </c:pt>
                <c:pt idx="3761">
                  <c:v>0.25</c:v>
                </c:pt>
                <c:pt idx="3762">
                  <c:v>0.25</c:v>
                </c:pt>
                <c:pt idx="3763">
                  <c:v>0.25</c:v>
                </c:pt>
                <c:pt idx="3764">
                  <c:v>0.25</c:v>
                </c:pt>
                <c:pt idx="3765">
                  <c:v>0</c:v>
                </c:pt>
                <c:pt idx="3766">
                  <c:v>0</c:v>
                </c:pt>
                <c:pt idx="3767">
                  <c:v>0</c:v>
                </c:pt>
                <c:pt idx="3768">
                  <c:v>0</c:v>
                </c:pt>
                <c:pt idx="3769">
                  <c:v>0</c:v>
                </c:pt>
                <c:pt idx="3770">
                  <c:v>0</c:v>
                </c:pt>
                <c:pt idx="3771">
                  <c:v>0</c:v>
                </c:pt>
                <c:pt idx="3772">
                  <c:v>0</c:v>
                </c:pt>
                <c:pt idx="3773">
                  <c:v>0</c:v>
                </c:pt>
                <c:pt idx="3774">
                  <c:v>0</c:v>
                </c:pt>
                <c:pt idx="3775">
                  <c:v>0.25</c:v>
                </c:pt>
                <c:pt idx="3776">
                  <c:v>0.25</c:v>
                </c:pt>
                <c:pt idx="3777">
                  <c:v>0.25</c:v>
                </c:pt>
                <c:pt idx="3778">
                  <c:v>0.25</c:v>
                </c:pt>
                <c:pt idx="3779">
                  <c:v>0.25</c:v>
                </c:pt>
                <c:pt idx="3780">
                  <c:v>0.33099600000000001</c:v>
                </c:pt>
                <c:pt idx="3781">
                  <c:v>0.25</c:v>
                </c:pt>
                <c:pt idx="3782">
                  <c:v>0.25</c:v>
                </c:pt>
                <c:pt idx="3783">
                  <c:v>0.25</c:v>
                </c:pt>
                <c:pt idx="3784">
                  <c:v>0.25</c:v>
                </c:pt>
                <c:pt idx="3785">
                  <c:v>0.25</c:v>
                </c:pt>
                <c:pt idx="3786">
                  <c:v>0.25</c:v>
                </c:pt>
                <c:pt idx="3787">
                  <c:v>0.25</c:v>
                </c:pt>
                <c:pt idx="3788">
                  <c:v>0.25</c:v>
                </c:pt>
                <c:pt idx="3789">
                  <c:v>0</c:v>
                </c:pt>
                <c:pt idx="3790">
                  <c:v>0</c:v>
                </c:pt>
                <c:pt idx="3791">
                  <c:v>0</c:v>
                </c:pt>
                <c:pt idx="3792">
                  <c:v>0</c:v>
                </c:pt>
                <c:pt idx="3793">
                  <c:v>0</c:v>
                </c:pt>
                <c:pt idx="3794">
                  <c:v>0</c:v>
                </c:pt>
                <c:pt idx="3795">
                  <c:v>0</c:v>
                </c:pt>
                <c:pt idx="3796">
                  <c:v>0</c:v>
                </c:pt>
                <c:pt idx="3797">
                  <c:v>0</c:v>
                </c:pt>
                <c:pt idx="3798">
                  <c:v>0</c:v>
                </c:pt>
                <c:pt idx="3799">
                  <c:v>0.25</c:v>
                </c:pt>
                <c:pt idx="3800">
                  <c:v>0.25</c:v>
                </c:pt>
                <c:pt idx="3801">
                  <c:v>0.25</c:v>
                </c:pt>
                <c:pt idx="3802">
                  <c:v>0.25</c:v>
                </c:pt>
                <c:pt idx="3803">
                  <c:v>0.25</c:v>
                </c:pt>
                <c:pt idx="3804">
                  <c:v>0.25</c:v>
                </c:pt>
                <c:pt idx="3805">
                  <c:v>0.25</c:v>
                </c:pt>
                <c:pt idx="3806">
                  <c:v>0.25</c:v>
                </c:pt>
                <c:pt idx="3807">
                  <c:v>0.25</c:v>
                </c:pt>
                <c:pt idx="3808">
                  <c:v>0.25</c:v>
                </c:pt>
                <c:pt idx="3809">
                  <c:v>0.25</c:v>
                </c:pt>
                <c:pt idx="3810">
                  <c:v>0.25</c:v>
                </c:pt>
                <c:pt idx="3811">
                  <c:v>0.25</c:v>
                </c:pt>
                <c:pt idx="3812">
                  <c:v>0.25</c:v>
                </c:pt>
                <c:pt idx="3813">
                  <c:v>0</c:v>
                </c:pt>
                <c:pt idx="3814">
                  <c:v>0</c:v>
                </c:pt>
                <c:pt idx="3815">
                  <c:v>0</c:v>
                </c:pt>
                <c:pt idx="3816">
                  <c:v>0</c:v>
                </c:pt>
                <c:pt idx="3817">
                  <c:v>0</c:v>
                </c:pt>
                <c:pt idx="3818">
                  <c:v>0</c:v>
                </c:pt>
                <c:pt idx="3819">
                  <c:v>0</c:v>
                </c:pt>
                <c:pt idx="3820">
                  <c:v>0</c:v>
                </c:pt>
                <c:pt idx="3821">
                  <c:v>0</c:v>
                </c:pt>
                <c:pt idx="3822">
                  <c:v>0</c:v>
                </c:pt>
                <c:pt idx="3823">
                  <c:v>0.25</c:v>
                </c:pt>
                <c:pt idx="3824">
                  <c:v>0.25</c:v>
                </c:pt>
                <c:pt idx="3825">
                  <c:v>0.25</c:v>
                </c:pt>
                <c:pt idx="3826">
                  <c:v>0.25</c:v>
                </c:pt>
                <c:pt idx="3827">
                  <c:v>0.25</c:v>
                </c:pt>
                <c:pt idx="3828">
                  <c:v>0.25</c:v>
                </c:pt>
                <c:pt idx="3829">
                  <c:v>0.25</c:v>
                </c:pt>
                <c:pt idx="3830">
                  <c:v>0.25</c:v>
                </c:pt>
                <c:pt idx="3831">
                  <c:v>0.25</c:v>
                </c:pt>
                <c:pt idx="3832">
                  <c:v>0.25</c:v>
                </c:pt>
                <c:pt idx="3833">
                  <c:v>0.25</c:v>
                </c:pt>
                <c:pt idx="3834">
                  <c:v>0.25</c:v>
                </c:pt>
                <c:pt idx="3835">
                  <c:v>0.25</c:v>
                </c:pt>
                <c:pt idx="3836">
                  <c:v>0.25</c:v>
                </c:pt>
                <c:pt idx="3837">
                  <c:v>0</c:v>
                </c:pt>
                <c:pt idx="3838">
                  <c:v>0</c:v>
                </c:pt>
                <c:pt idx="3839">
                  <c:v>0</c:v>
                </c:pt>
                <c:pt idx="3840">
                  <c:v>0</c:v>
                </c:pt>
                <c:pt idx="3841">
                  <c:v>0</c:v>
                </c:pt>
                <c:pt idx="3842">
                  <c:v>0</c:v>
                </c:pt>
                <c:pt idx="3843">
                  <c:v>0</c:v>
                </c:pt>
                <c:pt idx="3844">
                  <c:v>0</c:v>
                </c:pt>
                <c:pt idx="3845">
                  <c:v>0</c:v>
                </c:pt>
                <c:pt idx="3846">
                  <c:v>0</c:v>
                </c:pt>
                <c:pt idx="3847">
                  <c:v>0.25</c:v>
                </c:pt>
                <c:pt idx="3848">
                  <c:v>0.25</c:v>
                </c:pt>
                <c:pt idx="3849">
                  <c:v>0.25</c:v>
                </c:pt>
                <c:pt idx="3850">
                  <c:v>0.25</c:v>
                </c:pt>
                <c:pt idx="3851">
                  <c:v>0.25</c:v>
                </c:pt>
                <c:pt idx="3852">
                  <c:v>0.25</c:v>
                </c:pt>
                <c:pt idx="3853">
                  <c:v>0.25</c:v>
                </c:pt>
                <c:pt idx="3854">
                  <c:v>0.25</c:v>
                </c:pt>
                <c:pt idx="3855">
                  <c:v>0.25</c:v>
                </c:pt>
                <c:pt idx="3856">
                  <c:v>0.25</c:v>
                </c:pt>
                <c:pt idx="3857">
                  <c:v>0.25</c:v>
                </c:pt>
                <c:pt idx="3858">
                  <c:v>0.25</c:v>
                </c:pt>
                <c:pt idx="3859">
                  <c:v>0.25</c:v>
                </c:pt>
                <c:pt idx="3860">
                  <c:v>0.25</c:v>
                </c:pt>
                <c:pt idx="3861">
                  <c:v>0</c:v>
                </c:pt>
                <c:pt idx="3862">
                  <c:v>0</c:v>
                </c:pt>
                <c:pt idx="3863">
                  <c:v>0</c:v>
                </c:pt>
                <c:pt idx="3864">
                  <c:v>0</c:v>
                </c:pt>
                <c:pt idx="3865">
                  <c:v>0</c:v>
                </c:pt>
                <c:pt idx="3866">
                  <c:v>0</c:v>
                </c:pt>
                <c:pt idx="3867">
                  <c:v>0</c:v>
                </c:pt>
                <c:pt idx="3868">
                  <c:v>0</c:v>
                </c:pt>
                <c:pt idx="3869">
                  <c:v>0</c:v>
                </c:pt>
                <c:pt idx="3870">
                  <c:v>0</c:v>
                </c:pt>
                <c:pt idx="3871">
                  <c:v>0.25</c:v>
                </c:pt>
                <c:pt idx="3872">
                  <c:v>0.25</c:v>
                </c:pt>
                <c:pt idx="3873">
                  <c:v>0.26215300000000002</c:v>
                </c:pt>
                <c:pt idx="3874">
                  <c:v>0.34816599999999998</c:v>
                </c:pt>
                <c:pt idx="3875">
                  <c:v>0.36528899999999997</c:v>
                </c:pt>
                <c:pt idx="3876">
                  <c:v>0.43470399999999998</c:v>
                </c:pt>
                <c:pt idx="3877">
                  <c:v>0.31697199999999998</c:v>
                </c:pt>
                <c:pt idx="3878">
                  <c:v>0.28842099999999998</c:v>
                </c:pt>
                <c:pt idx="3879">
                  <c:v>0.37669799999999998</c:v>
                </c:pt>
                <c:pt idx="3880">
                  <c:v>0.26728000000000002</c:v>
                </c:pt>
                <c:pt idx="3881">
                  <c:v>0.25</c:v>
                </c:pt>
                <c:pt idx="3882">
                  <c:v>0.25</c:v>
                </c:pt>
                <c:pt idx="3883">
                  <c:v>0.25</c:v>
                </c:pt>
                <c:pt idx="3884">
                  <c:v>0.25</c:v>
                </c:pt>
                <c:pt idx="3885">
                  <c:v>0</c:v>
                </c:pt>
                <c:pt idx="3886">
                  <c:v>0</c:v>
                </c:pt>
                <c:pt idx="3887">
                  <c:v>0</c:v>
                </c:pt>
                <c:pt idx="3888">
                  <c:v>0</c:v>
                </c:pt>
                <c:pt idx="3889">
                  <c:v>0</c:v>
                </c:pt>
                <c:pt idx="3890">
                  <c:v>0</c:v>
                </c:pt>
                <c:pt idx="3891">
                  <c:v>0</c:v>
                </c:pt>
                <c:pt idx="3892">
                  <c:v>0</c:v>
                </c:pt>
                <c:pt idx="3893">
                  <c:v>0</c:v>
                </c:pt>
                <c:pt idx="3894">
                  <c:v>0</c:v>
                </c:pt>
                <c:pt idx="3895">
                  <c:v>0.25</c:v>
                </c:pt>
                <c:pt idx="3896">
                  <c:v>0.25</c:v>
                </c:pt>
                <c:pt idx="3897">
                  <c:v>0.25</c:v>
                </c:pt>
                <c:pt idx="3898">
                  <c:v>0.368307</c:v>
                </c:pt>
                <c:pt idx="3899">
                  <c:v>0.38087799999999999</c:v>
                </c:pt>
                <c:pt idx="3900">
                  <c:v>0.46380500000000002</c:v>
                </c:pt>
                <c:pt idx="3901">
                  <c:v>0.36685499999999999</c:v>
                </c:pt>
                <c:pt idx="3902">
                  <c:v>0.40110200000000001</c:v>
                </c:pt>
                <c:pt idx="3903">
                  <c:v>0.49107699999999999</c:v>
                </c:pt>
                <c:pt idx="3904">
                  <c:v>0.3674</c:v>
                </c:pt>
                <c:pt idx="3905">
                  <c:v>0.25</c:v>
                </c:pt>
                <c:pt idx="3906">
                  <c:v>0.25</c:v>
                </c:pt>
                <c:pt idx="3907">
                  <c:v>0.25</c:v>
                </c:pt>
                <c:pt idx="3908">
                  <c:v>0.25</c:v>
                </c:pt>
                <c:pt idx="3909">
                  <c:v>0</c:v>
                </c:pt>
                <c:pt idx="3910">
                  <c:v>0</c:v>
                </c:pt>
                <c:pt idx="3911">
                  <c:v>0</c:v>
                </c:pt>
                <c:pt idx="3912">
                  <c:v>0</c:v>
                </c:pt>
                <c:pt idx="3913">
                  <c:v>0</c:v>
                </c:pt>
                <c:pt idx="3914">
                  <c:v>0</c:v>
                </c:pt>
                <c:pt idx="3915">
                  <c:v>0</c:v>
                </c:pt>
                <c:pt idx="3916">
                  <c:v>0</c:v>
                </c:pt>
                <c:pt idx="3917">
                  <c:v>0</c:v>
                </c:pt>
                <c:pt idx="3918">
                  <c:v>0</c:v>
                </c:pt>
                <c:pt idx="3919">
                  <c:v>0.25</c:v>
                </c:pt>
                <c:pt idx="3920">
                  <c:v>0.25</c:v>
                </c:pt>
                <c:pt idx="3921">
                  <c:v>0.33615699999999998</c:v>
                </c:pt>
                <c:pt idx="3922">
                  <c:v>0.50441000000000003</c:v>
                </c:pt>
                <c:pt idx="3923">
                  <c:v>0.46349600000000002</c:v>
                </c:pt>
                <c:pt idx="3924">
                  <c:v>0.55649899999999997</c:v>
                </c:pt>
                <c:pt idx="3925">
                  <c:v>0.30413200000000001</c:v>
                </c:pt>
                <c:pt idx="3926">
                  <c:v>0.25</c:v>
                </c:pt>
                <c:pt idx="3927">
                  <c:v>0.25</c:v>
                </c:pt>
                <c:pt idx="3928">
                  <c:v>0.25</c:v>
                </c:pt>
                <c:pt idx="3929">
                  <c:v>0.25</c:v>
                </c:pt>
                <c:pt idx="3930">
                  <c:v>0.25</c:v>
                </c:pt>
                <c:pt idx="3931">
                  <c:v>0.25</c:v>
                </c:pt>
                <c:pt idx="3932">
                  <c:v>0.25</c:v>
                </c:pt>
                <c:pt idx="3933">
                  <c:v>0</c:v>
                </c:pt>
                <c:pt idx="3934">
                  <c:v>0</c:v>
                </c:pt>
                <c:pt idx="3935">
                  <c:v>0</c:v>
                </c:pt>
                <c:pt idx="3936">
                  <c:v>0</c:v>
                </c:pt>
                <c:pt idx="3937">
                  <c:v>0</c:v>
                </c:pt>
                <c:pt idx="3938">
                  <c:v>0</c:v>
                </c:pt>
                <c:pt idx="3939">
                  <c:v>0</c:v>
                </c:pt>
                <c:pt idx="3940">
                  <c:v>0</c:v>
                </c:pt>
                <c:pt idx="3941">
                  <c:v>0</c:v>
                </c:pt>
                <c:pt idx="3942">
                  <c:v>0</c:v>
                </c:pt>
                <c:pt idx="3943">
                  <c:v>0.25</c:v>
                </c:pt>
                <c:pt idx="3944">
                  <c:v>0.51381200000000005</c:v>
                </c:pt>
                <c:pt idx="3945">
                  <c:v>0.708318</c:v>
                </c:pt>
                <c:pt idx="3946">
                  <c:v>0.80697799999999997</c:v>
                </c:pt>
                <c:pt idx="3947">
                  <c:v>0.72673500000000002</c:v>
                </c:pt>
                <c:pt idx="3948">
                  <c:v>0.78431499999999998</c:v>
                </c:pt>
                <c:pt idx="3949">
                  <c:v>0.68641600000000003</c:v>
                </c:pt>
                <c:pt idx="3950">
                  <c:v>0.70123899999999995</c:v>
                </c:pt>
                <c:pt idx="3951">
                  <c:v>0.779227</c:v>
                </c:pt>
                <c:pt idx="3952">
                  <c:v>0.72020600000000001</c:v>
                </c:pt>
                <c:pt idx="3953">
                  <c:v>0.53514399999999995</c:v>
                </c:pt>
                <c:pt idx="3954">
                  <c:v>0.33970499999999998</c:v>
                </c:pt>
                <c:pt idx="3955">
                  <c:v>0.25</c:v>
                </c:pt>
                <c:pt idx="3956">
                  <c:v>0.25</c:v>
                </c:pt>
                <c:pt idx="3957">
                  <c:v>0</c:v>
                </c:pt>
                <c:pt idx="3958">
                  <c:v>0</c:v>
                </c:pt>
                <c:pt idx="3959">
                  <c:v>0</c:v>
                </c:pt>
                <c:pt idx="3960">
                  <c:v>0</c:v>
                </c:pt>
                <c:pt idx="3961">
                  <c:v>0</c:v>
                </c:pt>
                <c:pt idx="3962">
                  <c:v>0</c:v>
                </c:pt>
                <c:pt idx="3963">
                  <c:v>0</c:v>
                </c:pt>
                <c:pt idx="3964">
                  <c:v>0</c:v>
                </c:pt>
                <c:pt idx="3965">
                  <c:v>0</c:v>
                </c:pt>
                <c:pt idx="3966">
                  <c:v>0</c:v>
                </c:pt>
                <c:pt idx="3967">
                  <c:v>0.25</c:v>
                </c:pt>
                <c:pt idx="3968">
                  <c:v>0.25</c:v>
                </c:pt>
                <c:pt idx="3969">
                  <c:v>0.27716400000000002</c:v>
                </c:pt>
                <c:pt idx="3970">
                  <c:v>0.45143800000000001</c:v>
                </c:pt>
                <c:pt idx="3971">
                  <c:v>0.49057699999999999</c:v>
                </c:pt>
                <c:pt idx="3972">
                  <c:v>0.60612699999999997</c:v>
                </c:pt>
                <c:pt idx="3973">
                  <c:v>0.49315500000000001</c:v>
                </c:pt>
                <c:pt idx="3974">
                  <c:v>0.50540499999999999</c:v>
                </c:pt>
                <c:pt idx="3975">
                  <c:v>0.60231000000000001</c:v>
                </c:pt>
                <c:pt idx="3976">
                  <c:v>0.48888900000000002</c:v>
                </c:pt>
                <c:pt idx="3977">
                  <c:v>0.34210299999999999</c:v>
                </c:pt>
                <c:pt idx="3978">
                  <c:v>0.25</c:v>
                </c:pt>
                <c:pt idx="3979">
                  <c:v>0.25</c:v>
                </c:pt>
                <c:pt idx="3980">
                  <c:v>0.25</c:v>
                </c:pt>
                <c:pt idx="3981">
                  <c:v>0</c:v>
                </c:pt>
                <c:pt idx="3982">
                  <c:v>0</c:v>
                </c:pt>
                <c:pt idx="3983">
                  <c:v>0</c:v>
                </c:pt>
                <c:pt idx="3984">
                  <c:v>0</c:v>
                </c:pt>
                <c:pt idx="3985">
                  <c:v>0</c:v>
                </c:pt>
                <c:pt idx="3986">
                  <c:v>0</c:v>
                </c:pt>
                <c:pt idx="3987">
                  <c:v>0</c:v>
                </c:pt>
                <c:pt idx="3988">
                  <c:v>0</c:v>
                </c:pt>
                <c:pt idx="3989">
                  <c:v>0</c:v>
                </c:pt>
                <c:pt idx="3990">
                  <c:v>0</c:v>
                </c:pt>
                <c:pt idx="3991">
                  <c:v>0.25</c:v>
                </c:pt>
                <c:pt idx="3992">
                  <c:v>0.350082</c:v>
                </c:pt>
                <c:pt idx="3993">
                  <c:v>0.46914899999999998</c:v>
                </c:pt>
                <c:pt idx="3994">
                  <c:v>0.59583900000000001</c:v>
                </c:pt>
                <c:pt idx="3995">
                  <c:v>0.568859</c:v>
                </c:pt>
                <c:pt idx="3996">
                  <c:v>0.61487899999999995</c:v>
                </c:pt>
                <c:pt idx="3997">
                  <c:v>0.46935300000000002</c:v>
                </c:pt>
                <c:pt idx="3998">
                  <c:v>0.42300599999999999</c:v>
                </c:pt>
                <c:pt idx="3999">
                  <c:v>0.51382700000000003</c:v>
                </c:pt>
                <c:pt idx="4000">
                  <c:v>0.44476900000000003</c:v>
                </c:pt>
                <c:pt idx="4001">
                  <c:v>0.32247700000000001</c:v>
                </c:pt>
                <c:pt idx="4002">
                  <c:v>0.25</c:v>
                </c:pt>
                <c:pt idx="4003">
                  <c:v>0.25</c:v>
                </c:pt>
                <c:pt idx="4004">
                  <c:v>0.25</c:v>
                </c:pt>
                <c:pt idx="4005">
                  <c:v>0</c:v>
                </c:pt>
                <c:pt idx="4006">
                  <c:v>0</c:v>
                </c:pt>
                <c:pt idx="4007">
                  <c:v>0</c:v>
                </c:pt>
                <c:pt idx="4008">
                  <c:v>0</c:v>
                </c:pt>
                <c:pt idx="4009">
                  <c:v>0</c:v>
                </c:pt>
                <c:pt idx="4010">
                  <c:v>0</c:v>
                </c:pt>
                <c:pt idx="4011">
                  <c:v>0</c:v>
                </c:pt>
                <c:pt idx="4012">
                  <c:v>0</c:v>
                </c:pt>
                <c:pt idx="4013">
                  <c:v>0</c:v>
                </c:pt>
                <c:pt idx="4014">
                  <c:v>0</c:v>
                </c:pt>
                <c:pt idx="4015">
                  <c:v>0.25</c:v>
                </c:pt>
                <c:pt idx="4016">
                  <c:v>0.25</c:v>
                </c:pt>
                <c:pt idx="4017">
                  <c:v>0.321162</c:v>
                </c:pt>
                <c:pt idx="4018">
                  <c:v>0.45251400000000003</c:v>
                </c:pt>
                <c:pt idx="4019">
                  <c:v>0.45886700000000002</c:v>
                </c:pt>
                <c:pt idx="4020">
                  <c:v>0.53777799999999998</c:v>
                </c:pt>
                <c:pt idx="4021">
                  <c:v>0.42872199999999999</c:v>
                </c:pt>
                <c:pt idx="4022">
                  <c:v>0.43604799999999999</c:v>
                </c:pt>
                <c:pt idx="4023">
                  <c:v>0.52470799999999995</c:v>
                </c:pt>
                <c:pt idx="4024">
                  <c:v>0.42630600000000002</c:v>
                </c:pt>
                <c:pt idx="4025">
                  <c:v>0.28093400000000002</c:v>
                </c:pt>
                <c:pt idx="4026">
                  <c:v>0.25</c:v>
                </c:pt>
                <c:pt idx="4027">
                  <c:v>0.25</c:v>
                </c:pt>
                <c:pt idx="4028">
                  <c:v>0.25</c:v>
                </c:pt>
                <c:pt idx="4029">
                  <c:v>0</c:v>
                </c:pt>
                <c:pt idx="4030">
                  <c:v>0</c:v>
                </c:pt>
                <c:pt idx="4031">
                  <c:v>0</c:v>
                </c:pt>
                <c:pt idx="4032">
                  <c:v>0</c:v>
                </c:pt>
                <c:pt idx="4033">
                  <c:v>0</c:v>
                </c:pt>
                <c:pt idx="4034">
                  <c:v>0</c:v>
                </c:pt>
                <c:pt idx="4035">
                  <c:v>0</c:v>
                </c:pt>
                <c:pt idx="4036">
                  <c:v>0</c:v>
                </c:pt>
                <c:pt idx="4037">
                  <c:v>0</c:v>
                </c:pt>
                <c:pt idx="4038">
                  <c:v>0</c:v>
                </c:pt>
                <c:pt idx="4039">
                  <c:v>0.25</c:v>
                </c:pt>
                <c:pt idx="4040">
                  <c:v>0.29780099999999998</c:v>
                </c:pt>
                <c:pt idx="4041">
                  <c:v>0.497753</c:v>
                </c:pt>
                <c:pt idx="4042">
                  <c:v>0.59686799999999995</c:v>
                </c:pt>
                <c:pt idx="4043">
                  <c:v>0.55210400000000004</c:v>
                </c:pt>
                <c:pt idx="4044">
                  <c:v>0.59351100000000001</c:v>
                </c:pt>
                <c:pt idx="4045">
                  <c:v>0.421877</c:v>
                </c:pt>
                <c:pt idx="4046">
                  <c:v>0.40337699999999999</c:v>
                </c:pt>
                <c:pt idx="4047">
                  <c:v>0.42465399999999998</c:v>
                </c:pt>
                <c:pt idx="4048">
                  <c:v>0.334507</c:v>
                </c:pt>
                <c:pt idx="4049">
                  <c:v>0.25</c:v>
                </c:pt>
                <c:pt idx="4050">
                  <c:v>0.25</c:v>
                </c:pt>
                <c:pt idx="4051">
                  <c:v>0.25</c:v>
                </c:pt>
                <c:pt idx="4052">
                  <c:v>0.25</c:v>
                </c:pt>
                <c:pt idx="4053">
                  <c:v>0</c:v>
                </c:pt>
                <c:pt idx="4054">
                  <c:v>0</c:v>
                </c:pt>
                <c:pt idx="4055">
                  <c:v>0</c:v>
                </c:pt>
                <c:pt idx="4056">
                  <c:v>0</c:v>
                </c:pt>
                <c:pt idx="4057">
                  <c:v>0</c:v>
                </c:pt>
                <c:pt idx="4058">
                  <c:v>0</c:v>
                </c:pt>
                <c:pt idx="4059">
                  <c:v>0</c:v>
                </c:pt>
                <c:pt idx="4060">
                  <c:v>0</c:v>
                </c:pt>
                <c:pt idx="4061">
                  <c:v>0</c:v>
                </c:pt>
                <c:pt idx="4062">
                  <c:v>0</c:v>
                </c:pt>
                <c:pt idx="4063">
                  <c:v>0.25</c:v>
                </c:pt>
                <c:pt idx="4064">
                  <c:v>0.25</c:v>
                </c:pt>
                <c:pt idx="4065">
                  <c:v>0.37619000000000002</c:v>
                </c:pt>
                <c:pt idx="4066">
                  <c:v>0.55028299999999997</c:v>
                </c:pt>
                <c:pt idx="4067">
                  <c:v>0.52715699999999999</c:v>
                </c:pt>
                <c:pt idx="4068">
                  <c:v>0.62348000000000003</c:v>
                </c:pt>
                <c:pt idx="4069">
                  <c:v>0.48336800000000002</c:v>
                </c:pt>
                <c:pt idx="4070">
                  <c:v>0.47184199999999998</c:v>
                </c:pt>
                <c:pt idx="4071">
                  <c:v>0.56509799999999999</c:v>
                </c:pt>
                <c:pt idx="4072">
                  <c:v>0.51095299999999999</c:v>
                </c:pt>
                <c:pt idx="4073">
                  <c:v>0.38741500000000001</c:v>
                </c:pt>
                <c:pt idx="4074">
                  <c:v>0.25</c:v>
                </c:pt>
                <c:pt idx="4075">
                  <c:v>0.25</c:v>
                </c:pt>
                <c:pt idx="4076">
                  <c:v>0.25</c:v>
                </c:pt>
                <c:pt idx="4077">
                  <c:v>0</c:v>
                </c:pt>
                <c:pt idx="4078">
                  <c:v>0</c:v>
                </c:pt>
                <c:pt idx="4079">
                  <c:v>0</c:v>
                </c:pt>
                <c:pt idx="4080">
                  <c:v>0</c:v>
                </c:pt>
                <c:pt idx="4081">
                  <c:v>0</c:v>
                </c:pt>
                <c:pt idx="4082">
                  <c:v>0</c:v>
                </c:pt>
                <c:pt idx="4083">
                  <c:v>0</c:v>
                </c:pt>
                <c:pt idx="4084">
                  <c:v>0</c:v>
                </c:pt>
                <c:pt idx="4085">
                  <c:v>0</c:v>
                </c:pt>
                <c:pt idx="4086">
                  <c:v>0</c:v>
                </c:pt>
                <c:pt idx="4087">
                  <c:v>0.25</c:v>
                </c:pt>
                <c:pt idx="4088">
                  <c:v>0.58357499999999995</c:v>
                </c:pt>
                <c:pt idx="4089">
                  <c:v>0.78307599999999999</c:v>
                </c:pt>
                <c:pt idx="4090">
                  <c:v>0.82640999999999998</c:v>
                </c:pt>
                <c:pt idx="4091">
                  <c:v>0.86327100000000001</c:v>
                </c:pt>
                <c:pt idx="4092">
                  <c:v>0.80321100000000001</c:v>
                </c:pt>
                <c:pt idx="4093">
                  <c:v>0.669983</c:v>
                </c:pt>
                <c:pt idx="4094">
                  <c:v>0.74549799999999999</c:v>
                </c:pt>
                <c:pt idx="4095">
                  <c:v>0.79991999999999996</c:v>
                </c:pt>
                <c:pt idx="4096">
                  <c:v>0.742726</c:v>
                </c:pt>
                <c:pt idx="4097">
                  <c:v>0.60032099999999999</c:v>
                </c:pt>
                <c:pt idx="4098">
                  <c:v>0.41173900000000002</c:v>
                </c:pt>
                <c:pt idx="4099">
                  <c:v>0.25</c:v>
                </c:pt>
                <c:pt idx="4100">
                  <c:v>0.25</c:v>
                </c:pt>
                <c:pt idx="4101">
                  <c:v>0</c:v>
                </c:pt>
                <c:pt idx="4102">
                  <c:v>0</c:v>
                </c:pt>
                <c:pt idx="4103">
                  <c:v>0</c:v>
                </c:pt>
                <c:pt idx="4104">
                  <c:v>0</c:v>
                </c:pt>
                <c:pt idx="4105">
                  <c:v>0</c:v>
                </c:pt>
                <c:pt idx="4106">
                  <c:v>0</c:v>
                </c:pt>
                <c:pt idx="4107">
                  <c:v>0</c:v>
                </c:pt>
                <c:pt idx="4108">
                  <c:v>0</c:v>
                </c:pt>
                <c:pt idx="4109">
                  <c:v>0</c:v>
                </c:pt>
                <c:pt idx="4110">
                  <c:v>0</c:v>
                </c:pt>
                <c:pt idx="4111">
                  <c:v>0.25</c:v>
                </c:pt>
                <c:pt idx="4112">
                  <c:v>0.52897899999999998</c:v>
                </c:pt>
                <c:pt idx="4113">
                  <c:v>0.82577</c:v>
                </c:pt>
                <c:pt idx="4114">
                  <c:v>0.89071299999999998</c:v>
                </c:pt>
                <c:pt idx="4115">
                  <c:v>0.792601</c:v>
                </c:pt>
                <c:pt idx="4116">
                  <c:v>0.85168200000000005</c:v>
                </c:pt>
                <c:pt idx="4117">
                  <c:v>0.74265099999999995</c:v>
                </c:pt>
                <c:pt idx="4118">
                  <c:v>0.70544399999999996</c:v>
                </c:pt>
                <c:pt idx="4119">
                  <c:v>0.80195499999999997</c:v>
                </c:pt>
                <c:pt idx="4120">
                  <c:v>0.731213</c:v>
                </c:pt>
                <c:pt idx="4121">
                  <c:v>0.579287</c:v>
                </c:pt>
                <c:pt idx="4122">
                  <c:v>0.40734799999999999</c:v>
                </c:pt>
                <c:pt idx="4123">
                  <c:v>0.25</c:v>
                </c:pt>
                <c:pt idx="4124">
                  <c:v>0.25</c:v>
                </c:pt>
                <c:pt idx="4125">
                  <c:v>0</c:v>
                </c:pt>
                <c:pt idx="4126">
                  <c:v>0</c:v>
                </c:pt>
                <c:pt idx="4127">
                  <c:v>0</c:v>
                </c:pt>
                <c:pt idx="4128">
                  <c:v>0</c:v>
                </c:pt>
                <c:pt idx="4129">
                  <c:v>0</c:v>
                </c:pt>
                <c:pt idx="4130">
                  <c:v>0</c:v>
                </c:pt>
                <c:pt idx="4131">
                  <c:v>0</c:v>
                </c:pt>
                <c:pt idx="4132">
                  <c:v>0</c:v>
                </c:pt>
                <c:pt idx="4133">
                  <c:v>0</c:v>
                </c:pt>
                <c:pt idx="4134">
                  <c:v>0</c:v>
                </c:pt>
                <c:pt idx="4135">
                  <c:v>0.25</c:v>
                </c:pt>
                <c:pt idx="4136">
                  <c:v>0.44546999999999998</c:v>
                </c:pt>
                <c:pt idx="4137">
                  <c:v>0.62452700000000005</c:v>
                </c:pt>
                <c:pt idx="4138">
                  <c:v>0.68991599999999997</c:v>
                </c:pt>
                <c:pt idx="4139">
                  <c:v>0.609738</c:v>
                </c:pt>
                <c:pt idx="4140">
                  <c:v>0.646177</c:v>
                </c:pt>
                <c:pt idx="4141">
                  <c:v>0.53206799999999999</c:v>
                </c:pt>
                <c:pt idx="4142">
                  <c:v>0.51056699999999999</c:v>
                </c:pt>
                <c:pt idx="4143">
                  <c:v>0.59658</c:v>
                </c:pt>
                <c:pt idx="4144">
                  <c:v>0.54505000000000003</c:v>
                </c:pt>
                <c:pt idx="4145">
                  <c:v>0.382942</c:v>
                </c:pt>
                <c:pt idx="4146">
                  <c:v>0.25681300000000001</c:v>
                </c:pt>
                <c:pt idx="4147">
                  <c:v>0.25</c:v>
                </c:pt>
                <c:pt idx="4148">
                  <c:v>0.25</c:v>
                </c:pt>
                <c:pt idx="4149">
                  <c:v>0</c:v>
                </c:pt>
                <c:pt idx="4150">
                  <c:v>0</c:v>
                </c:pt>
                <c:pt idx="4151">
                  <c:v>0</c:v>
                </c:pt>
                <c:pt idx="4152">
                  <c:v>0</c:v>
                </c:pt>
                <c:pt idx="4153">
                  <c:v>0</c:v>
                </c:pt>
                <c:pt idx="4154">
                  <c:v>0</c:v>
                </c:pt>
                <c:pt idx="4155">
                  <c:v>0</c:v>
                </c:pt>
                <c:pt idx="4156">
                  <c:v>0</c:v>
                </c:pt>
                <c:pt idx="4157">
                  <c:v>0</c:v>
                </c:pt>
                <c:pt idx="4158">
                  <c:v>0</c:v>
                </c:pt>
                <c:pt idx="4159">
                  <c:v>0.25</c:v>
                </c:pt>
                <c:pt idx="4160">
                  <c:v>0.47318900000000003</c:v>
                </c:pt>
                <c:pt idx="4161">
                  <c:v>0.62808699999999995</c:v>
                </c:pt>
                <c:pt idx="4162">
                  <c:v>0.73518799999999995</c:v>
                </c:pt>
                <c:pt idx="4163">
                  <c:v>0.75226999999999999</c:v>
                </c:pt>
                <c:pt idx="4164">
                  <c:v>0.789744</c:v>
                </c:pt>
                <c:pt idx="4165">
                  <c:v>0.67803000000000002</c:v>
                </c:pt>
                <c:pt idx="4166">
                  <c:v>0.68848500000000001</c:v>
                </c:pt>
                <c:pt idx="4167">
                  <c:v>0.78292300000000004</c:v>
                </c:pt>
                <c:pt idx="4168">
                  <c:v>0.75903900000000002</c:v>
                </c:pt>
                <c:pt idx="4169">
                  <c:v>0.60530799999999996</c:v>
                </c:pt>
                <c:pt idx="4170">
                  <c:v>0.387907</c:v>
                </c:pt>
                <c:pt idx="4171">
                  <c:v>0.30827500000000002</c:v>
                </c:pt>
                <c:pt idx="4172">
                  <c:v>0.25</c:v>
                </c:pt>
                <c:pt idx="4173">
                  <c:v>0</c:v>
                </c:pt>
                <c:pt idx="4174">
                  <c:v>0</c:v>
                </c:pt>
                <c:pt idx="4175">
                  <c:v>0</c:v>
                </c:pt>
                <c:pt idx="4176">
                  <c:v>0</c:v>
                </c:pt>
                <c:pt idx="4177">
                  <c:v>0</c:v>
                </c:pt>
                <c:pt idx="4178">
                  <c:v>0</c:v>
                </c:pt>
                <c:pt idx="4179">
                  <c:v>0</c:v>
                </c:pt>
                <c:pt idx="4180">
                  <c:v>0</c:v>
                </c:pt>
                <c:pt idx="4181">
                  <c:v>0</c:v>
                </c:pt>
                <c:pt idx="4182">
                  <c:v>0</c:v>
                </c:pt>
                <c:pt idx="4183">
                  <c:v>0.25</c:v>
                </c:pt>
                <c:pt idx="4184">
                  <c:v>0.25</c:v>
                </c:pt>
                <c:pt idx="4185">
                  <c:v>0.300867</c:v>
                </c:pt>
                <c:pt idx="4186">
                  <c:v>0.50307500000000005</c:v>
                </c:pt>
                <c:pt idx="4187">
                  <c:v>0.52608600000000005</c:v>
                </c:pt>
                <c:pt idx="4188">
                  <c:v>0.595607</c:v>
                </c:pt>
                <c:pt idx="4189">
                  <c:v>0.48340300000000003</c:v>
                </c:pt>
                <c:pt idx="4190">
                  <c:v>0.49203200000000002</c:v>
                </c:pt>
                <c:pt idx="4191">
                  <c:v>0.585067</c:v>
                </c:pt>
                <c:pt idx="4192">
                  <c:v>0.51615800000000001</c:v>
                </c:pt>
                <c:pt idx="4193">
                  <c:v>0.33380599999999999</c:v>
                </c:pt>
                <c:pt idx="4194">
                  <c:v>0.25</c:v>
                </c:pt>
                <c:pt idx="4195">
                  <c:v>0.25</c:v>
                </c:pt>
                <c:pt idx="4196">
                  <c:v>0.25</c:v>
                </c:pt>
                <c:pt idx="4197">
                  <c:v>0</c:v>
                </c:pt>
                <c:pt idx="4198">
                  <c:v>0</c:v>
                </c:pt>
                <c:pt idx="4199">
                  <c:v>0</c:v>
                </c:pt>
                <c:pt idx="4200">
                  <c:v>0</c:v>
                </c:pt>
                <c:pt idx="4201">
                  <c:v>0</c:v>
                </c:pt>
                <c:pt idx="4202">
                  <c:v>0</c:v>
                </c:pt>
                <c:pt idx="4203">
                  <c:v>0</c:v>
                </c:pt>
                <c:pt idx="4204">
                  <c:v>0</c:v>
                </c:pt>
                <c:pt idx="4205">
                  <c:v>0</c:v>
                </c:pt>
                <c:pt idx="4206">
                  <c:v>0</c:v>
                </c:pt>
                <c:pt idx="4207">
                  <c:v>0.25</c:v>
                </c:pt>
                <c:pt idx="4208">
                  <c:v>0.25</c:v>
                </c:pt>
                <c:pt idx="4209">
                  <c:v>0.27568300000000001</c:v>
                </c:pt>
                <c:pt idx="4210">
                  <c:v>0.45156800000000002</c:v>
                </c:pt>
                <c:pt idx="4211">
                  <c:v>0.52831499999999998</c:v>
                </c:pt>
                <c:pt idx="4212">
                  <c:v>0.63819499999999996</c:v>
                </c:pt>
                <c:pt idx="4213">
                  <c:v>0.503606</c:v>
                </c:pt>
                <c:pt idx="4214">
                  <c:v>0.51331499999999997</c:v>
                </c:pt>
                <c:pt idx="4215">
                  <c:v>0.578596</c:v>
                </c:pt>
                <c:pt idx="4216">
                  <c:v>0.50717900000000005</c:v>
                </c:pt>
                <c:pt idx="4217">
                  <c:v>0.32602399999999998</c:v>
                </c:pt>
                <c:pt idx="4218">
                  <c:v>0.25</c:v>
                </c:pt>
                <c:pt idx="4219">
                  <c:v>0.25</c:v>
                </c:pt>
                <c:pt idx="4220">
                  <c:v>0.25</c:v>
                </c:pt>
                <c:pt idx="4221">
                  <c:v>0</c:v>
                </c:pt>
                <c:pt idx="4222">
                  <c:v>0</c:v>
                </c:pt>
                <c:pt idx="4223">
                  <c:v>0</c:v>
                </c:pt>
                <c:pt idx="4224">
                  <c:v>0</c:v>
                </c:pt>
                <c:pt idx="4225">
                  <c:v>0</c:v>
                </c:pt>
                <c:pt idx="4226">
                  <c:v>0</c:v>
                </c:pt>
                <c:pt idx="4227">
                  <c:v>0</c:v>
                </c:pt>
                <c:pt idx="4228">
                  <c:v>0</c:v>
                </c:pt>
                <c:pt idx="4229">
                  <c:v>0</c:v>
                </c:pt>
                <c:pt idx="4230">
                  <c:v>0</c:v>
                </c:pt>
                <c:pt idx="4231">
                  <c:v>0.25</c:v>
                </c:pt>
                <c:pt idx="4232">
                  <c:v>0.25</c:v>
                </c:pt>
                <c:pt idx="4233">
                  <c:v>0.25</c:v>
                </c:pt>
                <c:pt idx="4234">
                  <c:v>0.42320600000000003</c:v>
                </c:pt>
                <c:pt idx="4235">
                  <c:v>0.47500500000000001</c:v>
                </c:pt>
                <c:pt idx="4236">
                  <c:v>0.58296899999999996</c:v>
                </c:pt>
                <c:pt idx="4237">
                  <c:v>0.45031500000000002</c:v>
                </c:pt>
                <c:pt idx="4238">
                  <c:v>0.43559900000000001</c:v>
                </c:pt>
                <c:pt idx="4239">
                  <c:v>0.45404</c:v>
                </c:pt>
                <c:pt idx="4240">
                  <c:v>0.37462299999999998</c:v>
                </c:pt>
                <c:pt idx="4241">
                  <c:v>0.25</c:v>
                </c:pt>
                <c:pt idx="4242">
                  <c:v>0.25</c:v>
                </c:pt>
                <c:pt idx="4243">
                  <c:v>0.25</c:v>
                </c:pt>
                <c:pt idx="4244">
                  <c:v>0.25</c:v>
                </c:pt>
                <c:pt idx="4245">
                  <c:v>0</c:v>
                </c:pt>
                <c:pt idx="4246">
                  <c:v>0</c:v>
                </c:pt>
                <c:pt idx="4247">
                  <c:v>0</c:v>
                </c:pt>
                <c:pt idx="4248">
                  <c:v>0</c:v>
                </c:pt>
                <c:pt idx="4249">
                  <c:v>0</c:v>
                </c:pt>
                <c:pt idx="4250">
                  <c:v>0</c:v>
                </c:pt>
                <c:pt idx="4251">
                  <c:v>0</c:v>
                </c:pt>
                <c:pt idx="4252">
                  <c:v>0</c:v>
                </c:pt>
                <c:pt idx="4253">
                  <c:v>0</c:v>
                </c:pt>
                <c:pt idx="4254">
                  <c:v>0</c:v>
                </c:pt>
                <c:pt idx="4255">
                  <c:v>0.25</c:v>
                </c:pt>
                <c:pt idx="4256">
                  <c:v>0.25</c:v>
                </c:pt>
                <c:pt idx="4257">
                  <c:v>0.25791500000000001</c:v>
                </c:pt>
                <c:pt idx="4258">
                  <c:v>0.43016799999999999</c:v>
                </c:pt>
                <c:pt idx="4259">
                  <c:v>0.44273099999999999</c:v>
                </c:pt>
                <c:pt idx="4260">
                  <c:v>0.51887899999999998</c:v>
                </c:pt>
                <c:pt idx="4261">
                  <c:v>0.364759</c:v>
                </c:pt>
                <c:pt idx="4262">
                  <c:v>0.37240099999999998</c:v>
                </c:pt>
                <c:pt idx="4263">
                  <c:v>0.398198</c:v>
                </c:pt>
                <c:pt idx="4264">
                  <c:v>0.31755100000000003</c:v>
                </c:pt>
                <c:pt idx="4265">
                  <c:v>0.25</c:v>
                </c:pt>
                <c:pt idx="4266">
                  <c:v>0.25</c:v>
                </c:pt>
                <c:pt idx="4267">
                  <c:v>0.25</c:v>
                </c:pt>
                <c:pt idx="4268">
                  <c:v>0.25</c:v>
                </c:pt>
                <c:pt idx="4269">
                  <c:v>0</c:v>
                </c:pt>
                <c:pt idx="4270">
                  <c:v>0</c:v>
                </c:pt>
                <c:pt idx="4271">
                  <c:v>0</c:v>
                </c:pt>
                <c:pt idx="4272">
                  <c:v>0</c:v>
                </c:pt>
                <c:pt idx="4273">
                  <c:v>0</c:v>
                </c:pt>
                <c:pt idx="4274">
                  <c:v>0</c:v>
                </c:pt>
                <c:pt idx="4275">
                  <c:v>0</c:v>
                </c:pt>
                <c:pt idx="4276">
                  <c:v>0</c:v>
                </c:pt>
                <c:pt idx="4277">
                  <c:v>0</c:v>
                </c:pt>
                <c:pt idx="4278">
                  <c:v>0</c:v>
                </c:pt>
                <c:pt idx="4279">
                  <c:v>0.25</c:v>
                </c:pt>
                <c:pt idx="4280">
                  <c:v>0.25</c:v>
                </c:pt>
                <c:pt idx="4281">
                  <c:v>0.31778899999999999</c:v>
                </c:pt>
                <c:pt idx="4282">
                  <c:v>0.476215</c:v>
                </c:pt>
                <c:pt idx="4283">
                  <c:v>0.49659799999999998</c:v>
                </c:pt>
                <c:pt idx="4284">
                  <c:v>0.59921599999999997</c:v>
                </c:pt>
                <c:pt idx="4285">
                  <c:v>0.48573100000000002</c:v>
                </c:pt>
                <c:pt idx="4286">
                  <c:v>0.45011800000000002</c:v>
                </c:pt>
                <c:pt idx="4287">
                  <c:v>0.52322800000000003</c:v>
                </c:pt>
                <c:pt idx="4288">
                  <c:v>0.412273</c:v>
                </c:pt>
                <c:pt idx="4289">
                  <c:v>0.25050299999999998</c:v>
                </c:pt>
                <c:pt idx="4290">
                  <c:v>0.25</c:v>
                </c:pt>
                <c:pt idx="4291">
                  <c:v>0.25</c:v>
                </c:pt>
                <c:pt idx="4292">
                  <c:v>0.25</c:v>
                </c:pt>
                <c:pt idx="4293">
                  <c:v>0</c:v>
                </c:pt>
                <c:pt idx="4294">
                  <c:v>0</c:v>
                </c:pt>
                <c:pt idx="4295">
                  <c:v>0</c:v>
                </c:pt>
                <c:pt idx="4296">
                  <c:v>0</c:v>
                </c:pt>
                <c:pt idx="4297">
                  <c:v>0</c:v>
                </c:pt>
                <c:pt idx="4298">
                  <c:v>0</c:v>
                </c:pt>
                <c:pt idx="4299">
                  <c:v>0</c:v>
                </c:pt>
                <c:pt idx="4300">
                  <c:v>0</c:v>
                </c:pt>
                <c:pt idx="4301">
                  <c:v>0</c:v>
                </c:pt>
                <c:pt idx="4302">
                  <c:v>0</c:v>
                </c:pt>
                <c:pt idx="4303">
                  <c:v>0.25</c:v>
                </c:pt>
                <c:pt idx="4304">
                  <c:v>0.28010200000000002</c:v>
                </c:pt>
                <c:pt idx="4305">
                  <c:v>0.462812</c:v>
                </c:pt>
                <c:pt idx="4306">
                  <c:v>0.60553599999999996</c:v>
                </c:pt>
                <c:pt idx="4307">
                  <c:v>0.56831699999999996</c:v>
                </c:pt>
                <c:pt idx="4308">
                  <c:v>0.65634499999999996</c:v>
                </c:pt>
                <c:pt idx="4309">
                  <c:v>0.53389799999999998</c:v>
                </c:pt>
                <c:pt idx="4310">
                  <c:v>0.54281100000000004</c:v>
                </c:pt>
                <c:pt idx="4311">
                  <c:v>0.62106300000000003</c:v>
                </c:pt>
                <c:pt idx="4312">
                  <c:v>0.49676399999999998</c:v>
                </c:pt>
                <c:pt idx="4313">
                  <c:v>0.31928000000000001</c:v>
                </c:pt>
                <c:pt idx="4314">
                  <c:v>0.25</c:v>
                </c:pt>
                <c:pt idx="4315">
                  <c:v>0.25</c:v>
                </c:pt>
                <c:pt idx="4316">
                  <c:v>0.25</c:v>
                </c:pt>
                <c:pt idx="4317">
                  <c:v>0</c:v>
                </c:pt>
                <c:pt idx="4318">
                  <c:v>0</c:v>
                </c:pt>
                <c:pt idx="4319">
                  <c:v>0</c:v>
                </c:pt>
                <c:pt idx="4320">
                  <c:v>0</c:v>
                </c:pt>
                <c:pt idx="4321">
                  <c:v>0</c:v>
                </c:pt>
                <c:pt idx="4322">
                  <c:v>0</c:v>
                </c:pt>
                <c:pt idx="4323">
                  <c:v>0</c:v>
                </c:pt>
                <c:pt idx="4324">
                  <c:v>0</c:v>
                </c:pt>
                <c:pt idx="4325">
                  <c:v>0</c:v>
                </c:pt>
                <c:pt idx="4326">
                  <c:v>0</c:v>
                </c:pt>
                <c:pt idx="4327">
                  <c:v>0.25</c:v>
                </c:pt>
                <c:pt idx="4328">
                  <c:v>0.25</c:v>
                </c:pt>
                <c:pt idx="4329">
                  <c:v>0.36603999999999998</c:v>
                </c:pt>
                <c:pt idx="4330">
                  <c:v>0.54687799999999998</c:v>
                </c:pt>
                <c:pt idx="4331">
                  <c:v>0.52521799999999996</c:v>
                </c:pt>
                <c:pt idx="4332">
                  <c:v>0.58089599999999997</c:v>
                </c:pt>
                <c:pt idx="4333">
                  <c:v>0.42321599999999998</c:v>
                </c:pt>
                <c:pt idx="4334">
                  <c:v>0.41354200000000002</c:v>
                </c:pt>
                <c:pt idx="4335">
                  <c:v>0.42827700000000002</c:v>
                </c:pt>
                <c:pt idx="4336">
                  <c:v>0.37439600000000001</c:v>
                </c:pt>
                <c:pt idx="4337">
                  <c:v>0.26778400000000002</c:v>
                </c:pt>
                <c:pt idx="4338">
                  <c:v>0.25</c:v>
                </c:pt>
                <c:pt idx="4339">
                  <c:v>0.25</c:v>
                </c:pt>
                <c:pt idx="4340">
                  <c:v>0.25</c:v>
                </c:pt>
                <c:pt idx="4341">
                  <c:v>0</c:v>
                </c:pt>
                <c:pt idx="4342">
                  <c:v>0</c:v>
                </c:pt>
                <c:pt idx="4343">
                  <c:v>0</c:v>
                </c:pt>
                <c:pt idx="4344">
                  <c:v>0</c:v>
                </c:pt>
                <c:pt idx="4345">
                  <c:v>0</c:v>
                </c:pt>
                <c:pt idx="4346">
                  <c:v>0</c:v>
                </c:pt>
                <c:pt idx="4347">
                  <c:v>0</c:v>
                </c:pt>
                <c:pt idx="4348">
                  <c:v>0</c:v>
                </c:pt>
                <c:pt idx="4349">
                  <c:v>0</c:v>
                </c:pt>
                <c:pt idx="4350">
                  <c:v>0</c:v>
                </c:pt>
                <c:pt idx="4351">
                  <c:v>0.25</c:v>
                </c:pt>
                <c:pt idx="4352">
                  <c:v>0.25</c:v>
                </c:pt>
                <c:pt idx="4353">
                  <c:v>0.28282400000000002</c:v>
                </c:pt>
                <c:pt idx="4354">
                  <c:v>0.36876100000000001</c:v>
                </c:pt>
                <c:pt idx="4355">
                  <c:v>0.32958599999999999</c:v>
                </c:pt>
                <c:pt idx="4356">
                  <c:v>0.36121799999999998</c:v>
                </c:pt>
                <c:pt idx="4357">
                  <c:v>0.28612199999999999</c:v>
                </c:pt>
                <c:pt idx="4358">
                  <c:v>0.29194700000000001</c:v>
                </c:pt>
                <c:pt idx="4359">
                  <c:v>0.37628899999999998</c:v>
                </c:pt>
                <c:pt idx="4360">
                  <c:v>0.26909699999999998</c:v>
                </c:pt>
                <c:pt idx="4361">
                  <c:v>0.25</c:v>
                </c:pt>
                <c:pt idx="4362">
                  <c:v>0.25</c:v>
                </c:pt>
                <c:pt idx="4363">
                  <c:v>0.25</c:v>
                </c:pt>
                <c:pt idx="4364">
                  <c:v>0.25</c:v>
                </c:pt>
                <c:pt idx="4365">
                  <c:v>0</c:v>
                </c:pt>
                <c:pt idx="4366">
                  <c:v>0</c:v>
                </c:pt>
                <c:pt idx="4367">
                  <c:v>0</c:v>
                </c:pt>
                <c:pt idx="4368">
                  <c:v>0</c:v>
                </c:pt>
                <c:pt idx="4369">
                  <c:v>0</c:v>
                </c:pt>
                <c:pt idx="4370">
                  <c:v>0</c:v>
                </c:pt>
                <c:pt idx="4371">
                  <c:v>0</c:v>
                </c:pt>
                <c:pt idx="4372">
                  <c:v>0</c:v>
                </c:pt>
                <c:pt idx="4373">
                  <c:v>0</c:v>
                </c:pt>
                <c:pt idx="4374">
                  <c:v>0</c:v>
                </c:pt>
                <c:pt idx="4375">
                  <c:v>0.25</c:v>
                </c:pt>
                <c:pt idx="4376">
                  <c:v>0.25</c:v>
                </c:pt>
                <c:pt idx="4377">
                  <c:v>0.25</c:v>
                </c:pt>
                <c:pt idx="4378">
                  <c:v>0.34195399999999998</c:v>
                </c:pt>
                <c:pt idx="4379">
                  <c:v>0.30837700000000001</c:v>
                </c:pt>
                <c:pt idx="4380">
                  <c:v>0.37127500000000002</c:v>
                </c:pt>
                <c:pt idx="4381">
                  <c:v>0.27513599999999999</c:v>
                </c:pt>
                <c:pt idx="4382">
                  <c:v>0.38167699999999999</c:v>
                </c:pt>
                <c:pt idx="4383">
                  <c:v>0.46863300000000002</c:v>
                </c:pt>
                <c:pt idx="4384">
                  <c:v>0.39577200000000001</c:v>
                </c:pt>
                <c:pt idx="4385">
                  <c:v>0.36359000000000002</c:v>
                </c:pt>
                <c:pt idx="4386">
                  <c:v>0.25</c:v>
                </c:pt>
                <c:pt idx="4387">
                  <c:v>0.25</c:v>
                </c:pt>
                <c:pt idx="4388">
                  <c:v>0.25</c:v>
                </c:pt>
                <c:pt idx="4389">
                  <c:v>0</c:v>
                </c:pt>
                <c:pt idx="4390">
                  <c:v>0</c:v>
                </c:pt>
                <c:pt idx="4391">
                  <c:v>0</c:v>
                </c:pt>
                <c:pt idx="4392">
                  <c:v>0</c:v>
                </c:pt>
                <c:pt idx="4393">
                  <c:v>0</c:v>
                </c:pt>
                <c:pt idx="4394">
                  <c:v>0</c:v>
                </c:pt>
                <c:pt idx="4395">
                  <c:v>0</c:v>
                </c:pt>
                <c:pt idx="4396">
                  <c:v>0</c:v>
                </c:pt>
                <c:pt idx="4397">
                  <c:v>0</c:v>
                </c:pt>
                <c:pt idx="4398">
                  <c:v>0</c:v>
                </c:pt>
                <c:pt idx="4399">
                  <c:v>0.25</c:v>
                </c:pt>
                <c:pt idx="4400">
                  <c:v>0.30673699999999998</c:v>
                </c:pt>
                <c:pt idx="4401">
                  <c:v>0.56818599999999997</c:v>
                </c:pt>
                <c:pt idx="4402">
                  <c:v>0.62509099999999995</c:v>
                </c:pt>
                <c:pt idx="4403">
                  <c:v>0.58259399999999995</c:v>
                </c:pt>
                <c:pt idx="4404">
                  <c:v>0.61728000000000005</c:v>
                </c:pt>
                <c:pt idx="4405">
                  <c:v>0.51180599999999998</c:v>
                </c:pt>
                <c:pt idx="4406">
                  <c:v>0.51925600000000005</c:v>
                </c:pt>
                <c:pt idx="4407">
                  <c:v>0.53723799999999999</c:v>
                </c:pt>
                <c:pt idx="4408">
                  <c:v>0.47582799999999997</c:v>
                </c:pt>
                <c:pt idx="4409">
                  <c:v>0.27892400000000001</c:v>
                </c:pt>
                <c:pt idx="4410">
                  <c:v>0.25</c:v>
                </c:pt>
                <c:pt idx="4411">
                  <c:v>0.25</c:v>
                </c:pt>
                <c:pt idx="4412">
                  <c:v>0.25</c:v>
                </c:pt>
                <c:pt idx="4413">
                  <c:v>0</c:v>
                </c:pt>
                <c:pt idx="4414">
                  <c:v>0</c:v>
                </c:pt>
                <c:pt idx="4415">
                  <c:v>0</c:v>
                </c:pt>
                <c:pt idx="4416">
                  <c:v>0</c:v>
                </c:pt>
                <c:pt idx="4417">
                  <c:v>0</c:v>
                </c:pt>
                <c:pt idx="4418">
                  <c:v>0</c:v>
                </c:pt>
                <c:pt idx="4419">
                  <c:v>0</c:v>
                </c:pt>
                <c:pt idx="4420">
                  <c:v>0</c:v>
                </c:pt>
                <c:pt idx="4421">
                  <c:v>0</c:v>
                </c:pt>
                <c:pt idx="4422">
                  <c:v>0</c:v>
                </c:pt>
                <c:pt idx="4423">
                  <c:v>0.25</c:v>
                </c:pt>
                <c:pt idx="4424">
                  <c:v>0.25</c:v>
                </c:pt>
                <c:pt idx="4425">
                  <c:v>0.25</c:v>
                </c:pt>
                <c:pt idx="4426">
                  <c:v>0.29313699999999998</c:v>
                </c:pt>
                <c:pt idx="4427">
                  <c:v>0.29206199999999999</c:v>
                </c:pt>
                <c:pt idx="4428">
                  <c:v>0.321127</c:v>
                </c:pt>
                <c:pt idx="4429">
                  <c:v>0.27301999999999998</c:v>
                </c:pt>
                <c:pt idx="4430">
                  <c:v>0.28824499999999997</c:v>
                </c:pt>
                <c:pt idx="4431">
                  <c:v>0.38250200000000001</c:v>
                </c:pt>
                <c:pt idx="4432">
                  <c:v>0.41114299999999998</c:v>
                </c:pt>
                <c:pt idx="4433">
                  <c:v>0.25428400000000001</c:v>
                </c:pt>
                <c:pt idx="4434">
                  <c:v>0.25</c:v>
                </c:pt>
                <c:pt idx="4435">
                  <c:v>0.25</c:v>
                </c:pt>
                <c:pt idx="4436">
                  <c:v>0.25</c:v>
                </c:pt>
                <c:pt idx="4437">
                  <c:v>0</c:v>
                </c:pt>
                <c:pt idx="4438">
                  <c:v>0</c:v>
                </c:pt>
                <c:pt idx="4439">
                  <c:v>0</c:v>
                </c:pt>
                <c:pt idx="4440">
                  <c:v>0</c:v>
                </c:pt>
                <c:pt idx="4441">
                  <c:v>0</c:v>
                </c:pt>
                <c:pt idx="4442">
                  <c:v>0</c:v>
                </c:pt>
                <c:pt idx="4443">
                  <c:v>0</c:v>
                </c:pt>
                <c:pt idx="4444">
                  <c:v>0</c:v>
                </c:pt>
                <c:pt idx="4445">
                  <c:v>0</c:v>
                </c:pt>
                <c:pt idx="4446">
                  <c:v>0</c:v>
                </c:pt>
                <c:pt idx="4447">
                  <c:v>0.25</c:v>
                </c:pt>
                <c:pt idx="4448">
                  <c:v>0.25</c:v>
                </c:pt>
                <c:pt idx="4449">
                  <c:v>0.25</c:v>
                </c:pt>
                <c:pt idx="4450">
                  <c:v>0.36504900000000001</c:v>
                </c:pt>
                <c:pt idx="4451">
                  <c:v>0.40253800000000001</c:v>
                </c:pt>
                <c:pt idx="4452">
                  <c:v>0.44458599999999998</c:v>
                </c:pt>
                <c:pt idx="4453">
                  <c:v>0.34240300000000001</c:v>
                </c:pt>
                <c:pt idx="4454">
                  <c:v>0.32956000000000002</c:v>
                </c:pt>
                <c:pt idx="4455">
                  <c:v>0.362313</c:v>
                </c:pt>
                <c:pt idx="4456">
                  <c:v>0.32689200000000002</c:v>
                </c:pt>
                <c:pt idx="4457">
                  <c:v>0.25</c:v>
                </c:pt>
                <c:pt idx="4458">
                  <c:v>0.25</c:v>
                </c:pt>
                <c:pt idx="4459">
                  <c:v>0.25</c:v>
                </c:pt>
                <c:pt idx="4460">
                  <c:v>0.25</c:v>
                </c:pt>
                <c:pt idx="4461">
                  <c:v>0</c:v>
                </c:pt>
                <c:pt idx="4462">
                  <c:v>0</c:v>
                </c:pt>
                <c:pt idx="4463">
                  <c:v>0</c:v>
                </c:pt>
                <c:pt idx="4464">
                  <c:v>0</c:v>
                </c:pt>
                <c:pt idx="4465">
                  <c:v>0</c:v>
                </c:pt>
                <c:pt idx="4466">
                  <c:v>0</c:v>
                </c:pt>
                <c:pt idx="4467">
                  <c:v>0</c:v>
                </c:pt>
                <c:pt idx="4468">
                  <c:v>0</c:v>
                </c:pt>
                <c:pt idx="4469">
                  <c:v>0</c:v>
                </c:pt>
                <c:pt idx="4470">
                  <c:v>0</c:v>
                </c:pt>
                <c:pt idx="4471">
                  <c:v>0.25</c:v>
                </c:pt>
                <c:pt idx="4472">
                  <c:v>0.25</c:v>
                </c:pt>
                <c:pt idx="4473">
                  <c:v>0.25</c:v>
                </c:pt>
                <c:pt idx="4474">
                  <c:v>0.29032200000000002</c:v>
                </c:pt>
                <c:pt idx="4475">
                  <c:v>0.25217099999999998</c:v>
                </c:pt>
                <c:pt idx="4476">
                  <c:v>0.398478</c:v>
                </c:pt>
                <c:pt idx="4477">
                  <c:v>0.28467300000000001</c:v>
                </c:pt>
                <c:pt idx="4478">
                  <c:v>0.287161</c:v>
                </c:pt>
                <c:pt idx="4479">
                  <c:v>0.31000699999999998</c:v>
                </c:pt>
                <c:pt idx="4480">
                  <c:v>0.31794099999999997</c:v>
                </c:pt>
                <c:pt idx="4481">
                  <c:v>0.25</c:v>
                </c:pt>
                <c:pt idx="4482">
                  <c:v>0.25</c:v>
                </c:pt>
                <c:pt idx="4483">
                  <c:v>0.25</c:v>
                </c:pt>
                <c:pt idx="4484">
                  <c:v>0.25</c:v>
                </c:pt>
                <c:pt idx="4485">
                  <c:v>0</c:v>
                </c:pt>
                <c:pt idx="4486">
                  <c:v>0</c:v>
                </c:pt>
                <c:pt idx="4487">
                  <c:v>0</c:v>
                </c:pt>
                <c:pt idx="4488">
                  <c:v>0</c:v>
                </c:pt>
                <c:pt idx="4489">
                  <c:v>0</c:v>
                </c:pt>
                <c:pt idx="4490">
                  <c:v>0</c:v>
                </c:pt>
                <c:pt idx="4491">
                  <c:v>0</c:v>
                </c:pt>
                <c:pt idx="4492">
                  <c:v>0</c:v>
                </c:pt>
                <c:pt idx="4493">
                  <c:v>0</c:v>
                </c:pt>
                <c:pt idx="4494">
                  <c:v>0</c:v>
                </c:pt>
                <c:pt idx="4495">
                  <c:v>0.25</c:v>
                </c:pt>
                <c:pt idx="4496">
                  <c:v>0.25</c:v>
                </c:pt>
                <c:pt idx="4497">
                  <c:v>0.25</c:v>
                </c:pt>
                <c:pt idx="4498">
                  <c:v>0.33813900000000002</c:v>
                </c:pt>
                <c:pt idx="4499">
                  <c:v>0.41733900000000002</c:v>
                </c:pt>
                <c:pt idx="4500">
                  <c:v>0.63256199999999996</c:v>
                </c:pt>
                <c:pt idx="4501">
                  <c:v>0.52681199999999995</c:v>
                </c:pt>
                <c:pt idx="4502">
                  <c:v>0.47369</c:v>
                </c:pt>
                <c:pt idx="4503">
                  <c:v>0.51389700000000005</c:v>
                </c:pt>
                <c:pt idx="4504">
                  <c:v>0.47798400000000002</c:v>
                </c:pt>
                <c:pt idx="4505">
                  <c:v>0.32445400000000002</c:v>
                </c:pt>
                <c:pt idx="4506">
                  <c:v>0.25</c:v>
                </c:pt>
                <c:pt idx="4507">
                  <c:v>0.25</c:v>
                </c:pt>
                <c:pt idx="4508">
                  <c:v>0.25</c:v>
                </c:pt>
                <c:pt idx="4509">
                  <c:v>0</c:v>
                </c:pt>
                <c:pt idx="4510">
                  <c:v>0</c:v>
                </c:pt>
                <c:pt idx="4511">
                  <c:v>0</c:v>
                </c:pt>
                <c:pt idx="4512">
                  <c:v>0</c:v>
                </c:pt>
                <c:pt idx="4513">
                  <c:v>0</c:v>
                </c:pt>
                <c:pt idx="4514">
                  <c:v>0</c:v>
                </c:pt>
                <c:pt idx="4515">
                  <c:v>0</c:v>
                </c:pt>
                <c:pt idx="4516">
                  <c:v>0</c:v>
                </c:pt>
                <c:pt idx="4517">
                  <c:v>0</c:v>
                </c:pt>
                <c:pt idx="4518">
                  <c:v>0</c:v>
                </c:pt>
                <c:pt idx="4519">
                  <c:v>0.25</c:v>
                </c:pt>
                <c:pt idx="4520">
                  <c:v>0.297097</c:v>
                </c:pt>
                <c:pt idx="4521">
                  <c:v>0.42437000000000002</c:v>
                </c:pt>
                <c:pt idx="4522">
                  <c:v>0.49273699999999998</c:v>
                </c:pt>
                <c:pt idx="4523">
                  <c:v>0.49407800000000002</c:v>
                </c:pt>
                <c:pt idx="4524">
                  <c:v>0.48049799999999998</c:v>
                </c:pt>
                <c:pt idx="4525">
                  <c:v>0.53308</c:v>
                </c:pt>
                <c:pt idx="4526">
                  <c:v>0.50857799999999997</c:v>
                </c:pt>
                <c:pt idx="4527">
                  <c:v>0.59539600000000004</c:v>
                </c:pt>
                <c:pt idx="4528">
                  <c:v>0.58435899999999996</c:v>
                </c:pt>
                <c:pt idx="4529">
                  <c:v>0.43869200000000003</c:v>
                </c:pt>
                <c:pt idx="4530">
                  <c:v>0.25</c:v>
                </c:pt>
                <c:pt idx="4531">
                  <c:v>0.25</c:v>
                </c:pt>
                <c:pt idx="4532">
                  <c:v>0.25</c:v>
                </c:pt>
                <c:pt idx="4533">
                  <c:v>0</c:v>
                </c:pt>
                <c:pt idx="4534">
                  <c:v>0</c:v>
                </c:pt>
                <c:pt idx="4535">
                  <c:v>0</c:v>
                </c:pt>
                <c:pt idx="4536">
                  <c:v>0</c:v>
                </c:pt>
                <c:pt idx="4537">
                  <c:v>0</c:v>
                </c:pt>
                <c:pt idx="4538">
                  <c:v>0</c:v>
                </c:pt>
                <c:pt idx="4539">
                  <c:v>0</c:v>
                </c:pt>
                <c:pt idx="4540">
                  <c:v>0</c:v>
                </c:pt>
                <c:pt idx="4541">
                  <c:v>0</c:v>
                </c:pt>
                <c:pt idx="4542">
                  <c:v>0</c:v>
                </c:pt>
                <c:pt idx="4543">
                  <c:v>0.31711600000000001</c:v>
                </c:pt>
                <c:pt idx="4544">
                  <c:v>0.73512699999999997</c:v>
                </c:pt>
                <c:pt idx="4545">
                  <c:v>0.50079399999999996</c:v>
                </c:pt>
                <c:pt idx="4546">
                  <c:v>0.67816900000000002</c:v>
                </c:pt>
                <c:pt idx="4547">
                  <c:v>0.58402699999999996</c:v>
                </c:pt>
                <c:pt idx="4548">
                  <c:v>0.68988799999999995</c:v>
                </c:pt>
                <c:pt idx="4549">
                  <c:v>0.60356200000000004</c:v>
                </c:pt>
                <c:pt idx="4550">
                  <c:v>0.61336800000000002</c:v>
                </c:pt>
                <c:pt idx="4551">
                  <c:v>0.588337</c:v>
                </c:pt>
                <c:pt idx="4552">
                  <c:v>0.56590399999999996</c:v>
                </c:pt>
                <c:pt idx="4553">
                  <c:v>0.38843699999999998</c:v>
                </c:pt>
                <c:pt idx="4554">
                  <c:v>0.25</c:v>
                </c:pt>
                <c:pt idx="4555">
                  <c:v>0.25</c:v>
                </c:pt>
                <c:pt idx="4556">
                  <c:v>0.25</c:v>
                </c:pt>
                <c:pt idx="4557">
                  <c:v>0</c:v>
                </c:pt>
                <c:pt idx="4558">
                  <c:v>0</c:v>
                </c:pt>
                <c:pt idx="4559">
                  <c:v>0</c:v>
                </c:pt>
                <c:pt idx="4560">
                  <c:v>0</c:v>
                </c:pt>
                <c:pt idx="4561">
                  <c:v>0</c:v>
                </c:pt>
                <c:pt idx="4562">
                  <c:v>0</c:v>
                </c:pt>
                <c:pt idx="4563">
                  <c:v>0</c:v>
                </c:pt>
                <c:pt idx="4564">
                  <c:v>0</c:v>
                </c:pt>
                <c:pt idx="4565">
                  <c:v>0</c:v>
                </c:pt>
                <c:pt idx="4566">
                  <c:v>0</c:v>
                </c:pt>
                <c:pt idx="4567">
                  <c:v>0.32036399999999998</c:v>
                </c:pt>
                <c:pt idx="4568">
                  <c:v>0.61007699999999998</c:v>
                </c:pt>
                <c:pt idx="4569">
                  <c:v>0.75930299999999995</c:v>
                </c:pt>
                <c:pt idx="4570">
                  <c:v>0.71969799999999995</c:v>
                </c:pt>
                <c:pt idx="4571">
                  <c:v>0.67571300000000001</c:v>
                </c:pt>
                <c:pt idx="4572">
                  <c:v>0.73403600000000002</c:v>
                </c:pt>
                <c:pt idx="4573">
                  <c:v>0.64951700000000001</c:v>
                </c:pt>
                <c:pt idx="4574">
                  <c:v>0.60282599999999997</c:v>
                </c:pt>
                <c:pt idx="4575">
                  <c:v>0.60883100000000001</c:v>
                </c:pt>
                <c:pt idx="4576">
                  <c:v>0.71695399999999998</c:v>
                </c:pt>
                <c:pt idx="4577">
                  <c:v>0.615761</c:v>
                </c:pt>
                <c:pt idx="4578">
                  <c:v>0.39783600000000002</c:v>
                </c:pt>
                <c:pt idx="4579">
                  <c:v>0.25</c:v>
                </c:pt>
                <c:pt idx="4580">
                  <c:v>0.25</c:v>
                </c:pt>
                <c:pt idx="4581">
                  <c:v>0</c:v>
                </c:pt>
                <c:pt idx="4582">
                  <c:v>0</c:v>
                </c:pt>
                <c:pt idx="4583">
                  <c:v>0</c:v>
                </c:pt>
                <c:pt idx="4584">
                  <c:v>0</c:v>
                </c:pt>
                <c:pt idx="4585">
                  <c:v>0</c:v>
                </c:pt>
                <c:pt idx="4586">
                  <c:v>0</c:v>
                </c:pt>
                <c:pt idx="4587">
                  <c:v>0</c:v>
                </c:pt>
                <c:pt idx="4588">
                  <c:v>0</c:v>
                </c:pt>
                <c:pt idx="4589">
                  <c:v>0</c:v>
                </c:pt>
                <c:pt idx="4590">
                  <c:v>0</c:v>
                </c:pt>
                <c:pt idx="4591">
                  <c:v>0.34388999999999997</c:v>
                </c:pt>
                <c:pt idx="4592">
                  <c:v>0.71626900000000004</c:v>
                </c:pt>
                <c:pt idx="4593">
                  <c:v>0.64070000000000005</c:v>
                </c:pt>
                <c:pt idx="4594">
                  <c:v>0.74215500000000001</c:v>
                </c:pt>
                <c:pt idx="4595">
                  <c:v>0.65339199999999997</c:v>
                </c:pt>
                <c:pt idx="4596">
                  <c:v>0.71697999999999995</c:v>
                </c:pt>
                <c:pt idx="4597">
                  <c:v>0.57891999999999999</c:v>
                </c:pt>
                <c:pt idx="4598">
                  <c:v>0.52307199999999998</c:v>
                </c:pt>
                <c:pt idx="4599">
                  <c:v>0.55489500000000003</c:v>
                </c:pt>
                <c:pt idx="4600">
                  <c:v>0.46571000000000001</c:v>
                </c:pt>
                <c:pt idx="4601">
                  <c:v>0.39481500000000003</c:v>
                </c:pt>
                <c:pt idx="4602">
                  <c:v>0.25</c:v>
                </c:pt>
                <c:pt idx="4603">
                  <c:v>0.25</c:v>
                </c:pt>
                <c:pt idx="4604">
                  <c:v>0.25</c:v>
                </c:pt>
                <c:pt idx="4605">
                  <c:v>0</c:v>
                </c:pt>
                <c:pt idx="4606">
                  <c:v>0</c:v>
                </c:pt>
                <c:pt idx="4607">
                  <c:v>0</c:v>
                </c:pt>
                <c:pt idx="4608">
                  <c:v>0</c:v>
                </c:pt>
                <c:pt idx="4609">
                  <c:v>0</c:v>
                </c:pt>
                <c:pt idx="4610">
                  <c:v>0</c:v>
                </c:pt>
                <c:pt idx="4611">
                  <c:v>0</c:v>
                </c:pt>
                <c:pt idx="4612">
                  <c:v>0</c:v>
                </c:pt>
                <c:pt idx="4613">
                  <c:v>0</c:v>
                </c:pt>
                <c:pt idx="4614">
                  <c:v>0</c:v>
                </c:pt>
                <c:pt idx="4615">
                  <c:v>0.25</c:v>
                </c:pt>
                <c:pt idx="4616">
                  <c:v>0.55525000000000002</c:v>
                </c:pt>
                <c:pt idx="4617">
                  <c:v>0.67463200000000001</c:v>
                </c:pt>
                <c:pt idx="4618">
                  <c:v>0.76040099999999999</c:v>
                </c:pt>
                <c:pt idx="4619">
                  <c:v>0.73487999999999998</c:v>
                </c:pt>
                <c:pt idx="4620">
                  <c:v>0.78092099999999998</c:v>
                </c:pt>
                <c:pt idx="4621">
                  <c:v>0.602433</c:v>
                </c:pt>
                <c:pt idx="4622">
                  <c:v>0.53574299999999997</c:v>
                </c:pt>
                <c:pt idx="4623">
                  <c:v>0.55474299999999999</c:v>
                </c:pt>
                <c:pt idx="4624">
                  <c:v>0.49595400000000001</c:v>
                </c:pt>
                <c:pt idx="4625">
                  <c:v>0.424877</c:v>
                </c:pt>
                <c:pt idx="4626">
                  <c:v>0.25</c:v>
                </c:pt>
                <c:pt idx="4627">
                  <c:v>0.25</c:v>
                </c:pt>
                <c:pt idx="4628">
                  <c:v>0.25</c:v>
                </c:pt>
                <c:pt idx="4629">
                  <c:v>0</c:v>
                </c:pt>
                <c:pt idx="4630">
                  <c:v>0</c:v>
                </c:pt>
                <c:pt idx="4631">
                  <c:v>0</c:v>
                </c:pt>
                <c:pt idx="4632">
                  <c:v>0</c:v>
                </c:pt>
                <c:pt idx="4633">
                  <c:v>0</c:v>
                </c:pt>
                <c:pt idx="4634">
                  <c:v>0</c:v>
                </c:pt>
                <c:pt idx="4635">
                  <c:v>0</c:v>
                </c:pt>
                <c:pt idx="4636">
                  <c:v>0</c:v>
                </c:pt>
                <c:pt idx="4637">
                  <c:v>0</c:v>
                </c:pt>
                <c:pt idx="4638">
                  <c:v>0</c:v>
                </c:pt>
                <c:pt idx="4639">
                  <c:v>0.25</c:v>
                </c:pt>
                <c:pt idx="4640">
                  <c:v>0.38114999999999999</c:v>
                </c:pt>
                <c:pt idx="4641">
                  <c:v>0.40776200000000001</c:v>
                </c:pt>
                <c:pt idx="4642">
                  <c:v>0.61382700000000001</c:v>
                </c:pt>
                <c:pt idx="4643">
                  <c:v>0.57769000000000004</c:v>
                </c:pt>
                <c:pt idx="4644">
                  <c:v>0.59897400000000001</c:v>
                </c:pt>
                <c:pt idx="4645">
                  <c:v>0.46057999999999999</c:v>
                </c:pt>
                <c:pt idx="4646">
                  <c:v>0.40652100000000002</c:v>
                </c:pt>
                <c:pt idx="4647">
                  <c:v>0.48504199999999997</c:v>
                </c:pt>
                <c:pt idx="4648">
                  <c:v>0.33053700000000003</c:v>
                </c:pt>
                <c:pt idx="4649">
                  <c:v>0.25</c:v>
                </c:pt>
                <c:pt idx="4650">
                  <c:v>0.25</c:v>
                </c:pt>
                <c:pt idx="4651">
                  <c:v>0.25</c:v>
                </c:pt>
                <c:pt idx="4652">
                  <c:v>0.25</c:v>
                </c:pt>
                <c:pt idx="4653">
                  <c:v>0</c:v>
                </c:pt>
                <c:pt idx="4654">
                  <c:v>0</c:v>
                </c:pt>
                <c:pt idx="4655">
                  <c:v>0</c:v>
                </c:pt>
                <c:pt idx="4656">
                  <c:v>0</c:v>
                </c:pt>
                <c:pt idx="4657">
                  <c:v>0</c:v>
                </c:pt>
                <c:pt idx="4658">
                  <c:v>0</c:v>
                </c:pt>
                <c:pt idx="4659">
                  <c:v>0</c:v>
                </c:pt>
                <c:pt idx="4660">
                  <c:v>0</c:v>
                </c:pt>
                <c:pt idx="4661">
                  <c:v>0</c:v>
                </c:pt>
                <c:pt idx="4662">
                  <c:v>0</c:v>
                </c:pt>
                <c:pt idx="4663">
                  <c:v>0.25</c:v>
                </c:pt>
                <c:pt idx="4664">
                  <c:v>0.25</c:v>
                </c:pt>
                <c:pt idx="4665">
                  <c:v>0.329623</c:v>
                </c:pt>
                <c:pt idx="4666">
                  <c:v>0.46888400000000002</c:v>
                </c:pt>
                <c:pt idx="4667">
                  <c:v>0.54079600000000005</c:v>
                </c:pt>
                <c:pt idx="4668">
                  <c:v>0.51769699999999996</c:v>
                </c:pt>
                <c:pt idx="4669">
                  <c:v>0.42649100000000001</c:v>
                </c:pt>
                <c:pt idx="4670">
                  <c:v>0.39098500000000003</c:v>
                </c:pt>
                <c:pt idx="4671">
                  <c:v>0.40823700000000002</c:v>
                </c:pt>
                <c:pt idx="4672">
                  <c:v>0.43032999999999999</c:v>
                </c:pt>
                <c:pt idx="4673">
                  <c:v>0.29269000000000001</c:v>
                </c:pt>
                <c:pt idx="4674">
                  <c:v>0.25</c:v>
                </c:pt>
                <c:pt idx="4675">
                  <c:v>0.25</c:v>
                </c:pt>
                <c:pt idx="4676">
                  <c:v>0.25</c:v>
                </c:pt>
                <c:pt idx="4677">
                  <c:v>0</c:v>
                </c:pt>
                <c:pt idx="4678">
                  <c:v>0</c:v>
                </c:pt>
                <c:pt idx="4679">
                  <c:v>0</c:v>
                </c:pt>
                <c:pt idx="4680">
                  <c:v>0</c:v>
                </c:pt>
                <c:pt idx="4681">
                  <c:v>0</c:v>
                </c:pt>
                <c:pt idx="4682">
                  <c:v>0</c:v>
                </c:pt>
                <c:pt idx="4683">
                  <c:v>0</c:v>
                </c:pt>
                <c:pt idx="4684">
                  <c:v>0</c:v>
                </c:pt>
                <c:pt idx="4685">
                  <c:v>0</c:v>
                </c:pt>
                <c:pt idx="4686">
                  <c:v>0</c:v>
                </c:pt>
                <c:pt idx="4687">
                  <c:v>0.25</c:v>
                </c:pt>
                <c:pt idx="4688">
                  <c:v>0.25</c:v>
                </c:pt>
                <c:pt idx="4689">
                  <c:v>0.25</c:v>
                </c:pt>
                <c:pt idx="4690">
                  <c:v>0.32577899999999999</c:v>
                </c:pt>
                <c:pt idx="4691">
                  <c:v>0.52970099999999998</c:v>
                </c:pt>
                <c:pt idx="4692">
                  <c:v>0.56667299999999998</c:v>
                </c:pt>
                <c:pt idx="4693">
                  <c:v>0.47351500000000002</c:v>
                </c:pt>
                <c:pt idx="4694">
                  <c:v>0.48677300000000001</c:v>
                </c:pt>
                <c:pt idx="4695">
                  <c:v>0.49505399999999999</c:v>
                </c:pt>
                <c:pt idx="4696">
                  <c:v>0.47079199999999999</c:v>
                </c:pt>
                <c:pt idx="4697">
                  <c:v>0.37363200000000002</c:v>
                </c:pt>
                <c:pt idx="4698">
                  <c:v>0.25</c:v>
                </c:pt>
                <c:pt idx="4699">
                  <c:v>0.25</c:v>
                </c:pt>
                <c:pt idx="4700">
                  <c:v>0.25</c:v>
                </c:pt>
                <c:pt idx="4701">
                  <c:v>0</c:v>
                </c:pt>
                <c:pt idx="4702">
                  <c:v>0</c:v>
                </c:pt>
                <c:pt idx="4703">
                  <c:v>0</c:v>
                </c:pt>
                <c:pt idx="4704">
                  <c:v>0</c:v>
                </c:pt>
                <c:pt idx="4705">
                  <c:v>0</c:v>
                </c:pt>
                <c:pt idx="4706">
                  <c:v>0</c:v>
                </c:pt>
                <c:pt idx="4707">
                  <c:v>0</c:v>
                </c:pt>
                <c:pt idx="4708">
                  <c:v>0</c:v>
                </c:pt>
                <c:pt idx="4709">
                  <c:v>0</c:v>
                </c:pt>
                <c:pt idx="4710">
                  <c:v>0</c:v>
                </c:pt>
                <c:pt idx="4711">
                  <c:v>0.25</c:v>
                </c:pt>
                <c:pt idx="4712">
                  <c:v>0.25</c:v>
                </c:pt>
                <c:pt idx="4713">
                  <c:v>0.33388899999999999</c:v>
                </c:pt>
                <c:pt idx="4714">
                  <c:v>0.45782299999999998</c:v>
                </c:pt>
                <c:pt idx="4715">
                  <c:v>0.486902</c:v>
                </c:pt>
                <c:pt idx="4716">
                  <c:v>0.56053799999999998</c:v>
                </c:pt>
                <c:pt idx="4717">
                  <c:v>0.46266299999999999</c:v>
                </c:pt>
                <c:pt idx="4718">
                  <c:v>0.47134799999999999</c:v>
                </c:pt>
                <c:pt idx="4719">
                  <c:v>0.29741899999999999</c:v>
                </c:pt>
                <c:pt idx="4720">
                  <c:v>0.35804999999999998</c:v>
                </c:pt>
                <c:pt idx="4721">
                  <c:v>0.26814300000000002</c:v>
                </c:pt>
                <c:pt idx="4722">
                  <c:v>0.25</c:v>
                </c:pt>
                <c:pt idx="4723">
                  <c:v>0.25</c:v>
                </c:pt>
                <c:pt idx="4724">
                  <c:v>0.25</c:v>
                </c:pt>
                <c:pt idx="4725">
                  <c:v>0</c:v>
                </c:pt>
                <c:pt idx="4726">
                  <c:v>0</c:v>
                </c:pt>
                <c:pt idx="4727">
                  <c:v>0</c:v>
                </c:pt>
                <c:pt idx="4728">
                  <c:v>0</c:v>
                </c:pt>
                <c:pt idx="4729">
                  <c:v>0</c:v>
                </c:pt>
                <c:pt idx="4730">
                  <c:v>0</c:v>
                </c:pt>
                <c:pt idx="4731">
                  <c:v>0</c:v>
                </c:pt>
                <c:pt idx="4732">
                  <c:v>0</c:v>
                </c:pt>
                <c:pt idx="4733">
                  <c:v>0</c:v>
                </c:pt>
                <c:pt idx="4734">
                  <c:v>0</c:v>
                </c:pt>
                <c:pt idx="4735">
                  <c:v>0.25</c:v>
                </c:pt>
                <c:pt idx="4736">
                  <c:v>0.419381</c:v>
                </c:pt>
                <c:pt idx="4737">
                  <c:v>0.519374</c:v>
                </c:pt>
                <c:pt idx="4738">
                  <c:v>0.61929900000000004</c:v>
                </c:pt>
                <c:pt idx="4739">
                  <c:v>0.57333900000000004</c:v>
                </c:pt>
                <c:pt idx="4740">
                  <c:v>0.60970599999999997</c:v>
                </c:pt>
                <c:pt idx="4741">
                  <c:v>0.50031499999999995</c:v>
                </c:pt>
                <c:pt idx="4742">
                  <c:v>0.50744999999999996</c:v>
                </c:pt>
                <c:pt idx="4743">
                  <c:v>0.59592199999999995</c:v>
                </c:pt>
                <c:pt idx="4744">
                  <c:v>0.54722499999999996</c:v>
                </c:pt>
                <c:pt idx="4745">
                  <c:v>0.25397399999999998</c:v>
                </c:pt>
                <c:pt idx="4746">
                  <c:v>0.25</c:v>
                </c:pt>
                <c:pt idx="4747">
                  <c:v>0.25</c:v>
                </c:pt>
                <c:pt idx="4748">
                  <c:v>0.25</c:v>
                </c:pt>
                <c:pt idx="4749">
                  <c:v>0</c:v>
                </c:pt>
                <c:pt idx="4750">
                  <c:v>0</c:v>
                </c:pt>
                <c:pt idx="4751">
                  <c:v>0</c:v>
                </c:pt>
                <c:pt idx="4752">
                  <c:v>0</c:v>
                </c:pt>
                <c:pt idx="4753">
                  <c:v>0</c:v>
                </c:pt>
                <c:pt idx="4754">
                  <c:v>0</c:v>
                </c:pt>
                <c:pt idx="4755">
                  <c:v>0</c:v>
                </c:pt>
                <c:pt idx="4756">
                  <c:v>0</c:v>
                </c:pt>
                <c:pt idx="4757">
                  <c:v>0</c:v>
                </c:pt>
                <c:pt idx="4758">
                  <c:v>0</c:v>
                </c:pt>
                <c:pt idx="4759">
                  <c:v>0.25</c:v>
                </c:pt>
                <c:pt idx="4760">
                  <c:v>0.25</c:v>
                </c:pt>
                <c:pt idx="4761">
                  <c:v>0.29251500000000002</c:v>
                </c:pt>
                <c:pt idx="4762">
                  <c:v>0.38928800000000002</c:v>
                </c:pt>
                <c:pt idx="4763">
                  <c:v>0.45806000000000002</c:v>
                </c:pt>
                <c:pt idx="4764">
                  <c:v>0.49920399999999998</c:v>
                </c:pt>
                <c:pt idx="4765">
                  <c:v>0.29899999999999999</c:v>
                </c:pt>
                <c:pt idx="4766">
                  <c:v>0.38879999999999998</c:v>
                </c:pt>
                <c:pt idx="4767">
                  <c:v>0.44761000000000001</c:v>
                </c:pt>
                <c:pt idx="4768">
                  <c:v>0.53052699999999997</c:v>
                </c:pt>
                <c:pt idx="4769">
                  <c:v>0.36814599999999997</c:v>
                </c:pt>
                <c:pt idx="4770">
                  <c:v>0.25</c:v>
                </c:pt>
                <c:pt idx="4771">
                  <c:v>0.25</c:v>
                </c:pt>
                <c:pt idx="4772">
                  <c:v>0.25</c:v>
                </c:pt>
                <c:pt idx="4773">
                  <c:v>0</c:v>
                </c:pt>
                <c:pt idx="4774">
                  <c:v>0</c:v>
                </c:pt>
                <c:pt idx="4775">
                  <c:v>0</c:v>
                </c:pt>
                <c:pt idx="4776">
                  <c:v>0</c:v>
                </c:pt>
                <c:pt idx="4777">
                  <c:v>0</c:v>
                </c:pt>
                <c:pt idx="4778">
                  <c:v>0</c:v>
                </c:pt>
                <c:pt idx="4779">
                  <c:v>0</c:v>
                </c:pt>
                <c:pt idx="4780">
                  <c:v>0</c:v>
                </c:pt>
                <c:pt idx="4781">
                  <c:v>0</c:v>
                </c:pt>
                <c:pt idx="4782">
                  <c:v>0</c:v>
                </c:pt>
                <c:pt idx="4783">
                  <c:v>0.25</c:v>
                </c:pt>
                <c:pt idx="4784">
                  <c:v>0.25</c:v>
                </c:pt>
                <c:pt idx="4785">
                  <c:v>0.25984499999999999</c:v>
                </c:pt>
                <c:pt idx="4786">
                  <c:v>0.50148099999999995</c:v>
                </c:pt>
                <c:pt idx="4787">
                  <c:v>0.45512399999999997</c:v>
                </c:pt>
                <c:pt idx="4788">
                  <c:v>0.562419</c:v>
                </c:pt>
                <c:pt idx="4789">
                  <c:v>0.49174200000000001</c:v>
                </c:pt>
                <c:pt idx="4790">
                  <c:v>0.50081900000000001</c:v>
                </c:pt>
                <c:pt idx="4791">
                  <c:v>0.58814699999999998</c:v>
                </c:pt>
                <c:pt idx="4792">
                  <c:v>0.55786800000000003</c:v>
                </c:pt>
                <c:pt idx="4793">
                  <c:v>0.43926900000000002</c:v>
                </c:pt>
                <c:pt idx="4794">
                  <c:v>0.26842700000000003</c:v>
                </c:pt>
                <c:pt idx="4795">
                  <c:v>0.25</c:v>
                </c:pt>
                <c:pt idx="4796">
                  <c:v>0.25</c:v>
                </c:pt>
                <c:pt idx="4797">
                  <c:v>0</c:v>
                </c:pt>
                <c:pt idx="4798">
                  <c:v>0</c:v>
                </c:pt>
                <c:pt idx="4799">
                  <c:v>0</c:v>
                </c:pt>
                <c:pt idx="4800">
                  <c:v>0</c:v>
                </c:pt>
                <c:pt idx="4801">
                  <c:v>0</c:v>
                </c:pt>
                <c:pt idx="4802">
                  <c:v>0</c:v>
                </c:pt>
                <c:pt idx="4803">
                  <c:v>0</c:v>
                </c:pt>
                <c:pt idx="4804">
                  <c:v>0</c:v>
                </c:pt>
                <c:pt idx="4805">
                  <c:v>0</c:v>
                </c:pt>
                <c:pt idx="4806">
                  <c:v>0</c:v>
                </c:pt>
                <c:pt idx="4807">
                  <c:v>0.25</c:v>
                </c:pt>
                <c:pt idx="4808">
                  <c:v>0.41698400000000002</c:v>
                </c:pt>
                <c:pt idx="4809">
                  <c:v>0.70567199999999997</c:v>
                </c:pt>
                <c:pt idx="4810">
                  <c:v>0.77378899999999995</c:v>
                </c:pt>
                <c:pt idx="4811">
                  <c:v>0.73897500000000005</c:v>
                </c:pt>
                <c:pt idx="4812">
                  <c:v>0.771235</c:v>
                </c:pt>
                <c:pt idx="4813">
                  <c:v>0.67128200000000005</c:v>
                </c:pt>
                <c:pt idx="4814">
                  <c:v>0.61967899999999998</c:v>
                </c:pt>
                <c:pt idx="4815">
                  <c:v>0.64252500000000001</c:v>
                </c:pt>
                <c:pt idx="4816">
                  <c:v>0.61289400000000005</c:v>
                </c:pt>
                <c:pt idx="4817">
                  <c:v>0.43892999999999999</c:v>
                </c:pt>
                <c:pt idx="4818">
                  <c:v>0.25</c:v>
                </c:pt>
                <c:pt idx="4819">
                  <c:v>0.25</c:v>
                </c:pt>
                <c:pt idx="4820">
                  <c:v>0.25</c:v>
                </c:pt>
                <c:pt idx="4821">
                  <c:v>0</c:v>
                </c:pt>
                <c:pt idx="4822">
                  <c:v>0</c:v>
                </c:pt>
                <c:pt idx="4823">
                  <c:v>0</c:v>
                </c:pt>
                <c:pt idx="4824">
                  <c:v>0</c:v>
                </c:pt>
                <c:pt idx="4825">
                  <c:v>0</c:v>
                </c:pt>
                <c:pt idx="4826">
                  <c:v>0</c:v>
                </c:pt>
                <c:pt idx="4827">
                  <c:v>0</c:v>
                </c:pt>
                <c:pt idx="4828">
                  <c:v>0</c:v>
                </c:pt>
                <c:pt idx="4829">
                  <c:v>0</c:v>
                </c:pt>
                <c:pt idx="4830">
                  <c:v>0</c:v>
                </c:pt>
                <c:pt idx="4831">
                  <c:v>0.25</c:v>
                </c:pt>
                <c:pt idx="4832">
                  <c:v>0.40726000000000001</c:v>
                </c:pt>
                <c:pt idx="4833">
                  <c:v>0.55477799999999999</c:v>
                </c:pt>
                <c:pt idx="4834">
                  <c:v>0.71404800000000002</c:v>
                </c:pt>
                <c:pt idx="4835">
                  <c:v>0.67408400000000002</c:v>
                </c:pt>
                <c:pt idx="4836">
                  <c:v>0.65610400000000002</c:v>
                </c:pt>
                <c:pt idx="4837">
                  <c:v>0.50620399999999999</c:v>
                </c:pt>
                <c:pt idx="4838">
                  <c:v>0.55941399999999997</c:v>
                </c:pt>
                <c:pt idx="4839">
                  <c:v>0.49665799999999999</c:v>
                </c:pt>
                <c:pt idx="4840">
                  <c:v>0.471688</c:v>
                </c:pt>
                <c:pt idx="4841">
                  <c:v>0.34513100000000002</c:v>
                </c:pt>
                <c:pt idx="4842">
                  <c:v>0.25</c:v>
                </c:pt>
                <c:pt idx="4843">
                  <c:v>0.25</c:v>
                </c:pt>
                <c:pt idx="4844">
                  <c:v>0.25</c:v>
                </c:pt>
                <c:pt idx="4845">
                  <c:v>0</c:v>
                </c:pt>
                <c:pt idx="4846">
                  <c:v>0</c:v>
                </c:pt>
                <c:pt idx="4847">
                  <c:v>0</c:v>
                </c:pt>
                <c:pt idx="4848">
                  <c:v>0</c:v>
                </c:pt>
                <c:pt idx="4849">
                  <c:v>0</c:v>
                </c:pt>
                <c:pt idx="4850">
                  <c:v>0</c:v>
                </c:pt>
                <c:pt idx="4851">
                  <c:v>0</c:v>
                </c:pt>
                <c:pt idx="4852">
                  <c:v>0</c:v>
                </c:pt>
                <c:pt idx="4853">
                  <c:v>0</c:v>
                </c:pt>
                <c:pt idx="4854">
                  <c:v>0</c:v>
                </c:pt>
                <c:pt idx="4855">
                  <c:v>0.25</c:v>
                </c:pt>
                <c:pt idx="4856">
                  <c:v>0.44383400000000001</c:v>
                </c:pt>
                <c:pt idx="4857">
                  <c:v>0.53756300000000001</c:v>
                </c:pt>
                <c:pt idx="4858">
                  <c:v>0.63457699999999995</c:v>
                </c:pt>
                <c:pt idx="4859">
                  <c:v>0.645872</c:v>
                </c:pt>
                <c:pt idx="4860">
                  <c:v>0.63081299999999996</c:v>
                </c:pt>
                <c:pt idx="4861">
                  <c:v>0.52448399999999995</c:v>
                </c:pt>
                <c:pt idx="4862">
                  <c:v>0.500583</c:v>
                </c:pt>
                <c:pt idx="4863">
                  <c:v>0.61519900000000005</c:v>
                </c:pt>
                <c:pt idx="4864">
                  <c:v>0.521478</c:v>
                </c:pt>
                <c:pt idx="4865">
                  <c:v>0.38987899999999998</c:v>
                </c:pt>
                <c:pt idx="4866">
                  <c:v>0.25</c:v>
                </c:pt>
                <c:pt idx="4867">
                  <c:v>0.25</c:v>
                </c:pt>
                <c:pt idx="4868">
                  <c:v>0.25</c:v>
                </c:pt>
                <c:pt idx="4869">
                  <c:v>0</c:v>
                </c:pt>
                <c:pt idx="4870">
                  <c:v>0</c:v>
                </c:pt>
                <c:pt idx="4871">
                  <c:v>0</c:v>
                </c:pt>
                <c:pt idx="4872">
                  <c:v>0</c:v>
                </c:pt>
                <c:pt idx="4873">
                  <c:v>0</c:v>
                </c:pt>
                <c:pt idx="4874">
                  <c:v>0</c:v>
                </c:pt>
                <c:pt idx="4875">
                  <c:v>0</c:v>
                </c:pt>
                <c:pt idx="4876">
                  <c:v>0</c:v>
                </c:pt>
                <c:pt idx="4877">
                  <c:v>0</c:v>
                </c:pt>
                <c:pt idx="4878">
                  <c:v>0</c:v>
                </c:pt>
                <c:pt idx="4879">
                  <c:v>0.25</c:v>
                </c:pt>
                <c:pt idx="4880">
                  <c:v>0.40815400000000002</c:v>
                </c:pt>
                <c:pt idx="4881">
                  <c:v>0.52288100000000004</c:v>
                </c:pt>
                <c:pt idx="4882">
                  <c:v>0.70140599999999997</c:v>
                </c:pt>
                <c:pt idx="4883">
                  <c:v>0.67795499999999997</c:v>
                </c:pt>
                <c:pt idx="4884">
                  <c:v>0.77654599999999996</c:v>
                </c:pt>
                <c:pt idx="4885">
                  <c:v>0.62584600000000001</c:v>
                </c:pt>
                <c:pt idx="4886">
                  <c:v>0.64107999999999998</c:v>
                </c:pt>
                <c:pt idx="4887">
                  <c:v>0.65829800000000005</c:v>
                </c:pt>
                <c:pt idx="4888">
                  <c:v>0.52898400000000001</c:v>
                </c:pt>
                <c:pt idx="4889">
                  <c:v>0.40121699999999999</c:v>
                </c:pt>
                <c:pt idx="4890">
                  <c:v>0.25</c:v>
                </c:pt>
                <c:pt idx="4891">
                  <c:v>0.25</c:v>
                </c:pt>
                <c:pt idx="4892">
                  <c:v>0.25</c:v>
                </c:pt>
                <c:pt idx="4893">
                  <c:v>0</c:v>
                </c:pt>
                <c:pt idx="4894">
                  <c:v>0</c:v>
                </c:pt>
                <c:pt idx="4895">
                  <c:v>0</c:v>
                </c:pt>
                <c:pt idx="4896">
                  <c:v>0</c:v>
                </c:pt>
                <c:pt idx="4897">
                  <c:v>0</c:v>
                </c:pt>
                <c:pt idx="4898">
                  <c:v>0</c:v>
                </c:pt>
                <c:pt idx="4899">
                  <c:v>0</c:v>
                </c:pt>
                <c:pt idx="4900">
                  <c:v>0</c:v>
                </c:pt>
                <c:pt idx="4901">
                  <c:v>0</c:v>
                </c:pt>
                <c:pt idx="4902">
                  <c:v>0</c:v>
                </c:pt>
                <c:pt idx="4903">
                  <c:v>0.25</c:v>
                </c:pt>
                <c:pt idx="4904">
                  <c:v>0.60212399999999999</c:v>
                </c:pt>
                <c:pt idx="4905">
                  <c:v>0.71473699999999996</c:v>
                </c:pt>
                <c:pt idx="4906">
                  <c:v>0.789775</c:v>
                </c:pt>
                <c:pt idx="4907">
                  <c:v>0.68180799999999997</c:v>
                </c:pt>
                <c:pt idx="4908">
                  <c:v>0.742564</c:v>
                </c:pt>
                <c:pt idx="4909">
                  <c:v>0.63687000000000005</c:v>
                </c:pt>
                <c:pt idx="4910">
                  <c:v>0.64515500000000003</c:v>
                </c:pt>
                <c:pt idx="4911">
                  <c:v>0.626139</c:v>
                </c:pt>
                <c:pt idx="4912">
                  <c:v>0.42896899999999999</c:v>
                </c:pt>
                <c:pt idx="4913">
                  <c:v>0.31187799999999999</c:v>
                </c:pt>
                <c:pt idx="4914">
                  <c:v>0.25</c:v>
                </c:pt>
                <c:pt idx="4915">
                  <c:v>0.25</c:v>
                </c:pt>
                <c:pt idx="4916">
                  <c:v>0.25</c:v>
                </c:pt>
                <c:pt idx="4917">
                  <c:v>0</c:v>
                </c:pt>
                <c:pt idx="4918">
                  <c:v>0</c:v>
                </c:pt>
                <c:pt idx="4919">
                  <c:v>0</c:v>
                </c:pt>
                <c:pt idx="4920">
                  <c:v>0</c:v>
                </c:pt>
                <c:pt idx="4921">
                  <c:v>0</c:v>
                </c:pt>
                <c:pt idx="4922">
                  <c:v>0</c:v>
                </c:pt>
                <c:pt idx="4923">
                  <c:v>0</c:v>
                </c:pt>
                <c:pt idx="4924">
                  <c:v>0</c:v>
                </c:pt>
                <c:pt idx="4925">
                  <c:v>0</c:v>
                </c:pt>
                <c:pt idx="4926">
                  <c:v>0</c:v>
                </c:pt>
                <c:pt idx="4927">
                  <c:v>0.25</c:v>
                </c:pt>
                <c:pt idx="4928">
                  <c:v>0.33702199999999999</c:v>
                </c:pt>
                <c:pt idx="4929">
                  <c:v>0.46350200000000003</c:v>
                </c:pt>
                <c:pt idx="4930">
                  <c:v>0.57398199999999999</c:v>
                </c:pt>
                <c:pt idx="4931">
                  <c:v>0.53023399999999998</c:v>
                </c:pt>
                <c:pt idx="4932">
                  <c:v>0.63215100000000002</c:v>
                </c:pt>
                <c:pt idx="4933">
                  <c:v>0.52649900000000005</c:v>
                </c:pt>
                <c:pt idx="4934">
                  <c:v>0.501467</c:v>
                </c:pt>
                <c:pt idx="4935">
                  <c:v>0.61560499999999996</c:v>
                </c:pt>
                <c:pt idx="4936">
                  <c:v>0.63402700000000001</c:v>
                </c:pt>
                <c:pt idx="4937">
                  <c:v>0.51633799999999996</c:v>
                </c:pt>
                <c:pt idx="4938">
                  <c:v>0.25742500000000001</c:v>
                </c:pt>
                <c:pt idx="4939">
                  <c:v>0.25</c:v>
                </c:pt>
                <c:pt idx="4940">
                  <c:v>0.25</c:v>
                </c:pt>
                <c:pt idx="4941">
                  <c:v>0</c:v>
                </c:pt>
                <c:pt idx="4942">
                  <c:v>0</c:v>
                </c:pt>
                <c:pt idx="4943">
                  <c:v>0</c:v>
                </c:pt>
                <c:pt idx="4944">
                  <c:v>0</c:v>
                </c:pt>
                <c:pt idx="4945">
                  <c:v>0</c:v>
                </c:pt>
                <c:pt idx="4946">
                  <c:v>0</c:v>
                </c:pt>
                <c:pt idx="4947">
                  <c:v>0</c:v>
                </c:pt>
                <c:pt idx="4948">
                  <c:v>0</c:v>
                </c:pt>
                <c:pt idx="4949">
                  <c:v>0</c:v>
                </c:pt>
                <c:pt idx="4950">
                  <c:v>0</c:v>
                </c:pt>
                <c:pt idx="4951">
                  <c:v>0.25</c:v>
                </c:pt>
                <c:pt idx="4952">
                  <c:v>0.37447799999999998</c:v>
                </c:pt>
                <c:pt idx="4953">
                  <c:v>0.54220999999999997</c:v>
                </c:pt>
                <c:pt idx="4954">
                  <c:v>0.74329100000000004</c:v>
                </c:pt>
                <c:pt idx="4955">
                  <c:v>0.59980299999999998</c:v>
                </c:pt>
                <c:pt idx="4956">
                  <c:v>0.69344300000000003</c:v>
                </c:pt>
                <c:pt idx="4957">
                  <c:v>0.52724400000000005</c:v>
                </c:pt>
                <c:pt idx="4958">
                  <c:v>0.50154900000000002</c:v>
                </c:pt>
                <c:pt idx="4959">
                  <c:v>0.61396700000000004</c:v>
                </c:pt>
                <c:pt idx="4960">
                  <c:v>0.51998500000000003</c:v>
                </c:pt>
                <c:pt idx="4961">
                  <c:v>0.39144000000000001</c:v>
                </c:pt>
                <c:pt idx="4962">
                  <c:v>0.25</c:v>
                </c:pt>
                <c:pt idx="4963">
                  <c:v>0.25</c:v>
                </c:pt>
                <c:pt idx="4964">
                  <c:v>0.25</c:v>
                </c:pt>
                <c:pt idx="4965">
                  <c:v>0</c:v>
                </c:pt>
                <c:pt idx="4966">
                  <c:v>0</c:v>
                </c:pt>
                <c:pt idx="4967">
                  <c:v>0</c:v>
                </c:pt>
                <c:pt idx="4968">
                  <c:v>0</c:v>
                </c:pt>
                <c:pt idx="4969">
                  <c:v>0</c:v>
                </c:pt>
                <c:pt idx="4970">
                  <c:v>0</c:v>
                </c:pt>
                <c:pt idx="4971">
                  <c:v>0</c:v>
                </c:pt>
                <c:pt idx="4972">
                  <c:v>0</c:v>
                </c:pt>
                <c:pt idx="4973">
                  <c:v>0</c:v>
                </c:pt>
                <c:pt idx="4974">
                  <c:v>0</c:v>
                </c:pt>
                <c:pt idx="4975">
                  <c:v>0.25</c:v>
                </c:pt>
                <c:pt idx="4976">
                  <c:v>0.25</c:v>
                </c:pt>
                <c:pt idx="4977">
                  <c:v>0.36903799999999998</c:v>
                </c:pt>
                <c:pt idx="4978">
                  <c:v>0.60306599999999999</c:v>
                </c:pt>
                <c:pt idx="4979">
                  <c:v>0.566083</c:v>
                </c:pt>
                <c:pt idx="4980">
                  <c:v>0.60195600000000005</c:v>
                </c:pt>
                <c:pt idx="4981">
                  <c:v>0.45759</c:v>
                </c:pt>
                <c:pt idx="4982">
                  <c:v>0.440027</c:v>
                </c:pt>
                <c:pt idx="4983">
                  <c:v>0.51774200000000004</c:v>
                </c:pt>
                <c:pt idx="4984">
                  <c:v>0.428456</c:v>
                </c:pt>
                <c:pt idx="4985">
                  <c:v>0.33489099999999999</c:v>
                </c:pt>
                <c:pt idx="4986">
                  <c:v>0.25</c:v>
                </c:pt>
                <c:pt idx="4987">
                  <c:v>0.25</c:v>
                </c:pt>
                <c:pt idx="4988">
                  <c:v>0.25</c:v>
                </c:pt>
                <c:pt idx="4989">
                  <c:v>0</c:v>
                </c:pt>
                <c:pt idx="4990">
                  <c:v>0</c:v>
                </c:pt>
                <c:pt idx="4991">
                  <c:v>0</c:v>
                </c:pt>
                <c:pt idx="4992">
                  <c:v>0</c:v>
                </c:pt>
                <c:pt idx="4993">
                  <c:v>0</c:v>
                </c:pt>
                <c:pt idx="4994">
                  <c:v>0</c:v>
                </c:pt>
                <c:pt idx="4995">
                  <c:v>0</c:v>
                </c:pt>
                <c:pt idx="4996">
                  <c:v>0</c:v>
                </c:pt>
                <c:pt idx="4997">
                  <c:v>0</c:v>
                </c:pt>
                <c:pt idx="4998">
                  <c:v>0</c:v>
                </c:pt>
                <c:pt idx="4999">
                  <c:v>0.25</c:v>
                </c:pt>
                <c:pt idx="5000">
                  <c:v>0.28276800000000002</c:v>
                </c:pt>
                <c:pt idx="5001">
                  <c:v>0.36927300000000002</c:v>
                </c:pt>
                <c:pt idx="5002">
                  <c:v>0.455314</c:v>
                </c:pt>
                <c:pt idx="5003">
                  <c:v>0.50495400000000001</c:v>
                </c:pt>
                <c:pt idx="5004">
                  <c:v>0.51124199999999997</c:v>
                </c:pt>
                <c:pt idx="5005">
                  <c:v>0.411493</c:v>
                </c:pt>
                <c:pt idx="5006">
                  <c:v>0.41721900000000001</c:v>
                </c:pt>
                <c:pt idx="5007">
                  <c:v>0.49799399999999999</c:v>
                </c:pt>
                <c:pt idx="5008">
                  <c:v>0.52948700000000004</c:v>
                </c:pt>
                <c:pt idx="5009">
                  <c:v>0.46914</c:v>
                </c:pt>
                <c:pt idx="5010">
                  <c:v>0.427929</c:v>
                </c:pt>
                <c:pt idx="5011">
                  <c:v>0.39723900000000001</c:v>
                </c:pt>
                <c:pt idx="5012">
                  <c:v>0.25</c:v>
                </c:pt>
                <c:pt idx="5013">
                  <c:v>0</c:v>
                </c:pt>
                <c:pt idx="5014">
                  <c:v>0</c:v>
                </c:pt>
                <c:pt idx="5015">
                  <c:v>0</c:v>
                </c:pt>
                <c:pt idx="5016">
                  <c:v>0</c:v>
                </c:pt>
                <c:pt idx="5017">
                  <c:v>0</c:v>
                </c:pt>
                <c:pt idx="5018">
                  <c:v>0</c:v>
                </c:pt>
                <c:pt idx="5019">
                  <c:v>0</c:v>
                </c:pt>
                <c:pt idx="5020">
                  <c:v>0</c:v>
                </c:pt>
                <c:pt idx="5021">
                  <c:v>0</c:v>
                </c:pt>
                <c:pt idx="5022">
                  <c:v>0</c:v>
                </c:pt>
                <c:pt idx="5023">
                  <c:v>0.25</c:v>
                </c:pt>
                <c:pt idx="5024">
                  <c:v>0.53301799999999999</c:v>
                </c:pt>
                <c:pt idx="5025">
                  <c:v>0.81167299999999998</c:v>
                </c:pt>
                <c:pt idx="5026">
                  <c:v>0.73453400000000002</c:v>
                </c:pt>
                <c:pt idx="5027">
                  <c:v>0.65502099999999996</c:v>
                </c:pt>
                <c:pt idx="5028">
                  <c:v>0.69908999999999999</c:v>
                </c:pt>
                <c:pt idx="5029">
                  <c:v>0.63140799999999997</c:v>
                </c:pt>
                <c:pt idx="5030">
                  <c:v>0.599549</c:v>
                </c:pt>
                <c:pt idx="5031">
                  <c:v>0.68534300000000004</c:v>
                </c:pt>
                <c:pt idx="5032">
                  <c:v>0.63242299999999996</c:v>
                </c:pt>
                <c:pt idx="5033">
                  <c:v>0.48472199999999999</c:v>
                </c:pt>
                <c:pt idx="5034">
                  <c:v>0.252334</c:v>
                </c:pt>
                <c:pt idx="5035">
                  <c:v>0.25</c:v>
                </c:pt>
                <c:pt idx="5036">
                  <c:v>0.25</c:v>
                </c:pt>
                <c:pt idx="5037">
                  <c:v>0</c:v>
                </c:pt>
                <c:pt idx="5038">
                  <c:v>0</c:v>
                </c:pt>
                <c:pt idx="5039">
                  <c:v>0</c:v>
                </c:pt>
                <c:pt idx="5040">
                  <c:v>0</c:v>
                </c:pt>
                <c:pt idx="5041">
                  <c:v>0</c:v>
                </c:pt>
                <c:pt idx="5042">
                  <c:v>0</c:v>
                </c:pt>
                <c:pt idx="5043">
                  <c:v>0</c:v>
                </c:pt>
                <c:pt idx="5044">
                  <c:v>0</c:v>
                </c:pt>
                <c:pt idx="5045">
                  <c:v>0</c:v>
                </c:pt>
                <c:pt idx="5046">
                  <c:v>0</c:v>
                </c:pt>
                <c:pt idx="5047">
                  <c:v>0.25</c:v>
                </c:pt>
                <c:pt idx="5048">
                  <c:v>0.30457800000000002</c:v>
                </c:pt>
                <c:pt idx="5049">
                  <c:v>0.512799</c:v>
                </c:pt>
                <c:pt idx="5050">
                  <c:v>0.63151199999999996</c:v>
                </c:pt>
                <c:pt idx="5051">
                  <c:v>0.631243</c:v>
                </c:pt>
                <c:pt idx="5052">
                  <c:v>0.63849</c:v>
                </c:pt>
                <c:pt idx="5053">
                  <c:v>0.54449000000000003</c:v>
                </c:pt>
                <c:pt idx="5054">
                  <c:v>0.55457500000000004</c:v>
                </c:pt>
                <c:pt idx="5055">
                  <c:v>0.56063399999999997</c:v>
                </c:pt>
                <c:pt idx="5056">
                  <c:v>0.54917300000000002</c:v>
                </c:pt>
                <c:pt idx="5057">
                  <c:v>0.33247399999999999</c:v>
                </c:pt>
                <c:pt idx="5058">
                  <c:v>0.25</c:v>
                </c:pt>
                <c:pt idx="5059">
                  <c:v>0.25</c:v>
                </c:pt>
                <c:pt idx="5060">
                  <c:v>0.25</c:v>
                </c:pt>
                <c:pt idx="5061">
                  <c:v>0</c:v>
                </c:pt>
                <c:pt idx="5062">
                  <c:v>0</c:v>
                </c:pt>
                <c:pt idx="5063">
                  <c:v>0</c:v>
                </c:pt>
                <c:pt idx="5064">
                  <c:v>0</c:v>
                </c:pt>
                <c:pt idx="5065">
                  <c:v>0</c:v>
                </c:pt>
                <c:pt idx="5066">
                  <c:v>0</c:v>
                </c:pt>
                <c:pt idx="5067">
                  <c:v>0</c:v>
                </c:pt>
                <c:pt idx="5068">
                  <c:v>0</c:v>
                </c:pt>
                <c:pt idx="5069">
                  <c:v>0</c:v>
                </c:pt>
                <c:pt idx="5070">
                  <c:v>0</c:v>
                </c:pt>
                <c:pt idx="5071">
                  <c:v>0.25</c:v>
                </c:pt>
                <c:pt idx="5072">
                  <c:v>0.44425399999999998</c:v>
                </c:pt>
                <c:pt idx="5073">
                  <c:v>0.480408</c:v>
                </c:pt>
                <c:pt idx="5074">
                  <c:v>0.68642199999999998</c:v>
                </c:pt>
                <c:pt idx="5075">
                  <c:v>0.60968900000000004</c:v>
                </c:pt>
                <c:pt idx="5076">
                  <c:v>0.69718899999999995</c:v>
                </c:pt>
                <c:pt idx="5077">
                  <c:v>0.592858</c:v>
                </c:pt>
                <c:pt idx="5078">
                  <c:v>0.59928599999999999</c:v>
                </c:pt>
                <c:pt idx="5079">
                  <c:v>0.63232200000000005</c:v>
                </c:pt>
                <c:pt idx="5080">
                  <c:v>0.62377300000000002</c:v>
                </c:pt>
                <c:pt idx="5081">
                  <c:v>0.44809300000000002</c:v>
                </c:pt>
                <c:pt idx="5082">
                  <c:v>0.35658699999999999</c:v>
                </c:pt>
                <c:pt idx="5083">
                  <c:v>0.25</c:v>
                </c:pt>
                <c:pt idx="5084">
                  <c:v>0.25</c:v>
                </c:pt>
                <c:pt idx="5085">
                  <c:v>0</c:v>
                </c:pt>
                <c:pt idx="5086">
                  <c:v>0</c:v>
                </c:pt>
                <c:pt idx="5087">
                  <c:v>0</c:v>
                </c:pt>
                <c:pt idx="5088">
                  <c:v>0</c:v>
                </c:pt>
                <c:pt idx="5089">
                  <c:v>0</c:v>
                </c:pt>
                <c:pt idx="5090">
                  <c:v>0</c:v>
                </c:pt>
                <c:pt idx="5091">
                  <c:v>0</c:v>
                </c:pt>
                <c:pt idx="5092">
                  <c:v>0</c:v>
                </c:pt>
                <c:pt idx="5093">
                  <c:v>0</c:v>
                </c:pt>
                <c:pt idx="5094">
                  <c:v>0</c:v>
                </c:pt>
                <c:pt idx="5095">
                  <c:v>0.25</c:v>
                </c:pt>
                <c:pt idx="5096">
                  <c:v>0.38757999999999998</c:v>
                </c:pt>
                <c:pt idx="5097">
                  <c:v>0.38442100000000001</c:v>
                </c:pt>
                <c:pt idx="5098">
                  <c:v>0.49868699999999999</c:v>
                </c:pt>
                <c:pt idx="5099">
                  <c:v>0.470634</c:v>
                </c:pt>
                <c:pt idx="5100">
                  <c:v>0.51211300000000004</c:v>
                </c:pt>
                <c:pt idx="5101">
                  <c:v>0.39907599999999999</c:v>
                </c:pt>
                <c:pt idx="5102">
                  <c:v>0.40737499999999999</c:v>
                </c:pt>
                <c:pt idx="5103">
                  <c:v>0.46009100000000003</c:v>
                </c:pt>
                <c:pt idx="5104">
                  <c:v>0.42150599999999999</c:v>
                </c:pt>
                <c:pt idx="5105">
                  <c:v>0.29603400000000002</c:v>
                </c:pt>
                <c:pt idx="5106">
                  <c:v>0.25</c:v>
                </c:pt>
                <c:pt idx="5107">
                  <c:v>0.25</c:v>
                </c:pt>
                <c:pt idx="5108">
                  <c:v>0.25</c:v>
                </c:pt>
                <c:pt idx="5109">
                  <c:v>0</c:v>
                </c:pt>
                <c:pt idx="5110">
                  <c:v>0</c:v>
                </c:pt>
                <c:pt idx="5111">
                  <c:v>0</c:v>
                </c:pt>
                <c:pt idx="5112">
                  <c:v>0</c:v>
                </c:pt>
                <c:pt idx="5113">
                  <c:v>0</c:v>
                </c:pt>
                <c:pt idx="5114">
                  <c:v>0</c:v>
                </c:pt>
                <c:pt idx="5115">
                  <c:v>0</c:v>
                </c:pt>
                <c:pt idx="5116">
                  <c:v>0</c:v>
                </c:pt>
                <c:pt idx="5117">
                  <c:v>0</c:v>
                </c:pt>
                <c:pt idx="5118">
                  <c:v>0</c:v>
                </c:pt>
                <c:pt idx="5119">
                  <c:v>0.25</c:v>
                </c:pt>
                <c:pt idx="5120">
                  <c:v>0.37831599999999999</c:v>
                </c:pt>
                <c:pt idx="5121">
                  <c:v>0.47270400000000001</c:v>
                </c:pt>
                <c:pt idx="5122">
                  <c:v>0.51992700000000003</c:v>
                </c:pt>
                <c:pt idx="5123">
                  <c:v>0.61579099999999998</c:v>
                </c:pt>
                <c:pt idx="5124">
                  <c:v>0.63150099999999998</c:v>
                </c:pt>
                <c:pt idx="5125">
                  <c:v>0.58513499999999996</c:v>
                </c:pt>
                <c:pt idx="5126">
                  <c:v>0.50622599999999995</c:v>
                </c:pt>
                <c:pt idx="5127">
                  <c:v>0.57149499999999998</c:v>
                </c:pt>
                <c:pt idx="5128">
                  <c:v>0.49805700000000003</c:v>
                </c:pt>
                <c:pt idx="5129">
                  <c:v>0.36749999999999999</c:v>
                </c:pt>
                <c:pt idx="5130">
                  <c:v>0.30682900000000002</c:v>
                </c:pt>
                <c:pt idx="5131">
                  <c:v>0.25</c:v>
                </c:pt>
                <c:pt idx="5132">
                  <c:v>0.25</c:v>
                </c:pt>
                <c:pt idx="5133">
                  <c:v>0</c:v>
                </c:pt>
                <c:pt idx="5134">
                  <c:v>0</c:v>
                </c:pt>
                <c:pt idx="5135">
                  <c:v>0</c:v>
                </c:pt>
                <c:pt idx="5136">
                  <c:v>0</c:v>
                </c:pt>
                <c:pt idx="5137">
                  <c:v>0</c:v>
                </c:pt>
                <c:pt idx="5138">
                  <c:v>0</c:v>
                </c:pt>
                <c:pt idx="5139">
                  <c:v>0</c:v>
                </c:pt>
                <c:pt idx="5140">
                  <c:v>0</c:v>
                </c:pt>
                <c:pt idx="5141">
                  <c:v>0</c:v>
                </c:pt>
                <c:pt idx="5142">
                  <c:v>0</c:v>
                </c:pt>
                <c:pt idx="5143">
                  <c:v>0.31562699999999999</c:v>
                </c:pt>
                <c:pt idx="5144">
                  <c:v>0.55632099999999995</c:v>
                </c:pt>
                <c:pt idx="5145">
                  <c:v>0.49925199999999997</c:v>
                </c:pt>
                <c:pt idx="5146">
                  <c:v>0.59470400000000001</c:v>
                </c:pt>
                <c:pt idx="5147">
                  <c:v>0.58193099999999998</c:v>
                </c:pt>
                <c:pt idx="5148">
                  <c:v>0.64035600000000004</c:v>
                </c:pt>
                <c:pt idx="5149">
                  <c:v>0.54910499999999995</c:v>
                </c:pt>
                <c:pt idx="5150">
                  <c:v>0.48295700000000003</c:v>
                </c:pt>
                <c:pt idx="5151">
                  <c:v>0.65095199999999998</c:v>
                </c:pt>
                <c:pt idx="5152">
                  <c:v>0.54553499999999999</c:v>
                </c:pt>
                <c:pt idx="5153">
                  <c:v>0.39132</c:v>
                </c:pt>
                <c:pt idx="5154">
                  <c:v>0.28388099999999999</c:v>
                </c:pt>
                <c:pt idx="5155">
                  <c:v>0.25</c:v>
                </c:pt>
                <c:pt idx="5156">
                  <c:v>0.25</c:v>
                </c:pt>
                <c:pt idx="5157">
                  <c:v>0</c:v>
                </c:pt>
                <c:pt idx="5158">
                  <c:v>0</c:v>
                </c:pt>
                <c:pt idx="5159">
                  <c:v>0</c:v>
                </c:pt>
                <c:pt idx="5160">
                  <c:v>0</c:v>
                </c:pt>
                <c:pt idx="5161">
                  <c:v>0</c:v>
                </c:pt>
                <c:pt idx="5162">
                  <c:v>0</c:v>
                </c:pt>
                <c:pt idx="5163">
                  <c:v>0</c:v>
                </c:pt>
                <c:pt idx="5164">
                  <c:v>0</c:v>
                </c:pt>
                <c:pt idx="5165">
                  <c:v>0</c:v>
                </c:pt>
                <c:pt idx="5166">
                  <c:v>0</c:v>
                </c:pt>
                <c:pt idx="5167">
                  <c:v>0.25</c:v>
                </c:pt>
                <c:pt idx="5168">
                  <c:v>0.36337000000000003</c:v>
                </c:pt>
                <c:pt idx="5169">
                  <c:v>0.46120299999999997</c:v>
                </c:pt>
                <c:pt idx="5170">
                  <c:v>0.64078400000000002</c:v>
                </c:pt>
                <c:pt idx="5171">
                  <c:v>0.64095400000000002</c:v>
                </c:pt>
                <c:pt idx="5172">
                  <c:v>0.56384999999999996</c:v>
                </c:pt>
                <c:pt idx="5173">
                  <c:v>0.39766299999999999</c:v>
                </c:pt>
                <c:pt idx="5174">
                  <c:v>0.45168999999999998</c:v>
                </c:pt>
                <c:pt idx="5175">
                  <c:v>0.53691699999999998</c:v>
                </c:pt>
                <c:pt idx="5176">
                  <c:v>0.48421399999999998</c:v>
                </c:pt>
                <c:pt idx="5177">
                  <c:v>0.37720799999999999</c:v>
                </c:pt>
                <c:pt idx="5178">
                  <c:v>0.30952800000000003</c:v>
                </c:pt>
                <c:pt idx="5179">
                  <c:v>0.25767800000000002</c:v>
                </c:pt>
                <c:pt idx="5180">
                  <c:v>0.25</c:v>
                </c:pt>
                <c:pt idx="5181">
                  <c:v>0</c:v>
                </c:pt>
                <c:pt idx="5182">
                  <c:v>0</c:v>
                </c:pt>
                <c:pt idx="5183">
                  <c:v>0</c:v>
                </c:pt>
                <c:pt idx="5184">
                  <c:v>0</c:v>
                </c:pt>
                <c:pt idx="5185">
                  <c:v>0</c:v>
                </c:pt>
                <c:pt idx="5186">
                  <c:v>0</c:v>
                </c:pt>
                <c:pt idx="5187">
                  <c:v>0</c:v>
                </c:pt>
                <c:pt idx="5188">
                  <c:v>0</c:v>
                </c:pt>
                <c:pt idx="5189">
                  <c:v>0</c:v>
                </c:pt>
                <c:pt idx="5190">
                  <c:v>0</c:v>
                </c:pt>
                <c:pt idx="5191">
                  <c:v>0.25</c:v>
                </c:pt>
                <c:pt idx="5192">
                  <c:v>0.51477600000000001</c:v>
                </c:pt>
                <c:pt idx="5193">
                  <c:v>0.51242299999999996</c:v>
                </c:pt>
                <c:pt idx="5194">
                  <c:v>0.600271</c:v>
                </c:pt>
                <c:pt idx="5195">
                  <c:v>0.62997599999999998</c:v>
                </c:pt>
                <c:pt idx="5196">
                  <c:v>0.55684599999999995</c:v>
                </c:pt>
                <c:pt idx="5197">
                  <c:v>0.50490900000000005</c:v>
                </c:pt>
                <c:pt idx="5198">
                  <c:v>0.57840999999999998</c:v>
                </c:pt>
                <c:pt idx="5199">
                  <c:v>0.60772099999999996</c:v>
                </c:pt>
                <c:pt idx="5200">
                  <c:v>0.58803300000000003</c:v>
                </c:pt>
                <c:pt idx="5201">
                  <c:v>0.51930200000000004</c:v>
                </c:pt>
                <c:pt idx="5202">
                  <c:v>0.33080399999999999</c:v>
                </c:pt>
                <c:pt idx="5203">
                  <c:v>0.25</c:v>
                </c:pt>
                <c:pt idx="5204">
                  <c:v>0.25</c:v>
                </c:pt>
                <c:pt idx="5205">
                  <c:v>0</c:v>
                </c:pt>
                <c:pt idx="5206">
                  <c:v>0</c:v>
                </c:pt>
                <c:pt idx="5207">
                  <c:v>0</c:v>
                </c:pt>
                <c:pt idx="5208">
                  <c:v>0</c:v>
                </c:pt>
                <c:pt idx="5209">
                  <c:v>0</c:v>
                </c:pt>
                <c:pt idx="5210">
                  <c:v>0</c:v>
                </c:pt>
                <c:pt idx="5211">
                  <c:v>0</c:v>
                </c:pt>
                <c:pt idx="5212">
                  <c:v>0</c:v>
                </c:pt>
                <c:pt idx="5213">
                  <c:v>0</c:v>
                </c:pt>
                <c:pt idx="5214">
                  <c:v>0</c:v>
                </c:pt>
                <c:pt idx="5215">
                  <c:v>0.25</c:v>
                </c:pt>
                <c:pt idx="5216">
                  <c:v>0.55561499999999997</c:v>
                </c:pt>
                <c:pt idx="5217">
                  <c:v>0.52704399999999996</c:v>
                </c:pt>
                <c:pt idx="5218">
                  <c:v>0.63640200000000002</c:v>
                </c:pt>
                <c:pt idx="5219">
                  <c:v>0.57487900000000003</c:v>
                </c:pt>
                <c:pt idx="5220">
                  <c:v>0.60995500000000002</c:v>
                </c:pt>
                <c:pt idx="5221">
                  <c:v>0.50066900000000003</c:v>
                </c:pt>
                <c:pt idx="5222">
                  <c:v>0.47334900000000002</c:v>
                </c:pt>
                <c:pt idx="5223">
                  <c:v>0.54003500000000004</c:v>
                </c:pt>
                <c:pt idx="5224">
                  <c:v>0.49395299999999998</c:v>
                </c:pt>
                <c:pt idx="5225">
                  <c:v>0.37014200000000003</c:v>
                </c:pt>
                <c:pt idx="5226">
                  <c:v>0.32678499999999999</c:v>
                </c:pt>
                <c:pt idx="5227">
                  <c:v>0.25373200000000001</c:v>
                </c:pt>
                <c:pt idx="5228">
                  <c:v>0.25</c:v>
                </c:pt>
                <c:pt idx="5229">
                  <c:v>0</c:v>
                </c:pt>
                <c:pt idx="5230">
                  <c:v>0</c:v>
                </c:pt>
                <c:pt idx="5231">
                  <c:v>0</c:v>
                </c:pt>
                <c:pt idx="5232">
                  <c:v>0</c:v>
                </c:pt>
                <c:pt idx="5233">
                  <c:v>0</c:v>
                </c:pt>
                <c:pt idx="5234">
                  <c:v>0</c:v>
                </c:pt>
                <c:pt idx="5235">
                  <c:v>0</c:v>
                </c:pt>
                <c:pt idx="5236">
                  <c:v>0</c:v>
                </c:pt>
                <c:pt idx="5237">
                  <c:v>0</c:v>
                </c:pt>
                <c:pt idx="5238">
                  <c:v>0</c:v>
                </c:pt>
                <c:pt idx="5239">
                  <c:v>0.25</c:v>
                </c:pt>
                <c:pt idx="5240">
                  <c:v>0.61056500000000002</c:v>
                </c:pt>
                <c:pt idx="5241">
                  <c:v>0.61266100000000001</c:v>
                </c:pt>
                <c:pt idx="5242">
                  <c:v>0.70194699999999999</c:v>
                </c:pt>
                <c:pt idx="5243">
                  <c:v>0.62931000000000004</c:v>
                </c:pt>
                <c:pt idx="5244">
                  <c:v>0.71152400000000005</c:v>
                </c:pt>
                <c:pt idx="5245">
                  <c:v>0.531856</c:v>
                </c:pt>
                <c:pt idx="5246">
                  <c:v>0.52445299999999995</c:v>
                </c:pt>
                <c:pt idx="5247">
                  <c:v>0.59161399999999997</c:v>
                </c:pt>
                <c:pt idx="5248">
                  <c:v>0.47514899999999999</c:v>
                </c:pt>
                <c:pt idx="5249">
                  <c:v>0.339922</c:v>
                </c:pt>
                <c:pt idx="5250">
                  <c:v>0.25</c:v>
                </c:pt>
                <c:pt idx="5251">
                  <c:v>0.25</c:v>
                </c:pt>
                <c:pt idx="5252">
                  <c:v>0.25</c:v>
                </c:pt>
                <c:pt idx="5253">
                  <c:v>0</c:v>
                </c:pt>
                <c:pt idx="5254">
                  <c:v>0</c:v>
                </c:pt>
                <c:pt idx="5255">
                  <c:v>0</c:v>
                </c:pt>
                <c:pt idx="5256">
                  <c:v>0</c:v>
                </c:pt>
                <c:pt idx="5257">
                  <c:v>0</c:v>
                </c:pt>
                <c:pt idx="5258">
                  <c:v>0</c:v>
                </c:pt>
                <c:pt idx="5259">
                  <c:v>0</c:v>
                </c:pt>
                <c:pt idx="5260">
                  <c:v>0</c:v>
                </c:pt>
                <c:pt idx="5261">
                  <c:v>0</c:v>
                </c:pt>
                <c:pt idx="5262">
                  <c:v>0</c:v>
                </c:pt>
                <c:pt idx="5263">
                  <c:v>0.25</c:v>
                </c:pt>
                <c:pt idx="5264">
                  <c:v>0.51591500000000001</c:v>
                </c:pt>
                <c:pt idx="5265">
                  <c:v>0.65773899999999996</c:v>
                </c:pt>
                <c:pt idx="5266">
                  <c:v>0.71412500000000001</c:v>
                </c:pt>
                <c:pt idx="5267">
                  <c:v>0.66741200000000001</c:v>
                </c:pt>
                <c:pt idx="5268">
                  <c:v>0.75971200000000005</c:v>
                </c:pt>
                <c:pt idx="5269">
                  <c:v>0.63612400000000002</c:v>
                </c:pt>
                <c:pt idx="5270">
                  <c:v>0.55583800000000005</c:v>
                </c:pt>
                <c:pt idx="5271">
                  <c:v>0.53580899999999998</c:v>
                </c:pt>
                <c:pt idx="5272">
                  <c:v>0.411497</c:v>
                </c:pt>
                <c:pt idx="5273">
                  <c:v>0.296738</c:v>
                </c:pt>
                <c:pt idx="5274">
                  <c:v>0.25</c:v>
                </c:pt>
                <c:pt idx="5275">
                  <c:v>0.25</c:v>
                </c:pt>
                <c:pt idx="5276">
                  <c:v>0.25</c:v>
                </c:pt>
                <c:pt idx="5277">
                  <c:v>0</c:v>
                </c:pt>
                <c:pt idx="5278">
                  <c:v>0</c:v>
                </c:pt>
                <c:pt idx="5279">
                  <c:v>0</c:v>
                </c:pt>
                <c:pt idx="5280">
                  <c:v>0</c:v>
                </c:pt>
                <c:pt idx="5281">
                  <c:v>0</c:v>
                </c:pt>
                <c:pt idx="5282">
                  <c:v>0</c:v>
                </c:pt>
                <c:pt idx="5283">
                  <c:v>0</c:v>
                </c:pt>
                <c:pt idx="5284">
                  <c:v>0</c:v>
                </c:pt>
                <c:pt idx="5285">
                  <c:v>0</c:v>
                </c:pt>
                <c:pt idx="5286">
                  <c:v>0</c:v>
                </c:pt>
                <c:pt idx="5287">
                  <c:v>0.26648899999999998</c:v>
                </c:pt>
                <c:pt idx="5288">
                  <c:v>0.52152699999999996</c:v>
                </c:pt>
                <c:pt idx="5289">
                  <c:v>0.63714499999999996</c:v>
                </c:pt>
                <c:pt idx="5290">
                  <c:v>0.73101099999999997</c:v>
                </c:pt>
                <c:pt idx="5291">
                  <c:v>0.66331799999999996</c:v>
                </c:pt>
                <c:pt idx="5292">
                  <c:v>0.71464399999999995</c:v>
                </c:pt>
                <c:pt idx="5293">
                  <c:v>0.64900800000000003</c:v>
                </c:pt>
                <c:pt idx="5294">
                  <c:v>0.52427699999999999</c:v>
                </c:pt>
                <c:pt idx="5295">
                  <c:v>0.60982400000000003</c:v>
                </c:pt>
                <c:pt idx="5296">
                  <c:v>0.51217000000000001</c:v>
                </c:pt>
                <c:pt idx="5297">
                  <c:v>0.39949699999999999</c:v>
                </c:pt>
                <c:pt idx="5298">
                  <c:v>0.25</c:v>
                </c:pt>
                <c:pt idx="5299">
                  <c:v>0.25</c:v>
                </c:pt>
                <c:pt idx="5300">
                  <c:v>0.25</c:v>
                </c:pt>
                <c:pt idx="5301">
                  <c:v>0</c:v>
                </c:pt>
                <c:pt idx="5302">
                  <c:v>0</c:v>
                </c:pt>
                <c:pt idx="5303">
                  <c:v>0</c:v>
                </c:pt>
                <c:pt idx="5304">
                  <c:v>0</c:v>
                </c:pt>
                <c:pt idx="5305">
                  <c:v>0</c:v>
                </c:pt>
                <c:pt idx="5306">
                  <c:v>0</c:v>
                </c:pt>
                <c:pt idx="5307">
                  <c:v>0</c:v>
                </c:pt>
                <c:pt idx="5308">
                  <c:v>0</c:v>
                </c:pt>
                <c:pt idx="5309">
                  <c:v>0</c:v>
                </c:pt>
                <c:pt idx="5310">
                  <c:v>0</c:v>
                </c:pt>
                <c:pt idx="5311">
                  <c:v>0.25</c:v>
                </c:pt>
                <c:pt idx="5312">
                  <c:v>0.26733600000000002</c:v>
                </c:pt>
                <c:pt idx="5313">
                  <c:v>0.50047699999999995</c:v>
                </c:pt>
                <c:pt idx="5314">
                  <c:v>0.65761099999999995</c:v>
                </c:pt>
                <c:pt idx="5315">
                  <c:v>0.61966100000000002</c:v>
                </c:pt>
                <c:pt idx="5316">
                  <c:v>0.59670800000000002</c:v>
                </c:pt>
                <c:pt idx="5317">
                  <c:v>0.53010500000000005</c:v>
                </c:pt>
                <c:pt idx="5318">
                  <c:v>0.51597599999999999</c:v>
                </c:pt>
                <c:pt idx="5319">
                  <c:v>0.54407099999999997</c:v>
                </c:pt>
                <c:pt idx="5320">
                  <c:v>0.43478800000000001</c:v>
                </c:pt>
                <c:pt idx="5321">
                  <c:v>0.34142400000000001</c:v>
                </c:pt>
                <c:pt idx="5322">
                  <c:v>0.25</c:v>
                </c:pt>
                <c:pt idx="5323">
                  <c:v>0.25</c:v>
                </c:pt>
                <c:pt idx="5324">
                  <c:v>0.25</c:v>
                </c:pt>
                <c:pt idx="5325">
                  <c:v>0</c:v>
                </c:pt>
                <c:pt idx="5326">
                  <c:v>0</c:v>
                </c:pt>
                <c:pt idx="5327">
                  <c:v>0</c:v>
                </c:pt>
                <c:pt idx="5328">
                  <c:v>0</c:v>
                </c:pt>
                <c:pt idx="5329">
                  <c:v>0</c:v>
                </c:pt>
                <c:pt idx="5330">
                  <c:v>0</c:v>
                </c:pt>
                <c:pt idx="5331">
                  <c:v>0</c:v>
                </c:pt>
                <c:pt idx="5332">
                  <c:v>0</c:v>
                </c:pt>
                <c:pt idx="5333">
                  <c:v>0</c:v>
                </c:pt>
                <c:pt idx="5334">
                  <c:v>0</c:v>
                </c:pt>
                <c:pt idx="5335">
                  <c:v>0.25</c:v>
                </c:pt>
                <c:pt idx="5336">
                  <c:v>0.493755</c:v>
                </c:pt>
                <c:pt idx="5337">
                  <c:v>0.44303500000000001</c:v>
                </c:pt>
                <c:pt idx="5338">
                  <c:v>0.602356</c:v>
                </c:pt>
                <c:pt idx="5339">
                  <c:v>0.56849499999999997</c:v>
                </c:pt>
                <c:pt idx="5340">
                  <c:v>0.62456699999999998</c:v>
                </c:pt>
                <c:pt idx="5341">
                  <c:v>0.461231</c:v>
                </c:pt>
                <c:pt idx="5342">
                  <c:v>0.48375400000000002</c:v>
                </c:pt>
                <c:pt idx="5343">
                  <c:v>0.52422199999999997</c:v>
                </c:pt>
                <c:pt idx="5344">
                  <c:v>0.47730600000000001</c:v>
                </c:pt>
                <c:pt idx="5345">
                  <c:v>0.43089699999999997</c:v>
                </c:pt>
                <c:pt idx="5346">
                  <c:v>0.31039800000000001</c:v>
                </c:pt>
                <c:pt idx="5347">
                  <c:v>0.25</c:v>
                </c:pt>
                <c:pt idx="5348">
                  <c:v>0.25</c:v>
                </c:pt>
                <c:pt idx="5349">
                  <c:v>0</c:v>
                </c:pt>
                <c:pt idx="5350">
                  <c:v>0</c:v>
                </c:pt>
                <c:pt idx="5351">
                  <c:v>0</c:v>
                </c:pt>
                <c:pt idx="5352">
                  <c:v>0</c:v>
                </c:pt>
                <c:pt idx="5353">
                  <c:v>0</c:v>
                </c:pt>
                <c:pt idx="5354">
                  <c:v>0</c:v>
                </c:pt>
                <c:pt idx="5355">
                  <c:v>0</c:v>
                </c:pt>
                <c:pt idx="5356">
                  <c:v>0</c:v>
                </c:pt>
                <c:pt idx="5357">
                  <c:v>0</c:v>
                </c:pt>
                <c:pt idx="5358">
                  <c:v>0</c:v>
                </c:pt>
                <c:pt idx="5359">
                  <c:v>0.25</c:v>
                </c:pt>
                <c:pt idx="5360">
                  <c:v>0.41946800000000001</c:v>
                </c:pt>
                <c:pt idx="5361">
                  <c:v>0.54858099999999999</c:v>
                </c:pt>
                <c:pt idx="5362">
                  <c:v>0.68460500000000002</c:v>
                </c:pt>
                <c:pt idx="5363">
                  <c:v>0.59587599999999996</c:v>
                </c:pt>
                <c:pt idx="5364">
                  <c:v>0.56060699999999997</c:v>
                </c:pt>
                <c:pt idx="5365">
                  <c:v>0.43976300000000001</c:v>
                </c:pt>
                <c:pt idx="5366">
                  <c:v>0.399509</c:v>
                </c:pt>
                <c:pt idx="5367">
                  <c:v>0.44504300000000002</c:v>
                </c:pt>
                <c:pt idx="5368">
                  <c:v>0.40454699999999999</c:v>
                </c:pt>
                <c:pt idx="5369">
                  <c:v>0.28616900000000001</c:v>
                </c:pt>
                <c:pt idx="5370">
                  <c:v>0.25</c:v>
                </c:pt>
                <c:pt idx="5371">
                  <c:v>0.25</c:v>
                </c:pt>
                <c:pt idx="5372">
                  <c:v>0.25</c:v>
                </c:pt>
                <c:pt idx="5373">
                  <c:v>0</c:v>
                </c:pt>
                <c:pt idx="5374">
                  <c:v>0</c:v>
                </c:pt>
                <c:pt idx="5375">
                  <c:v>0</c:v>
                </c:pt>
                <c:pt idx="5376">
                  <c:v>0</c:v>
                </c:pt>
                <c:pt idx="5377">
                  <c:v>0</c:v>
                </c:pt>
                <c:pt idx="5378">
                  <c:v>0</c:v>
                </c:pt>
                <c:pt idx="5379">
                  <c:v>0</c:v>
                </c:pt>
                <c:pt idx="5380">
                  <c:v>0</c:v>
                </c:pt>
                <c:pt idx="5381">
                  <c:v>0</c:v>
                </c:pt>
                <c:pt idx="5382">
                  <c:v>0</c:v>
                </c:pt>
                <c:pt idx="5383">
                  <c:v>0.25</c:v>
                </c:pt>
                <c:pt idx="5384">
                  <c:v>0.41383399999999998</c:v>
                </c:pt>
                <c:pt idx="5385">
                  <c:v>0.50955799999999996</c:v>
                </c:pt>
                <c:pt idx="5386">
                  <c:v>0.667744</c:v>
                </c:pt>
                <c:pt idx="5387">
                  <c:v>0.65428200000000003</c:v>
                </c:pt>
                <c:pt idx="5388">
                  <c:v>0.66207199999999999</c:v>
                </c:pt>
                <c:pt idx="5389">
                  <c:v>0.49196099999999998</c:v>
                </c:pt>
                <c:pt idx="5390">
                  <c:v>0.46344600000000002</c:v>
                </c:pt>
                <c:pt idx="5391">
                  <c:v>0.55195099999999997</c:v>
                </c:pt>
                <c:pt idx="5392">
                  <c:v>0.48604700000000001</c:v>
                </c:pt>
                <c:pt idx="5393">
                  <c:v>0.324044</c:v>
                </c:pt>
                <c:pt idx="5394">
                  <c:v>0.25</c:v>
                </c:pt>
                <c:pt idx="5395">
                  <c:v>0.25</c:v>
                </c:pt>
                <c:pt idx="5396">
                  <c:v>0.25</c:v>
                </c:pt>
                <c:pt idx="5397">
                  <c:v>0</c:v>
                </c:pt>
                <c:pt idx="5398">
                  <c:v>0</c:v>
                </c:pt>
                <c:pt idx="5399">
                  <c:v>0</c:v>
                </c:pt>
                <c:pt idx="5400">
                  <c:v>0</c:v>
                </c:pt>
                <c:pt idx="5401">
                  <c:v>0</c:v>
                </c:pt>
                <c:pt idx="5402">
                  <c:v>0</c:v>
                </c:pt>
                <c:pt idx="5403">
                  <c:v>0</c:v>
                </c:pt>
                <c:pt idx="5404">
                  <c:v>0</c:v>
                </c:pt>
                <c:pt idx="5405">
                  <c:v>0</c:v>
                </c:pt>
                <c:pt idx="5406">
                  <c:v>0</c:v>
                </c:pt>
                <c:pt idx="5407">
                  <c:v>0.25</c:v>
                </c:pt>
                <c:pt idx="5408">
                  <c:v>0.393901</c:v>
                </c:pt>
                <c:pt idx="5409">
                  <c:v>0.49812200000000001</c:v>
                </c:pt>
                <c:pt idx="5410">
                  <c:v>0.66825100000000004</c:v>
                </c:pt>
                <c:pt idx="5411">
                  <c:v>0.55673899999999998</c:v>
                </c:pt>
                <c:pt idx="5412">
                  <c:v>0.59412799999999999</c:v>
                </c:pt>
                <c:pt idx="5413">
                  <c:v>0.56374100000000005</c:v>
                </c:pt>
                <c:pt idx="5414">
                  <c:v>0.57465599999999994</c:v>
                </c:pt>
                <c:pt idx="5415">
                  <c:v>0.59562700000000002</c:v>
                </c:pt>
                <c:pt idx="5416">
                  <c:v>0.54804699999999995</c:v>
                </c:pt>
                <c:pt idx="5417">
                  <c:v>0.41291699999999998</c:v>
                </c:pt>
                <c:pt idx="5418">
                  <c:v>0.261797</c:v>
                </c:pt>
                <c:pt idx="5419">
                  <c:v>0.26864700000000002</c:v>
                </c:pt>
                <c:pt idx="5420">
                  <c:v>0.25</c:v>
                </c:pt>
                <c:pt idx="5421">
                  <c:v>0</c:v>
                </c:pt>
                <c:pt idx="5422">
                  <c:v>0</c:v>
                </c:pt>
                <c:pt idx="5423">
                  <c:v>0</c:v>
                </c:pt>
                <c:pt idx="5424">
                  <c:v>0</c:v>
                </c:pt>
                <c:pt idx="5425">
                  <c:v>0</c:v>
                </c:pt>
                <c:pt idx="5426">
                  <c:v>0</c:v>
                </c:pt>
                <c:pt idx="5427">
                  <c:v>0</c:v>
                </c:pt>
                <c:pt idx="5428">
                  <c:v>0</c:v>
                </c:pt>
                <c:pt idx="5429">
                  <c:v>0</c:v>
                </c:pt>
                <c:pt idx="5430">
                  <c:v>0</c:v>
                </c:pt>
                <c:pt idx="5431">
                  <c:v>0.25</c:v>
                </c:pt>
                <c:pt idx="5432">
                  <c:v>0.47705799999999998</c:v>
                </c:pt>
                <c:pt idx="5433">
                  <c:v>0.59519100000000003</c:v>
                </c:pt>
                <c:pt idx="5434">
                  <c:v>0.68316200000000005</c:v>
                </c:pt>
                <c:pt idx="5435">
                  <c:v>0.70252099999999995</c:v>
                </c:pt>
                <c:pt idx="5436">
                  <c:v>0.69687200000000005</c:v>
                </c:pt>
                <c:pt idx="5437">
                  <c:v>0.53982399999999997</c:v>
                </c:pt>
                <c:pt idx="5438">
                  <c:v>0.54713100000000003</c:v>
                </c:pt>
                <c:pt idx="5439">
                  <c:v>0.64871299999999998</c:v>
                </c:pt>
                <c:pt idx="5440">
                  <c:v>0.58656900000000001</c:v>
                </c:pt>
                <c:pt idx="5441">
                  <c:v>0.44850499999999999</c:v>
                </c:pt>
                <c:pt idx="5442">
                  <c:v>0.31784400000000002</c:v>
                </c:pt>
                <c:pt idx="5443">
                  <c:v>0.25235999999999997</c:v>
                </c:pt>
                <c:pt idx="5444">
                  <c:v>0.25</c:v>
                </c:pt>
                <c:pt idx="5445">
                  <c:v>0</c:v>
                </c:pt>
                <c:pt idx="5446">
                  <c:v>0</c:v>
                </c:pt>
                <c:pt idx="5447">
                  <c:v>0</c:v>
                </c:pt>
                <c:pt idx="5448">
                  <c:v>0</c:v>
                </c:pt>
                <c:pt idx="5449">
                  <c:v>0</c:v>
                </c:pt>
                <c:pt idx="5450">
                  <c:v>0</c:v>
                </c:pt>
                <c:pt idx="5451">
                  <c:v>0</c:v>
                </c:pt>
                <c:pt idx="5452">
                  <c:v>0</c:v>
                </c:pt>
                <c:pt idx="5453">
                  <c:v>0</c:v>
                </c:pt>
                <c:pt idx="5454">
                  <c:v>0</c:v>
                </c:pt>
                <c:pt idx="5455">
                  <c:v>0.25</c:v>
                </c:pt>
                <c:pt idx="5456">
                  <c:v>0.50533799999999995</c:v>
                </c:pt>
                <c:pt idx="5457">
                  <c:v>0.569886</c:v>
                </c:pt>
                <c:pt idx="5458">
                  <c:v>0.65183500000000005</c:v>
                </c:pt>
                <c:pt idx="5459">
                  <c:v>0.62533099999999997</c:v>
                </c:pt>
                <c:pt idx="5460">
                  <c:v>0.614124</c:v>
                </c:pt>
                <c:pt idx="5461">
                  <c:v>0.52551899999999996</c:v>
                </c:pt>
                <c:pt idx="5462">
                  <c:v>0.55365200000000003</c:v>
                </c:pt>
                <c:pt idx="5463">
                  <c:v>0.57438500000000003</c:v>
                </c:pt>
                <c:pt idx="5464">
                  <c:v>0.528864</c:v>
                </c:pt>
                <c:pt idx="5465">
                  <c:v>0.42361199999999999</c:v>
                </c:pt>
                <c:pt idx="5466">
                  <c:v>0.25192599999999998</c:v>
                </c:pt>
                <c:pt idx="5467">
                  <c:v>0.25</c:v>
                </c:pt>
                <c:pt idx="5468">
                  <c:v>0.25</c:v>
                </c:pt>
                <c:pt idx="5469">
                  <c:v>0</c:v>
                </c:pt>
                <c:pt idx="5470">
                  <c:v>0</c:v>
                </c:pt>
                <c:pt idx="5471">
                  <c:v>0</c:v>
                </c:pt>
                <c:pt idx="5472">
                  <c:v>0</c:v>
                </c:pt>
                <c:pt idx="5473">
                  <c:v>0</c:v>
                </c:pt>
                <c:pt idx="5474">
                  <c:v>0</c:v>
                </c:pt>
                <c:pt idx="5475">
                  <c:v>0</c:v>
                </c:pt>
                <c:pt idx="5476">
                  <c:v>0</c:v>
                </c:pt>
                <c:pt idx="5477">
                  <c:v>0</c:v>
                </c:pt>
                <c:pt idx="5478">
                  <c:v>0</c:v>
                </c:pt>
                <c:pt idx="5479">
                  <c:v>0.25</c:v>
                </c:pt>
                <c:pt idx="5480">
                  <c:v>0.48782599999999998</c:v>
                </c:pt>
                <c:pt idx="5481">
                  <c:v>0.53884900000000002</c:v>
                </c:pt>
                <c:pt idx="5482">
                  <c:v>0.67128900000000002</c:v>
                </c:pt>
                <c:pt idx="5483">
                  <c:v>0.64607400000000004</c:v>
                </c:pt>
                <c:pt idx="5484">
                  <c:v>0.68639399999999995</c:v>
                </c:pt>
                <c:pt idx="5485">
                  <c:v>0.52672200000000002</c:v>
                </c:pt>
                <c:pt idx="5486">
                  <c:v>0.53289799999999998</c:v>
                </c:pt>
                <c:pt idx="5487">
                  <c:v>0.548763</c:v>
                </c:pt>
                <c:pt idx="5488">
                  <c:v>0.505969</c:v>
                </c:pt>
                <c:pt idx="5489">
                  <c:v>0.37355500000000003</c:v>
                </c:pt>
                <c:pt idx="5490">
                  <c:v>0.28715600000000002</c:v>
                </c:pt>
                <c:pt idx="5491">
                  <c:v>0.25</c:v>
                </c:pt>
                <c:pt idx="5492">
                  <c:v>0.25</c:v>
                </c:pt>
                <c:pt idx="5493">
                  <c:v>0</c:v>
                </c:pt>
                <c:pt idx="5494">
                  <c:v>0</c:v>
                </c:pt>
                <c:pt idx="5495">
                  <c:v>0</c:v>
                </c:pt>
                <c:pt idx="5496">
                  <c:v>0</c:v>
                </c:pt>
                <c:pt idx="5497">
                  <c:v>0</c:v>
                </c:pt>
                <c:pt idx="5498">
                  <c:v>0</c:v>
                </c:pt>
                <c:pt idx="5499">
                  <c:v>0</c:v>
                </c:pt>
                <c:pt idx="5500">
                  <c:v>0</c:v>
                </c:pt>
                <c:pt idx="5501">
                  <c:v>0</c:v>
                </c:pt>
                <c:pt idx="5502">
                  <c:v>0</c:v>
                </c:pt>
                <c:pt idx="5503">
                  <c:v>0.25</c:v>
                </c:pt>
                <c:pt idx="5504">
                  <c:v>0.49955100000000002</c:v>
                </c:pt>
                <c:pt idx="5505">
                  <c:v>0.55262</c:v>
                </c:pt>
                <c:pt idx="5506">
                  <c:v>0.65725100000000003</c:v>
                </c:pt>
                <c:pt idx="5507">
                  <c:v>0.610734</c:v>
                </c:pt>
                <c:pt idx="5508">
                  <c:v>0.61056500000000002</c:v>
                </c:pt>
                <c:pt idx="5509">
                  <c:v>0.50627500000000003</c:v>
                </c:pt>
                <c:pt idx="5510">
                  <c:v>0.48476599999999997</c:v>
                </c:pt>
                <c:pt idx="5511">
                  <c:v>0.54734400000000005</c:v>
                </c:pt>
                <c:pt idx="5512">
                  <c:v>0.50621700000000003</c:v>
                </c:pt>
                <c:pt idx="5513">
                  <c:v>0.344088</c:v>
                </c:pt>
                <c:pt idx="5514">
                  <c:v>0.26631899999999997</c:v>
                </c:pt>
                <c:pt idx="5515">
                  <c:v>0.25</c:v>
                </c:pt>
                <c:pt idx="5516">
                  <c:v>0.25</c:v>
                </c:pt>
                <c:pt idx="5517">
                  <c:v>0</c:v>
                </c:pt>
                <c:pt idx="5518">
                  <c:v>0</c:v>
                </c:pt>
                <c:pt idx="5519">
                  <c:v>0</c:v>
                </c:pt>
                <c:pt idx="5520">
                  <c:v>0</c:v>
                </c:pt>
                <c:pt idx="5521">
                  <c:v>0</c:v>
                </c:pt>
                <c:pt idx="5522">
                  <c:v>0</c:v>
                </c:pt>
                <c:pt idx="5523">
                  <c:v>0</c:v>
                </c:pt>
                <c:pt idx="5524">
                  <c:v>0</c:v>
                </c:pt>
                <c:pt idx="5525">
                  <c:v>0</c:v>
                </c:pt>
                <c:pt idx="5526">
                  <c:v>0</c:v>
                </c:pt>
                <c:pt idx="5527">
                  <c:v>0.25</c:v>
                </c:pt>
                <c:pt idx="5528">
                  <c:v>0.51754900000000004</c:v>
                </c:pt>
                <c:pt idx="5529">
                  <c:v>0.47933799999999999</c:v>
                </c:pt>
                <c:pt idx="5530">
                  <c:v>0.53999900000000001</c:v>
                </c:pt>
                <c:pt idx="5531">
                  <c:v>0.51274200000000003</c:v>
                </c:pt>
                <c:pt idx="5532">
                  <c:v>0.55118999999999996</c:v>
                </c:pt>
                <c:pt idx="5533">
                  <c:v>0.417319</c:v>
                </c:pt>
                <c:pt idx="5534">
                  <c:v>0.42815700000000001</c:v>
                </c:pt>
                <c:pt idx="5535">
                  <c:v>0.484232</c:v>
                </c:pt>
                <c:pt idx="5536">
                  <c:v>0.41694799999999999</c:v>
                </c:pt>
                <c:pt idx="5537">
                  <c:v>0.327208</c:v>
                </c:pt>
                <c:pt idx="5538">
                  <c:v>0.25</c:v>
                </c:pt>
                <c:pt idx="5539">
                  <c:v>0.25</c:v>
                </c:pt>
                <c:pt idx="5540">
                  <c:v>0.25</c:v>
                </c:pt>
                <c:pt idx="5541">
                  <c:v>0</c:v>
                </c:pt>
                <c:pt idx="5542">
                  <c:v>0</c:v>
                </c:pt>
                <c:pt idx="5543">
                  <c:v>0</c:v>
                </c:pt>
                <c:pt idx="5544">
                  <c:v>0</c:v>
                </c:pt>
                <c:pt idx="5545">
                  <c:v>0</c:v>
                </c:pt>
                <c:pt idx="5546">
                  <c:v>0</c:v>
                </c:pt>
                <c:pt idx="5547">
                  <c:v>0</c:v>
                </c:pt>
                <c:pt idx="5548">
                  <c:v>0</c:v>
                </c:pt>
                <c:pt idx="5549">
                  <c:v>0</c:v>
                </c:pt>
                <c:pt idx="5550">
                  <c:v>0</c:v>
                </c:pt>
                <c:pt idx="5551">
                  <c:v>0.25</c:v>
                </c:pt>
                <c:pt idx="5552">
                  <c:v>0.32496199999999997</c:v>
                </c:pt>
                <c:pt idx="5553">
                  <c:v>0.39028800000000002</c:v>
                </c:pt>
                <c:pt idx="5554">
                  <c:v>0.442998</c:v>
                </c:pt>
                <c:pt idx="5555">
                  <c:v>0.415163</c:v>
                </c:pt>
                <c:pt idx="5556">
                  <c:v>0.3911</c:v>
                </c:pt>
                <c:pt idx="5557">
                  <c:v>0.36913800000000002</c:v>
                </c:pt>
                <c:pt idx="5558">
                  <c:v>0.43251800000000001</c:v>
                </c:pt>
                <c:pt idx="5559">
                  <c:v>0.45649000000000001</c:v>
                </c:pt>
                <c:pt idx="5560">
                  <c:v>0.38955800000000002</c:v>
                </c:pt>
                <c:pt idx="5561">
                  <c:v>0.26295099999999999</c:v>
                </c:pt>
                <c:pt idx="5562">
                  <c:v>0.25</c:v>
                </c:pt>
                <c:pt idx="5563">
                  <c:v>0.25</c:v>
                </c:pt>
                <c:pt idx="5564">
                  <c:v>0.25</c:v>
                </c:pt>
                <c:pt idx="5565">
                  <c:v>0</c:v>
                </c:pt>
                <c:pt idx="5566">
                  <c:v>0</c:v>
                </c:pt>
                <c:pt idx="5567">
                  <c:v>0</c:v>
                </c:pt>
                <c:pt idx="5568">
                  <c:v>0</c:v>
                </c:pt>
                <c:pt idx="5569">
                  <c:v>0</c:v>
                </c:pt>
                <c:pt idx="5570">
                  <c:v>0</c:v>
                </c:pt>
                <c:pt idx="5571">
                  <c:v>0</c:v>
                </c:pt>
                <c:pt idx="5572">
                  <c:v>0</c:v>
                </c:pt>
                <c:pt idx="5573">
                  <c:v>0</c:v>
                </c:pt>
                <c:pt idx="5574">
                  <c:v>0</c:v>
                </c:pt>
                <c:pt idx="5575">
                  <c:v>0.25</c:v>
                </c:pt>
                <c:pt idx="5576">
                  <c:v>0.25</c:v>
                </c:pt>
                <c:pt idx="5577">
                  <c:v>0.25</c:v>
                </c:pt>
                <c:pt idx="5578">
                  <c:v>0.441388</c:v>
                </c:pt>
                <c:pt idx="5579">
                  <c:v>0.45538699999999999</c:v>
                </c:pt>
                <c:pt idx="5580">
                  <c:v>0.53576699999999999</c:v>
                </c:pt>
                <c:pt idx="5581">
                  <c:v>0.403756</c:v>
                </c:pt>
                <c:pt idx="5582">
                  <c:v>0.43910900000000003</c:v>
                </c:pt>
                <c:pt idx="5583">
                  <c:v>0.46938400000000002</c:v>
                </c:pt>
                <c:pt idx="5584">
                  <c:v>0.31968800000000003</c:v>
                </c:pt>
                <c:pt idx="5585">
                  <c:v>0.25</c:v>
                </c:pt>
                <c:pt idx="5586">
                  <c:v>0.25</c:v>
                </c:pt>
                <c:pt idx="5587">
                  <c:v>0.25</c:v>
                </c:pt>
                <c:pt idx="5588">
                  <c:v>0.25</c:v>
                </c:pt>
                <c:pt idx="5589">
                  <c:v>0</c:v>
                </c:pt>
                <c:pt idx="5590">
                  <c:v>0</c:v>
                </c:pt>
                <c:pt idx="5591">
                  <c:v>0</c:v>
                </c:pt>
                <c:pt idx="5592">
                  <c:v>0</c:v>
                </c:pt>
                <c:pt idx="5593">
                  <c:v>0</c:v>
                </c:pt>
                <c:pt idx="5594">
                  <c:v>0</c:v>
                </c:pt>
                <c:pt idx="5595">
                  <c:v>0</c:v>
                </c:pt>
                <c:pt idx="5596">
                  <c:v>0</c:v>
                </c:pt>
                <c:pt idx="5597">
                  <c:v>0</c:v>
                </c:pt>
                <c:pt idx="5598">
                  <c:v>0</c:v>
                </c:pt>
                <c:pt idx="5599">
                  <c:v>0.25</c:v>
                </c:pt>
                <c:pt idx="5600">
                  <c:v>0.25</c:v>
                </c:pt>
                <c:pt idx="5601">
                  <c:v>0.39502700000000002</c:v>
                </c:pt>
                <c:pt idx="5602">
                  <c:v>0.575183</c:v>
                </c:pt>
                <c:pt idx="5603">
                  <c:v>0.46123199999999998</c:v>
                </c:pt>
                <c:pt idx="5604">
                  <c:v>0.48654199999999997</c:v>
                </c:pt>
                <c:pt idx="5605">
                  <c:v>0.31505100000000003</c:v>
                </c:pt>
                <c:pt idx="5606">
                  <c:v>0.40054699999999999</c:v>
                </c:pt>
                <c:pt idx="5607">
                  <c:v>0.42990299999999998</c:v>
                </c:pt>
                <c:pt idx="5608">
                  <c:v>0.39005299999999998</c:v>
                </c:pt>
                <c:pt idx="5609">
                  <c:v>0.25</c:v>
                </c:pt>
                <c:pt idx="5610">
                  <c:v>0.25</c:v>
                </c:pt>
                <c:pt idx="5611">
                  <c:v>0.25</c:v>
                </c:pt>
                <c:pt idx="5612">
                  <c:v>0.25</c:v>
                </c:pt>
                <c:pt idx="5613">
                  <c:v>0</c:v>
                </c:pt>
                <c:pt idx="5614">
                  <c:v>0</c:v>
                </c:pt>
                <c:pt idx="5615">
                  <c:v>0</c:v>
                </c:pt>
                <c:pt idx="5616">
                  <c:v>0</c:v>
                </c:pt>
                <c:pt idx="5617">
                  <c:v>0</c:v>
                </c:pt>
                <c:pt idx="5618">
                  <c:v>0</c:v>
                </c:pt>
                <c:pt idx="5619">
                  <c:v>0</c:v>
                </c:pt>
                <c:pt idx="5620">
                  <c:v>0</c:v>
                </c:pt>
                <c:pt idx="5621">
                  <c:v>0</c:v>
                </c:pt>
                <c:pt idx="5622">
                  <c:v>0</c:v>
                </c:pt>
                <c:pt idx="5623">
                  <c:v>0.25</c:v>
                </c:pt>
                <c:pt idx="5624">
                  <c:v>0.43749199999999999</c:v>
                </c:pt>
                <c:pt idx="5625">
                  <c:v>0.48685600000000001</c:v>
                </c:pt>
                <c:pt idx="5626">
                  <c:v>0.64441099999999996</c:v>
                </c:pt>
                <c:pt idx="5627">
                  <c:v>0.570766</c:v>
                </c:pt>
                <c:pt idx="5628">
                  <c:v>0.60512200000000005</c:v>
                </c:pt>
                <c:pt idx="5629">
                  <c:v>0.41374300000000003</c:v>
                </c:pt>
                <c:pt idx="5630">
                  <c:v>0.33051199999999997</c:v>
                </c:pt>
                <c:pt idx="5631">
                  <c:v>0.34636</c:v>
                </c:pt>
                <c:pt idx="5632">
                  <c:v>0.27391700000000002</c:v>
                </c:pt>
                <c:pt idx="5633">
                  <c:v>0.25</c:v>
                </c:pt>
                <c:pt idx="5634">
                  <c:v>0.25</c:v>
                </c:pt>
                <c:pt idx="5635">
                  <c:v>0.25</c:v>
                </c:pt>
                <c:pt idx="5636">
                  <c:v>0.25</c:v>
                </c:pt>
                <c:pt idx="5637">
                  <c:v>0</c:v>
                </c:pt>
                <c:pt idx="5638">
                  <c:v>0</c:v>
                </c:pt>
                <c:pt idx="5639">
                  <c:v>0</c:v>
                </c:pt>
                <c:pt idx="5640">
                  <c:v>0</c:v>
                </c:pt>
                <c:pt idx="5641">
                  <c:v>0</c:v>
                </c:pt>
                <c:pt idx="5642">
                  <c:v>0</c:v>
                </c:pt>
                <c:pt idx="5643">
                  <c:v>0</c:v>
                </c:pt>
                <c:pt idx="5644">
                  <c:v>0</c:v>
                </c:pt>
                <c:pt idx="5645">
                  <c:v>0</c:v>
                </c:pt>
                <c:pt idx="5646">
                  <c:v>0</c:v>
                </c:pt>
                <c:pt idx="5647">
                  <c:v>0.25</c:v>
                </c:pt>
                <c:pt idx="5648">
                  <c:v>0.25</c:v>
                </c:pt>
                <c:pt idx="5649">
                  <c:v>0.27744200000000002</c:v>
                </c:pt>
                <c:pt idx="5650">
                  <c:v>0.58127499999999999</c:v>
                </c:pt>
                <c:pt idx="5651">
                  <c:v>0.58160100000000003</c:v>
                </c:pt>
                <c:pt idx="5652">
                  <c:v>0.52161500000000005</c:v>
                </c:pt>
                <c:pt idx="5653">
                  <c:v>0.489097</c:v>
                </c:pt>
                <c:pt idx="5654">
                  <c:v>0.443718</c:v>
                </c:pt>
                <c:pt idx="5655">
                  <c:v>0.41406799999999999</c:v>
                </c:pt>
                <c:pt idx="5656">
                  <c:v>0.277916</c:v>
                </c:pt>
                <c:pt idx="5657">
                  <c:v>0.25</c:v>
                </c:pt>
                <c:pt idx="5658">
                  <c:v>0.25</c:v>
                </c:pt>
                <c:pt idx="5659">
                  <c:v>0.25</c:v>
                </c:pt>
                <c:pt idx="5660">
                  <c:v>0.25</c:v>
                </c:pt>
                <c:pt idx="5661">
                  <c:v>0</c:v>
                </c:pt>
                <c:pt idx="5662">
                  <c:v>0</c:v>
                </c:pt>
                <c:pt idx="5663">
                  <c:v>0</c:v>
                </c:pt>
                <c:pt idx="5664">
                  <c:v>0</c:v>
                </c:pt>
                <c:pt idx="5665">
                  <c:v>0</c:v>
                </c:pt>
                <c:pt idx="5666">
                  <c:v>0</c:v>
                </c:pt>
                <c:pt idx="5667">
                  <c:v>0</c:v>
                </c:pt>
                <c:pt idx="5668">
                  <c:v>0</c:v>
                </c:pt>
                <c:pt idx="5669">
                  <c:v>0</c:v>
                </c:pt>
                <c:pt idx="5670">
                  <c:v>0</c:v>
                </c:pt>
                <c:pt idx="5671">
                  <c:v>0.25</c:v>
                </c:pt>
                <c:pt idx="5672">
                  <c:v>0.27998899999999999</c:v>
                </c:pt>
                <c:pt idx="5673">
                  <c:v>0.38006699999999999</c:v>
                </c:pt>
                <c:pt idx="5674">
                  <c:v>0.56352000000000002</c:v>
                </c:pt>
                <c:pt idx="5675">
                  <c:v>0.48124400000000001</c:v>
                </c:pt>
                <c:pt idx="5676">
                  <c:v>0.471526</c:v>
                </c:pt>
                <c:pt idx="5677">
                  <c:v>0.35952200000000001</c:v>
                </c:pt>
                <c:pt idx="5678">
                  <c:v>0.31766499999999998</c:v>
                </c:pt>
                <c:pt idx="5679">
                  <c:v>0.425257</c:v>
                </c:pt>
                <c:pt idx="5680">
                  <c:v>0.291437</c:v>
                </c:pt>
                <c:pt idx="5681">
                  <c:v>0.25</c:v>
                </c:pt>
                <c:pt idx="5682">
                  <c:v>0.25</c:v>
                </c:pt>
                <c:pt idx="5683">
                  <c:v>0.25</c:v>
                </c:pt>
                <c:pt idx="5684">
                  <c:v>0.25</c:v>
                </c:pt>
                <c:pt idx="5685">
                  <c:v>0</c:v>
                </c:pt>
                <c:pt idx="5686">
                  <c:v>0</c:v>
                </c:pt>
                <c:pt idx="5687">
                  <c:v>0</c:v>
                </c:pt>
                <c:pt idx="5688">
                  <c:v>0</c:v>
                </c:pt>
                <c:pt idx="5689">
                  <c:v>0</c:v>
                </c:pt>
                <c:pt idx="5690">
                  <c:v>0</c:v>
                </c:pt>
                <c:pt idx="5691">
                  <c:v>0</c:v>
                </c:pt>
                <c:pt idx="5692">
                  <c:v>0</c:v>
                </c:pt>
                <c:pt idx="5693">
                  <c:v>0</c:v>
                </c:pt>
                <c:pt idx="5694">
                  <c:v>0</c:v>
                </c:pt>
                <c:pt idx="5695">
                  <c:v>0.25</c:v>
                </c:pt>
                <c:pt idx="5696">
                  <c:v>0.41470400000000002</c:v>
                </c:pt>
                <c:pt idx="5697">
                  <c:v>0.518679</c:v>
                </c:pt>
                <c:pt idx="5698">
                  <c:v>0.59996899999999997</c:v>
                </c:pt>
                <c:pt idx="5699">
                  <c:v>0.58538500000000004</c:v>
                </c:pt>
                <c:pt idx="5700">
                  <c:v>0.58014399999999999</c:v>
                </c:pt>
                <c:pt idx="5701">
                  <c:v>0.44578899999999999</c:v>
                </c:pt>
                <c:pt idx="5702">
                  <c:v>0.38188800000000001</c:v>
                </c:pt>
                <c:pt idx="5703">
                  <c:v>0.46670099999999998</c:v>
                </c:pt>
                <c:pt idx="5704">
                  <c:v>0.390322</c:v>
                </c:pt>
                <c:pt idx="5705">
                  <c:v>0.25</c:v>
                </c:pt>
                <c:pt idx="5706">
                  <c:v>0.25</c:v>
                </c:pt>
                <c:pt idx="5707">
                  <c:v>0.25</c:v>
                </c:pt>
                <c:pt idx="5708">
                  <c:v>0.25</c:v>
                </c:pt>
                <c:pt idx="5709">
                  <c:v>0</c:v>
                </c:pt>
                <c:pt idx="5710">
                  <c:v>0</c:v>
                </c:pt>
                <c:pt idx="5711">
                  <c:v>0</c:v>
                </c:pt>
                <c:pt idx="5712">
                  <c:v>0</c:v>
                </c:pt>
                <c:pt idx="5713">
                  <c:v>0</c:v>
                </c:pt>
                <c:pt idx="5714">
                  <c:v>0</c:v>
                </c:pt>
                <c:pt idx="5715">
                  <c:v>0</c:v>
                </c:pt>
                <c:pt idx="5716">
                  <c:v>0</c:v>
                </c:pt>
                <c:pt idx="5717">
                  <c:v>0</c:v>
                </c:pt>
                <c:pt idx="5718">
                  <c:v>0</c:v>
                </c:pt>
                <c:pt idx="5719">
                  <c:v>0.25</c:v>
                </c:pt>
                <c:pt idx="5720">
                  <c:v>0.407358</c:v>
                </c:pt>
                <c:pt idx="5721">
                  <c:v>0.456953</c:v>
                </c:pt>
                <c:pt idx="5722">
                  <c:v>0.50692099999999995</c:v>
                </c:pt>
                <c:pt idx="5723">
                  <c:v>0.54033299999999995</c:v>
                </c:pt>
                <c:pt idx="5724">
                  <c:v>0.45118799999999998</c:v>
                </c:pt>
                <c:pt idx="5725">
                  <c:v>0.36804199999999998</c:v>
                </c:pt>
                <c:pt idx="5726">
                  <c:v>0.29493599999999998</c:v>
                </c:pt>
                <c:pt idx="5727">
                  <c:v>0.29684700000000003</c:v>
                </c:pt>
                <c:pt idx="5728">
                  <c:v>0.25</c:v>
                </c:pt>
                <c:pt idx="5729">
                  <c:v>0.25</c:v>
                </c:pt>
                <c:pt idx="5730">
                  <c:v>0.25</c:v>
                </c:pt>
                <c:pt idx="5731">
                  <c:v>0.25</c:v>
                </c:pt>
                <c:pt idx="5732">
                  <c:v>0.25</c:v>
                </c:pt>
                <c:pt idx="5733">
                  <c:v>0</c:v>
                </c:pt>
                <c:pt idx="5734">
                  <c:v>0</c:v>
                </c:pt>
                <c:pt idx="5735">
                  <c:v>0</c:v>
                </c:pt>
                <c:pt idx="5736">
                  <c:v>0</c:v>
                </c:pt>
                <c:pt idx="5737">
                  <c:v>0</c:v>
                </c:pt>
                <c:pt idx="5738">
                  <c:v>0</c:v>
                </c:pt>
                <c:pt idx="5739">
                  <c:v>0</c:v>
                </c:pt>
                <c:pt idx="5740">
                  <c:v>0</c:v>
                </c:pt>
                <c:pt idx="5741">
                  <c:v>0</c:v>
                </c:pt>
                <c:pt idx="5742">
                  <c:v>0</c:v>
                </c:pt>
                <c:pt idx="5743">
                  <c:v>0.25</c:v>
                </c:pt>
                <c:pt idx="5744">
                  <c:v>0.30515500000000001</c:v>
                </c:pt>
                <c:pt idx="5745">
                  <c:v>0.31479800000000002</c:v>
                </c:pt>
                <c:pt idx="5746">
                  <c:v>0.48680699999999999</c:v>
                </c:pt>
                <c:pt idx="5747">
                  <c:v>0.42176999999999998</c:v>
                </c:pt>
                <c:pt idx="5748">
                  <c:v>0.54872500000000002</c:v>
                </c:pt>
                <c:pt idx="5749">
                  <c:v>0.40174700000000002</c:v>
                </c:pt>
                <c:pt idx="5750">
                  <c:v>0.45233000000000001</c:v>
                </c:pt>
                <c:pt idx="5751">
                  <c:v>0.43573299999999998</c:v>
                </c:pt>
                <c:pt idx="5752">
                  <c:v>0.337227</c:v>
                </c:pt>
                <c:pt idx="5753">
                  <c:v>0.25</c:v>
                </c:pt>
                <c:pt idx="5754">
                  <c:v>0.25</c:v>
                </c:pt>
                <c:pt idx="5755">
                  <c:v>0.25</c:v>
                </c:pt>
                <c:pt idx="5756">
                  <c:v>0.25</c:v>
                </c:pt>
                <c:pt idx="5757">
                  <c:v>0</c:v>
                </c:pt>
                <c:pt idx="5758">
                  <c:v>0</c:v>
                </c:pt>
                <c:pt idx="5759">
                  <c:v>0</c:v>
                </c:pt>
                <c:pt idx="5760">
                  <c:v>0</c:v>
                </c:pt>
                <c:pt idx="5761">
                  <c:v>0</c:v>
                </c:pt>
                <c:pt idx="5762">
                  <c:v>0</c:v>
                </c:pt>
                <c:pt idx="5763">
                  <c:v>0</c:v>
                </c:pt>
                <c:pt idx="5764">
                  <c:v>0</c:v>
                </c:pt>
                <c:pt idx="5765">
                  <c:v>0</c:v>
                </c:pt>
                <c:pt idx="5766">
                  <c:v>0</c:v>
                </c:pt>
                <c:pt idx="5767">
                  <c:v>0.25</c:v>
                </c:pt>
                <c:pt idx="5768">
                  <c:v>0.30074299999999998</c:v>
                </c:pt>
                <c:pt idx="5769">
                  <c:v>0.378776</c:v>
                </c:pt>
                <c:pt idx="5770">
                  <c:v>0.48209200000000002</c:v>
                </c:pt>
                <c:pt idx="5771">
                  <c:v>0.59731800000000002</c:v>
                </c:pt>
                <c:pt idx="5772">
                  <c:v>0.57931500000000002</c:v>
                </c:pt>
                <c:pt idx="5773">
                  <c:v>0.51985499999999996</c:v>
                </c:pt>
                <c:pt idx="5774">
                  <c:v>0.482379</c:v>
                </c:pt>
                <c:pt idx="5775">
                  <c:v>0.58066700000000004</c:v>
                </c:pt>
                <c:pt idx="5776">
                  <c:v>0.51798599999999995</c:v>
                </c:pt>
                <c:pt idx="5777">
                  <c:v>0.29702400000000001</c:v>
                </c:pt>
                <c:pt idx="5778">
                  <c:v>0.25</c:v>
                </c:pt>
                <c:pt idx="5779">
                  <c:v>0.25</c:v>
                </c:pt>
                <c:pt idx="5780">
                  <c:v>0.25</c:v>
                </c:pt>
                <c:pt idx="5781">
                  <c:v>0</c:v>
                </c:pt>
                <c:pt idx="5782">
                  <c:v>0</c:v>
                </c:pt>
                <c:pt idx="5783">
                  <c:v>0</c:v>
                </c:pt>
                <c:pt idx="5784">
                  <c:v>0</c:v>
                </c:pt>
                <c:pt idx="5785">
                  <c:v>0</c:v>
                </c:pt>
                <c:pt idx="5786">
                  <c:v>0</c:v>
                </c:pt>
                <c:pt idx="5787">
                  <c:v>0</c:v>
                </c:pt>
                <c:pt idx="5788">
                  <c:v>0</c:v>
                </c:pt>
                <c:pt idx="5789">
                  <c:v>0</c:v>
                </c:pt>
                <c:pt idx="5790">
                  <c:v>0</c:v>
                </c:pt>
                <c:pt idx="5791">
                  <c:v>0.25</c:v>
                </c:pt>
                <c:pt idx="5792">
                  <c:v>0.56325099999999995</c:v>
                </c:pt>
                <c:pt idx="5793">
                  <c:v>0.51671999999999996</c:v>
                </c:pt>
                <c:pt idx="5794">
                  <c:v>0.64296200000000003</c:v>
                </c:pt>
                <c:pt idx="5795">
                  <c:v>0.62473500000000004</c:v>
                </c:pt>
                <c:pt idx="5796">
                  <c:v>0.64866999999999997</c:v>
                </c:pt>
                <c:pt idx="5797">
                  <c:v>0.60474000000000006</c:v>
                </c:pt>
                <c:pt idx="5798">
                  <c:v>0.56842199999999998</c:v>
                </c:pt>
                <c:pt idx="5799">
                  <c:v>0.57593700000000003</c:v>
                </c:pt>
                <c:pt idx="5800">
                  <c:v>0.51847799999999999</c:v>
                </c:pt>
                <c:pt idx="5801">
                  <c:v>0.42500100000000002</c:v>
                </c:pt>
                <c:pt idx="5802">
                  <c:v>0.30643599999999999</c:v>
                </c:pt>
                <c:pt idx="5803">
                  <c:v>0.25965700000000003</c:v>
                </c:pt>
                <c:pt idx="5804">
                  <c:v>0.25</c:v>
                </c:pt>
                <c:pt idx="5805">
                  <c:v>0</c:v>
                </c:pt>
                <c:pt idx="5806">
                  <c:v>0</c:v>
                </c:pt>
                <c:pt idx="5807">
                  <c:v>0</c:v>
                </c:pt>
                <c:pt idx="5808">
                  <c:v>0</c:v>
                </c:pt>
                <c:pt idx="5809">
                  <c:v>0</c:v>
                </c:pt>
                <c:pt idx="5810">
                  <c:v>0</c:v>
                </c:pt>
                <c:pt idx="5811">
                  <c:v>0</c:v>
                </c:pt>
                <c:pt idx="5812">
                  <c:v>0</c:v>
                </c:pt>
                <c:pt idx="5813">
                  <c:v>0</c:v>
                </c:pt>
                <c:pt idx="5814">
                  <c:v>0</c:v>
                </c:pt>
                <c:pt idx="5815">
                  <c:v>0.25</c:v>
                </c:pt>
                <c:pt idx="5816">
                  <c:v>0.34441100000000002</c:v>
                </c:pt>
                <c:pt idx="5817">
                  <c:v>0.40679700000000002</c:v>
                </c:pt>
                <c:pt idx="5818">
                  <c:v>0.56289999999999996</c:v>
                </c:pt>
                <c:pt idx="5819">
                  <c:v>0.58211599999999997</c:v>
                </c:pt>
                <c:pt idx="5820">
                  <c:v>0.59121999999999997</c:v>
                </c:pt>
                <c:pt idx="5821">
                  <c:v>0.55303100000000005</c:v>
                </c:pt>
                <c:pt idx="5822">
                  <c:v>0.48394900000000002</c:v>
                </c:pt>
                <c:pt idx="5823">
                  <c:v>0.58180100000000001</c:v>
                </c:pt>
                <c:pt idx="5824">
                  <c:v>0.543516</c:v>
                </c:pt>
                <c:pt idx="5825">
                  <c:v>0.47434900000000002</c:v>
                </c:pt>
                <c:pt idx="5826">
                  <c:v>0.44373299999999999</c:v>
                </c:pt>
                <c:pt idx="5827">
                  <c:v>0.34950399999999998</c:v>
                </c:pt>
                <c:pt idx="5828">
                  <c:v>0.25</c:v>
                </c:pt>
                <c:pt idx="5829">
                  <c:v>0</c:v>
                </c:pt>
                <c:pt idx="5830">
                  <c:v>0</c:v>
                </c:pt>
                <c:pt idx="5831">
                  <c:v>0</c:v>
                </c:pt>
                <c:pt idx="5832">
                  <c:v>0</c:v>
                </c:pt>
                <c:pt idx="5833">
                  <c:v>0</c:v>
                </c:pt>
                <c:pt idx="5834">
                  <c:v>0</c:v>
                </c:pt>
                <c:pt idx="5835">
                  <c:v>0</c:v>
                </c:pt>
                <c:pt idx="5836">
                  <c:v>0</c:v>
                </c:pt>
                <c:pt idx="5837">
                  <c:v>0</c:v>
                </c:pt>
                <c:pt idx="5838">
                  <c:v>0</c:v>
                </c:pt>
                <c:pt idx="5839">
                  <c:v>0.25</c:v>
                </c:pt>
                <c:pt idx="5840">
                  <c:v>0.29457100000000003</c:v>
                </c:pt>
                <c:pt idx="5841">
                  <c:v>0.50555099999999997</c:v>
                </c:pt>
                <c:pt idx="5842">
                  <c:v>0.75613200000000003</c:v>
                </c:pt>
                <c:pt idx="5843">
                  <c:v>0.66769199999999995</c:v>
                </c:pt>
                <c:pt idx="5844">
                  <c:v>0.70779599999999998</c:v>
                </c:pt>
                <c:pt idx="5845">
                  <c:v>0.601553</c:v>
                </c:pt>
                <c:pt idx="5846">
                  <c:v>0.58834699999999995</c:v>
                </c:pt>
                <c:pt idx="5847">
                  <c:v>0.57253799999999999</c:v>
                </c:pt>
                <c:pt idx="5848">
                  <c:v>0.50132699999999997</c:v>
                </c:pt>
                <c:pt idx="5849">
                  <c:v>0.38794000000000001</c:v>
                </c:pt>
                <c:pt idx="5850">
                  <c:v>0.282584</c:v>
                </c:pt>
                <c:pt idx="5851">
                  <c:v>0.25</c:v>
                </c:pt>
                <c:pt idx="5852">
                  <c:v>0.25</c:v>
                </c:pt>
                <c:pt idx="5853">
                  <c:v>0</c:v>
                </c:pt>
                <c:pt idx="5854">
                  <c:v>0</c:v>
                </c:pt>
                <c:pt idx="5855">
                  <c:v>0</c:v>
                </c:pt>
                <c:pt idx="5856">
                  <c:v>0</c:v>
                </c:pt>
                <c:pt idx="5857">
                  <c:v>0</c:v>
                </c:pt>
                <c:pt idx="5858">
                  <c:v>0</c:v>
                </c:pt>
                <c:pt idx="5859">
                  <c:v>0</c:v>
                </c:pt>
                <c:pt idx="5860">
                  <c:v>0</c:v>
                </c:pt>
                <c:pt idx="5861">
                  <c:v>0</c:v>
                </c:pt>
                <c:pt idx="5862">
                  <c:v>0</c:v>
                </c:pt>
                <c:pt idx="5863">
                  <c:v>0.25</c:v>
                </c:pt>
                <c:pt idx="5864">
                  <c:v>0.360182</c:v>
                </c:pt>
                <c:pt idx="5865">
                  <c:v>0.41425099999999998</c:v>
                </c:pt>
                <c:pt idx="5866">
                  <c:v>0.58102799999999999</c:v>
                </c:pt>
                <c:pt idx="5867">
                  <c:v>0.55596800000000002</c:v>
                </c:pt>
                <c:pt idx="5868">
                  <c:v>0.59834799999999999</c:v>
                </c:pt>
                <c:pt idx="5869">
                  <c:v>0.46544000000000002</c:v>
                </c:pt>
                <c:pt idx="5870">
                  <c:v>0.53816600000000003</c:v>
                </c:pt>
                <c:pt idx="5871">
                  <c:v>0.52568300000000001</c:v>
                </c:pt>
                <c:pt idx="5872">
                  <c:v>0.399839</c:v>
                </c:pt>
                <c:pt idx="5873">
                  <c:v>0.30074899999999999</c:v>
                </c:pt>
                <c:pt idx="5874">
                  <c:v>0.25</c:v>
                </c:pt>
                <c:pt idx="5875">
                  <c:v>0.25</c:v>
                </c:pt>
                <c:pt idx="5876">
                  <c:v>0.25</c:v>
                </c:pt>
                <c:pt idx="5877">
                  <c:v>0</c:v>
                </c:pt>
                <c:pt idx="5878">
                  <c:v>0</c:v>
                </c:pt>
                <c:pt idx="5879">
                  <c:v>0</c:v>
                </c:pt>
                <c:pt idx="5880">
                  <c:v>0</c:v>
                </c:pt>
                <c:pt idx="5881">
                  <c:v>0</c:v>
                </c:pt>
                <c:pt idx="5882">
                  <c:v>0</c:v>
                </c:pt>
                <c:pt idx="5883">
                  <c:v>0</c:v>
                </c:pt>
                <c:pt idx="5884">
                  <c:v>0</c:v>
                </c:pt>
                <c:pt idx="5885">
                  <c:v>0</c:v>
                </c:pt>
                <c:pt idx="5886">
                  <c:v>0</c:v>
                </c:pt>
                <c:pt idx="5887">
                  <c:v>0.25</c:v>
                </c:pt>
                <c:pt idx="5888">
                  <c:v>0.28176000000000001</c:v>
                </c:pt>
                <c:pt idx="5889">
                  <c:v>0.362514</c:v>
                </c:pt>
                <c:pt idx="5890">
                  <c:v>0.48688999999999999</c:v>
                </c:pt>
                <c:pt idx="5891">
                  <c:v>0.50041800000000003</c:v>
                </c:pt>
                <c:pt idx="5892">
                  <c:v>0.54596699999999998</c:v>
                </c:pt>
                <c:pt idx="5893">
                  <c:v>0.442687</c:v>
                </c:pt>
                <c:pt idx="5894">
                  <c:v>0.42894399999999999</c:v>
                </c:pt>
                <c:pt idx="5895">
                  <c:v>0.46071099999999998</c:v>
                </c:pt>
                <c:pt idx="5896">
                  <c:v>0.40879300000000002</c:v>
                </c:pt>
                <c:pt idx="5897">
                  <c:v>0.27852399999999999</c:v>
                </c:pt>
                <c:pt idx="5898">
                  <c:v>0.25</c:v>
                </c:pt>
                <c:pt idx="5899">
                  <c:v>0.25</c:v>
                </c:pt>
                <c:pt idx="5900">
                  <c:v>0.25</c:v>
                </c:pt>
                <c:pt idx="5901">
                  <c:v>0</c:v>
                </c:pt>
                <c:pt idx="5902">
                  <c:v>0</c:v>
                </c:pt>
                <c:pt idx="5903">
                  <c:v>0</c:v>
                </c:pt>
                <c:pt idx="5904">
                  <c:v>0</c:v>
                </c:pt>
                <c:pt idx="5905">
                  <c:v>0</c:v>
                </c:pt>
                <c:pt idx="5906">
                  <c:v>0</c:v>
                </c:pt>
                <c:pt idx="5907">
                  <c:v>0</c:v>
                </c:pt>
                <c:pt idx="5908">
                  <c:v>0</c:v>
                </c:pt>
                <c:pt idx="5909">
                  <c:v>0</c:v>
                </c:pt>
                <c:pt idx="5910">
                  <c:v>0</c:v>
                </c:pt>
                <c:pt idx="5911">
                  <c:v>0.25</c:v>
                </c:pt>
                <c:pt idx="5912">
                  <c:v>0.25</c:v>
                </c:pt>
                <c:pt idx="5913">
                  <c:v>0.40528999999999998</c:v>
                </c:pt>
                <c:pt idx="5914">
                  <c:v>0.488867</c:v>
                </c:pt>
                <c:pt idx="5915">
                  <c:v>0.51454</c:v>
                </c:pt>
                <c:pt idx="5916">
                  <c:v>0.55660100000000001</c:v>
                </c:pt>
                <c:pt idx="5917">
                  <c:v>0.46626299999999998</c:v>
                </c:pt>
                <c:pt idx="5918">
                  <c:v>0.41268100000000002</c:v>
                </c:pt>
                <c:pt idx="5919">
                  <c:v>0.43268800000000002</c:v>
                </c:pt>
                <c:pt idx="5920">
                  <c:v>0.39043600000000001</c:v>
                </c:pt>
                <c:pt idx="5921">
                  <c:v>0.30397400000000002</c:v>
                </c:pt>
                <c:pt idx="5922">
                  <c:v>0.25</c:v>
                </c:pt>
                <c:pt idx="5923">
                  <c:v>0.25</c:v>
                </c:pt>
                <c:pt idx="5924">
                  <c:v>0.25</c:v>
                </c:pt>
                <c:pt idx="5925">
                  <c:v>0</c:v>
                </c:pt>
                <c:pt idx="5926">
                  <c:v>0</c:v>
                </c:pt>
                <c:pt idx="5927">
                  <c:v>0</c:v>
                </c:pt>
                <c:pt idx="5928">
                  <c:v>0</c:v>
                </c:pt>
                <c:pt idx="5929">
                  <c:v>0</c:v>
                </c:pt>
                <c:pt idx="5930">
                  <c:v>0</c:v>
                </c:pt>
                <c:pt idx="5931">
                  <c:v>0</c:v>
                </c:pt>
                <c:pt idx="5932">
                  <c:v>0</c:v>
                </c:pt>
                <c:pt idx="5933">
                  <c:v>0</c:v>
                </c:pt>
                <c:pt idx="5934">
                  <c:v>0</c:v>
                </c:pt>
                <c:pt idx="5935">
                  <c:v>0.25</c:v>
                </c:pt>
                <c:pt idx="5936">
                  <c:v>0.38796399999999998</c:v>
                </c:pt>
                <c:pt idx="5937">
                  <c:v>0.45652100000000001</c:v>
                </c:pt>
                <c:pt idx="5938">
                  <c:v>0.61938700000000002</c:v>
                </c:pt>
                <c:pt idx="5939">
                  <c:v>0.55880600000000002</c:v>
                </c:pt>
                <c:pt idx="5940">
                  <c:v>0.66108199999999995</c:v>
                </c:pt>
                <c:pt idx="5941">
                  <c:v>0.594086</c:v>
                </c:pt>
                <c:pt idx="5942">
                  <c:v>0.50678900000000004</c:v>
                </c:pt>
                <c:pt idx="5943">
                  <c:v>0.58260400000000001</c:v>
                </c:pt>
                <c:pt idx="5944">
                  <c:v>0.56286199999999997</c:v>
                </c:pt>
                <c:pt idx="5945">
                  <c:v>0.43526300000000001</c:v>
                </c:pt>
                <c:pt idx="5946">
                  <c:v>0.33935599999999999</c:v>
                </c:pt>
                <c:pt idx="5947">
                  <c:v>0.25</c:v>
                </c:pt>
                <c:pt idx="5948">
                  <c:v>0.25</c:v>
                </c:pt>
                <c:pt idx="5949">
                  <c:v>0</c:v>
                </c:pt>
                <c:pt idx="5950">
                  <c:v>0</c:v>
                </c:pt>
                <c:pt idx="5951">
                  <c:v>0</c:v>
                </c:pt>
                <c:pt idx="5952">
                  <c:v>0</c:v>
                </c:pt>
                <c:pt idx="5953">
                  <c:v>0</c:v>
                </c:pt>
                <c:pt idx="5954">
                  <c:v>0</c:v>
                </c:pt>
                <c:pt idx="5955">
                  <c:v>0</c:v>
                </c:pt>
                <c:pt idx="5956">
                  <c:v>0</c:v>
                </c:pt>
                <c:pt idx="5957">
                  <c:v>0</c:v>
                </c:pt>
                <c:pt idx="5958">
                  <c:v>0</c:v>
                </c:pt>
                <c:pt idx="5959">
                  <c:v>0.25</c:v>
                </c:pt>
                <c:pt idx="5960">
                  <c:v>0.51127999999999996</c:v>
                </c:pt>
                <c:pt idx="5961">
                  <c:v>0.66599799999999998</c:v>
                </c:pt>
                <c:pt idx="5962">
                  <c:v>0.74646500000000005</c:v>
                </c:pt>
                <c:pt idx="5963">
                  <c:v>0.76046499999999995</c:v>
                </c:pt>
                <c:pt idx="5964">
                  <c:v>0.83695600000000003</c:v>
                </c:pt>
                <c:pt idx="5965">
                  <c:v>0.72188099999999999</c:v>
                </c:pt>
                <c:pt idx="5966">
                  <c:v>0.72826299999999999</c:v>
                </c:pt>
                <c:pt idx="5967">
                  <c:v>0.86246500000000004</c:v>
                </c:pt>
                <c:pt idx="5968">
                  <c:v>0.82123500000000005</c:v>
                </c:pt>
                <c:pt idx="5969">
                  <c:v>0.62967099999999998</c:v>
                </c:pt>
                <c:pt idx="5970">
                  <c:v>0.52381800000000001</c:v>
                </c:pt>
                <c:pt idx="5971">
                  <c:v>0.49457000000000001</c:v>
                </c:pt>
                <c:pt idx="5972">
                  <c:v>0.25</c:v>
                </c:pt>
                <c:pt idx="5973">
                  <c:v>0</c:v>
                </c:pt>
                <c:pt idx="5974">
                  <c:v>0</c:v>
                </c:pt>
                <c:pt idx="5975">
                  <c:v>0</c:v>
                </c:pt>
                <c:pt idx="5976">
                  <c:v>0</c:v>
                </c:pt>
                <c:pt idx="5977">
                  <c:v>0</c:v>
                </c:pt>
                <c:pt idx="5978">
                  <c:v>0</c:v>
                </c:pt>
                <c:pt idx="5979">
                  <c:v>0</c:v>
                </c:pt>
                <c:pt idx="5980">
                  <c:v>0</c:v>
                </c:pt>
                <c:pt idx="5981">
                  <c:v>0</c:v>
                </c:pt>
                <c:pt idx="5982">
                  <c:v>0</c:v>
                </c:pt>
                <c:pt idx="5983">
                  <c:v>0.25</c:v>
                </c:pt>
                <c:pt idx="5984">
                  <c:v>0.64319800000000005</c:v>
                </c:pt>
                <c:pt idx="5985">
                  <c:v>0.68815899999999997</c:v>
                </c:pt>
                <c:pt idx="5986">
                  <c:v>0.791408</c:v>
                </c:pt>
                <c:pt idx="5987">
                  <c:v>0.793547</c:v>
                </c:pt>
                <c:pt idx="5988">
                  <c:v>0.81141700000000005</c:v>
                </c:pt>
                <c:pt idx="5989">
                  <c:v>0.738896</c:v>
                </c:pt>
                <c:pt idx="5990">
                  <c:v>0.68134499999999998</c:v>
                </c:pt>
                <c:pt idx="5991">
                  <c:v>0.84207200000000004</c:v>
                </c:pt>
                <c:pt idx="5992">
                  <c:v>0.81237700000000002</c:v>
                </c:pt>
                <c:pt idx="5993">
                  <c:v>0.702789</c:v>
                </c:pt>
                <c:pt idx="5994">
                  <c:v>0.62915600000000005</c:v>
                </c:pt>
                <c:pt idx="5995">
                  <c:v>0.52810699999999999</c:v>
                </c:pt>
                <c:pt idx="5996">
                  <c:v>0.25</c:v>
                </c:pt>
                <c:pt idx="5997">
                  <c:v>0</c:v>
                </c:pt>
                <c:pt idx="5998">
                  <c:v>0</c:v>
                </c:pt>
                <c:pt idx="5999">
                  <c:v>0</c:v>
                </c:pt>
                <c:pt idx="6000">
                  <c:v>0</c:v>
                </c:pt>
                <c:pt idx="6001">
                  <c:v>0</c:v>
                </c:pt>
                <c:pt idx="6002">
                  <c:v>0</c:v>
                </c:pt>
                <c:pt idx="6003">
                  <c:v>0</c:v>
                </c:pt>
                <c:pt idx="6004">
                  <c:v>0</c:v>
                </c:pt>
                <c:pt idx="6005">
                  <c:v>0</c:v>
                </c:pt>
                <c:pt idx="6006">
                  <c:v>0</c:v>
                </c:pt>
                <c:pt idx="6007">
                  <c:v>0.25</c:v>
                </c:pt>
                <c:pt idx="6008">
                  <c:v>0.49510599999999999</c:v>
                </c:pt>
                <c:pt idx="6009">
                  <c:v>0.67158499999999999</c:v>
                </c:pt>
                <c:pt idx="6010">
                  <c:v>0.83516400000000002</c:v>
                </c:pt>
                <c:pt idx="6011">
                  <c:v>0.74790699999999999</c:v>
                </c:pt>
                <c:pt idx="6012">
                  <c:v>0.73796600000000001</c:v>
                </c:pt>
                <c:pt idx="6013">
                  <c:v>0.57874999999999999</c:v>
                </c:pt>
                <c:pt idx="6014">
                  <c:v>0.73154300000000005</c:v>
                </c:pt>
                <c:pt idx="6015">
                  <c:v>0.75868400000000003</c:v>
                </c:pt>
                <c:pt idx="6016">
                  <c:v>0.77321700000000004</c:v>
                </c:pt>
                <c:pt idx="6017">
                  <c:v>0.58208099999999996</c:v>
                </c:pt>
                <c:pt idx="6018">
                  <c:v>0.41181299999999998</c:v>
                </c:pt>
                <c:pt idx="6019">
                  <c:v>0.468335</c:v>
                </c:pt>
                <c:pt idx="6020">
                  <c:v>0.25</c:v>
                </c:pt>
                <c:pt idx="6021">
                  <c:v>0</c:v>
                </c:pt>
                <c:pt idx="6022">
                  <c:v>0</c:v>
                </c:pt>
                <c:pt idx="6023">
                  <c:v>0</c:v>
                </c:pt>
                <c:pt idx="6024">
                  <c:v>0</c:v>
                </c:pt>
                <c:pt idx="6025">
                  <c:v>0</c:v>
                </c:pt>
                <c:pt idx="6026">
                  <c:v>0</c:v>
                </c:pt>
                <c:pt idx="6027">
                  <c:v>0</c:v>
                </c:pt>
                <c:pt idx="6028">
                  <c:v>0</c:v>
                </c:pt>
                <c:pt idx="6029">
                  <c:v>0</c:v>
                </c:pt>
                <c:pt idx="6030">
                  <c:v>0</c:v>
                </c:pt>
                <c:pt idx="6031">
                  <c:v>0.25</c:v>
                </c:pt>
                <c:pt idx="6032">
                  <c:v>0.35341499999999998</c:v>
                </c:pt>
                <c:pt idx="6033">
                  <c:v>0.38023499999999999</c:v>
                </c:pt>
                <c:pt idx="6034">
                  <c:v>0.60744100000000001</c:v>
                </c:pt>
                <c:pt idx="6035">
                  <c:v>0.60509900000000005</c:v>
                </c:pt>
                <c:pt idx="6036">
                  <c:v>0.70409900000000003</c:v>
                </c:pt>
                <c:pt idx="6037">
                  <c:v>0.53186</c:v>
                </c:pt>
                <c:pt idx="6038">
                  <c:v>0.53783400000000003</c:v>
                </c:pt>
                <c:pt idx="6039">
                  <c:v>0.60866299999999995</c:v>
                </c:pt>
                <c:pt idx="6040">
                  <c:v>0.55061000000000004</c:v>
                </c:pt>
                <c:pt idx="6041">
                  <c:v>0.40456500000000001</c:v>
                </c:pt>
                <c:pt idx="6042">
                  <c:v>0.26680599999999999</c:v>
                </c:pt>
                <c:pt idx="6043">
                  <c:v>0.25</c:v>
                </c:pt>
                <c:pt idx="6044">
                  <c:v>0.25</c:v>
                </c:pt>
                <c:pt idx="6045">
                  <c:v>0</c:v>
                </c:pt>
                <c:pt idx="6046">
                  <c:v>0</c:v>
                </c:pt>
                <c:pt idx="6047">
                  <c:v>0</c:v>
                </c:pt>
                <c:pt idx="6048">
                  <c:v>0</c:v>
                </c:pt>
                <c:pt idx="6049">
                  <c:v>0</c:v>
                </c:pt>
                <c:pt idx="6050">
                  <c:v>0</c:v>
                </c:pt>
                <c:pt idx="6051">
                  <c:v>0</c:v>
                </c:pt>
                <c:pt idx="6052">
                  <c:v>0</c:v>
                </c:pt>
                <c:pt idx="6053">
                  <c:v>0</c:v>
                </c:pt>
                <c:pt idx="6054">
                  <c:v>0</c:v>
                </c:pt>
                <c:pt idx="6055">
                  <c:v>0.25</c:v>
                </c:pt>
                <c:pt idx="6056">
                  <c:v>0.268459</c:v>
                </c:pt>
                <c:pt idx="6057">
                  <c:v>0.44179499999999999</c:v>
                </c:pt>
                <c:pt idx="6058">
                  <c:v>0.589395</c:v>
                </c:pt>
                <c:pt idx="6059">
                  <c:v>0.453403</c:v>
                </c:pt>
                <c:pt idx="6060">
                  <c:v>0.553234</c:v>
                </c:pt>
                <c:pt idx="6061">
                  <c:v>0.41795500000000002</c:v>
                </c:pt>
                <c:pt idx="6062">
                  <c:v>0.41022199999999998</c:v>
                </c:pt>
                <c:pt idx="6063">
                  <c:v>0.40278599999999998</c:v>
                </c:pt>
                <c:pt idx="6064">
                  <c:v>0.383635</c:v>
                </c:pt>
                <c:pt idx="6065">
                  <c:v>0.25</c:v>
                </c:pt>
                <c:pt idx="6066">
                  <c:v>0.25</c:v>
                </c:pt>
                <c:pt idx="6067">
                  <c:v>0.25</c:v>
                </c:pt>
                <c:pt idx="6068">
                  <c:v>0.25</c:v>
                </c:pt>
                <c:pt idx="6069">
                  <c:v>0</c:v>
                </c:pt>
                <c:pt idx="6070">
                  <c:v>0</c:v>
                </c:pt>
                <c:pt idx="6071">
                  <c:v>0</c:v>
                </c:pt>
                <c:pt idx="6072">
                  <c:v>0</c:v>
                </c:pt>
                <c:pt idx="6073">
                  <c:v>0</c:v>
                </c:pt>
                <c:pt idx="6074">
                  <c:v>0</c:v>
                </c:pt>
                <c:pt idx="6075">
                  <c:v>0</c:v>
                </c:pt>
                <c:pt idx="6076">
                  <c:v>0</c:v>
                </c:pt>
                <c:pt idx="6077">
                  <c:v>0</c:v>
                </c:pt>
                <c:pt idx="6078">
                  <c:v>0</c:v>
                </c:pt>
                <c:pt idx="6079">
                  <c:v>0.25</c:v>
                </c:pt>
                <c:pt idx="6080">
                  <c:v>0.25</c:v>
                </c:pt>
                <c:pt idx="6081">
                  <c:v>0.41268899999999997</c:v>
                </c:pt>
                <c:pt idx="6082">
                  <c:v>0.57027000000000005</c:v>
                </c:pt>
                <c:pt idx="6083">
                  <c:v>0.499973</c:v>
                </c:pt>
                <c:pt idx="6084">
                  <c:v>0.62681699999999996</c:v>
                </c:pt>
                <c:pt idx="6085">
                  <c:v>0.52744199999999997</c:v>
                </c:pt>
                <c:pt idx="6086">
                  <c:v>0.44192500000000001</c:v>
                </c:pt>
                <c:pt idx="6087">
                  <c:v>0.54191900000000004</c:v>
                </c:pt>
                <c:pt idx="6088">
                  <c:v>0.40628500000000001</c:v>
                </c:pt>
                <c:pt idx="6089">
                  <c:v>0.31188399999999999</c:v>
                </c:pt>
                <c:pt idx="6090">
                  <c:v>0.25</c:v>
                </c:pt>
                <c:pt idx="6091">
                  <c:v>0.25</c:v>
                </c:pt>
                <c:pt idx="6092">
                  <c:v>0.25</c:v>
                </c:pt>
                <c:pt idx="6093">
                  <c:v>0</c:v>
                </c:pt>
                <c:pt idx="6094">
                  <c:v>0</c:v>
                </c:pt>
                <c:pt idx="6095">
                  <c:v>0</c:v>
                </c:pt>
                <c:pt idx="6096">
                  <c:v>0</c:v>
                </c:pt>
                <c:pt idx="6097">
                  <c:v>0</c:v>
                </c:pt>
                <c:pt idx="6098">
                  <c:v>0</c:v>
                </c:pt>
                <c:pt idx="6099">
                  <c:v>0</c:v>
                </c:pt>
                <c:pt idx="6100">
                  <c:v>0</c:v>
                </c:pt>
                <c:pt idx="6101">
                  <c:v>0</c:v>
                </c:pt>
                <c:pt idx="6102">
                  <c:v>0</c:v>
                </c:pt>
                <c:pt idx="6103">
                  <c:v>0.25</c:v>
                </c:pt>
                <c:pt idx="6104">
                  <c:v>0.37939699999999998</c:v>
                </c:pt>
                <c:pt idx="6105">
                  <c:v>0.42991499999999999</c:v>
                </c:pt>
                <c:pt idx="6106">
                  <c:v>0.59837099999999999</c:v>
                </c:pt>
                <c:pt idx="6107">
                  <c:v>0.63689799999999996</c:v>
                </c:pt>
                <c:pt idx="6108">
                  <c:v>0.78601299999999996</c:v>
                </c:pt>
                <c:pt idx="6109">
                  <c:v>0.62866900000000003</c:v>
                </c:pt>
                <c:pt idx="6110">
                  <c:v>0.61672300000000002</c:v>
                </c:pt>
                <c:pt idx="6111">
                  <c:v>0.75314800000000004</c:v>
                </c:pt>
                <c:pt idx="6112">
                  <c:v>0.70568600000000004</c:v>
                </c:pt>
                <c:pt idx="6113">
                  <c:v>0.52372300000000005</c:v>
                </c:pt>
                <c:pt idx="6114">
                  <c:v>0.425678</c:v>
                </c:pt>
                <c:pt idx="6115">
                  <c:v>0.33742100000000003</c:v>
                </c:pt>
                <c:pt idx="6116">
                  <c:v>0.25</c:v>
                </c:pt>
                <c:pt idx="6117">
                  <c:v>0</c:v>
                </c:pt>
                <c:pt idx="6118">
                  <c:v>0</c:v>
                </c:pt>
                <c:pt idx="6119">
                  <c:v>0</c:v>
                </c:pt>
                <c:pt idx="6120">
                  <c:v>0</c:v>
                </c:pt>
                <c:pt idx="6121">
                  <c:v>0</c:v>
                </c:pt>
                <c:pt idx="6122">
                  <c:v>0</c:v>
                </c:pt>
                <c:pt idx="6123">
                  <c:v>0</c:v>
                </c:pt>
                <c:pt idx="6124">
                  <c:v>0</c:v>
                </c:pt>
                <c:pt idx="6125">
                  <c:v>0</c:v>
                </c:pt>
                <c:pt idx="6126">
                  <c:v>0</c:v>
                </c:pt>
                <c:pt idx="6127">
                  <c:v>0.25</c:v>
                </c:pt>
                <c:pt idx="6128">
                  <c:v>0.38737300000000002</c:v>
                </c:pt>
                <c:pt idx="6129">
                  <c:v>0.431421</c:v>
                </c:pt>
                <c:pt idx="6130">
                  <c:v>0.65901900000000002</c:v>
                </c:pt>
                <c:pt idx="6131">
                  <c:v>0.64524499999999996</c:v>
                </c:pt>
                <c:pt idx="6132">
                  <c:v>0.74595500000000003</c:v>
                </c:pt>
                <c:pt idx="6133">
                  <c:v>0.60013099999999997</c:v>
                </c:pt>
                <c:pt idx="6134">
                  <c:v>0.58959700000000004</c:v>
                </c:pt>
                <c:pt idx="6135">
                  <c:v>0.59000900000000001</c:v>
                </c:pt>
                <c:pt idx="6136">
                  <c:v>0.53615999999999997</c:v>
                </c:pt>
                <c:pt idx="6137">
                  <c:v>0.38702799999999998</c:v>
                </c:pt>
                <c:pt idx="6138">
                  <c:v>0.25374200000000002</c:v>
                </c:pt>
                <c:pt idx="6139">
                  <c:v>0.25</c:v>
                </c:pt>
                <c:pt idx="6140">
                  <c:v>0.25</c:v>
                </c:pt>
                <c:pt idx="6141">
                  <c:v>0</c:v>
                </c:pt>
                <c:pt idx="6142">
                  <c:v>0</c:v>
                </c:pt>
                <c:pt idx="6143">
                  <c:v>0</c:v>
                </c:pt>
                <c:pt idx="6144">
                  <c:v>0</c:v>
                </c:pt>
                <c:pt idx="6145">
                  <c:v>0</c:v>
                </c:pt>
                <c:pt idx="6146">
                  <c:v>0</c:v>
                </c:pt>
                <c:pt idx="6147">
                  <c:v>0</c:v>
                </c:pt>
                <c:pt idx="6148">
                  <c:v>0</c:v>
                </c:pt>
                <c:pt idx="6149">
                  <c:v>0</c:v>
                </c:pt>
                <c:pt idx="6150">
                  <c:v>0</c:v>
                </c:pt>
                <c:pt idx="6151">
                  <c:v>0.25</c:v>
                </c:pt>
                <c:pt idx="6152">
                  <c:v>0.25</c:v>
                </c:pt>
                <c:pt idx="6153">
                  <c:v>0.25</c:v>
                </c:pt>
                <c:pt idx="6154">
                  <c:v>0.35653200000000002</c:v>
                </c:pt>
                <c:pt idx="6155">
                  <c:v>0.39306600000000003</c:v>
                </c:pt>
                <c:pt idx="6156">
                  <c:v>0.42877900000000002</c:v>
                </c:pt>
                <c:pt idx="6157">
                  <c:v>0.35282400000000003</c:v>
                </c:pt>
                <c:pt idx="6158">
                  <c:v>0.37262499999999998</c:v>
                </c:pt>
                <c:pt idx="6159">
                  <c:v>0.44539099999999998</c:v>
                </c:pt>
                <c:pt idx="6160">
                  <c:v>0.38056899999999999</c:v>
                </c:pt>
                <c:pt idx="6161">
                  <c:v>0.26192199999999999</c:v>
                </c:pt>
                <c:pt idx="6162">
                  <c:v>0.25</c:v>
                </c:pt>
                <c:pt idx="6163">
                  <c:v>0.25</c:v>
                </c:pt>
                <c:pt idx="6164">
                  <c:v>0.25</c:v>
                </c:pt>
                <c:pt idx="6165">
                  <c:v>0</c:v>
                </c:pt>
                <c:pt idx="6166">
                  <c:v>0</c:v>
                </c:pt>
                <c:pt idx="6167">
                  <c:v>0</c:v>
                </c:pt>
                <c:pt idx="6168">
                  <c:v>0</c:v>
                </c:pt>
                <c:pt idx="6169">
                  <c:v>0</c:v>
                </c:pt>
                <c:pt idx="6170">
                  <c:v>0</c:v>
                </c:pt>
                <c:pt idx="6171">
                  <c:v>0</c:v>
                </c:pt>
                <c:pt idx="6172">
                  <c:v>0</c:v>
                </c:pt>
                <c:pt idx="6173">
                  <c:v>0</c:v>
                </c:pt>
                <c:pt idx="6174">
                  <c:v>0</c:v>
                </c:pt>
                <c:pt idx="6175">
                  <c:v>0.25</c:v>
                </c:pt>
                <c:pt idx="6176">
                  <c:v>0.25806499999999999</c:v>
                </c:pt>
                <c:pt idx="6177">
                  <c:v>0.42616399999999999</c:v>
                </c:pt>
                <c:pt idx="6178">
                  <c:v>0.62983500000000003</c:v>
                </c:pt>
                <c:pt idx="6179">
                  <c:v>0.52511099999999999</c:v>
                </c:pt>
                <c:pt idx="6180">
                  <c:v>0.55732899999999996</c:v>
                </c:pt>
                <c:pt idx="6181">
                  <c:v>0.42359000000000002</c:v>
                </c:pt>
                <c:pt idx="6182">
                  <c:v>0.42782300000000001</c:v>
                </c:pt>
                <c:pt idx="6183">
                  <c:v>0.45782800000000001</c:v>
                </c:pt>
                <c:pt idx="6184">
                  <c:v>0.41275800000000001</c:v>
                </c:pt>
                <c:pt idx="6185">
                  <c:v>0.31534600000000002</c:v>
                </c:pt>
                <c:pt idx="6186">
                  <c:v>0.25</c:v>
                </c:pt>
                <c:pt idx="6187">
                  <c:v>0.25</c:v>
                </c:pt>
                <c:pt idx="6188">
                  <c:v>0.25</c:v>
                </c:pt>
                <c:pt idx="6189">
                  <c:v>0</c:v>
                </c:pt>
                <c:pt idx="6190">
                  <c:v>0</c:v>
                </c:pt>
                <c:pt idx="6191">
                  <c:v>0</c:v>
                </c:pt>
                <c:pt idx="6192">
                  <c:v>0</c:v>
                </c:pt>
                <c:pt idx="6193">
                  <c:v>0</c:v>
                </c:pt>
                <c:pt idx="6194">
                  <c:v>0</c:v>
                </c:pt>
                <c:pt idx="6195">
                  <c:v>0</c:v>
                </c:pt>
                <c:pt idx="6196">
                  <c:v>0</c:v>
                </c:pt>
                <c:pt idx="6197">
                  <c:v>0</c:v>
                </c:pt>
                <c:pt idx="6198">
                  <c:v>0</c:v>
                </c:pt>
                <c:pt idx="6199">
                  <c:v>0.25</c:v>
                </c:pt>
                <c:pt idx="6200">
                  <c:v>0.25</c:v>
                </c:pt>
                <c:pt idx="6201">
                  <c:v>0.25</c:v>
                </c:pt>
                <c:pt idx="6202">
                  <c:v>0.327706</c:v>
                </c:pt>
                <c:pt idx="6203">
                  <c:v>0.39130799999999999</c:v>
                </c:pt>
                <c:pt idx="6204">
                  <c:v>0.55113100000000004</c:v>
                </c:pt>
                <c:pt idx="6205">
                  <c:v>0.44241900000000001</c:v>
                </c:pt>
                <c:pt idx="6206">
                  <c:v>0.44209399999999999</c:v>
                </c:pt>
                <c:pt idx="6207">
                  <c:v>0.51273000000000002</c:v>
                </c:pt>
                <c:pt idx="6208">
                  <c:v>0.41411199999999998</c:v>
                </c:pt>
                <c:pt idx="6209">
                  <c:v>0.310977</c:v>
                </c:pt>
                <c:pt idx="6210">
                  <c:v>0.25</c:v>
                </c:pt>
                <c:pt idx="6211">
                  <c:v>0.25265599999999999</c:v>
                </c:pt>
                <c:pt idx="6212">
                  <c:v>0.25</c:v>
                </c:pt>
                <c:pt idx="6213">
                  <c:v>0</c:v>
                </c:pt>
                <c:pt idx="6214">
                  <c:v>0</c:v>
                </c:pt>
                <c:pt idx="6215">
                  <c:v>0</c:v>
                </c:pt>
                <c:pt idx="6216">
                  <c:v>0</c:v>
                </c:pt>
                <c:pt idx="6217">
                  <c:v>0</c:v>
                </c:pt>
                <c:pt idx="6218">
                  <c:v>0</c:v>
                </c:pt>
                <c:pt idx="6219">
                  <c:v>0</c:v>
                </c:pt>
                <c:pt idx="6220">
                  <c:v>0</c:v>
                </c:pt>
                <c:pt idx="6221">
                  <c:v>0</c:v>
                </c:pt>
                <c:pt idx="6222">
                  <c:v>0</c:v>
                </c:pt>
                <c:pt idx="6223">
                  <c:v>0.25</c:v>
                </c:pt>
                <c:pt idx="6224">
                  <c:v>0.25</c:v>
                </c:pt>
                <c:pt idx="6225">
                  <c:v>0.31060300000000002</c:v>
                </c:pt>
                <c:pt idx="6226">
                  <c:v>0.44074200000000002</c:v>
                </c:pt>
                <c:pt idx="6227">
                  <c:v>0.416655</c:v>
                </c:pt>
                <c:pt idx="6228">
                  <c:v>0.45418900000000001</c:v>
                </c:pt>
                <c:pt idx="6229">
                  <c:v>0.37763999999999998</c:v>
                </c:pt>
                <c:pt idx="6230">
                  <c:v>0.38447900000000002</c:v>
                </c:pt>
                <c:pt idx="6231">
                  <c:v>0.51052900000000001</c:v>
                </c:pt>
                <c:pt idx="6232">
                  <c:v>0.39346199999999998</c:v>
                </c:pt>
                <c:pt idx="6233">
                  <c:v>0.25</c:v>
                </c:pt>
                <c:pt idx="6234">
                  <c:v>0.25</c:v>
                </c:pt>
                <c:pt idx="6235">
                  <c:v>0.25</c:v>
                </c:pt>
                <c:pt idx="6236">
                  <c:v>0.25</c:v>
                </c:pt>
                <c:pt idx="6237">
                  <c:v>0</c:v>
                </c:pt>
                <c:pt idx="6238">
                  <c:v>0</c:v>
                </c:pt>
                <c:pt idx="6239">
                  <c:v>0</c:v>
                </c:pt>
                <c:pt idx="6240">
                  <c:v>0</c:v>
                </c:pt>
                <c:pt idx="6241">
                  <c:v>0</c:v>
                </c:pt>
                <c:pt idx="6242">
                  <c:v>0</c:v>
                </c:pt>
                <c:pt idx="6243">
                  <c:v>0</c:v>
                </c:pt>
                <c:pt idx="6244">
                  <c:v>0</c:v>
                </c:pt>
                <c:pt idx="6245">
                  <c:v>0</c:v>
                </c:pt>
                <c:pt idx="6246">
                  <c:v>0</c:v>
                </c:pt>
                <c:pt idx="6247">
                  <c:v>0.25</c:v>
                </c:pt>
                <c:pt idx="6248">
                  <c:v>0.26191599999999998</c:v>
                </c:pt>
                <c:pt idx="6249">
                  <c:v>0.40643099999999999</c:v>
                </c:pt>
                <c:pt idx="6250">
                  <c:v>0.61008700000000005</c:v>
                </c:pt>
                <c:pt idx="6251">
                  <c:v>0.57769499999999996</c:v>
                </c:pt>
                <c:pt idx="6252">
                  <c:v>0.66457699999999997</c:v>
                </c:pt>
                <c:pt idx="6253">
                  <c:v>0.54366300000000001</c:v>
                </c:pt>
                <c:pt idx="6254">
                  <c:v>0.54966499999999996</c:v>
                </c:pt>
                <c:pt idx="6255">
                  <c:v>0.53334999999999999</c:v>
                </c:pt>
                <c:pt idx="6256">
                  <c:v>0.44879599999999997</c:v>
                </c:pt>
                <c:pt idx="6257">
                  <c:v>0.30678</c:v>
                </c:pt>
                <c:pt idx="6258">
                  <c:v>0.25</c:v>
                </c:pt>
                <c:pt idx="6259">
                  <c:v>0.25</c:v>
                </c:pt>
                <c:pt idx="6260">
                  <c:v>0.25</c:v>
                </c:pt>
                <c:pt idx="6261">
                  <c:v>0</c:v>
                </c:pt>
                <c:pt idx="6262">
                  <c:v>0</c:v>
                </c:pt>
                <c:pt idx="6263">
                  <c:v>0</c:v>
                </c:pt>
                <c:pt idx="6264">
                  <c:v>0</c:v>
                </c:pt>
                <c:pt idx="6265">
                  <c:v>0</c:v>
                </c:pt>
                <c:pt idx="6266">
                  <c:v>0</c:v>
                </c:pt>
                <c:pt idx="6267">
                  <c:v>0</c:v>
                </c:pt>
                <c:pt idx="6268">
                  <c:v>0</c:v>
                </c:pt>
                <c:pt idx="6269">
                  <c:v>0</c:v>
                </c:pt>
                <c:pt idx="6270">
                  <c:v>0</c:v>
                </c:pt>
                <c:pt idx="6271">
                  <c:v>0.25</c:v>
                </c:pt>
                <c:pt idx="6272">
                  <c:v>0.25</c:v>
                </c:pt>
                <c:pt idx="6273">
                  <c:v>0.29788700000000001</c:v>
                </c:pt>
                <c:pt idx="6274">
                  <c:v>0.46924500000000002</c:v>
                </c:pt>
                <c:pt idx="6275">
                  <c:v>0.52838200000000002</c:v>
                </c:pt>
                <c:pt idx="6276">
                  <c:v>0.56689900000000004</c:v>
                </c:pt>
                <c:pt idx="6277">
                  <c:v>0.47100900000000001</c:v>
                </c:pt>
                <c:pt idx="6278">
                  <c:v>0.46185900000000002</c:v>
                </c:pt>
                <c:pt idx="6279">
                  <c:v>0.44864399999999999</c:v>
                </c:pt>
                <c:pt idx="6280">
                  <c:v>0.37130000000000002</c:v>
                </c:pt>
                <c:pt idx="6281">
                  <c:v>0.25</c:v>
                </c:pt>
                <c:pt idx="6282">
                  <c:v>0.25</c:v>
                </c:pt>
                <c:pt idx="6283">
                  <c:v>0.25</c:v>
                </c:pt>
                <c:pt idx="6284">
                  <c:v>0.25</c:v>
                </c:pt>
                <c:pt idx="6285">
                  <c:v>0</c:v>
                </c:pt>
                <c:pt idx="6286">
                  <c:v>0</c:v>
                </c:pt>
                <c:pt idx="6287">
                  <c:v>0</c:v>
                </c:pt>
                <c:pt idx="6288">
                  <c:v>0</c:v>
                </c:pt>
                <c:pt idx="6289">
                  <c:v>0</c:v>
                </c:pt>
                <c:pt idx="6290">
                  <c:v>0</c:v>
                </c:pt>
                <c:pt idx="6291">
                  <c:v>0</c:v>
                </c:pt>
                <c:pt idx="6292">
                  <c:v>0</c:v>
                </c:pt>
                <c:pt idx="6293">
                  <c:v>0</c:v>
                </c:pt>
                <c:pt idx="6294">
                  <c:v>0</c:v>
                </c:pt>
                <c:pt idx="6295">
                  <c:v>0.25</c:v>
                </c:pt>
                <c:pt idx="6296">
                  <c:v>0.25</c:v>
                </c:pt>
                <c:pt idx="6297">
                  <c:v>0.29719800000000002</c:v>
                </c:pt>
                <c:pt idx="6298">
                  <c:v>0.41875699999999999</c:v>
                </c:pt>
                <c:pt idx="6299">
                  <c:v>0.51483000000000001</c:v>
                </c:pt>
                <c:pt idx="6300">
                  <c:v>0.55142899999999995</c:v>
                </c:pt>
                <c:pt idx="6301">
                  <c:v>0.44089299999999998</c:v>
                </c:pt>
                <c:pt idx="6302">
                  <c:v>0.438332</c:v>
                </c:pt>
                <c:pt idx="6303">
                  <c:v>0.42118699999999998</c:v>
                </c:pt>
                <c:pt idx="6304">
                  <c:v>0.346551</c:v>
                </c:pt>
                <c:pt idx="6305">
                  <c:v>0.25</c:v>
                </c:pt>
                <c:pt idx="6306">
                  <c:v>0.25</c:v>
                </c:pt>
                <c:pt idx="6307">
                  <c:v>0.25</c:v>
                </c:pt>
                <c:pt idx="6308">
                  <c:v>0.25</c:v>
                </c:pt>
                <c:pt idx="6309">
                  <c:v>0</c:v>
                </c:pt>
                <c:pt idx="6310">
                  <c:v>0</c:v>
                </c:pt>
                <c:pt idx="6311">
                  <c:v>0</c:v>
                </c:pt>
                <c:pt idx="6312">
                  <c:v>0</c:v>
                </c:pt>
                <c:pt idx="6313">
                  <c:v>0</c:v>
                </c:pt>
                <c:pt idx="6314">
                  <c:v>0</c:v>
                </c:pt>
                <c:pt idx="6315">
                  <c:v>0</c:v>
                </c:pt>
                <c:pt idx="6316">
                  <c:v>0</c:v>
                </c:pt>
                <c:pt idx="6317">
                  <c:v>0</c:v>
                </c:pt>
                <c:pt idx="6318">
                  <c:v>0</c:v>
                </c:pt>
                <c:pt idx="6319">
                  <c:v>0.25</c:v>
                </c:pt>
                <c:pt idx="6320">
                  <c:v>0.25</c:v>
                </c:pt>
                <c:pt idx="6321">
                  <c:v>0.37657400000000002</c:v>
                </c:pt>
                <c:pt idx="6322">
                  <c:v>0.50103399999999998</c:v>
                </c:pt>
                <c:pt idx="6323">
                  <c:v>0.39177099999999998</c:v>
                </c:pt>
                <c:pt idx="6324">
                  <c:v>0.49523200000000001</c:v>
                </c:pt>
                <c:pt idx="6325">
                  <c:v>0.29613800000000001</c:v>
                </c:pt>
                <c:pt idx="6326">
                  <c:v>0.25</c:v>
                </c:pt>
                <c:pt idx="6327">
                  <c:v>0.25</c:v>
                </c:pt>
                <c:pt idx="6328">
                  <c:v>0.25</c:v>
                </c:pt>
                <c:pt idx="6329">
                  <c:v>0.25</c:v>
                </c:pt>
                <c:pt idx="6330">
                  <c:v>0.25</c:v>
                </c:pt>
                <c:pt idx="6331">
                  <c:v>0.25</c:v>
                </c:pt>
                <c:pt idx="6332">
                  <c:v>0.25</c:v>
                </c:pt>
                <c:pt idx="6333">
                  <c:v>0</c:v>
                </c:pt>
                <c:pt idx="6334">
                  <c:v>0</c:v>
                </c:pt>
                <c:pt idx="6335">
                  <c:v>0</c:v>
                </c:pt>
                <c:pt idx="6336">
                  <c:v>0</c:v>
                </c:pt>
                <c:pt idx="6337">
                  <c:v>0</c:v>
                </c:pt>
                <c:pt idx="6338">
                  <c:v>0</c:v>
                </c:pt>
                <c:pt idx="6339">
                  <c:v>0</c:v>
                </c:pt>
                <c:pt idx="6340">
                  <c:v>0</c:v>
                </c:pt>
                <c:pt idx="6341">
                  <c:v>0</c:v>
                </c:pt>
                <c:pt idx="6342">
                  <c:v>0</c:v>
                </c:pt>
                <c:pt idx="6343">
                  <c:v>0.25</c:v>
                </c:pt>
                <c:pt idx="6344">
                  <c:v>0.28739900000000002</c:v>
                </c:pt>
                <c:pt idx="6345">
                  <c:v>0.41244700000000001</c:v>
                </c:pt>
                <c:pt idx="6346">
                  <c:v>0.45955000000000001</c:v>
                </c:pt>
                <c:pt idx="6347">
                  <c:v>0.42745</c:v>
                </c:pt>
                <c:pt idx="6348">
                  <c:v>0.41828300000000002</c:v>
                </c:pt>
                <c:pt idx="6349">
                  <c:v>0.31571100000000002</c:v>
                </c:pt>
                <c:pt idx="6350">
                  <c:v>0.320996</c:v>
                </c:pt>
                <c:pt idx="6351">
                  <c:v>0.37268800000000002</c:v>
                </c:pt>
                <c:pt idx="6352">
                  <c:v>0.25</c:v>
                </c:pt>
                <c:pt idx="6353">
                  <c:v>0.25</c:v>
                </c:pt>
                <c:pt idx="6354">
                  <c:v>0.25</c:v>
                </c:pt>
                <c:pt idx="6355">
                  <c:v>0.25</c:v>
                </c:pt>
                <c:pt idx="6356">
                  <c:v>0.25</c:v>
                </c:pt>
                <c:pt idx="6357">
                  <c:v>0</c:v>
                </c:pt>
                <c:pt idx="6358">
                  <c:v>0</c:v>
                </c:pt>
                <c:pt idx="6359">
                  <c:v>0</c:v>
                </c:pt>
                <c:pt idx="6360">
                  <c:v>0</c:v>
                </c:pt>
                <c:pt idx="6361">
                  <c:v>0</c:v>
                </c:pt>
                <c:pt idx="6362">
                  <c:v>0</c:v>
                </c:pt>
                <c:pt idx="6363">
                  <c:v>0</c:v>
                </c:pt>
                <c:pt idx="6364">
                  <c:v>0</c:v>
                </c:pt>
                <c:pt idx="6365">
                  <c:v>0</c:v>
                </c:pt>
                <c:pt idx="6366">
                  <c:v>0</c:v>
                </c:pt>
                <c:pt idx="6367">
                  <c:v>0.25</c:v>
                </c:pt>
                <c:pt idx="6368">
                  <c:v>0.25</c:v>
                </c:pt>
                <c:pt idx="6369">
                  <c:v>0.25</c:v>
                </c:pt>
                <c:pt idx="6370">
                  <c:v>0.42986099999999999</c:v>
                </c:pt>
                <c:pt idx="6371">
                  <c:v>0.40626400000000001</c:v>
                </c:pt>
                <c:pt idx="6372">
                  <c:v>0.48007300000000003</c:v>
                </c:pt>
                <c:pt idx="6373">
                  <c:v>0.27038200000000001</c:v>
                </c:pt>
                <c:pt idx="6374">
                  <c:v>0.25</c:v>
                </c:pt>
                <c:pt idx="6375">
                  <c:v>0.25</c:v>
                </c:pt>
                <c:pt idx="6376">
                  <c:v>0.25</c:v>
                </c:pt>
                <c:pt idx="6377">
                  <c:v>0.25</c:v>
                </c:pt>
                <c:pt idx="6378">
                  <c:v>0.25</c:v>
                </c:pt>
                <c:pt idx="6379">
                  <c:v>0.25</c:v>
                </c:pt>
                <c:pt idx="6380">
                  <c:v>0.25</c:v>
                </c:pt>
                <c:pt idx="6381">
                  <c:v>0</c:v>
                </c:pt>
                <c:pt idx="6382">
                  <c:v>0</c:v>
                </c:pt>
                <c:pt idx="6383">
                  <c:v>0</c:v>
                </c:pt>
                <c:pt idx="6384">
                  <c:v>0</c:v>
                </c:pt>
                <c:pt idx="6385">
                  <c:v>0</c:v>
                </c:pt>
                <c:pt idx="6386">
                  <c:v>0</c:v>
                </c:pt>
                <c:pt idx="6387">
                  <c:v>0</c:v>
                </c:pt>
                <c:pt idx="6388">
                  <c:v>0</c:v>
                </c:pt>
                <c:pt idx="6389">
                  <c:v>0</c:v>
                </c:pt>
                <c:pt idx="6390">
                  <c:v>0</c:v>
                </c:pt>
                <c:pt idx="6391">
                  <c:v>0.25</c:v>
                </c:pt>
                <c:pt idx="6392">
                  <c:v>0.534551</c:v>
                </c:pt>
                <c:pt idx="6393">
                  <c:v>0.69444399999999995</c:v>
                </c:pt>
                <c:pt idx="6394">
                  <c:v>0.75794099999999998</c:v>
                </c:pt>
                <c:pt idx="6395">
                  <c:v>0.63791200000000003</c:v>
                </c:pt>
                <c:pt idx="6396">
                  <c:v>0.65237299999999998</c:v>
                </c:pt>
                <c:pt idx="6397">
                  <c:v>0.66122800000000004</c:v>
                </c:pt>
                <c:pt idx="6398">
                  <c:v>0.66327800000000003</c:v>
                </c:pt>
                <c:pt idx="6399">
                  <c:v>0.726275</c:v>
                </c:pt>
                <c:pt idx="6400">
                  <c:v>0.747166</c:v>
                </c:pt>
                <c:pt idx="6401">
                  <c:v>0.55045500000000003</c:v>
                </c:pt>
                <c:pt idx="6402">
                  <c:v>0.50588100000000003</c:v>
                </c:pt>
                <c:pt idx="6403">
                  <c:v>0.45896100000000001</c:v>
                </c:pt>
                <c:pt idx="6404">
                  <c:v>0.25</c:v>
                </c:pt>
                <c:pt idx="6405">
                  <c:v>0</c:v>
                </c:pt>
                <c:pt idx="6406">
                  <c:v>0</c:v>
                </c:pt>
                <c:pt idx="6407">
                  <c:v>0</c:v>
                </c:pt>
                <c:pt idx="6408">
                  <c:v>0</c:v>
                </c:pt>
                <c:pt idx="6409">
                  <c:v>0</c:v>
                </c:pt>
                <c:pt idx="6410">
                  <c:v>0</c:v>
                </c:pt>
                <c:pt idx="6411">
                  <c:v>0</c:v>
                </c:pt>
                <c:pt idx="6412">
                  <c:v>0</c:v>
                </c:pt>
                <c:pt idx="6413">
                  <c:v>0</c:v>
                </c:pt>
                <c:pt idx="6414">
                  <c:v>0</c:v>
                </c:pt>
                <c:pt idx="6415">
                  <c:v>0.25</c:v>
                </c:pt>
                <c:pt idx="6416">
                  <c:v>0.44741599999999998</c:v>
                </c:pt>
                <c:pt idx="6417">
                  <c:v>0.57176499999999997</c:v>
                </c:pt>
                <c:pt idx="6418">
                  <c:v>0.59437700000000004</c:v>
                </c:pt>
                <c:pt idx="6419">
                  <c:v>0.58890799999999999</c:v>
                </c:pt>
                <c:pt idx="6420">
                  <c:v>0.597306</c:v>
                </c:pt>
                <c:pt idx="6421">
                  <c:v>0.50596399999999997</c:v>
                </c:pt>
                <c:pt idx="6422">
                  <c:v>0.39438699999999999</c:v>
                </c:pt>
                <c:pt idx="6423">
                  <c:v>0.464115</c:v>
                </c:pt>
                <c:pt idx="6424">
                  <c:v>0.35164800000000002</c:v>
                </c:pt>
                <c:pt idx="6425">
                  <c:v>0.25</c:v>
                </c:pt>
                <c:pt idx="6426">
                  <c:v>0.25</c:v>
                </c:pt>
                <c:pt idx="6427">
                  <c:v>0.25</c:v>
                </c:pt>
                <c:pt idx="6428">
                  <c:v>0.25</c:v>
                </c:pt>
                <c:pt idx="6429">
                  <c:v>0</c:v>
                </c:pt>
                <c:pt idx="6430">
                  <c:v>0</c:v>
                </c:pt>
                <c:pt idx="6431">
                  <c:v>0</c:v>
                </c:pt>
                <c:pt idx="6432">
                  <c:v>0</c:v>
                </c:pt>
                <c:pt idx="6433">
                  <c:v>0</c:v>
                </c:pt>
                <c:pt idx="6434">
                  <c:v>0</c:v>
                </c:pt>
                <c:pt idx="6435">
                  <c:v>0</c:v>
                </c:pt>
                <c:pt idx="6436">
                  <c:v>0</c:v>
                </c:pt>
                <c:pt idx="6437">
                  <c:v>0</c:v>
                </c:pt>
                <c:pt idx="6438">
                  <c:v>0</c:v>
                </c:pt>
                <c:pt idx="6439">
                  <c:v>0.25</c:v>
                </c:pt>
                <c:pt idx="6440">
                  <c:v>0.25</c:v>
                </c:pt>
                <c:pt idx="6441">
                  <c:v>0.25</c:v>
                </c:pt>
                <c:pt idx="6442">
                  <c:v>0.36962299999999998</c:v>
                </c:pt>
                <c:pt idx="6443">
                  <c:v>0.25</c:v>
                </c:pt>
                <c:pt idx="6444">
                  <c:v>0.27452199999999999</c:v>
                </c:pt>
                <c:pt idx="6445">
                  <c:v>0.25</c:v>
                </c:pt>
                <c:pt idx="6446">
                  <c:v>0.25</c:v>
                </c:pt>
                <c:pt idx="6447">
                  <c:v>0.28731400000000001</c:v>
                </c:pt>
                <c:pt idx="6448">
                  <c:v>0.25</c:v>
                </c:pt>
                <c:pt idx="6449">
                  <c:v>0.25</c:v>
                </c:pt>
                <c:pt idx="6450">
                  <c:v>0.25</c:v>
                </c:pt>
                <c:pt idx="6451">
                  <c:v>0.25</c:v>
                </c:pt>
                <c:pt idx="6452">
                  <c:v>0.25</c:v>
                </c:pt>
                <c:pt idx="6453">
                  <c:v>0</c:v>
                </c:pt>
                <c:pt idx="6454">
                  <c:v>0</c:v>
                </c:pt>
                <c:pt idx="6455">
                  <c:v>0</c:v>
                </c:pt>
                <c:pt idx="6456">
                  <c:v>0</c:v>
                </c:pt>
                <c:pt idx="6457">
                  <c:v>0</c:v>
                </c:pt>
                <c:pt idx="6458">
                  <c:v>0</c:v>
                </c:pt>
                <c:pt idx="6459">
                  <c:v>0</c:v>
                </c:pt>
                <c:pt idx="6460">
                  <c:v>0</c:v>
                </c:pt>
                <c:pt idx="6461">
                  <c:v>0</c:v>
                </c:pt>
                <c:pt idx="6462">
                  <c:v>0</c:v>
                </c:pt>
                <c:pt idx="6463">
                  <c:v>0.25</c:v>
                </c:pt>
                <c:pt idx="6464">
                  <c:v>0.25</c:v>
                </c:pt>
                <c:pt idx="6465">
                  <c:v>0.25</c:v>
                </c:pt>
                <c:pt idx="6466">
                  <c:v>0.41543400000000003</c:v>
                </c:pt>
                <c:pt idx="6467">
                  <c:v>0.41899900000000001</c:v>
                </c:pt>
                <c:pt idx="6468">
                  <c:v>0.48248200000000002</c:v>
                </c:pt>
                <c:pt idx="6469">
                  <c:v>0.44635200000000003</c:v>
                </c:pt>
                <c:pt idx="6470">
                  <c:v>0.43446000000000001</c:v>
                </c:pt>
                <c:pt idx="6471">
                  <c:v>0.52887200000000001</c:v>
                </c:pt>
                <c:pt idx="6472">
                  <c:v>0.422178</c:v>
                </c:pt>
                <c:pt idx="6473">
                  <c:v>0.33324399999999998</c:v>
                </c:pt>
                <c:pt idx="6474">
                  <c:v>0.25</c:v>
                </c:pt>
                <c:pt idx="6475">
                  <c:v>0.25</c:v>
                </c:pt>
                <c:pt idx="6476">
                  <c:v>0.25</c:v>
                </c:pt>
                <c:pt idx="6477">
                  <c:v>0</c:v>
                </c:pt>
                <c:pt idx="6478">
                  <c:v>0</c:v>
                </c:pt>
                <c:pt idx="6479">
                  <c:v>0</c:v>
                </c:pt>
                <c:pt idx="6480">
                  <c:v>0</c:v>
                </c:pt>
                <c:pt idx="6481">
                  <c:v>0</c:v>
                </c:pt>
                <c:pt idx="6482">
                  <c:v>0</c:v>
                </c:pt>
                <c:pt idx="6483">
                  <c:v>0</c:v>
                </c:pt>
                <c:pt idx="6484">
                  <c:v>0</c:v>
                </c:pt>
                <c:pt idx="6485">
                  <c:v>0</c:v>
                </c:pt>
                <c:pt idx="6486">
                  <c:v>0</c:v>
                </c:pt>
                <c:pt idx="6487">
                  <c:v>0.25</c:v>
                </c:pt>
                <c:pt idx="6488">
                  <c:v>0.49482500000000001</c:v>
                </c:pt>
                <c:pt idx="6489">
                  <c:v>0.63785499999999995</c:v>
                </c:pt>
                <c:pt idx="6490">
                  <c:v>0.73075900000000005</c:v>
                </c:pt>
                <c:pt idx="6491">
                  <c:v>0.74743300000000001</c:v>
                </c:pt>
                <c:pt idx="6492">
                  <c:v>0.72583900000000001</c:v>
                </c:pt>
                <c:pt idx="6493">
                  <c:v>0.70400300000000005</c:v>
                </c:pt>
                <c:pt idx="6494">
                  <c:v>0.60925200000000002</c:v>
                </c:pt>
                <c:pt idx="6495">
                  <c:v>0.70947800000000005</c:v>
                </c:pt>
                <c:pt idx="6496">
                  <c:v>0.48851</c:v>
                </c:pt>
                <c:pt idx="6497">
                  <c:v>0.37014399999999997</c:v>
                </c:pt>
                <c:pt idx="6498">
                  <c:v>0.346831</c:v>
                </c:pt>
                <c:pt idx="6499">
                  <c:v>0.26917600000000003</c:v>
                </c:pt>
                <c:pt idx="6500">
                  <c:v>0.25</c:v>
                </c:pt>
                <c:pt idx="6501">
                  <c:v>0</c:v>
                </c:pt>
                <c:pt idx="6502">
                  <c:v>0</c:v>
                </c:pt>
                <c:pt idx="6503">
                  <c:v>0</c:v>
                </c:pt>
                <c:pt idx="6504">
                  <c:v>0</c:v>
                </c:pt>
                <c:pt idx="6505">
                  <c:v>0</c:v>
                </c:pt>
                <c:pt idx="6506">
                  <c:v>0</c:v>
                </c:pt>
                <c:pt idx="6507">
                  <c:v>0</c:v>
                </c:pt>
                <c:pt idx="6508">
                  <c:v>0</c:v>
                </c:pt>
                <c:pt idx="6509">
                  <c:v>0</c:v>
                </c:pt>
                <c:pt idx="6510">
                  <c:v>0</c:v>
                </c:pt>
                <c:pt idx="6511">
                  <c:v>0.25</c:v>
                </c:pt>
                <c:pt idx="6512">
                  <c:v>0.59976799999999997</c:v>
                </c:pt>
                <c:pt idx="6513">
                  <c:v>0.69433900000000004</c:v>
                </c:pt>
                <c:pt idx="6514">
                  <c:v>0.73456399999999999</c:v>
                </c:pt>
                <c:pt idx="6515">
                  <c:v>0.68396699999999999</c:v>
                </c:pt>
                <c:pt idx="6516">
                  <c:v>0.67813800000000002</c:v>
                </c:pt>
                <c:pt idx="6517">
                  <c:v>0.64938399999999996</c:v>
                </c:pt>
                <c:pt idx="6518">
                  <c:v>0.59671700000000005</c:v>
                </c:pt>
                <c:pt idx="6519">
                  <c:v>0.56936699999999996</c:v>
                </c:pt>
                <c:pt idx="6520">
                  <c:v>0.49760300000000002</c:v>
                </c:pt>
                <c:pt idx="6521">
                  <c:v>0.29871300000000001</c:v>
                </c:pt>
                <c:pt idx="6522">
                  <c:v>0.25</c:v>
                </c:pt>
                <c:pt idx="6523">
                  <c:v>0.25</c:v>
                </c:pt>
                <c:pt idx="6524">
                  <c:v>0.25</c:v>
                </c:pt>
                <c:pt idx="6525">
                  <c:v>0</c:v>
                </c:pt>
                <c:pt idx="6526">
                  <c:v>0</c:v>
                </c:pt>
                <c:pt idx="6527">
                  <c:v>0</c:v>
                </c:pt>
                <c:pt idx="6528">
                  <c:v>0</c:v>
                </c:pt>
                <c:pt idx="6529">
                  <c:v>0</c:v>
                </c:pt>
                <c:pt idx="6530">
                  <c:v>0</c:v>
                </c:pt>
                <c:pt idx="6531">
                  <c:v>0</c:v>
                </c:pt>
                <c:pt idx="6532">
                  <c:v>0</c:v>
                </c:pt>
                <c:pt idx="6533">
                  <c:v>0</c:v>
                </c:pt>
                <c:pt idx="6534">
                  <c:v>0</c:v>
                </c:pt>
                <c:pt idx="6535">
                  <c:v>0.25</c:v>
                </c:pt>
                <c:pt idx="6536">
                  <c:v>0.29659600000000003</c:v>
                </c:pt>
                <c:pt idx="6537">
                  <c:v>0.48586000000000001</c:v>
                </c:pt>
                <c:pt idx="6538">
                  <c:v>0.65425199999999994</c:v>
                </c:pt>
                <c:pt idx="6539">
                  <c:v>0.59383699999999995</c:v>
                </c:pt>
                <c:pt idx="6540">
                  <c:v>0.52041400000000004</c:v>
                </c:pt>
                <c:pt idx="6541">
                  <c:v>0.445438</c:v>
                </c:pt>
                <c:pt idx="6542">
                  <c:v>0.431033</c:v>
                </c:pt>
                <c:pt idx="6543">
                  <c:v>0.43490499999999999</c:v>
                </c:pt>
                <c:pt idx="6544">
                  <c:v>0.257795</c:v>
                </c:pt>
                <c:pt idx="6545">
                  <c:v>0.25</c:v>
                </c:pt>
                <c:pt idx="6546">
                  <c:v>0.25</c:v>
                </c:pt>
                <c:pt idx="6547">
                  <c:v>0.25</c:v>
                </c:pt>
                <c:pt idx="6548">
                  <c:v>0.25</c:v>
                </c:pt>
                <c:pt idx="6549">
                  <c:v>0</c:v>
                </c:pt>
                <c:pt idx="6550">
                  <c:v>0</c:v>
                </c:pt>
                <c:pt idx="6551">
                  <c:v>0</c:v>
                </c:pt>
                <c:pt idx="6552">
                  <c:v>0</c:v>
                </c:pt>
                <c:pt idx="6553">
                  <c:v>0</c:v>
                </c:pt>
                <c:pt idx="6554">
                  <c:v>0</c:v>
                </c:pt>
                <c:pt idx="6555">
                  <c:v>0</c:v>
                </c:pt>
                <c:pt idx="6556">
                  <c:v>0</c:v>
                </c:pt>
                <c:pt idx="6557">
                  <c:v>0</c:v>
                </c:pt>
                <c:pt idx="6558">
                  <c:v>0</c:v>
                </c:pt>
                <c:pt idx="6559">
                  <c:v>0.25</c:v>
                </c:pt>
                <c:pt idx="6560">
                  <c:v>0.370591</c:v>
                </c:pt>
                <c:pt idx="6561">
                  <c:v>0.565249</c:v>
                </c:pt>
                <c:pt idx="6562">
                  <c:v>0.80877500000000002</c:v>
                </c:pt>
                <c:pt idx="6563">
                  <c:v>0.78937199999999996</c:v>
                </c:pt>
                <c:pt idx="6564">
                  <c:v>0.82944799999999996</c:v>
                </c:pt>
                <c:pt idx="6565">
                  <c:v>0.65593699999999999</c:v>
                </c:pt>
                <c:pt idx="6566">
                  <c:v>0.63927299999999998</c:v>
                </c:pt>
                <c:pt idx="6567">
                  <c:v>0.58741699999999997</c:v>
                </c:pt>
                <c:pt idx="6568">
                  <c:v>0.43351600000000001</c:v>
                </c:pt>
                <c:pt idx="6569">
                  <c:v>0.27834799999999998</c:v>
                </c:pt>
                <c:pt idx="6570">
                  <c:v>0.25</c:v>
                </c:pt>
                <c:pt idx="6571">
                  <c:v>0.25</c:v>
                </c:pt>
                <c:pt idx="6572">
                  <c:v>0.25</c:v>
                </c:pt>
                <c:pt idx="6573">
                  <c:v>0</c:v>
                </c:pt>
                <c:pt idx="6574">
                  <c:v>0</c:v>
                </c:pt>
                <c:pt idx="6575">
                  <c:v>0</c:v>
                </c:pt>
                <c:pt idx="6576">
                  <c:v>0</c:v>
                </c:pt>
                <c:pt idx="6577">
                  <c:v>0</c:v>
                </c:pt>
                <c:pt idx="6578">
                  <c:v>0</c:v>
                </c:pt>
                <c:pt idx="6579">
                  <c:v>0</c:v>
                </c:pt>
                <c:pt idx="6580">
                  <c:v>0</c:v>
                </c:pt>
                <c:pt idx="6581">
                  <c:v>0</c:v>
                </c:pt>
                <c:pt idx="6582">
                  <c:v>0</c:v>
                </c:pt>
                <c:pt idx="6583">
                  <c:v>0.25</c:v>
                </c:pt>
                <c:pt idx="6584">
                  <c:v>0.46450799999999998</c:v>
                </c:pt>
                <c:pt idx="6585">
                  <c:v>0.434751</c:v>
                </c:pt>
                <c:pt idx="6586">
                  <c:v>0.710005</c:v>
                </c:pt>
                <c:pt idx="6587">
                  <c:v>0.67562199999999994</c:v>
                </c:pt>
                <c:pt idx="6588">
                  <c:v>0.709785</c:v>
                </c:pt>
                <c:pt idx="6589">
                  <c:v>0.66173800000000005</c:v>
                </c:pt>
                <c:pt idx="6590">
                  <c:v>0.67561400000000005</c:v>
                </c:pt>
                <c:pt idx="6591">
                  <c:v>0.65971599999999997</c:v>
                </c:pt>
                <c:pt idx="6592">
                  <c:v>0.63378000000000001</c:v>
                </c:pt>
                <c:pt idx="6593">
                  <c:v>0.35976999999999998</c:v>
                </c:pt>
                <c:pt idx="6594">
                  <c:v>0.28374899999999997</c:v>
                </c:pt>
                <c:pt idx="6595">
                  <c:v>0.287387</c:v>
                </c:pt>
                <c:pt idx="6596">
                  <c:v>0.25</c:v>
                </c:pt>
                <c:pt idx="6597">
                  <c:v>0</c:v>
                </c:pt>
                <c:pt idx="6598">
                  <c:v>0</c:v>
                </c:pt>
                <c:pt idx="6599">
                  <c:v>0</c:v>
                </c:pt>
                <c:pt idx="6600">
                  <c:v>0</c:v>
                </c:pt>
                <c:pt idx="6601">
                  <c:v>0</c:v>
                </c:pt>
                <c:pt idx="6602">
                  <c:v>0</c:v>
                </c:pt>
                <c:pt idx="6603">
                  <c:v>0</c:v>
                </c:pt>
                <c:pt idx="6604">
                  <c:v>0</c:v>
                </c:pt>
                <c:pt idx="6605">
                  <c:v>0</c:v>
                </c:pt>
                <c:pt idx="6606">
                  <c:v>0</c:v>
                </c:pt>
                <c:pt idx="6607">
                  <c:v>0.25</c:v>
                </c:pt>
                <c:pt idx="6608">
                  <c:v>0.49908799999999998</c:v>
                </c:pt>
                <c:pt idx="6609">
                  <c:v>0.67825199999999997</c:v>
                </c:pt>
                <c:pt idx="6610">
                  <c:v>0.80263200000000001</c:v>
                </c:pt>
                <c:pt idx="6611">
                  <c:v>0.73566200000000004</c:v>
                </c:pt>
                <c:pt idx="6612">
                  <c:v>0.755081</c:v>
                </c:pt>
                <c:pt idx="6613">
                  <c:v>0.75731899999999996</c:v>
                </c:pt>
                <c:pt idx="6614">
                  <c:v>0.71262199999999998</c:v>
                </c:pt>
                <c:pt idx="6615">
                  <c:v>0.74122399999999999</c:v>
                </c:pt>
                <c:pt idx="6616">
                  <c:v>0.60848800000000003</c:v>
                </c:pt>
                <c:pt idx="6617">
                  <c:v>0.44529999999999997</c:v>
                </c:pt>
                <c:pt idx="6618">
                  <c:v>0.38940200000000003</c:v>
                </c:pt>
                <c:pt idx="6619">
                  <c:v>0.31417899999999999</c:v>
                </c:pt>
                <c:pt idx="6620">
                  <c:v>0.25</c:v>
                </c:pt>
                <c:pt idx="6621">
                  <c:v>0</c:v>
                </c:pt>
                <c:pt idx="6622">
                  <c:v>0</c:v>
                </c:pt>
                <c:pt idx="6623">
                  <c:v>0</c:v>
                </c:pt>
                <c:pt idx="6624">
                  <c:v>0</c:v>
                </c:pt>
                <c:pt idx="6625">
                  <c:v>0</c:v>
                </c:pt>
                <c:pt idx="6626">
                  <c:v>0</c:v>
                </c:pt>
                <c:pt idx="6627">
                  <c:v>0</c:v>
                </c:pt>
                <c:pt idx="6628">
                  <c:v>0</c:v>
                </c:pt>
                <c:pt idx="6629">
                  <c:v>0</c:v>
                </c:pt>
                <c:pt idx="6630">
                  <c:v>0</c:v>
                </c:pt>
                <c:pt idx="6631">
                  <c:v>0.25</c:v>
                </c:pt>
                <c:pt idx="6632">
                  <c:v>0.25</c:v>
                </c:pt>
                <c:pt idx="6633">
                  <c:v>0.28138999999999997</c:v>
                </c:pt>
                <c:pt idx="6634">
                  <c:v>0.420713</c:v>
                </c:pt>
                <c:pt idx="6635">
                  <c:v>0.38244899999999998</c:v>
                </c:pt>
                <c:pt idx="6636">
                  <c:v>0.49401499999999998</c:v>
                </c:pt>
                <c:pt idx="6637">
                  <c:v>0.29475899999999999</c:v>
                </c:pt>
                <c:pt idx="6638">
                  <c:v>0.27843400000000001</c:v>
                </c:pt>
                <c:pt idx="6639">
                  <c:v>0.29318</c:v>
                </c:pt>
                <c:pt idx="6640">
                  <c:v>0.25</c:v>
                </c:pt>
                <c:pt idx="6641">
                  <c:v>0.25</c:v>
                </c:pt>
                <c:pt idx="6642">
                  <c:v>0.25</c:v>
                </c:pt>
                <c:pt idx="6643">
                  <c:v>0.25</c:v>
                </c:pt>
                <c:pt idx="6644">
                  <c:v>0.25</c:v>
                </c:pt>
                <c:pt idx="6645">
                  <c:v>0</c:v>
                </c:pt>
                <c:pt idx="6646">
                  <c:v>0</c:v>
                </c:pt>
                <c:pt idx="6647">
                  <c:v>0</c:v>
                </c:pt>
                <c:pt idx="6648">
                  <c:v>0</c:v>
                </c:pt>
                <c:pt idx="6649">
                  <c:v>0</c:v>
                </c:pt>
                <c:pt idx="6650">
                  <c:v>0</c:v>
                </c:pt>
                <c:pt idx="6651">
                  <c:v>0</c:v>
                </c:pt>
                <c:pt idx="6652">
                  <c:v>0</c:v>
                </c:pt>
                <c:pt idx="6653">
                  <c:v>0</c:v>
                </c:pt>
                <c:pt idx="6654">
                  <c:v>0</c:v>
                </c:pt>
                <c:pt idx="6655">
                  <c:v>0.25</c:v>
                </c:pt>
                <c:pt idx="6656">
                  <c:v>0.373394</c:v>
                </c:pt>
                <c:pt idx="6657">
                  <c:v>0.50549599999999995</c:v>
                </c:pt>
                <c:pt idx="6658">
                  <c:v>0.60270800000000002</c:v>
                </c:pt>
                <c:pt idx="6659">
                  <c:v>0.663794</c:v>
                </c:pt>
                <c:pt idx="6660">
                  <c:v>0.64312199999999997</c:v>
                </c:pt>
                <c:pt idx="6661">
                  <c:v>0.50912500000000005</c:v>
                </c:pt>
                <c:pt idx="6662">
                  <c:v>0.44951099999999999</c:v>
                </c:pt>
                <c:pt idx="6663">
                  <c:v>0.37993700000000002</c:v>
                </c:pt>
                <c:pt idx="6664">
                  <c:v>0.25</c:v>
                </c:pt>
                <c:pt idx="6665">
                  <c:v>0.25</c:v>
                </c:pt>
                <c:pt idx="6666">
                  <c:v>0.25</c:v>
                </c:pt>
                <c:pt idx="6667">
                  <c:v>0.25</c:v>
                </c:pt>
                <c:pt idx="6668">
                  <c:v>0.25</c:v>
                </c:pt>
                <c:pt idx="6669">
                  <c:v>0</c:v>
                </c:pt>
                <c:pt idx="6670">
                  <c:v>0</c:v>
                </c:pt>
                <c:pt idx="6671">
                  <c:v>0</c:v>
                </c:pt>
                <c:pt idx="6672">
                  <c:v>0</c:v>
                </c:pt>
                <c:pt idx="6673">
                  <c:v>0</c:v>
                </c:pt>
                <c:pt idx="6674">
                  <c:v>0</c:v>
                </c:pt>
                <c:pt idx="6675">
                  <c:v>0</c:v>
                </c:pt>
                <c:pt idx="6676">
                  <c:v>0</c:v>
                </c:pt>
                <c:pt idx="6677">
                  <c:v>0</c:v>
                </c:pt>
                <c:pt idx="6678">
                  <c:v>0</c:v>
                </c:pt>
                <c:pt idx="6679">
                  <c:v>0.25</c:v>
                </c:pt>
                <c:pt idx="6680">
                  <c:v>0.25</c:v>
                </c:pt>
                <c:pt idx="6681">
                  <c:v>0.25</c:v>
                </c:pt>
                <c:pt idx="6682">
                  <c:v>0.25221900000000003</c:v>
                </c:pt>
                <c:pt idx="6683">
                  <c:v>0.385884</c:v>
                </c:pt>
                <c:pt idx="6684">
                  <c:v>0.37171399999999999</c:v>
                </c:pt>
                <c:pt idx="6685">
                  <c:v>0.25</c:v>
                </c:pt>
                <c:pt idx="6686">
                  <c:v>0.25</c:v>
                </c:pt>
                <c:pt idx="6687">
                  <c:v>0.30085499999999998</c:v>
                </c:pt>
                <c:pt idx="6688">
                  <c:v>0.25</c:v>
                </c:pt>
                <c:pt idx="6689">
                  <c:v>0.25</c:v>
                </c:pt>
                <c:pt idx="6690">
                  <c:v>0.25</c:v>
                </c:pt>
                <c:pt idx="6691">
                  <c:v>0.25</c:v>
                </c:pt>
                <c:pt idx="6692">
                  <c:v>0.25</c:v>
                </c:pt>
                <c:pt idx="6693">
                  <c:v>0</c:v>
                </c:pt>
                <c:pt idx="6694">
                  <c:v>0</c:v>
                </c:pt>
                <c:pt idx="6695">
                  <c:v>0</c:v>
                </c:pt>
                <c:pt idx="6696">
                  <c:v>0</c:v>
                </c:pt>
                <c:pt idx="6697">
                  <c:v>0</c:v>
                </c:pt>
                <c:pt idx="6698">
                  <c:v>0</c:v>
                </c:pt>
                <c:pt idx="6699">
                  <c:v>0</c:v>
                </c:pt>
                <c:pt idx="6700">
                  <c:v>0</c:v>
                </c:pt>
                <c:pt idx="6701">
                  <c:v>0</c:v>
                </c:pt>
                <c:pt idx="6702">
                  <c:v>0</c:v>
                </c:pt>
                <c:pt idx="6703">
                  <c:v>0.25</c:v>
                </c:pt>
                <c:pt idx="6704">
                  <c:v>0.27741199999999999</c:v>
                </c:pt>
                <c:pt idx="6705">
                  <c:v>0.30925599999999998</c:v>
                </c:pt>
                <c:pt idx="6706">
                  <c:v>0.55732999999999999</c:v>
                </c:pt>
                <c:pt idx="6707">
                  <c:v>0.50055899999999998</c:v>
                </c:pt>
                <c:pt idx="6708">
                  <c:v>0.56323199999999995</c:v>
                </c:pt>
                <c:pt idx="6709">
                  <c:v>0.43030800000000002</c:v>
                </c:pt>
                <c:pt idx="6710">
                  <c:v>0.446714</c:v>
                </c:pt>
                <c:pt idx="6711">
                  <c:v>0.38895000000000002</c:v>
                </c:pt>
                <c:pt idx="6712">
                  <c:v>0.30450100000000002</c:v>
                </c:pt>
                <c:pt idx="6713">
                  <c:v>0.25</c:v>
                </c:pt>
                <c:pt idx="6714">
                  <c:v>0.25</c:v>
                </c:pt>
                <c:pt idx="6715">
                  <c:v>0.25</c:v>
                </c:pt>
                <c:pt idx="6716">
                  <c:v>0.25</c:v>
                </c:pt>
                <c:pt idx="6717">
                  <c:v>0</c:v>
                </c:pt>
                <c:pt idx="6718">
                  <c:v>0</c:v>
                </c:pt>
                <c:pt idx="6719">
                  <c:v>0</c:v>
                </c:pt>
                <c:pt idx="6720">
                  <c:v>0</c:v>
                </c:pt>
                <c:pt idx="6721">
                  <c:v>0</c:v>
                </c:pt>
                <c:pt idx="6722">
                  <c:v>0</c:v>
                </c:pt>
                <c:pt idx="6723">
                  <c:v>0</c:v>
                </c:pt>
                <c:pt idx="6724">
                  <c:v>0</c:v>
                </c:pt>
                <c:pt idx="6725">
                  <c:v>0</c:v>
                </c:pt>
                <c:pt idx="6726">
                  <c:v>0</c:v>
                </c:pt>
                <c:pt idx="6727">
                  <c:v>0.25</c:v>
                </c:pt>
                <c:pt idx="6728">
                  <c:v>0.32933299999999999</c:v>
                </c:pt>
                <c:pt idx="6729">
                  <c:v>0.48059600000000002</c:v>
                </c:pt>
                <c:pt idx="6730">
                  <c:v>0.65092399999999995</c:v>
                </c:pt>
                <c:pt idx="6731">
                  <c:v>0.56852800000000003</c:v>
                </c:pt>
                <c:pt idx="6732">
                  <c:v>0.62592700000000001</c:v>
                </c:pt>
                <c:pt idx="6733">
                  <c:v>0.52015800000000001</c:v>
                </c:pt>
                <c:pt idx="6734">
                  <c:v>0.48772300000000002</c:v>
                </c:pt>
                <c:pt idx="6735">
                  <c:v>0.45428000000000002</c:v>
                </c:pt>
                <c:pt idx="6736">
                  <c:v>0.30486200000000002</c:v>
                </c:pt>
                <c:pt idx="6737">
                  <c:v>0.25</c:v>
                </c:pt>
                <c:pt idx="6738">
                  <c:v>0.25</c:v>
                </c:pt>
                <c:pt idx="6739">
                  <c:v>0.25</c:v>
                </c:pt>
                <c:pt idx="6740">
                  <c:v>0.25</c:v>
                </c:pt>
                <c:pt idx="6741">
                  <c:v>0</c:v>
                </c:pt>
                <c:pt idx="6742">
                  <c:v>0</c:v>
                </c:pt>
                <c:pt idx="6743">
                  <c:v>0</c:v>
                </c:pt>
                <c:pt idx="6744">
                  <c:v>0</c:v>
                </c:pt>
                <c:pt idx="6745">
                  <c:v>0</c:v>
                </c:pt>
                <c:pt idx="6746">
                  <c:v>0</c:v>
                </c:pt>
                <c:pt idx="6747">
                  <c:v>0</c:v>
                </c:pt>
                <c:pt idx="6748">
                  <c:v>0</c:v>
                </c:pt>
                <c:pt idx="6749">
                  <c:v>0</c:v>
                </c:pt>
                <c:pt idx="6750">
                  <c:v>0</c:v>
                </c:pt>
                <c:pt idx="6751">
                  <c:v>0.25</c:v>
                </c:pt>
                <c:pt idx="6752">
                  <c:v>0.418686</c:v>
                </c:pt>
                <c:pt idx="6753">
                  <c:v>0.47979300000000003</c:v>
                </c:pt>
                <c:pt idx="6754">
                  <c:v>0.65524300000000002</c:v>
                </c:pt>
                <c:pt idx="6755">
                  <c:v>0.69301699999999999</c:v>
                </c:pt>
                <c:pt idx="6756">
                  <c:v>0.63091299999999995</c:v>
                </c:pt>
                <c:pt idx="6757">
                  <c:v>0.57195099999999999</c:v>
                </c:pt>
                <c:pt idx="6758">
                  <c:v>0.44224000000000002</c:v>
                </c:pt>
                <c:pt idx="6759">
                  <c:v>0.49120000000000003</c:v>
                </c:pt>
                <c:pt idx="6760">
                  <c:v>0.37322100000000002</c:v>
                </c:pt>
                <c:pt idx="6761">
                  <c:v>0.25</c:v>
                </c:pt>
                <c:pt idx="6762">
                  <c:v>0.25</c:v>
                </c:pt>
                <c:pt idx="6763">
                  <c:v>0.25</c:v>
                </c:pt>
                <c:pt idx="6764">
                  <c:v>0.25</c:v>
                </c:pt>
                <c:pt idx="6765">
                  <c:v>0</c:v>
                </c:pt>
                <c:pt idx="6766">
                  <c:v>0</c:v>
                </c:pt>
                <c:pt idx="6767">
                  <c:v>0</c:v>
                </c:pt>
                <c:pt idx="6768">
                  <c:v>0</c:v>
                </c:pt>
                <c:pt idx="6769">
                  <c:v>0</c:v>
                </c:pt>
                <c:pt idx="6770">
                  <c:v>0</c:v>
                </c:pt>
                <c:pt idx="6771">
                  <c:v>0</c:v>
                </c:pt>
                <c:pt idx="6772">
                  <c:v>0</c:v>
                </c:pt>
                <c:pt idx="6773">
                  <c:v>0</c:v>
                </c:pt>
                <c:pt idx="6774">
                  <c:v>0</c:v>
                </c:pt>
                <c:pt idx="6775">
                  <c:v>0.25</c:v>
                </c:pt>
                <c:pt idx="6776">
                  <c:v>0.25</c:v>
                </c:pt>
                <c:pt idx="6777">
                  <c:v>0.46287099999999998</c:v>
                </c:pt>
                <c:pt idx="6778">
                  <c:v>0.51644100000000004</c:v>
                </c:pt>
                <c:pt idx="6779">
                  <c:v>0.57441200000000003</c:v>
                </c:pt>
                <c:pt idx="6780">
                  <c:v>0.61653400000000003</c:v>
                </c:pt>
                <c:pt idx="6781">
                  <c:v>0.471022</c:v>
                </c:pt>
                <c:pt idx="6782">
                  <c:v>0.45686900000000003</c:v>
                </c:pt>
                <c:pt idx="6783">
                  <c:v>0.43107299999999998</c:v>
                </c:pt>
                <c:pt idx="6784">
                  <c:v>0.26510499999999998</c:v>
                </c:pt>
                <c:pt idx="6785">
                  <c:v>0.25</c:v>
                </c:pt>
                <c:pt idx="6786">
                  <c:v>0.25</c:v>
                </c:pt>
                <c:pt idx="6787">
                  <c:v>0.25</c:v>
                </c:pt>
                <c:pt idx="6788">
                  <c:v>0.25</c:v>
                </c:pt>
                <c:pt idx="6789">
                  <c:v>0</c:v>
                </c:pt>
                <c:pt idx="6790">
                  <c:v>0</c:v>
                </c:pt>
                <c:pt idx="6791">
                  <c:v>0</c:v>
                </c:pt>
                <c:pt idx="6792">
                  <c:v>0</c:v>
                </c:pt>
                <c:pt idx="6793">
                  <c:v>0</c:v>
                </c:pt>
                <c:pt idx="6794">
                  <c:v>0</c:v>
                </c:pt>
                <c:pt idx="6795">
                  <c:v>0</c:v>
                </c:pt>
                <c:pt idx="6796">
                  <c:v>0</c:v>
                </c:pt>
                <c:pt idx="6797">
                  <c:v>0</c:v>
                </c:pt>
                <c:pt idx="6798">
                  <c:v>0</c:v>
                </c:pt>
                <c:pt idx="6799">
                  <c:v>0.25</c:v>
                </c:pt>
                <c:pt idx="6800">
                  <c:v>0.25</c:v>
                </c:pt>
                <c:pt idx="6801">
                  <c:v>0.26511699999999999</c:v>
                </c:pt>
                <c:pt idx="6802">
                  <c:v>0.399227</c:v>
                </c:pt>
                <c:pt idx="6803">
                  <c:v>0.43782799999999999</c:v>
                </c:pt>
                <c:pt idx="6804">
                  <c:v>0.45124999999999998</c:v>
                </c:pt>
                <c:pt idx="6805">
                  <c:v>0.29419000000000001</c:v>
                </c:pt>
                <c:pt idx="6806">
                  <c:v>0.27595199999999998</c:v>
                </c:pt>
                <c:pt idx="6807">
                  <c:v>0.27080300000000002</c:v>
                </c:pt>
                <c:pt idx="6808">
                  <c:v>0.25</c:v>
                </c:pt>
                <c:pt idx="6809">
                  <c:v>0.25</c:v>
                </c:pt>
                <c:pt idx="6810">
                  <c:v>0.25</c:v>
                </c:pt>
                <c:pt idx="6811">
                  <c:v>0.25</c:v>
                </c:pt>
                <c:pt idx="6812">
                  <c:v>0.25</c:v>
                </c:pt>
                <c:pt idx="6813">
                  <c:v>0</c:v>
                </c:pt>
                <c:pt idx="6814">
                  <c:v>0</c:v>
                </c:pt>
                <c:pt idx="6815">
                  <c:v>0</c:v>
                </c:pt>
                <c:pt idx="6816">
                  <c:v>0</c:v>
                </c:pt>
                <c:pt idx="6817">
                  <c:v>0</c:v>
                </c:pt>
                <c:pt idx="6818">
                  <c:v>0</c:v>
                </c:pt>
                <c:pt idx="6819">
                  <c:v>0</c:v>
                </c:pt>
                <c:pt idx="6820">
                  <c:v>0</c:v>
                </c:pt>
                <c:pt idx="6821">
                  <c:v>0</c:v>
                </c:pt>
                <c:pt idx="6822">
                  <c:v>0</c:v>
                </c:pt>
                <c:pt idx="6823">
                  <c:v>0.25</c:v>
                </c:pt>
                <c:pt idx="6824">
                  <c:v>0.25</c:v>
                </c:pt>
                <c:pt idx="6825">
                  <c:v>0.27346599999999999</c:v>
                </c:pt>
                <c:pt idx="6826">
                  <c:v>0.45904400000000001</c:v>
                </c:pt>
                <c:pt idx="6827">
                  <c:v>0.43235200000000001</c:v>
                </c:pt>
                <c:pt idx="6828">
                  <c:v>0.44831500000000002</c:v>
                </c:pt>
                <c:pt idx="6829">
                  <c:v>0.34264499999999998</c:v>
                </c:pt>
                <c:pt idx="6830">
                  <c:v>0.36923099999999998</c:v>
                </c:pt>
                <c:pt idx="6831">
                  <c:v>0.319776</c:v>
                </c:pt>
                <c:pt idx="6832">
                  <c:v>0.27921800000000002</c:v>
                </c:pt>
                <c:pt idx="6833">
                  <c:v>0.25</c:v>
                </c:pt>
                <c:pt idx="6834">
                  <c:v>0.25</c:v>
                </c:pt>
                <c:pt idx="6835">
                  <c:v>0.25</c:v>
                </c:pt>
                <c:pt idx="6836">
                  <c:v>0.25</c:v>
                </c:pt>
                <c:pt idx="6837">
                  <c:v>0</c:v>
                </c:pt>
                <c:pt idx="6838">
                  <c:v>0</c:v>
                </c:pt>
                <c:pt idx="6839">
                  <c:v>0</c:v>
                </c:pt>
                <c:pt idx="6840">
                  <c:v>0</c:v>
                </c:pt>
                <c:pt idx="6841">
                  <c:v>0</c:v>
                </c:pt>
                <c:pt idx="6842">
                  <c:v>0</c:v>
                </c:pt>
                <c:pt idx="6843">
                  <c:v>0</c:v>
                </c:pt>
                <c:pt idx="6844">
                  <c:v>0</c:v>
                </c:pt>
                <c:pt idx="6845">
                  <c:v>0</c:v>
                </c:pt>
                <c:pt idx="6846">
                  <c:v>0</c:v>
                </c:pt>
                <c:pt idx="6847">
                  <c:v>0.25</c:v>
                </c:pt>
                <c:pt idx="6848">
                  <c:v>0.25</c:v>
                </c:pt>
                <c:pt idx="6849">
                  <c:v>0.31947700000000001</c:v>
                </c:pt>
                <c:pt idx="6850">
                  <c:v>0.45441199999999998</c:v>
                </c:pt>
                <c:pt idx="6851">
                  <c:v>0.45521299999999998</c:v>
                </c:pt>
                <c:pt idx="6852">
                  <c:v>0.51287400000000005</c:v>
                </c:pt>
                <c:pt idx="6853">
                  <c:v>0.36510100000000001</c:v>
                </c:pt>
                <c:pt idx="6854">
                  <c:v>0.323042</c:v>
                </c:pt>
                <c:pt idx="6855">
                  <c:v>0.34353</c:v>
                </c:pt>
                <c:pt idx="6856">
                  <c:v>0.27946900000000002</c:v>
                </c:pt>
                <c:pt idx="6857">
                  <c:v>0.25</c:v>
                </c:pt>
                <c:pt idx="6858">
                  <c:v>0.25</c:v>
                </c:pt>
                <c:pt idx="6859">
                  <c:v>0.25</c:v>
                </c:pt>
                <c:pt idx="6860">
                  <c:v>0.25</c:v>
                </c:pt>
                <c:pt idx="6861">
                  <c:v>0</c:v>
                </c:pt>
                <c:pt idx="6862">
                  <c:v>0</c:v>
                </c:pt>
                <c:pt idx="6863">
                  <c:v>0</c:v>
                </c:pt>
                <c:pt idx="6864">
                  <c:v>0</c:v>
                </c:pt>
                <c:pt idx="6865">
                  <c:v>0</c:v>
                </c:pt>
                <c:pt idx="6866">
                  <c:v>0</c:v>
                </c:pt>
                <c:pt idx="6867">
                  <c:v>0</c:v>
                </c:pt>
                <c:pt idx="6868">
                  <c:v>0</c:v>
                </c:pt>
                <c:pt idx="6869">
                  <c:v>0</c:v>
                </c:pt>
                <c:pt idx="6870">
                  <c:v>0</c:v>
                </c:pt>
                <c:pt idx="6871">
                  <c:v>0.25</c:v>
                </c:pt>
                <c:pt idx="6872">
                  <c:v>0.25</c:v>
                </c:pt>
                <c:pt idx="6873">
                  <c:v>0.355624</c:v>
                </c:pt>
                <c:pt idx="6874">
                  <c:v>0.44325999999999999</c:v>
                </c:pt>
                <c:pt idx="6875">
                  <c:v>0.46010699999999999</c:v>
                </c:pt>
                <c:pt idx="6876">
                  <c:v>0.45174399999999998</c:v>
                </c:pt>
                <c:pt idx="6877">
                  <c:v>0.30762499999999998</c:v>
                </c:pt>
                <c:pt idx="6878">
                  <c:v>0.31175999999999998</c:v>
                </c:pt>
                <c:pt idx="6879">
                  <c:v>0.283443</c:v>
                </c:pt>
                <c:pt idx="6880">
                  <c:v>0.25</c:v>
                </c:pt>
                <c:pt idx="6881">
                  <c:v>0.25</c:v>
                </c:pt>
                <c:pt idx="6882">
                  <c:v>0.25</c:v>
                </c:pt>
                <c:pt idx="6883">
                  <c:v>0.25</c:v>
                </c:pt>
                <c:pt idx="6884">
                  <c:v>0.25</c:v>
                </c:pt>
                <c:pt idx="6885">
                  <c:v>0</c:v>
                </c:pt>
                <c:pt idx="6886">
                  <c:v>0</c:v>
                </c:pt>
                <c:pt idx="6887">
                  <c:v>0</c:v>
                </c:pt>
                <c:pt idx="6888">
                  <c:v>0</c:v>
                </c:pt>
                <c:pt idx="6889">
                  <c:v>0</c:v>
                </c:pt>
                <c:pt idx="6890">
                  <c:v>0</c:v>
                </c:pt>
                <c:pt idx="6891">
                  <c:v>0</c:v>
                </c:pt>
                <c:pt idx="6892">
                  <c:v>0</c:v>
                </c:pt>
                <c:pt idx="6893">
                  <c:v>0</c:v>
                </c:pt>
                <c:pt idx="6894">
                  <c:v>0</c:v>
                </c:pt>
                <c:pt idx="6895">
                  <c:v>0.25</c:v>
                </c:pt>
                <c:pt idx="6896">
                  <c:v>0.25</c:v>
                </c:pt>
                <c:pt idx="6897">
                  <c:v>0.25</c:v>
                </c:pt>
                <c:pt idx="6898">
                  <c:v>0.41509800000000002</c:v>
                </c:pt>
                <c:pt idx="6899">
                  <c:v>0.38067099999999998</c:v>
                </c:pt>
                <c:pt idx="6900">
                  <c:v>0.421931</c:v>
                </c:pt>
                <c:pt idx="6901">
                  <c:v>0.25111</c:v>
                </c:pt>
                <c:pt idx="6902">
                  <c:v>0.25</c:v>
                </c:pt>
                <c:pt idx="6903">
                  <c:v>0.25</c:v>
                </c:pt>
                <c:pt idx="6904">
                  <c:v>0.25</c:v>
                </c:pt>
                <c:pt idx="6905">
                  <c:v>0.25</c:v>
                </c:pt>
                <c:pt idx="6906">
                  <c:v>0.25</c:v>
                </c:pt>
                <c:pt idx="6907">
                  <c:v>0.25</c:v>
                </c:pt>
                <c:pt idx="6908">
                  <c:v>0.25</c:v>
                </c:pt>
                <c:pt idx="6909">
                  <c:v>0</c:v>
                </c:pt>
                <c:pt idx="6910">
                  <c:v>0</c:v>
                </c:pt>
                <c:pt idx="6911">
                  <c:v>0</c:v>
                </c:pt>
                <c:pt idx="6912">
                  <c:v>0</c:v>
                </c:pt>
                <c:pt idx="6913">
                  <c:v>0</c:v>
                </c:pt>
                <c:pt idx="6914">
                  <c:v>0</c:v>
                </c:pt>
                <c:pt idx="6915">
                  <c:v>0</c:v>
                </c:pt>
                <c:pt idx="6916">
                  <c:v>0</c:v>
                </c:pt>
                <c:pt idx="6917">
                  <c:v>0</c:v>
                </c:pt>
                <c:pt idx="6918">
                  <c:v>0</c:v>
                </c:pt>
                <c:pt idx="6919">
                  <c:v>0.25</c:v>
                </c:pt>
                <c:pt idx="6920">
                  <c:v>0.25</c:v>
                </c:pt>
                <c:pt idx="6921">
                  <c:v>0.25</c:v>
                </c:pt>
                <c:pt idx="6922">
                  <c:v>0.31761699999999998</c:v>
                </c:pt>
                <c:pt idx="6923">
                  <c:v>0.26519100000000001</c:v>
                </c:pt>
                <c:pt idx="6924">
                  <c:v>0.35109600000000002</c:v>
                </c:pt>
                <c:pt idx="6925">
                  <c:v>0.25</c:v>
                </c:pt>
                <c:pt idx="6926">
                  <c:v>0.25</c:v>
                </c:pt>
                <c:pt idx="6927">
                  <c:v>0.25</c:v>
                </c:pt>
                <c:pt idx="6928">
                  <c:v>0.25</c:v>
                </c:pt>
                <c:pt idx="6929">
                  <c:v>0.25</c:v>
                </c:pt>
                <c:pt idx="6930">
                  <c:v>0.25</c:v>
                </c:pt>
                <c:pt idx="6931">
                  <c:v>0.25</c:v>
                </c:pt>
                <c:pt idx="6932">
                  <c:v>0.25</c:v>
                </c:pt>
                <c:pt idx="6933">
                  <c:v>0</c:v>
                </c:pt>
                <c:pt idx="6934">
                  <c:v>0</c:v>
                </c:pt>
                <c:pt idx="6935">
                  <c:v>0</c:v>
                </c:pt>
                <c:pt idx="6936">
                  <c:v>0</c:v>
                </c:pt>
                <c:pt idx="6937">
                  <c:v>0</c:v>
                </c:pt>
                <c:pt idx="6938">
                  <c:v>0</c:v>
                </c:pt>
                <c:pt idx="6939">
                  <c:v>0</c:v>
                </c:pt>
                <c:pt idx="6940">
                  <c:v>0</c:v>
                </c:pt>
                <c:pt idx="6941">
                  <c:v>0</c:v>
                </c:pt>
                <c:pt idx="6942">
                  <c:v>0</c:v>
                </c:pt>
                <c:pt idx="6943">
                  <c:v>0.25</c:v>
                </c:pt>
                <c:pt idx="6944">
                  <c:v>0.25</c:v>
                </c:pt>
                <c:pt idx="6945">
                  <c:v>0.25</c:v>
                </c:pt>
                <c:pt idx="6946">
                  <c:v>0.25</c:v>
                </c:pt>
                <c:pt idx="6947">
                  <c:v>0.27837699999999999</c:v>
                </c:pt>
                <c:pt idx="6948">
                  <c:v>0.26527299999999998</c:v>
                </c:pt>
                <c:pt idx="6949">
                  <c:v>0.25</c:v>
                </c:pt>
                <c:pt idx="6950">
                  <c:v>0.25</c:v>
                </c:pt>
                <c:pt idx="6951">
                  <c:v>0.25</c:v>
                </c:pt>
                <c:pt idx="6952">
                  <c:v>0.25</c:v>
                </c:pt>
                <c:pt idx="6953">
                  <c:v>0.25</c:v>
                </c:pt>
                <c:pt idx="6954">
                  <c:v>0.25</c:v>
                </c:pt>
                <c:pt idx="6955">
                  <c:v>0.25</c:v>
                </c:pt>
                <c:pt idx="6956">
                  <c:v>0.25</c:v>
                </c:pt>
                <c:pt idx="6957">
                  <c:v>0</c:v>
                </c:pt>
                <c:pt idx="6958">
                  <c:v>0</c:v>
                </c:pt>
                <c:pt idx="6959">
                  <c:v>0</c:v>
                </c:pt>
                <c:pt idx="6960">
                  <c:v>0</c:v>
                </c:pt>
                <c:pt idx="6961">
                  <c:v>0</c:v>
                </c:pt>
                <c:pt idx="6962">
                  <c:v>0</c:v>
                </c:pt>
                <c:pt idx="6963">
                  <c:v>0</c:v>
                </c:pt>
                <c:pt idx="6964">
                  <c:v>0</c:v>
                </c:pt>
                <c:pt idx="6965">
                  <c:v>0</c:v>
                </c:pt>
                <c:pt idx="6966">
                  <c:v>0</c:v>
                </c:pt>
                <c:pt idx="6967">
                  <c:v>0.25</c:v>
                </c:pt>
                <c:pt idx="6968">
                  <c:v>0.25</c:v>
                </c:pt>
                <c:pt idx="6969">
                  <c:v>0.25</c:v>
                </c:pt>
                <c:pt idx="6970">
                  <c:v>0.25</c:v>
                </c:pt>
                <c:pt idx="6971">
                  <c:v>0.25</c:v>
                </c:pt>
                <c:pt idx="6972">
                  <c:v>0.25</c:v>
                </c:pt>
                <c:pt idx="6973">
                  <c:v>0.25</c:v>
                </c:pt>
                <c:pt idx="6974">
                  <c:v>0.25</c:v>
                </c:pt>
                <c:pt idx="6975">
                  <c:v>0.25</c:v>
                </c:pt>
                <c:pt idx="6976">
                  <c:v>0.25</c:v>
                </c:pt>
                <c:pt idx="6977">
                  <c:v>0.25</c:v>
                </c:pt>
                <c:pt idx="6978">
                  <c:v>0.25</c:v>
                </c:pt>
                <c:pt idx="6979">
                  <c:v>0.25</c:v>
                </c:pt>
                <c:pt idx="6980">
                  <c:v>0.25</c:v>
                </c:pt>
                <c:pt idx="6981">
                  <c:v>0</c:v>
                </c:pt>
                <c:pt idx="6982">
                  <c:v>0</c:v>
                </c:pt>
                <c:pt idx="6983">
                  <c:v>0</c:v>
                </c:pt>
                <c:pt idx="6984">
                  <c:v>0</c:v>
                </c:pt>
                <c:pt idx="6985">
                  <c:v>0</c:v>
                </c:pt>
                <c:pt idx="6986">
                  <c:v>0</c:v>
                </c:pt>
                <c:pt idx="6987">
                  <c:v>0</c:v>
                </c:pt>
                <c:pt idx="6988">
                  <c:v>0</c:v>
                </c:pt>
                <c:pt idx="6989">
                  <c:v>0</c:v>
                </c:pt>
                <c:pt idx="6990">
                  <c:v>0</c:v>
                </c:pt>
                <c:pt idx="6991">
                  <c:v>0.25</c:v>
                </c:pt>
                <c:pt idx="6992">
                  <c:v>0.25</c:v>
                </c:pt>
                <c:pt idx="6993">
                  <c:v>0.25</c:v>
                </c:pt>
                <c:pt idx="6994">
                  <c:v>0.25</c:v>
                </c:pt>
                <c:pt idx="6995">
                  <c:v>0.337897</c:v>
                </c:pt>
                <c:pt idx="6996">
                  <c:v>0.37376599999999999</c:v>
                </c:pt>
                <c:pt idx="6997">
                  <c:v>0.25</c:v>
                </c:pt>
                <c:pt idx="6998">
                  <c:v>0.25</c:v>
                </c:pt>
                <c:pt idx="6999">
                  <c:v>0.25</c:v>
                </c:pt>
                <c:pt idx="7000">
                  <c:v>0.25</c:v>
                </c:pt>
                <c:pt idx="7001">
                  <c:v>0.25</c:v>
                </c:pt>
                <c:pt idx="7002">
                  <c:v>0.25</c:v>
                </c:pt>
                <c:pt idx="7003">
                  <c:v>0.25</c:v>
                </c:pt>
                <c:pt idx="7004">
                  <c:v>0.25</c:v>
                </c:pt>
                <c:pt idx="7005">
                  <c:v>0</c:v>
                </c:pt>
                <c:pt idx="7006">
                  <c:v>0</c:v>
                </c:pt>
                <c:pt idx="7007">
                  <c:v>0</c:v>
                </c:pt>
                <c:pt idx="7008">
                  <c:v>0</c:v>
                </c:pt>
                <c:pt idx="7009">
                  <c:v>0</c:v>
                </c:pt>
                <c:pt idx="7010">
                  <c:v>0</c:v>
                </c:pt>
                <c:pt idx="7011">
                  <c:v>0</c:v>
                </c:pt>
                <c:pt idx="7012">
                  <c:v>0</c:v>
                </c:pt>
                <c:pt idx="7013">
                  <c:v>0</c:v>
                </c:pt>
                <c:pt idx="7014">
                  <c:v>0</c:v>
                </c:pt>
                <c:pt idx="7015">
                  <c:v>0.25</c:v>
                </c:pt>
                <c:pt idx="7016">
                  <c:v>0.42027300000000001</c:v>
                </c:pt>
                <c:pt idx="7017">
                  <c:v>0.56579000000000002</c:v>
                </c:pt>
                <c:pt idx="7018">
                  <c:v>0.86576299999999995</c:v>
                </c:pt>
                <c:pt idx="7019">
                  <c:v>0.60729999999999995</c:v>
                </c:pt>
                <c:pt idx="7020">
                  <c:v>0.68911800000000001</c:v>
                </c:pt>
                <c:pt idx="7021">
                  <c:v>0.58118000000000003</c:v>
                </c:pt>
                <c:pt idx="7022">
                  <c:v>0.53453099999999998</c:v>
                </c:pt>
                <c:pt idx="7023">
                  <c:v>0.53160600000000002</c:v>
                </c:pt>
                <c:pt idx="7024">
                  <c:v>0.34204699999999999</c:v>
                </c:pt>
                <c:pt idx="7025">
                  <c:v>0.25</c:v>
                </c:pt>
                <c:pt idx="7026">
                  <c:v>0.25</c:v>
                </c:pt>
                <c:pt idx="7027">
                  <c:v>0.25</c:v>
                </c:pt>
                <c:pt idx="7028">
                  <c:v>0.25</c:v>
                </c:pt>
                <c:pt idx="7029">
                  <c:v>0</c:v>
                </c:pt>
                <c:pt idx="7030">
                  <c:v>0</c:v>
                </c:pt>
                <c:pt idx="7031">
                  <c:v>0</c:v>
                </c:pt>
                <c:pt idx="7032">
                  <c:v>0</c:v>
                </c:pt>
                <c:pt idx="7033">
                  <c:v>0</c:v>
                </c:pt>
                <c:pt idx="7034">
                  <c:v>0</c:v>
                </c:pt>
                <c:pt idx="7035">
                  <c:v>0</c:v>
                </c:pt>
                <c:pt idx="7036">
                  <c:v>0</c:v>
                </c:pt>
                <c:pt idx="7037">
                  <c:v>0</c:v>
                </c:pt>
                <c:pt idx="7038">
                  <c:v>0</c:v>
                </c:pt>
                <c:pt idx="7039">
                  <c:v>0.25</c:v>
                </c:pt>
                <c:pt idx="7040">
                  <c:v>0.65105599999999997</c:v>
                </c:pt>
                <c:pt idx="7041">
                  <c:v>0.51075099999999996</c:v>
                </c:pt>
                <c:pt idx="7042">
                  <c:v>0.59743000000000002</c:v>
                </c:pt>
                <c:pt idx="7043">
                  <c:v>0.55893400000000004</c:v>
                </c:pt>
                <c:pt idx="7044">
                  <c:v>0.60230799999999995</c:v>
                </c:pt>
                <c:pt idx="7045">
                  <c:v>0.49147299999999999</c:v>
                </c:pt>
                <c:pt idx="7046">
                  <c:v>0.42981200000000003</c:v>
                </c:pt>
                <c:pt idx="7047">
                  <c:v>0.44504199999999999</c:v>
                </c:pt>
                <c:pt idx="7048">
                  <c:v>0.37745000000000001</c:v>
                </c:pt>
                <c:pt idx="7049">
                  <c:v>0.30843199999999998</c:v>
                </c:pt>
                <c:pt idx="7050">
                  <c:v>0.25</c:v>
                </c:pt>
                <c:pt idx="7051">
                  <c:v>0.25</c:v>
                </c:pt>
                <c:pt idx="7052">
                  <c:v>0.25</c:v>
                </c:pt>
                <c:pt idx="7053">
                  <c:v>0</c:v>
                </c:pt>
                <c:pt idx="7054">
                  <c:v>0</c:v>
                </c:pt>
                <c:pt idx="7055">
                  <c:v>0</c:v>
                </c:pt>
                <c:pt idx="7056">
                  <c:v>0</c:v>
                </c:pt>
                <c:pt idx="7057">
                  <c:v>0</c:v>
                </c:pt>
                <c:pt idx="7058">
                  <c:v>0</c:v>
                </c:pt>
                <c:pt idx="7059">
                  <c:v>0</c:v>
                </c:pt>
                <c:pt idx="7060">
                  <c:v>0</c:v>
                </c:pt>
                <c:pt idx="7061">
                  <c:v>0</c:v>
                </c:pt>
                <c:pt idx="7062">
                  <c:v>0</c:v>
                </c:pt>
                <c:pt idx="7063">
                  <c:v>0.25</c:v>
                </c:pt>
                <c:pt idx="7064">
                  <c:v>0.25</c:v>
                </c:pt>
                <c:pt idx="7065">
                  <c:v>0.41541099999999997</c:v>
                </c:pt>
                <c:pt idx="7066">
                  <c:v>0.51665399999999995</c:v>
                </c:pt>
                <c:pt idx="7067">
                  <c:v>0.41699000000000003</c:v>
                </c:pt>
                <c:pt idx="7068">
                  <c:v>0.534582</c:v>
                </c:pt>
                <c:pt idx="7069">
                  <c:v>0.44281900000000002</c:v>
                </c:pt>
                <c:pt idx="7070">
                  <c:v>0.46124100000000001</c:v>
                </c:pt>
                <c:pt idx="7071">
                  <c:v>0.40013500000000002</c:v>
                </c:pt>
                <c:pt idx="7072">
                  <c:v>0.29285600000000001</c:v>
                </c:pt>
                <c:pt idx="7073">
                  <c:v>0.25</c:v>
                </c:pt>
                <c:pt idx="7074">
                  <c:v>0.25</c:v>
                </c:pt>
                <c:pt idx="7075">
                  <c:v>0.25</c:v>
                </c:pt>
                <c:pt idx="7076">
                  <c:v>0.25</c:v>
                </c:pt>
                <c:pt idx="7077">
                  <c:v>0</c:v>
                </c:pt>
                <c:pt idx="7078">
                  <c:v>0</c:v>
                </c:pt>
                <c:pt idx="7079">
                  <c:v>0</c:v>
                </c:pt>
                <c:pt idx="7080">
                  <c:v>0</c:v>
                </c:pt>
                <c:pt idx="7081">
                  <c:v>0</c:v>
                </c:pt>
                <c:pt idx="7082">
                  <c:v>0</c:v>
                </c:pt>
                <c:pt idx="7083">
                  <c:v>0</c:v>
                </c:pt>
                <c:pt idx="7084">
                  <c:v>0</c:v>
                </c:pt>
                <c:pt idx="7085">
                  <c:v>0</c:v>
                </c:pt>
                <c:pt idx="7086">
                  <c:v>0</c:v>
                </c:pt>
                <c:pt idx="7087">
                  <c:v>0.25</c:v>
                </c:pt>
                <c:pt idx="7088">
                  <c:v>0.25</c:v>
                </c:pt>
                <c:pt idx="7089">
                  <c:v>0.25</c:v>
                </c:pt>
                <c:pt idx="7090">
                  <c:v>0.35065400000000002</c:v>
                </c:pt>
                <c:pt idx="7091">
                  <c:v>0.25</c:v>
                </c:pt>
                <c:pt idx="7092">
                  <c:v>0.357738</c:v>
                </c:pt>
                <c:pt idx="7093">
                  <c:v>0.25</c:v>
                </c:pt>
                <c:pt idx="7094">
                  <c:v>0.25</c:v>
                </c:pt>
                <c:pt idx="7095">
                  <c:v>0.25</c:v>
                </c:pt>
                <c:pt idx="7096">
                  <c:v>0.25</c:v>
                </c:pt>
                <c:pt idx="7097">
                  <c:v>0.25</c:v>
                </c:pt>
                <c:pt idx="7098">
                  <c:v>0.25</c:v>
                </c:pt>
                <c:pt idx="7099">
                  <c:v>0.25</c:v>
                </c:pt>
                <c:pt idx="7100">
                  <c:v>0.25</c:v>
                </c:pt>
                <c:pt idx="7101">
                  <c:v>0</c:v>
                </c:pt>
                <c:pt idx="7102">
                  <c:v>0</c:v>
                </c:pt>
                <c:pt idx="7103">
                  <c:v>0</c:v>
                </c:pt>
                <c:pt idx="7104">
                  <c:v>0</c:v>
                </c:pt>
                <c:pt idx="7105">
                  <c:v>0</c:v>
                </c:pt>
                <c:pt idx="7106">
                  <c:v>0</c:v>
                </c:pt>
                <c:pt idx="7107">
                  <c:v>0</c:v>
                </c:pt>
                <c:pt idx="7108">
                  <c:v>0</c:v>
                </c:pt>
                <c:pt idx="7109">
                  <c:v>0</c:v>
                </c:pt>
                <c:pt idx="7110">
                  <c:v>0</c:v>
                </c:pt>
                <c:pt idx="7111">
                  <c:v>0.25</c:v>
                </c:pt>
                <c:pt idx="7112">
                  <c:v>0.25</c:v>
                </c:pt>
                <c:pt idx="7113">
                  <c:v>0.25</c:v>
                </c:pt>
                <c:pt idx="7114">
                  <c:v>0.25</c:v>
                </c:pt>
                <c:pt idx="7115">
                  <c:v>0.26667299999999999</c:v>
                </c:pt>
                <c:pt idx="7116">
                  <c:v>0.31260100000000002</c:v>
                </c:pt>
                <c:pt idx="7117">
                  <c:v>0.25</c:v>
                </c:pt>
                <c:pt idx="7118">
                  <c:v>0.25</c:v>
                </c:pt>
                <c:pt idx="7119">
                  <c:v>0.25</c:v>
                </c:pt>
                <c:pt idx="7120">
                  <c:v>0.25</c:v>
                </c:pt>
                <c:pt idx="7121">
                  <c:v>0.25</c:v>
                </c:pt>
                <c:pt idx="7122">
                  <c:v>0.25</c:v>
                </c:pt>
                <c:pt idx="7123">
                  <c:v>0.25</c:v>
                </c:pt>
                <c:pt idx="7124">
                  <c:v>0.25</c:v>
                </c:pt>
                <c:pt idx="7125">
                  <c:v>0</c:v>
                </c:pt>
                <c:pt idx="7126">
                  <c:v>0</c:v>
                </c:pt>
                <c:pt idx="7127">
                  <c:v>0</c:v>
                </c:pt>
                <c:pt idx="7128">
                  <c:v>0</c:v>
                </c:pt>
                <c:pt idx="7129">
                  <c:v>0</c:v>
                </c:pt>
                <c:pt idx="7130">
                  <c:v>0</c:v>
                </c:pt>
                <c:pt idx="7131">
                  <c:v>0</c:v>
                </c:pt>
                <c:pt idx="7132">
                  <c:v>0</c:v>
                </c:pt>
                <c:pt idx="7133">
                  <c:v>0</c:v>
                </c:pt>
                <c:pt idx="7134">
                  <c:v>0</c:v>
                </c:pt>
                <c:pt idx="7135">
                  <c:v>0.25</c:v>
                </c:pt>
                <c:pt idx="7136">
                  <c:v>0.25</c:v>
                </c:pt>
                <c:pt idx="7137">
                  <c:v>0.35618499999999997</c:v>
                </c:pt>
                <c:pt idx="7138">
                  <c:v>0.52200899999999995</c:v>
                </c:pt>
                <c:pt idx="7139">
                  <c:v>0.49654900000000002</c:v>
                </c:pt>
                <c:pt idx="7140">
                  <c:v>0.50978800000000002</c:v>
                </c:pt>
                <c:pt idx="7141">
                  <c:v>0.39014799999999999</c:v>
                </c:pt>
                <c:pt idx="7142">
                  <c:v>0.36178399999999999</c:v>
                </c:pt>
                <c:pt idx="7143">
                  <c:v>0.29110200000000003</c:v>
                </c:pt>
                <c:pt idx="7144">
                  <c:v>0.25</c:v>
                </c:pt>
                <c:pt idx="7145">
                  <c:v>0.25</c:v>
                </c:pt>
                <c:pt idx="7146">
                  <c:v>0.25</c:v>
                </c:pt>
                <c:pt idx="7147">
                  <c:v>0.25</c:v>
                </c:pt>
                <c:pt idx="7148">
                  <c:v>0.25</c:v>
                </c:pt>
                <c:pt idx="7149">
                  <c:v>0</c:v>
                </c:pt>
                <c:pt idx="7150">
                  <c:v>0</c:v>
                </c:pt>
                <c:pt idx="7151">
                  <c:v>0</c:v>
                </c:pt>
                <c:pt idx="7152">
                  <c:v>0</c:v>
                </c:pt>
                <c:pt idx="7153">
                  <c:v>0</c:v>
                </c:pt>
                <c:pt idx="7154">
                  <c:v>0</c:v>
                </c:pt>
                <c:pt idx="7155">
                  <c:v>0</c:v>
                </c:pt>
                <c:pt idx="7156">
                  <c:v>0</c:v>
                </c:pt>
                <c:pt idx="7157">
                  <c:v>0</c:v>
                </c:pt>
                <c:pt idx="7158">
                  <c:v>0</c:v>
                </c:pt>
                <c:pt idx="7159">
                  <c:v>0.25</c:v>
                </c:pt>
                <c:pt idx="7160">
                  <c:v>0.25</c:v>
                </c:pt>
                <c:pt idx="7161">
                  <c:v>0.33699400000000002</c:v>
                </c:pt>
                <c:pt idx="7162">
                  <c:v>0.48459400000000002</c:v>
                </c:pt>
                <c:pt idx="7163">
                  <c:v>0.471441</c:v>
                </c:pt>
                <c:pt idx="7164">
                  <c:v>0.43472</c:v>
                </c:pt>
                <c:pt idx="7165">
                  <c:v>0.39323200000000003</c:v>
                </c:pt>
                <c:pt idx="7166">
                  <c:v>0.39151000000000002</c:v>
                </c:pt>
                <c:pt idx="7167">
                  <c:v>0.34164299999999997</c:v>
                </c:pt>
                <c:pt idx="7168">
                  <c:v>0.25</c:v>
                </c:pt>
                <c:pt idx="7169">
                  <c:v>0.25</c:v>
                </c:pt>
                <c:pt idx="7170">
                  <c:v>0.25</c:v>
                </c:pt>
                <c:pt idx="7171">
                  <c:v>0.25</c:v>
                </c:pt>
                <c:pt idx="7172">
                  <c:v>0.25</c:v>
                </c:pt>
                <c:pt idx="7173">
                  <c:v>0</c:v>
                </c:pt>
                <c:pt idx="7174">
                  <c:v>0</c:v>
                </c:pt>
                <c:pt idx="7175">
                  <c:v>0</c:v>
                </c:pt>
                <c:pt idx="7176">
                  <c:v>0</c:v>
                </c:pt>
                <c:pt idx="7177">
                  <c:v>0</c:v>
                </c:pt>
                <c:pt idx="7178">
                  <c:v>0</c:v>
                </c:pt>
                <c:pt idx="7179">
                  <c:v>0</c:v>
                </c:pt>
                <c:pt idx="7180">
                  <c:v>0</c:v>
                </c:pt>
                <c:pt idx="7181">
                  <c:v>0</c:v>
                </c:pt>
                <c:pt idx="7182">
                  <c:v>0</c:v>
                </c:pt>
                <c:pt idx="7183">
                  <c:v>0</c:v>
                </c:pt>
                <c:pt idx="7184">
                  <c:v>0.25</c:v>
                </c:pt>
                <c:pt idx="7185">
                  <c:v>0.25</c:v>
                </c:pt>
                <c:pt idx="7186">
                  <c:v>0.25</c:v>
                </c:pt>
                <c:pt idx="7187">
                  <c:v>0.268758</c:v>
                </c:pt>
                <c:pt idx="7188">
                  <c:v>0.25</c:v>
                </c:pt>
                <c:pt idx="7189">
                  <c:v>0.25</c:v>
                </c:pt>
                <c:pt idx="7190">
                  <c:v>0.25</c:v>
                </c:pt>
                <c:pt idx="7191">
                  <c:v>0.25</c:v>
                </c:pt>
                <c:pt idx="7192">
                  <c:v>0.25</c:v>
                </c:pt>
                <c:pt idx="7193">
                  <c:v>0.25</c:v>
                </c:pt>
                <c:pt idx="7194">
                  <c:v>0.25</c:v>
                </c:pt>
                <c:pt idx="7195">
                  <c:v>0.25</c:v>
                </c:pt>
                <c:pt idx="7196">
                  <c:v>0.25</c:v>
                </c:pt>
                <c:pt idx="7197">
                  <c:v>0.25</c:v>
                </c:pt>
                <c:pt idx="7198">
                  <c:v>0</c:v>
                </c:pt>
                <c:pt idx="7199">
                  <c:v>0</c:v>
                </c:pt>
                <c:pt idx="7200">
                  <c:v>0</c:v>
                </c:pt>
                <c:pt idx="7201">
                  <c:v>0</c:v>
                </c:pt>
                <c:pt idx="7202">
                  <c:v>0</c:v>
                </c:pt>
                <c:pt idx="7203">
                  <c:v>0</c:v>
                </c:pt>
                <c:pt idx="7204">
                  <c:v>0</c:v>
                </c:pt>
                <c:pt idx="7205">
                  <c:v>0</c:v>
                </c:pt>
                <c:pt idx="7206">
                  <c:v>0</c:v>
                </c:pt>
                <c:pt idx="7207">
                  <c:v>0</c:v>
                </c:pt>
                <c:pt idx="7208">
                  <c:v>0.25</c:v>
                </c:pt>
                <c:pt idx="7209">
                  <c:v>0.25</c:v>
                </c:pt>
                <c:pt idx="7210">
                  <c:v>0.25</c:v>
                </c:pt>
                <c:pt idx="7211">
                  <c:v>0.25</c:v>
                </c:pt>
                <c:pt idx="7212">
                  <c:v>0.25</c:v>
                </c:pt>
                <c:pt idx="7213">
                  <c:v>0.25</c:v>
                </c:pt>
                <c:pt idx="7214">
                  <c:v>0.25</c:v>
                </c:pt>
                <c:pt idx="7215">
                  <c:v>0.25</c:v>
                </c:pt>
                <c:pt idx="7216">
                  <c:v>0.25</c:v>
                </c:pt>
                <c:pt idx="7217">
                  <c:v>0.25</c:v>
                </c:pt>
                <c:pt idx="7218">
                  <c:v>0.25</c:v>
                </c:pt>
                <c:pt idx="7219">
                  <c:v>0.25</c:v>
                </c:pt>
                <c:pt idx="7220">
                  <c:v>0.25</c:v>
                </c:pt>
                <c:pt idx="7221">
                  <c:v>0.25</c:v>
                </c:pt>
                <c:pt idx="7222">
                  <c:v>0</c:v>
                </c:pt>
                <c:pt idx="7223">
                  <c:v>0</c:v>
                </c:pt>
                <c:pt idx="7224">
                  <c:v>0</c:v>
                </c:pt>
                <c:pt idx="7225">
                  <c:v>0</c:v>
                </c:pt>
                <c:pt idx="7226">
                  <c:v>0</c:v>
                </c:pt>
                <c:pt idx="7227">
                  <c:v>0</c:v>
                </c:pt>
                <c:pt idx="7228">
                  <c:v>0</c:v>
                </c:pt>
                <c:pt idx="7229">
                  <c:v>0</c:v>
                </c:pt>
                <c:pt idx="7230">
                  <c:v>0</c:v>
                </c:pt>
                <c:pt idx="7231">
                  <c:v>0</c:v>
                </c:pt>
                <c:pt idx="7232">
                  <c:v>0.25</c:v>
                </c:pt>
                <c:pt idx="7233">
                  <c:v>0.25</c:v>
                </c:pt>
                <c:pt idx="7234">
                  <c:v>0.25</c:v>
                </c:pt>
                <c:pt idx="7235">
                  <c:v>0.25</c:v>
                </c:pt>
                <c:pt idx="7236">
                  <c:v>0.25</c:v>
                </c:pt>
                <c:pt idx="7237">
                  <c:v>0.25</c:v>
                </c:pt>
                <c:pt idx="7238">
                  <c:v>0.25</c:v>
                </c:pt>
                <c:pt idx="7239">
                  <c:v>0.25</c:v>
                </c:pt>
                <c:pt idx="7240">
                  <c:v>0.25</c:v>
                </c:pt>
                <c:pt idx="7241">
                  <c:v>0.25</c:v>
                </c:pt>
                <c:pt idx="7242">
                  <c:v>0.25</c:v>
                </c:pt>
                <c:pt idx="7243">
                  <c:v>0.25</c:v>
                </c:pt>
                <c:pt idx="7244">
                  <c:v>0.25</c:v>
                </c:pt>
                <c:pt idx="7245">
                  <c:v>0.25</c:v>
                </c:pt>
                <c:pt idx="7246">
                  <c:v>0</c:v>
                </c:pt>
                <c:pt idx="7247">
                  <c:v>0</c:v>
                </c:pt>
                <c:pt idx="7248">
                  <c:v>0</c:v>
                </c:pt>
                <c:pt idx="7249">
                  <c:v>0</c:v>
                </c:pt>
                <c:pt idx="7250">
                  <c:v>0</c:v>
                </c:pt>
                <c:pt idx="7251">
                  <c:v>0</c:v>
                </c:pt>
                <c:pt idx="7252">
                  <c:v>0</c:v>
                </c:pt>
                <c:pt idx="7253">
                  <c:v>0</c:v>
                </c:pt>
                <c:pt idx="7254">
                  <c:v>0</c:v>
                </c:pt>
                <c:pt idx="7255">
                  <c:v>0</c:v>
                </c:pt>
                <c:pt idx="7256">
                  <c:v>0.25</c:v>
                </c:pt>
                <c:pt idx="7257">
                  <c:v>0.25</c:v>
                </c:pt>
                <c:pt idx="7258">
                  <c:v>0.25</c:v>
                </c:pt>
                <c:pt idx="7259">
                  <c:v>0.25</c:v>
                </c:pt>
                <c:pt idx="7260">
                  <c:v>0.25</c:v>
                </c:pt>
                <c:pt idx="7261">
                  <c:v>0.25035000000000002</c:v>
                </c:pt>
                <c:pt idx="7262">
                  <c:v>0.25</c:v>
                </c:pt>
                <c:pt idx="7263">
                  <c:v>0.25</c:v>
                </c:pt>
                <c:pt idx="7264">
                  <c:v>0.25</c:v>
                </c:pt>
                <c:pt idx="7265">
                  <c:v>0.25</c:v>
                </c:pt>
                <c:pt idx="7266">
                  <c:v>0.25</c:v>
                </c:pt>
                <c:pt idx="7267">
                  <c:v>0.25</c:v>
                </c:pt>
                <c:pt idx="7268">
                  <c:v>0.25</c:v>
                </c:pt>
                <c:pt idx="7269">
                  <c:v>0.25</c:v>
                </c:pt>
                <c:pt idx="7270">
                  <c:v>0</c:v>
                </c:pt>
                <c:pt idx="7271">
                  <c:v>0</c:v>
                </c:pt>
                <c:pt idx="7272">
                  <c:v>0</c:v>
                </c:pt>
                <c:pt idx="7273">
                  <c:v>0</c:v>
                </c:pt>
                <c:pt idx="7274">
                  <c:v>0</c:v>
                </c:pt>
                <c:pt idx="7275">
                  <c:v>0</c:v>
                </c:pt>
                <c:pt idx="7276">
                  <c:v>0</c:v>
                </c:pt>
                <c:pt idx="7277">
                  <c:v>0</c:v>
                </c:pt>
                <c:pt idx="7278">
                  <c:v>0</c:v>
                </c:pt>
                <c:pt idx="7279">
                  <c:v>0</c:v>
                </c:pt>
                <c:pt idx="7280">
                  <c:v>0.25</c:v>
                </c:pt>
                <c:pt idx="7281">
                  <c:v>0.25</c:v>
                </c:pt>
                <c:pt idx="7282">
                  <c:v>0.25</c:v>
                </c:pt>
                <c:pt idx="7283">
                  <c:v>0.25</c:v>
                </c:pt>
                <c:pt idx="7284">
                  <c:v>0.25</c:v>
                </c:pt>
                <c:pt idx="7285">
                  <c:v>0.25</c:v>
                </c:pt>
                <c:pt idx="7286">
                  <c:v>0.25</c:v>
                </c:pt>
                <c:pt idx="7287">
                  <c:v>0.25</c:v>
                </c:pt>
                <c:pt idx="7288">
                  <c:v>0.25</c:v>
                </c:pt>
                <c:pt idx="7289">
                  <c:v>0.25</c:v>
                </c:pt>
                <c:pt idx="7290">
                  <c:v>0.25</c:v>
                </c:pt>
                <c:pt idx="7291">
                  <c:v>0.25</c:v>
                </c:pt>
                <c:pt idx="7292">
                  <c:v>0.25</c:v>
                </c:pt>
                <c:pt idx="7293">
                  <c:v>0.25</c:v>
                </c:pt>
                <c:pt idx="7294">
                  <c:v>0</c:v>
                </c:pt>
                <c:pt idx="7295">
                  <c:v>0</c:v>
                </c:pt>
                <c:pt idx="7296">
                  <c:v>0</c:v>
                </c:pt>
                <c:pt idx="7297">
                  <c:v>0</c:v>
                </c:pt>
                <c:pt idx="7298">
                  <c:v>0</c:v>
                </c:pt>
                <c:pt idx="7299">
                  <c:v>0</c:v>
                </c:pt>
                <c:pt idx="7300">
                  <c:v>0</c:v>
                </c:pt>
                <c:pt idx="7301">
                  <c:v>0</c:v>
                </c:pt>
                <c:pt idx="7302">
                  <c:v>0</c:v>
                </c:pt>
                <c:pt idx="7303">
                  <c:v>0</c:v>
                </c:pt>
                <c:pt idx="7304">
                  <c:v>0.25</c:v>
                </c:pt>
                <c:pt idx="7305">
                  <c:v>0.25</c:v>
                </c:pt>
                <c:pt idx="7306">
                  <c:v>0.25</c:v>
                </c:pt>
                <c:pt idx="7307">
                  <c:v>0.25</c:v>
                </c:pt>
                <c:pt idx="7308">
                  <c:v>0.25</c:v>
                </c:pt>
                <c:pt idx="7309">
                  <c:v>0.25</c:v>
                </c:pt>
                <c:pt idx="7310">
                  <c:v>0.25</c:v>
                </c:pt>
                <c:pt idx="7311">
                  <c:v>0.25</c:v>
                </c:pt>
                <c:pt idx="7312">
                  <c:v>0.25</c:v>
                </c:pt>
                <c:pt idx="7313">
                  <c:v>0.25</c:v>
                </c:pt>
                <c:pt idx="7314">
                  <c:v>0.25</c:v>
                </c:pt>
                <c:pt idx="7315">
                  <c:v>0.25</c:v>
                </c:pt>
                <c:pt idx="7316">
                  <c:v>0.25</c:v>
                </c:pt>
                <c:pt idx="7317">
                  <c:v>0.25</c:v>
                </c:pt>
                <c:pt idx="7318">
                  <c:v>0</c:v>
                </c:pt>
                <c:pt idx="7319">
                  <c:v>0</c:v>
                </c:pt>
                <c:pt idx="7320">
                  <c:v>0</c:v>
                </c:pt>
                <c:pt idx="7321">
                  <c:v>0</c:v>
                </c:pt>
                <c:pt idx="7322">
                  <c:v>0</c:v>
                </c:pt>
                <c:pt idx="7323">
                  <c:v>0</c:v>
                </c:pt>
                <c:pt idx="7324">
                  <c:v>0</c:v>
                </c:pt>
                <c:pt idx="7325">
                  <c:v>0</c:v>
                </c:pt>
                <c:pt idx="7326">
                  <c:v>0</c:v>
                </c:pt>
                <c:pt idx="7327">
                  <c:v>0</c:v>
                </c:pt>
                <c:pt idx="7328">
                  <c:v>0.25</c:v>
                </c:pt>
                <c:pt idx="7329">
                  <c:v>0.25</c:v>
                </c:pt>
                <c:pt idx="7330">
                  <c:v>0.25</c:v>
                </c:pt>
                <c:pt idx="7331">
                  <c:v>0.26583499999999999</c:v>
                </c:pt>
                <c:pt idx="7332">
                  <c:v>0.31535600000000003</c:v>
                </c:pt>
                <c:pt idx="7333">
                  <c:v>0.34662999999999999</c:v>
                </c:pt>
                <c:pt idx="7334">
                  <c:v>0.274924</c:v>
                </c:pt>
                <c:pt idx="7335">
                  <c:v>0.25</c:v>
                </c:pt>
                <c:pt idx="7336">
                  <c:v>0.25</c:v>
                </c:pt>
                <c:pt idx="7337">
                  <c:v>0.25</c:v>
                </c:pt>
                <c:pt idx="7338">
                  <c:v>0.25</c:v>
                </c:pt>
                <c:pt idx="7339">
                  <c:v>0.25</c:v>
                </c:pt>
                <c:pt idx="7340">
                  <c:v>0.25</c:v>
                </c:pt>
                <c:pt idx="7341">
                  <c:v>0.25</c:v>
                </c:pt>
                <c:pt idx="7342">
                  <c:v>0</c:v>
                </c:pt>
                <c:pt idx="7343">
                  <c:v>0</c:v>
                </c:pt>
                <c:pt idx="7344">
                  <c:v>0</c:v>
                </c:pt>
                <c:pt idx="7345">
                  <c:v>0</c:v>
                </c:pt>
                <c:pt idx="7346">
                  <c:v>0</c:v>
                </c:pt>
                <c:pt idx="7347">
                  <c:v>0</c:v>
                </c:pt>
                <c:pt idx="7348">
                  <c:v>0</c:v>
                </c:pt>
                <c:pt idx="7349">
                  <c:v>0</c:v>
                </c:pt>
                <c:pt idx="7350">
                  <c:v>0</c:v>
                </c:pt>
                <c:pt idx="7351">
                  <c:v>0</c:v>
                </c:pt>
                <c:pt idx="7352">
                  <c:v>0.25</c:v>
                </c:pt>
                <c:pt idx="7353">
                  <c:v>0.25</c:v>
                </c:pt>
                <c:pt idx="7354">
                  <c:v>0.27910200000000002</c:v>
                </c:pt>
                <c:pt idx="7355">
                  <c:v>0.39244099999999998</c:v>
                </c:pt>
                <c:pt idx="7356">
                  <c:v>0.42545699999999997</c:v>
                </c:pt>
                <c:pt idx="7357">
                  <c:v>0.46459400000000001</c:v>
                </c:pt>
                <c:pt idx="7358">
                  <c:v>0.35008800000000001</c:v>
                </c:pt>
                <c:pt idx="7359">
                  <c:v>0.326463</c:v>
                </c:pt>
                <c:pt idx="7360">
                  <c:v>0.31260599999999999</c:v>
                </c:pt>
                <c:pt idx="7361">
                  <c:v>0.25</c:v>
                </c:pt>
                <c:pt idx="7362">
                  <c:v>0.25</c:v>
                </c:pt>
                <c:pt idx="7363">
                  <c:v>0.25</c:v>
                </c:pt>
                <c:pt idx="7364">
                  <c:v>0.25</c:v>
                </c:pt>
                <c:pt idx="7365">
                  <c:v>0.25</c:v>
                </c:pt>
                <c:pt idx="7366">
                  <c:v>0</c:v>
                </c:pt>
                <c:pt idx="7367">
                  <c:v>0</c:v>
                </c:pt>
                <c:pt idx="7368">
                  <c:v>0</c:v>
                </c:pt>
                <c:pt idx="7369">
                  <c:v>0</c:v>
                </c:pt>
                <c:pt idx="7370">
                  <c:v>0</c:v>
                </c:pt>
                <c:pt idx="7371">
                  <c:v>0</c:v>
                </c:pt>
                <c:pt idx="7372">
                  <c:v>0</c:v>
                </c:pt>
                <c:pt idx="7373">
                  <c:v>0</c:v>
                </c:pt>
                <c:pt idx="7374">
                  <c:v>0</c:v>
                </c:pt>
                <c:pt idx="7375">
                  <c:v>0</c:v>
                </c:pt>
                <c:pt idx="7376">
                  <c:v>0.25</c:v>
                </c:pt>
                <c:pt idx="7377">
                  <c:v>0.25</c:v>
                </c:pt>
                <c:pt idx="7378">
                  <c:v>0.25</c:v>
                </c:pt>
                <c:pt idx="7379">
                  <c:v>0.25</c:v>
                </c:pt>
                <c:pt idx="7380">
                  <c:v>0.25</c:v>
                </c:pt>
                <c:pt idx="7381">
                  <c:v>0.25</c:v>
                </c:pt>
                <c:pt idx="7382">
                  <c:v>0.25</c:v>
                </c:pt>
                <c:pt idx="7383">
                  <c:v>0.25</c:v>
                </c:pt>
                <c:pt idx="7384">
                  <c:v>0.25</c:v>
                </c:pt>
                <c:pt idx="7385">
                  <c:v>0.25</c:v>
                </c:pt>
                <c:pt idx="7386">
                  <c:v>0.25</c:v>
                </c:pt>
                <c:pt idx="7387">
                  <c:v>0.25</c:v>
                </c:pt>
                <c:pt idx="7388">
                  <c:v>0.25</c:v>
                </c:pt>
                <c:pt idx="7389">
                  <c:v>0.25</c:v>
                </c:pt>
                <c:pt idx="7390">
                  <c:v>0</c:v>
                </c:pt>
                <c:pt idx="7391">
                  <c:v>0</c:v>
                </c:pt>
                <c:pt idx="7392">
                  <c:v>0</c:v>
                </c:pt>
                <c:pt idx="7393">
                  <c:v>0</c:v>
                </c:pt>
                <c:pt idx="7394">
                  <c:v>0</c:v>
                </c:pt>
                <c:pt idx="7395">
                  <c:v>0</c:v>
                </c:pt>
                <c:pt idx="7396">
                  <c:v>0</c:v>
                </c:pt>
                <c:pt idx="7397">
                  <c:v>0</c:v>
                </c:pt>
                <c:pt idx="7398">
                  <c:v>0</c:v>
                </c:pt>
                <c:pt idx="7399">
                  <c:v>0</c:v>
                </c:pt>
                <c:pt idx="7400">
                  <c:v>0.25</c:v>
                </c:pt>
                <c:pt idx="7401">
                  <c:v>0.25</c:v>
                </c:pt>
                <c:pt idx="7402">
                  <c:v>0.25</c:v>
                </c:pt>
                <c:pt idx="7403">
                  <c:v>0.330926</c:v>
                </c:pt>
                <c:pt idx="7404">
                  <c:v>0.323577</c:v>
                </c:pt>
                <c:pt idx="7405">
                  <c:v>0.33663300000000002</c:v>
                </c:pt>
                <c:pt idx="7406">
                  <c:v>0.25</c:v>
                </c:pt>
                <c:pt idx="7407">
                  <c:v>0.25</c:v>
                </c:pt>
                <c:pt idx="7408">
                  <c:v>0.25</c:v>
                </c:pt>
                <c:pt idx="7409">
                  <c:v>0.25</c:v>
                </c:pt>
                <c:pt idx="7410">
                  <c:v>0.25</c:v>
                </c:pt>
                <c:pt idx="7411">
                  <c:v>0.25</c:v>
                </c:pt>
                <c:pt idx="7412">
                  <c:v>0.25</c:v>
                </c:pt>
                <c:pt idx="7413">
                  <c:v>0.25</c:v>
                </c:pt>
                <c:pt idx="7414">
                  <c:v>0</c:v>
                </c:pt>
                <c:pt idx="7415">
                  <c:v>0</c:v>
                </c:pt>
                <c:pt idx="7416">
                  <c:v>0</c:v>
                </c:pt>
                <c:pt idx="7417">
                  <c:v>0</c:v>
                </c:pt>
                <c:pt idx="7418">
                  <c:v>0</c:v>
                </c:pt>
                <c:pt idx="7419">
                  <c:v>0</c:v>
                </c:pt>
                <c:pt idx="7420">
                  <c:v>0</c:v>
                </c:pt>
                <c:pt idx="7421">
                  <c:v>0</c:v>
                </c:pt>
                <c:pt idx="7422">
                  <c:v>0</c:v>
                </c:pt>
                <c:pt idx="7423">
                  <c:v>0</c:v>
                </c:pt>
                <c:pt idx="7424">
                  <c:v>0.25</c:v>
                </c:pt>
                <c:pt idx="7425">
                  <c:v>0.25</c:v>
                </c:pt>
                <c:pt idx="7426">
                  <c:v>0.27964</c:v>
                </c:pt>
                <c:pt idx="7427">
                  <c:v>0.394563</c:v>
                </c:pt>
                <c:pt idx="7428">
                  <c:v>0.46334199999999998</c:v>
                </c:pt>
                <c:pt idx="7429">
                  <c:v>0.44939800000000002</c:v>
                </c:pt>
                <c:pt idx="7430">
                  <c:v>0.309008</c:v>
                </c:pt>
                <c:pt idx="7431">
                  <c:v>0.29671399999999998</c:v>
                </c:pt>
                <c:pt idx="7432">
                  <c:v>0.25</c:v>
                </c:pt>
                <c:pt idx="7433">
                  <c:v>0.25</c:v>
                </c:pt>
                <c:pt idx="7434">
                  <c:v>0.25</c:v>
                </c:pt>
                <c:pt idx="7435">
                  <c:v>0.25</c:v>
                </c:pt>
                <c:pt idx="7436">
                  <c:v>0.25</c:v>
                </c:pt>
                <c:pt idx="7437">
                  <c:v>0.25</c:v>
                </c:pt>
                <c:pt idx="7438">
                  <c:v>0</c:v>
                </c:pt>
                <c:pt idx="7439">
                  <c:v>0</c:v>
                </c:pt>
                <c:pt idx="7440">
                  <c:v>0</c:v>
                </c:pt>
                <c:pt idx="7441">
                  <c:v>0</c:v>
                </c:pt>
                <c:pt idx="7442">
                  <c:v>0</c:v>
                </c:pt>
                <c:pt idx="7443">
                  <c:v>0</c:v>
                </c:pt>
                <c:pt idx="7444">
                  <c:v>0</c:v>
                </c:pt>
                <c:pt idx="7445">
                  <c:v>0</c:v>
                </c:pt>
                <c:pt idx="7446">
                  <c:v>0</c:v>
                </c:pt>
                <c:pt idx="7447">
                  <c:v>0</c:v>
                </c:pt>
                <c:pt idx="7448">
                  <c:v>0.25</c:v>
                </c:pt>
                <c:pt idx="7449">
                  <c:v>0.25</c:v>
                </c:pt>
                <c:pt idx="7450">
                  <c:v>0.25</c:v>
                </c:pt>
                <c:pt idx="7451">
                  <c:v>0.25</c:v>
                </c:pt>
                <c:pt idx="7452">
                  <c:v>0.25440699999999999</c:v>
                </c:pt>
                <c:pt idx="7453">
                  <c:v>0.25</c:v>
                </c:pt>
                <c:pt idx="7454">
                  <c:v>0.25</c:v>
                </c:pt>
                <c:pt idx="7455">
                  <c:v>0.25</c:v>
                </c:pt>
                <c:pt idx="7456">
                  <c:v>0.25</c:v>
                </c:pt>
                <c:pt idx="7457">
                  <c:v>0.25</c:v>
                </c:pt>
                <c:pt idx="7458">
                  <c:v>0.25</c:v>
                </c:pt>
                <c:pt idx="7459">
                  <c:v>0.25</c:v>
                </c:pt>
                <c:pt idx="7460">
                  <c:v>0.25</c:v>
                </c:pt>
                <c:pt idx="7461">
                  <c:v>0.25</c:v>
                </c:pt>
                <c:pt idx="7462">
                  <c:v>0</c:v>
                </c:pt>
                <c:pt idx="7463">
                  <c:v>0</c:v>
                </c:pt>
                <c:pt idx="7464">
                  <c:v>0</c:v>
                </c:pt>
                <c:pt idx="7465">
                  <c:v>0</c:v>
                </c:pt>
                <c:pt idx="7466">
                  <c:v>0</c:v>
                </c:pt>
                <c:pt idx="7467">
                  <c:v>0</c:v>
                </c:pt>
                <c:pt idx="7468">
                  <c:v>0</c:v>
                </c:pt>
                <c:pt idx="7469">
                  <c:v>0</c:v>
                </c:pt>
                <c:pt idx="7470">
                  <c:v>0</c:v>
                </c:pt>
                <c:pt idx="7471">
                  <c:v>0</c:v>
                </c:pt>
                <c:pt idx="7472">
                  <c:v>0.25</c:v>
                </c:pt>
                <c:pt idx="7473">
                  <c:v>0.25</c:v>
                </c:pt>
                <c:pt idx="7474">
                  <c:v>0.25</c:v>
                </c:pt>
                <c:pt idx="7475">
                  <c:v>0.25</c:v>
                </c:pt>
                <c:pt idx="7476">
                  <c:v>0.25</c:v>
                </c:pt>
                <c:pt idx="7477">
                  <c:v>0.25</c:v>
                </c:pt>
                <c:pt idx="7478">
                  <c:v>0.25</c:v>
                </c:pt>
                <c:pt idx="7479">
                  <c:v>0.25</c:v>
                </c:pt>
                <c:pt idx="7480">
                  <c:v>0.25</c:v>
                </c:pt>
                <c:pt idx="7481">
                  <c:v>0.25</c:v>
                </c:pt>
                <c:pt idx="7482">
                  <c:v>0.25</c:v>
                </c:pt>
                <c:pt idx="7483">
                  <c:v>0.25</c:v>
                </c:pt>
                <c:pt idx="7484">
                  <c:v>0.25</c:v>
                </c:pt>
                <c:pt idx="7485">
                  <c:v>0.25</c:v>
                </c:pt>
                <c:pt idx="7486">
                  <c:v>0</c:v>
                </c:pt>
                <c:pt idx="7487">
                  <c:v>0</c:v>
                </c:pt>
                <c:pt idx="7488">
                  <c:v>0</c:v>
                </c:pt>
                <c:pt idx="7489">
                  <c:v>0</c:v>
                </c:pt>
                <c:pt idx="7490">
                  <c:v>0</c:v>
                </c:pt>
                <c:pt idx="7491">
                  <c:v>0</c:v>
                </c:pt>
                <c:pt idx="7492">
                  <c:v>0</c:v>
                </c:pt>
                <c:pt idx="7493">
                  <c:v>0</c:v>
                </c:pt>
                <c:pt idx="7494">
                  <c:v>0</c:v>
                </c:pt>
                <c:pt idx="7495">
                  <c:v>0</c:v>
                </c:pt>
                <c:pt idx="7496">
                  <c:v>0.25</c:v>
                </c:pt>
                <c:pt idx="7497">
                  <c:v>0.25</c:v>
                </c:pt>
                <c:pt idx="7498">
                  <c:v>0.25</c:v>
                </c:pt>
                <c:pt idx="7499">
                  <c:v>0.29580600000000001</c:v>
                </c:pt>
                <c:pt idx="7500">
                  <c:v>0.30122199999999999</c:v>
                </c:pt>
                <c:pt idx="7501">
                  <c:v>0.28653699999999999</c:v>
                </c:pt>
                <c:pt idx="7502">
                  <c:v>0.25</c:v>
                </c:pt>
                <c:pt idx="7503">
                  <c:v>0.25</c:v>
                </c:pt>
                <c:pt idx="7504">
                  <c:v>0.25</c:v>
                </c:pt>
                <c:pt idx="7505">
                  <c:v>0.25</c:v>
                </c:pt>
                <c:pt idx="7506">
                  <c:v>0.25</c:v>
                </c:pt>
                <c:pt idx="7507">
                  <c:v>0.25</c:v>
                </c:pt>
                <c:pt idx="7508">
                  <c:v>0.25</c:v>
                </c:pt>
                <c:pt idx="7509">
                  <c:v>0.25</c:v>
                </c:pt>
                <c:pt idx="7510">
                  <c:v>0</c:v>
                </c:pt>
                <c:pt idx="7511">
                  <c:v>0</c:v>
                </c:pt>
                <c:pt idx="7512">
                  <c:v>0</c:v>
                </c:pt>
                <c:pt idx="7513">
                  <c:v>0</c:v>
                </c:pt>
                <c:pt idx="7514">
                  <c:v>0</c:v>
                </c:pt>
                <c:pt idx="7515">
                  <c:v>0</c:v>
                </c:pt>
                <c:pt idx="7516">
                  <c:v>0</c:v>
                </c:pt>
                <c:pt idx="7517">
                  <c:v>0</c:v>
                </c:pt>
                <c:pt idx="7518">
                  <c:v>0</c:v>
                </c:pt>
                <c:pt idx="7519">
                  <c:v>0</c:v>
                </c:pt>
                <c:pt idx="7520">
                  <c:v>0.25</c:v>
                </c:pt>
                <c:pt idx="7521">
                  <c:v>0.25</c:v>
                </c:pt>
                <c:pt idx="7522">
                  <c:v>0.25</c:v>
                </c:pt>
                <c:pt idx="7523">
                  <c:v>0.25</c:v>
                </c:pt>
                <c:pt idx="7524">
                  <c:v>0.25</c:v>
                </c:pt>
                <c:pt idx="7525">
                  <c:v>0.25</c:v>
                </c:pt>
                <c:pt idx="7526">
                  <c:v>0.25</c:v>
                </c:pt>
                <c:pt idx="7527">
                  <c:v>0.25</c:v>
                </c:pt>
                <c:pt idx="7528">
                  <c:v>0.25</c:v>
                </c:pt>
                <c:pt idx="7529">
                  <c:v>0.25</c:v>
                </c:pt>
                <c:pt idx="7530">
                  <c:v>0.25</c:v>
                </c:pt>
                <c:pt idx="7531">
                  <c:v>0.25</c:v>
                </c:pt>
                <c:pt idx="7532">
                  <c:v>0.25</c:v>
                </c:pt>
                <c:pt idx="7533">
                  <c:v>0.25</c:v>
                </c:pt>
                <c:pt idx="7534">
                  <c:v>0</c:v>
                </c:pt>
                <c:pt idx="7535">
                  <c:v>0</c:v>
                </c:pt>
                <c:pt idx="7536">
                  <c:v>0</c:v>
                </c:pt>
                <c:pt idx="7537">
                  <c:v>0</c:v>
                </c:pt>
                <c:pt idx="7538">
                  <c:v>0</c:v>
                </c:pt>
                <c:pt idx="7539">
                  <c:v>0</c:v>
                </c:pt>
                <c:pt idx="7540">
                  <c:v>0</c:v>
                </c:pt>
                <c:pt idx="7541">
                  <c:v>0</c:v>
                </c:pt>
                <c:pt idx="7542">
                  <c:v>0</c:v>
                </c:pt>
                <c:pt idx="7543">
                  <c:v>0</c:v>
                </c:pt>
                <c:pt idx="7544">
                  <c:v>0.25</c:v>
                </c:pt>
                <c:pt idx="7545">
                  <c:v>0.25</c:v>
                </c:pt>
                <c:pt idx="7546">
                  <c:v>0.25</c:v>
                </c:pt>
                <c:pt idx="7547">
                  <c:v>0.25</c:v>
                </c:pt>
                <c:pt idx="7548">
                  <c:v>0.25</c:v>
                </c:pt>
                <c:pt idx="7549">
                  <c:v>0.25</c:v>
                </c:pt>
                <c:pt idx="7550">
                  <c:v>0.25</c:v>
                </c:pt>
                <c:pt idx="7551">
                  <c:v>0.25</c:v>
                </c:pt>
                <c:pt idx="7552">
                  <c:v>0.25</c:v>
                </c:pt>
                <c:pt idx="7553">
                  <c:v>0.25</c:v>
                </c:pt>
                <c:pt idx="7554">
                  <c:v>0.25</c:v>
                </c:pt>
                <c:pt idx="7555">
                  <c:v>0.25</c:v>
                </c:pt>
                <c:pt idx="7556">
                  <c:v>0.25</c:v>
                </c:pt>
                <c:pt idx="7557">
                  <c:v>0.25</c:v>
                </c:pt>
                <c:pt idx="7558">
                  <c:v>0</c:v>
                </c:pt>
                <c:pt idx="7559">
                  <c:v>0</c:v>
                </c:pt>
                <c:pt idx="7560">
                  <c:v>0</c:v>
                </c:pt>
                <c:pt idx="7561">
                  <c:v>0</c:v>
                </c:pt>
                <c:pt idx="7562">
                  <c:v>0</c:v>
                </c:pt>
                <c:pt idx="7563">
                  <c:v>0</c:v>
                </c:pt>
                <c:pt idx="7564">
                  <c:v>0</c:v>
                </c:pt>
                <c:pt idx="7565">
                  <c:v>0</c:v>
                </c:pt>
                <c:pt idx="7566">
                  <c:v>0</c:v>
                </c:pt>
                <c:pt idx="7567">
                  <c:v>0</c:v>
                </c:pt>
                <c:pt idx="7568">
                  <c:v>0.25</c:v>
                </c:pt>
                <c:pt idx="7569">
                  <c:v>0.25</c:v>
                </c:pt>
                <c:pt idx="7570">
                  <c:v>0.25</c:v>
                </c:pt>
                <c:pt idx="7571">
                  <c:v>0.25</c:v>
                </c:pt>
                <c:pt idx="7572">
                  <c:v>0.25</c:v>
                </c:pt>
                <c:pt idx="7573">
                  <c:v>0.25</c:v>
                </c:pt>
                <c:pt idx="7574">
                  <c:v>0.25</c:v>
                </c:pt>
                <c:pt idx="7575">
                  <c:v>0.25</c:v>
                </c:pt>
                <c:pt idx="7576">
                  <c:v>0.25</c:v>
                </c:pt>
                <c:pt idx="7577">
                  <c:v>0.25</c:v>
                </c:pt>
                <c:pt idx="7578">
                  <c:v>0.25</c:v>
                </c:pt>
                <c:pt idx="7579">
                  <c:v>0.25</c:v>
                </c:pt>
                <c:pt idx="7580">
                  <c:v>0.25</c:v>
                </c:pt>
                <c:pt idx="7581">
                  <c:v>0.25</c:v>
                </c:pt>
                <c:pt idx="7582">
                  <c:v>0</c:v>
                </c:pt>
                <c:pt idx="7583">
                  <c:v>0</c:v>
                </c:pt>
                <c:pt idx="7584">
                  <c:v>0</c:v>
                </c:pt>
                <c:pt idx="7585">
                  <c:v>0</c:v>
                </c:pt>
                <c:pt idx="7586">
                  <c:v>0</c:v>
                </c:pt>
                <c:pt idx="7587">
                  <c:v>0</c:v>
                </c:pt>
                <c:pt idx="7588">
                  <c:v>0</c:v>
                </c:pt>
                <c:pt idx="7589">
                  <c:v>0</c:v>
                </c:pt>
                <c:pt idx="7590">
                  <c:v>0</c:v>
                </c:pt>
                <c:pt idx="7591">
                  <c:v>0</c:v>
                </c:pt>
                <c:pt idx="7592">
                  <c:v>0.25</c:v>
                </c:pt>
                <c:pt idx="7593">
                  <c:v>0.25</c:v>
                </c:pt>
                <c:pt idx="7594">
                  <c:v>0.25</c:v>
                </c:pt>
                <c:pt idx="7595">
                  <c:v>0.25</c:v>
                </c:pt>
                <c:pt idx="7596">
                  <c:v>0.25</c:v>
                </c:pt>
                <c:pt idx="7597">
                  <c:v>0.25</c:v>
                </c:pt>
                <c:pt idx="7598">
                  <c:v>0.25</c:v>
                </c:pt>
                <c:pt idx="7599">
                  <c:v>0.25</c:v>
                </c:pt>
                <c:pt idx="7600">
                  <c:v>0.25</c:v>
                </c:pt>
                <c:pt idx="7601">
                  <c:v>0.25</c:v>
                </c:pt>
                <c:pt idx="7602">
                  <c:v>0.25</c:v>
                </c:pt>
                <c:pt idx="7603">
                  <c:v>0.25</c:v>
                </c:pt>
                <c:pt idx="7604">
                  <c:v>0.25</c:v>
                </c:pt>
                <c:pt idx="7605">
                  <c:v>0.25</c:v>
                </c:pt>
                <c:pt idx="7606">
                  <c:v>0</c:v>
                </c:pt>
                <c:pt idx="7607">
                  <c:v>0</c:v>
                </c:pt>
                <c:pt idx="7608">
                  <c:v>0</c:v>
                </c:pt>
                <c:pt idx="7609">
                  <c:v>0</c:v>
                </c:pt>
                <c:pt idx="7610">
                  <c:v>0</c:v>
                </c:pt>
                <c:pt idx="7611">
                  <c:v>0</c:v>
                </c:pt>
                <c:pt idx="7612">
                  <c:v>0</c:v>
                </c:pt>
                <c:pt idx="7613">
                  <c:v>0</c:v>
                </c:pt>
                <c:pt idx="7614">
                  <c:v>0</c:v>
                </c:pt>
                <c:pt idx="7615">
                  <c:v>0</c:v>
                </c:pt>
                <c:pt idx="7616">
                  <c:v>0.25</c:v>
                </c:pt>
                <c:pt idx="7617">
                  <c:v>0.25</c:v>
                </c:pt>
                <c:pt idx="7618">
                  <c:v>0.25</c:v>
                </c:pt>
                <c:pt idx="7619">
                  <c:v>0.25</c:v>
                </c:pt>
                <c:pt idx="7620">
                  <c:v>0.25</c:v>
                </c:pt>
                <c:pt idx="7621">
                  <c:v>0.25</c:v>
                </c:pt>
                <c:pt idx="7622">
                  <c:v>0.25</c:v>
                </c:pt>
                <c:pt idx="7623">
                  <c:v>0.25</c:v>
                </c:pt>
                <c:pt idx="7624">
                  <c:v>0.25</c:v>
                </c:pt>
                <c:pt idx="7625">
                  <c:v>0.25</c:v>
                </c:pt>
                <c:pt idx="7626">
                  <c:v>0.25</c:v>
                </c:pt>
                <c:pt idx="7627">
                  <c:v>0.25</c:v>
                </c:pt>
                <c:pt idx="7628">
                  <c:v>0.25</c:v>
                </c:pt>
                <c:pt idx="7629">
                  <c:v>0.25</c:v>
                </c:pt>
                <c:pt idx="7630">
                  <c:v>0</c:v>
                </c:pt>
                <c:pt idx="7631">
                  <c:v>0</c:v>
                </c:pt>
                <c:pt idx="7632">
                  <c:v>0</c:v>
                </c:pt>
                <c:pt idx="7633">
                  <c:v>0</c:v>
                </c:pt>
                <c:pt idx="7634">
                  <c:v>0</c:v>
                </c:pt>
                <c:pt idx="7635">
                  <c:v>0</c:v>
                </c:pt>
                <c:pt idx="7636">
                  <c:v>0</c:v>
                </c:pt>
                <c:pt idx="7637">
                  <c:v>0</c:v>
                </c:pt>
                <c:pt idx="7638">
                  <c:v>0</c:v>
                </c:pt>
                <c:pt idx="7639">
                  <c:v>0</c:v>
                </c:pt>
                <c:pt idx="7640">
                  <c:v>0.25</c:v>
                </c:pt>
                <c:pt idx="7641">
                  <c:v>0.25</c:v>
                </c:pt>
                <c:pt idx="7642">
                  <c:v>0.25</c:v>
                </c:pt>
                <c:pt idx="7643">
                  <c:v>0.25</c:v>
                </c:pt>
                <c:pt idx="7644">
                  <c:v>0.25</c:v>
                </c:pt>
                <c:pt idx="7645">
                  <c:v>0.25</c:v>
                </c:pt>
                <c:pt idx="7646">
                  <c:v>0.25</c:v>
                </c:pt>
                <c:pt idx="7647">
                  <c:v>0.25</c:v>
                </c:pt>
                <c:pt idx="7648">
                  <c:v>0.25</c:v>
                </c:pt>
                <c:pt idx="7649">
                  <c:v>0.25</c:v>
                </c:pt>
                <c:pt idx="7650">
                  <c:v>0.25</c:v>
                </c:pt>
                <c:pt idx="7651">
                  <c:v>0.25</c:v>
                </c:pt>
                <c:pt idx="7652">
                  <c:v>0.25</c:v>
                </c:pt>
                <c:pt idx="7653">
                  <c:v>0.25</c:v>
                </c:pt>
                <c:pt idx="7654">
                  <c:v>0</c:v>
                </c:pt>
                <c:pt idx="7655">
                  <c:v>0</c:v>
                </c:pt>
                <c:pt idx="7656">
                  <c:v>0</c:v>
                </c:pt>
                <c:pt idx="7657">
                  <c:v>0</c:v>
                </c:pt>
                <c:pt idx="7658">
                  <c:v>0</c:v>
                </c:pt>
                <c:pt idx="7659">
                  <c:v>0</c:v>
                </c:pt>
                <c:pt idx="7660">
                  <c:v>0</c:v>
                </c:pt>
                <c:pt idx="7661">
                  <c:v>0</c:v>
                </c:pt>
                <c:pt idx="7662">
                  <c:v>0</c:v>
                </c:pt>
                <c:pt idx="7663">
                  <c:v>0</c:v>
                </c:pt>
                <c:pt idx="7664">
                  <c:v>0.25</c:v>
                </c:pt>
                <c:pt idx="7665">
                  <c:v>0.25</c:v>
                </c:pt>
                <c:pt idx="7666">
                  <c:v>0.25</c:v>
                </c:pt>
                <c:pt idx="7667">
                  <c:v>0.25</c:v>
                </c:pt>
                <c:pt idx="7668">
                  <c:v>0.25</c:v>
                </c:pt>
                <c:pt idx="7669">
                  <c:v>0.25</c:v>
                </c:pt>
                <c:pt idx="7670">
                  <c:v>0.25</c:v>
                </c:pt>
                <c:pt idx="7671">
                  <c:v>0.25</c:v>
                </c:pt>
                <c:pt idx="7672">
                  <c:v>0.25</c:v>
                </c:pt>
                <c:pt idx="7673">
                  <c:v>0.25</c:v>
                </c:pt>
                <c:pt idx="7674">
                  <c:v>0.25</c:v>
                </c:pt>
                <c:pt idx="7675">
                  <c:v>0.25</c:v>
                </c:pt>
                <c:pt idx="7676">
                  <c:v>0.25</c:v>
                </c:pt>
                <c:pt idx="7677">
                  <c:v>0.25</c:v>
                </c:pt>
                <c:pt idx="7678">
                  <c:v>0</c:v>
                </c:pt>
                <c:pt idx="7679">
                  <c:v>0</c:v>
                </c:pt>
                <c:pt idx="7680">
                  <c:v>0</c:v>
                </c:pt>
                <c:pt idx="7681">
                  <c:v>0</c:v>
                </c:pt>
                <c:pt idx="7682">
                  <c:v>0</c:v>
                </c:pt>
                <c:pt idx="7683">
                  <c:v>0</c:v>
                </c:pt>
                <c:pt idx="7684">
                  <c:v>0</c:v>
                </c:pt>
                <c:pt idx="7685">
                  <c:v>0</c:v>
                </c:pt>
                <c:pt idx="7686">
                  <c:v>0</c:v>
                </c:pt>
                <c:pt idx="7687">
                  <c:v>0</c:v>
                </c:pt>
                <c:pt idx="7688">
                  <c:v>0.25</c:v>
                </c:pt>
                <c:pt idx="7689">
                  <c:v>0.25</c:v>
                </c:pt>
                <c:pt idx="7690">
                  <c:v>0.25</c:v>
                </c:pt>
                <c:pt idx="7691">
                  <c:v>0.25</c:v>
                </c:pt>
                <c:pt idx="7692">
                  <c:v>0.25</c:v>
                </c:pt>
                <c:pt idx="7693">
                  <c:v>0.25</c:v>
                </c:pt>
                <c:pt idx="7694">
                  <c:v>0.25</c:v>
                </c:pt>
                <c:pt idx="7695">
                  <c:v>0.25</c:v>
                </c:pt>
                <c:pt idx="7696">
                  <c:v>0.25</c:v>
                </c:pt>
                <c:pt idx="7697">
                  <c:v>0.25</c:v>
                </c:pt>
                <c:pt idx="7698">
                  <c:v>0.25</c:v>
                </c:pt>
                <c:pt idx="7699">
                  <c:v>0.25</c:v>
                </c:pt>
                <c:pt idx="7700">
                  <c:v>0.25</c:v>
                </c:pt>
                <c:pt idx="7701">
                  <c:v>0.25</c:v>
                </c:pt>
                <c:pt idx="7702">
                  <c:v>0</c:v>
                </c:pt>
                <c:pt idx="7703">
                  <c:v>0</c:v>
                </c:pt>
                <c:pt idx="7704">
                  <c:v>0</c:v>
                </c:pt>
                <c:pt idx="7705">
                  <c:v>0</c:v>
                </c:pt>
                <c:pt idx="7706">
                  <c:v>0</c:v>
                </c:pt>
                <c:pt idx="7707">
                  <c:v>0</c:v>
                </c:pt>
                <c:pt idx="7708">
                  <c:v>0</c:v>
                </c:pt>
                <c:pt idx="7709">
                  <c:v>0</c:v>
                </c:pt>
                <c:pt idx="7710">
                  <c:v>0</c:v>
                </c:pt>
                <c:pt idx="7711">
                  <c:v>0</c:v>
                </c:pt>
                <c:pt idx="7712">
                  <c:v>0.25</c:v>
                </c:pt>
                <c:pt idx="7713">
                  <c:v>0.25</c:v>
                </c:pt>
                <c:pt idx="7714">
                  <c:v>0.25</c:v>
                </c:pt>
                <c:pt idx="7715">
                  <c:v>0.25</c:v>
                </c:pt>
                <c:pt idx="7716">
                  <c:v>0.25</c:v>
                </c:pt>
                <c:pt idx="7717">
                  <c:v>0.25</c:v>
                </c:pt>
                <c:pt idx="7718">
                  <c:v>0.25</c:v>
                </c:pt>
                <c:pt idx="7719">
                  <c:v>0.25</c:v>
                </c:pt>
                <c:pt idx="7720">
                  <c:v>0.25</c:v>
                </c:pt>
                <c:pt idx="7721">
                  <c:v>0.25</c:v>
                </c:pt>
                <c:pt idx="7722">
                  <c:v>0.25</c:v>
                </c:pt>
                <c:pt idx="7723">
                  <c:v>0.25</c:v>
                </c:pt>
                <c:pt idx="7724">
                  <c:v>0.25</c:v>
                </c:pt>
                <c:pt idx="7725">
                  <c:v>0.25</c:v>
                </c:pt>
                <c:pt idx="7726">
                  <c:v>0</c:v>
                </c:pt>
                <c:pt idx="7727">
                  <c:v>0</c:v>
                </c:pt>
                <c:pt idx="7728">
                  <c:v>0</c:v>
                </c:pt>
                <c:pt idx="7729">
                  <c:v>0</c:v>
                </c:pt>
                <c:pt idx="7730">
                  <c:v>0</c:v>
                </c:pt>
                <c:pt idx="7731">
                  <c:v>0</c:v>
                </c:pt>
                <c:pt idx="7732">
                  <c:v>0</c:v>
                </c:pt>
                <c:pt idx="7733">
                  <c:v>0</c:v>
                </c:pt>
                <c:pt idx="7734">
                  <c:v>0</c:v>
                </c:pt>
                <c:pt idx="7735">
                  <c:v>0</c:v>
                </c:pt>
                <c:pt idx="7736">
                  <c:v>0.25</c:v>
                </c:pt>
                <c:pt idx="7737">
                  <c:v>0.25</c:v>
                </c:pt>
                <c:pt idx="7738">
                  <c:v>0.25</c:v>
                </c:pt>
                <c:pt idx="7739">
                  <c:v>0.25</c:v>
                </c:pt>
                <c:pt idx="7740">
                  <c:v>0.25</c:v>
                </c:pt>
                <c:pt idx="7741">
                  <c:v>0.25</c:v>
                </c:pt>
                <c:pt idx="7742">
                  <c:v>0.25</c:v>
                </c:pt>
                <c:pt idx="7743">
                  <c:v>0.25</c:v>
                </c:pt>
                <c:pt idx="7744">
                  <c:v>0.25</c:v>
                </c:pt>
                <c:pt idx="7745">
                  <c:v>0.25</c:v>
                </c:pt>
                <c:pt idx="7746">
                  <c:v>0.25</c:v>
                </c:pt>
                <c:pt idx="7747">
                  <c:v>0.25</c:v>
                </c:pt>
                <c:pt idx="7748">
                  <c:v>0.25</c:v>
                </c:pt>
                <c:pt idx="7749">
                  <c:v>0.25</c:v>
                </c:pt>
                <c:pt idx="7750">
                  <c:v>0</c:v>
                </c:pt>
                <c:pt idx="7751">
                  <c:v>0</c:v>
                </c:pt>
                <c:pt idx="7752">
                  <c:v>0</c:v>
                </c:pt>
                <c:pt idx="7753">
                  <c:v>0</c:v>
                </c:pt>
                <c:pt idx="7754">
                  <c:v>0</c:v>
                </c:pt>
                <c:pt idx="7755">
                  <c:v>0</c:v>
                </c:pt>
                <c:pt idx="7756">
                  <c:v>0</c:v>
                </c:pt>
                <c:pt idx="7757">
                  <c:v>0</c:v>
                </c:pt>
                <c:pt idx="7758">
                  <c:v>0</c:v>
                </c:pt>
                <c:pt idx="7759">
                  <c:v>0</c:v>
                </c:pt>
                <c:pt idx="7760">
                  <c:v>0.25</c:v>
                </c:pt>
                <c:pt idx="7761">
                  <c:v>0.25</c:v>
                </c:pt>
                <c:pt idx="7762">
                  <c:v>0.25</c:v>
                </c:pt>
                <c:pt idx="7763">
                  <c:v>0.25</c:v>
                </c:pt>
                <c:pt idx="7764">
                  <c:v>0.331594</c:v>
                </c:pt>
                <c:pt idx="7765">
                  <c:v>0.31501899999999999</c:v>
                </c:pt>
                <c:pt idx="7766">
                  <c:v>0.25</c:v>
                </c:pt>
                <c:pt idx="7767">
                  <c:v>0.25</c:v>
                </c:pt>
                <c:pt idx="7768">
                  <c:v>0.25</c:v>
                </c:pt>
                <c:pt idx="7769">
                  <c:v>0.25</c:v>
                </c:pt>
                <c:pt idx="7770">
                  <c:v>0.25</c:v>
                </c:pt>
                <c:pt idx="7771">
                  <c:v>0.25</c:v>
                </c:pt>
                <c:pt idx="7772">
                  <c:v>0.25</c:v>
                </c:pt>
                <c:pt idx="7773">
                  <c:v>0.25</c:v>
                </c:pt>
                <c:pt idx="7774">
                  <c:v>0</c:v>
                </c:pt>
                <c:pt idx="7775">
                  <c:v>0</c:v>
                </c:pt>
                <c:pt idx="7776">
                  <c:v>0</c:v>
                </c:pt>
                <c:pt idx="7777">
                  <c:v>0</c:v>
                </c:pt>
                <c:pt idx="7778">
                  <c:v>0</c:v>
                </c:pt>
                <c:pt idx="7779">
                  <c:v>0</c:v>
                </c:pt>
                <c:pt idx="7780">
                  <c:v>0</c:v>
                </c:pt>
                <c:pt idx="7781">
                  <c:v>0</c:v>
                </c:pt>
                <c:pt idx="7782">
                  <c:v>0</c:v>
                </c:pt>
                <c:pt idx="7783">
                  <c:v>0</c:v>
                </c:pt>
                <c:pt idx="7784">
                  <c:v>0.25</c:v>
                </c:pt>
                <c:pt idx="7785">
                  <c:v>0.25</c:v>
                </c:pt>
                <c:pt idx="7786">
                  <c:v>0.25</c:v>
                </c:pt>
                <c:pt idx="7787">
                  <c:v>0.291412</c:v>
                </c:pt>
                <c:pt idx="7788">
                  <c:v>0.33428000000000002</c:v>
                </c:pt>
                <c:pt idx="7789">
                  <c:v>0.30497600000000002</c:v>
                </c:pt>
                <c:pt idx="7790">
                  <c:v>0.25</c:v>
                </c:pt>
                <c:pt idx="7791">
                  <c:v>0.25</c:v>
                </c:pt>
                <c:pt idx="7792">
                  <c:v>0.25</c:v>
                </c:pt>
                <c:pt idx="7793">
                  <c:v>0.25</c:v>
                </c:pt>
                <c:pt idx="7794">
                  <c:v>0.25</c:v>
                </c:pt>
                <c:pt idx="7795">
                  <c:v>0.25</c:v>
                </c:pt>
                <c:pt idx="7796">
                  <c:v>0.25</c:v>
                </c:pt>
                <c:pt idx="7797">
                  <c:v>0.25</c:v>
                </c:pt>
                <c:pt idx="7798">
                  <c:v>0</c:v>
                </c:pt>
                <c:pt idx="7799">
                  <c:v>0</c:v>
                </c:pt>
                <c:pt idx="7800">
                  <c:v>0</c:v>
                </c:pt>
                <c:pt idx="7801">
                  <c:v>0</c:v>
                </c:pt>
                <c:pt idx="7802">
                  <c:v>0</c:v>
                </c:pt>
                <c:pt idx="7803">
                  <c:v>0</c:v>
                </c:pt>
                <c:pt idx="7804">
                  <c:v>0</c:v>
                </c:pt>
                <c:pt idx="7805">
                  <c:v>0</c:v>
                </c:pt>
                <c:pt idx="7806">
                  <c:v>0</c:v>
                </c:pt>
                <c:pt idx="7807">
                  <c:v>0</c:v>
                </c:pt>
                <c:pt idx="7808">
                  <c:v>0.25</c:v>
                </c:pt>
                <c:pt idx="7809">
                  <c:v>0.25</c:v>
                </c:pt>
                <c:pt idx="7810">
                  <c:v>0.25</c:v>
                </c:pt>
                <c:pt idx="7811">
                  <c:v>0.25</c:v>
                </c:pt>
                <c:pt idx="7812">
                  <c:v>0.25339400000000001</c:v>
                </c:pt>
                <c:pt idx="7813">
                  <c:v>0.25</c:v>
                </c:pt>
                <c:pt idx="7814">
                  <c:v>0.25</c:v>
                </c:pt>
                <c:pt idx="7815">
                  <c:v>0.25</c:v>
                </c:pt>
                <c:pt idx="7816">
                  <c:v>0.25</c:v>
                </c:pt>
                <c:pt idx="7817">
                  <c:v>0.25</c:v>
                </c:pt>
                <c:pt idx="7818">
                  <c:v>0.25</c:v>
                </c:pt>
                <c:pt idx="7819">
                  <c:v>0.25</c:v>
                </c:pt>
                <c:pt idx="7820">
                  <c:v>0.25</c:v>
                </c:pt>
                <c:pt idx="7821">
                  <c:v>0.25</c:v>
                </c:pt>
                <c:pt idx="7822">
                  <c:v>0</c:v>
                </c:pt>
                <c:pt idx="7823">
                  <c:v>0</c:v>
                </c:pt>
                <c:pt idx="7824">
                  <c:v>0</c:v>
                </c:pt>
                <c:pt idx="7825">
                  <c:v>0</c:v>
                </c:pt>
                <c:pt idx="7826">
                  <c:v>0</c:v>
                </c:pt>
                <c:pt idx="7827">
                  <c:v>0</c:v>
                </c:pt>
                <c:pt idx="7828">
                  <c:v>0</c:v>
                </c:pt>
                <c:pt idx="7829">
                  <c:v>0</c:v>
                </c:pt>
                <c:pt idx="7830">
                  <c:v>0</c:v>
                </c:pt>
                <c:pt idx="7831">
                  <c:v>0</c:v>
                </c:pt>
                <c:pt idx="7832">
                  <c:v>0.25</c:v>
                </c:pt>
                <c:pt idx="7833">
                  <c:v>0.25</c:v>
                </c:pt>
                <c:pt idx="7834">
                  <c:v>0.25</c:v>
                </c:pt>
                <c:pt idx="7835">
                  <c:v>0.263575</c:v>
                </c:pt>
                <c:pt idx="7836">
                  <c:v>0.26895799999999997</c:v>
                </c:pt>
                <c:pt idx="7837">
                  <c:v>0.292603</c:v>
                </c:pt>
                <c:pt idx="7838">
                  <c:v>0.25</c:v>
                </c:pt>
                <c:pt idx="7839">
                  <c:v>0.25</c:v>
                </c:pt>
                <c:pt idx="7840">
                  <c:v>0.25</c:v>
                </c:pt>
                <c:pt idx="7841">
                  <c:v>0.25</c:v>
                </c:pt>
                <c:pt idx="7842">
                  <c:v>0.25</c:v>
                </c:pt>
                <c:pt idx="7843">
                  <c:v>0.25</c:v>
                </c:pt>
                <c:pt idx="7844">
                  <c:v>0.25</c:v>
                </c:pt>
                <c:pt idx="7845">
                  <c:v>0.25</c:v>
                </c:pt>
                <c:pt idx="7846">
                  <c:v>0</c:v>
                </c:pt>
                <c:pt idx="7847">
                  <c:v>0</c:v>
                </c:pt>
                <c:pt idx="7848">
                  <c:v>0</c:v>
                </c:pt>
                <c:pt idx="7849">
                  <c:v>0</c:v>
                </c:pt>
                <c:pt idx="7850">
                  <c:v>0</c:v>
                </c:pt>
                <c:pt idx="7851">
                  <c:v>0</c:v>
                </c:pt>
                <c:pt idx="7852">
                  <c:v>0</c:v>
                </c:pt>
                <c:pt idx="7853">
                  <c:v>0</c:v>
                </c:pt>
                <c:pt idx="7854">
                  <c:v>0</c:v>
                </c:pt>
                <c:pt idx="7855">
                  <c:v>0</c:v>
                </c:pt>
                <c:pt idx="7856">
                  <c:v>0.25</c:v>
                </c:pt>
                <c:pt idx="7857">
                  <c:v>0.25</c:v>
                </c:pt>
                <c:pt idx="7858">
                  <c:v>0.25</c:v>
                </c:pt>
                <c:pt idx="7859">
                  <c:v>0.25</c:v>
                </c:pt>
                <c:pt idx="7860">
                  <c:v>0.25705600000000001</c:v>
                </c:pt>
                <c:pt idx="7861">
                  <c:v>0.25</c:v>
                </c:pt>
                <c:pt idx="7862">
                  <c:v>0.25</c:v>
                </c:pt>
                <c:pt idx="7863">
                  <c:v>0.25</c:v>
                </c:pt>
                <c:pt idx="7864">
                  <c:v>0.25</c:v>
                </c:pt>
                <c:pt idx="7865">
                  <c:v>0.25</c:v>
                </c:pt>
                <c:pt idx="7866">
                  <c:v>0.25</c:v>
                </c:pt>
                <c:pt idx="7867">
                  <c:v>0.25</c:v>
                </c:pt>
                <c:pt idx="7868">
                  <c:v>0.25</c:v>
                </c:pt>
                <c:pt idx="7869">
                  <c:v>0.25</c:v>
                </c:pt>
                <c:pt idx="7870">
                  <c:v>0</c:v>
                </c:pt>
                <c:pt idx="7871">
                  <c:v>0</c:v>
                </c:pt>
                <c:pt idx="7872">
                  <c:v>0</c:v>
                </c:pt>
                <c:pt idx="7873">
                  <c:v>0</c:v>
                </c:pt>
                <c:pt idx="7874">
                  <c:v>0</c:v>
                </c:pt>
                <c:pt idx="7875">
                  <c:v>0</c:v>
                </c:pt>
                <c:pt idx="7876">
                  <c:v>0</c:v>
                </c:pt>
                <c:pt idx="7877">
                  <c:v>0</c:v>
                </c:pt>
                <c:pt idx="7878">
                  <c:v>0</c:v>
                </c:pt>
                <c:pt idx="7879">
                  <c:v>0</c:v>
                </c:pt>
                <c:pt idx="7880">
                  <c:v>0.25</c:v>
                </c:pt>
                <c:pt idx="7881">
                  <c:v>0.25</c:v>
                </c:pt>
                <c:pt idx="7882">
                  <c:v>0.25</c:v>
                </c:pt>
                <c:pt idx="7883">
                  <c:v>0.25</c:v>
                </c:pt>
                <c:pt idx="7884">
                  <c:v>0.26832699999999998</c:v>
                </c:pt>
                <c:pt idx="7885">
                  <c:v>0.25</c:v>
                </c:pt>
                <c:pt idx="7886">
                  <c:v>0.25</c:v>
                </c:pt>
                <c:pt idx="7887">
                  <c:v>0.25</c:v>
                </c:pt>
                <c:pt idx="7888">
                  <c:v>0.25</c:v>
                </c:pt>
                <c:pt idx="7889">
                  <c:v>0.25</c:v>
                </c:pt>
                <c:pt idx="7890">
                  <c:v>0.25</c:v>
                </c:pt>
                <c:pt idx="7891">
                  <c:v>0.25</c:v>
                </c:pt>
                <c:pt idx="7892">
                  <c:v>0.25</c:v>
                </c:pt>
                <c:pt idx="7893">
                  <c:v>0.25</c:v>
                </c:pt>
                <c:pt idx="7894">
                  <c:v>0</c:v>
                </c:pt>
                <c:pt idx="7895">
                  <c:v>0</c:v>
                </c:pt>
                <c:pt idx="7896">
                  <c:v>0</c:v>
                </c:pt>
                <c:pt idx="7897">
                  <c:v>0</c:v>
                </c:pt>
                <c:pt idx="7898">
                  <c:v>0</c:v>
                </c:pt>
                <c:pt idx="7899">
                  <c:v>0</c:v>
                </c:pt>
                <c:pt idx="7900">
                  <c:v>0</c:v>
                </c:pt>
                <c:pt idx="7901">
                  <c:v>0</c:v>
                </c:pt>
                <c:pt idx="7902">
                  <c:v>0</c:v>
                </c:pt>
                <c:pt idx="7903">
                  <c:v>0</c:v>
                </c:pt>
                <c:pt idx="7904">
                  <c:v>0.25</c:v>
                </c:pt>
                <c:pt idx="7905">
                  <c:v>0.315938</c:v>
                </c:pt>
                <c:pt idx="7906">
                  <c:v>0.36290899999999998</c:v>
                </c:pt>
                <c:pt idx="7907">
                  <c:v>0.46803600000000001</c:v>
                </c:pt>
                <c:pt idx="7908">
                  <c:v>0.45707100000000001</c:v>
                </c:pt>
                <c:pt idx="7909">
                  <c:v>0.43307499999999999</c:v>
                </c:pt>
                <c:pt idx="7910">
                  <c:v>0.32618999999999998</c:v>
                </c:pt>
                <c:pt idx="7911">
                  <c:v>0.28875400000000001</c:v>
                </c:pt>
                <c:pt idx="7912">
                  <c:v>0.25</c:v>
                </c:pt>
                <c:pt idx="7913">
                  <c:v>0.25</c:v>
                </c:pt>
                <c:pt idx="7914">
                  <c:v>0.25</c:v>
                </c:pt>
                <c:pt idx="7915">
                  <c:v>0.25</c:v>
                </c:pt>
                <c:pt idx="7916">
                  <c:v>0.25</c:v>
                </c:pt>
                <c:pt idx="7917">
                  <c:v>0.25</c:v>
                </c:pt>
                <c:pt idx="7918">
                  <c:v>0</c:v>
                </c:pt>
                <c:pt idx="7919">
                  <c:v>0</c:v>
                </c:pt>
                <c:pt idx="7920">
                  <c:v>0</c:v>
                </c:pt>
                <c:pt idx="7921">
                  <c:v>0</c:v>
                </c:pt>
                <c:pt idx="7922">
                  <c:v>0</c:v>
                </c:pt>
                <c:pt idx="7923">
                  <c:v>0</c:v>
                </c:pt>
                <c:pt idx="7924">
                  <c:v>0</c:v>
                </c:pt>
                <c:pt idx="7925">
                  <c:v>0</c:v>
                </c:pt>
                <c:pt idx="7926">
                  <c:v>0</c:v>
                </c:pt>
                <c:pt idx="7927">
                  <c:v>0</c:v>
                </c:pt>
                <c:pt idx="7928">
                  <c:v>0.25</c:v>
                </c:pt>
                <c:pt idx="7929">
                  <c:v>0.25914199999999998</c:v>
                </c:pt>
                <c:pt idx="7930">
                  <c:v>0.31843900000000003</c:v>
                </c:pt>
                <c:pt idx="7931">
                  <c:v>0.46465200000000001</c:v>
                </c:pt>
                <c:pt idx="7932">
                  <c:v>0.464364</c:v>
                </c:pt>
                <c:pt idx="7933">
                  <c:v>0.39324599999999998</c:v>
                </c:pt>
                <c:pt idx="7934">
                  <c:v>0.25</c:v>
                </c:pt>
                <c:pt idx="7935">
                  <c:v>0.25</c:v>
                </c:pt>
                <c:pt idx="7936">
                  <c:v>0.25</c:v>
                </c:pt>
                <c:pt idx="7937">
                  <c:v>0.25</c:v>
                </c:pt>
                <c:pt idx="7938">
                  <c:v>0.25</c:v>
                </c:pt>
                <c:pt idx="7939">
                  <c:v>0.25</c:v>
                </c:pt>
                <c:pt idx="7940">
                  <c:v>0.25</c:v>
                </c:pt>
                <c:pt idx="7941">
                  <c:v>0.25</c:v>
                </c:pt>
                <c:pt idx="7942">
                  <c:v>0</c:v>
                </c:pt>
                <c:pt idx="7943">
                  <c:v>0</c:v>
                </c:pt>
                <c:pt idx="7944">
                  <c:v>0</c:v>
                </c:pt>
                <c:pt idx="7945">
                  <c:v>0</c:v>
                </c:pt>
                <c:pt idx="7946">
                  <c:v>0</c:v>
                </c:pt>
                <c:pt idx="7947">
                  <c:v>0</c:v>
                </c:pt>
                <c:pt idx="7948">
                  <c:v>0</c:v>
                </c:pt>
                <c:pt idx="7949">
                  <c:v>0</c:v>
                </c:pt>
                <c:pt idx="7950">
                  <c:v>0</c:v>
                </c:pt>
                <c:pt idx="7951">
                  <c:v>0</c:v>
                </c:pt>
                <c:pt idx="7952">
                  <c:v>0.25</c:v>
                </c:pt>
                <c:pt idx="7953">
                  <c:v>0.25</c:v>
                </c:pt>
                <c:pt idx="7954">
                  <c:v>0.25</c:v>
                </c:pt>
                <c:pt idx="7955">
                  <c:v>0.33318700000000001</c:v>
                </c:pt>
                <c:pt idx="7956">
                  <c:v>0.46195999999999998</c:v>
                </c:pt>
                <c:pt idx="7957">
                  <c:v>0.42103099999999999</c:v>
                </c:pt>
                <c:pt idx="7958">
                  <c:v>0.3145</c:v>
                </c:pt>
                <c:pt idx="7959">
                  <c:v>0.27574700000000002</c:v>
                </c:pt>
                <c:pt idx="7960">
                  <c:v>0.25</c:v>
                </c:pt>
                <c:pt idx="7961">
                  <c:v>0.25</c:v>
                </c:pt>
                <c:pt idx="7962">
                  <c:v>0.25</c:v>
                </c:pt>
                <c:pt idx="7963">
                  <c:v>0.25</c:v>
                </c:pt>
                <c:pt idx="7964">
                  <c:v>0.25</c:v>
                </c:pt>
                <c:pt idx="7965">
                  <c:v>0.25</c:v>
                </c:pt>
                <c:pt idx="7966">
                  <c:v>0</c:v>
                </c:pt>
                <c:pt idx="7967">
                  <c:v>0</c:v>
                </c:pt>
                <c:pt idx="7968">
                  <c:v>0</c:v>
                </c:pt>
                <c:pt idx="7969">
                  <c:v>0</c:v>
                </c:pt>
                <c:pt idx="7970">
                  <c:v>0</c:v>
                </c:pt>
                <c:pt idx="7971">
                  <c:v>0</c:v>
                </c:pt>
                <c:pt idx="7972">
                  <c:v>0</c:v>
                </c:pt>
                <c:pt idx="7973">
                  <c:v>0</c:v>
                </c:pt>
                <c:pt idx="7974">
                  <c:v>0</c:v>
                </c:pt>
                <c:pt idx="7975">
                  <c:v>0</c:v>
                </c:pt>
                <c:pt idx="7976">
                  <c:v>0.25</c:v>
                </c:pt>
                <c:pt idx="7977">
                  <c:v>0.27241799999999999</c:v>
                </c:pt>
                <c:pt idx="7978">
                  <c:v>0.36218299999999998</c:v>
                </c:pt>
                <c:pt idx="7979">
                  <c:v>0.46135300000000001</c:v>
                </c:pt>
                <c:pt idx="7980">
                  <c:v>0.50591699999999995</c:v>
                </c:pt>
                <c:pt idx="7981">
                  <c:v>0.51567700000000005</c:v>
                </c:pt>
                <c:pt idx="7982">
                  <c:v>0.42006199999999999</c:v>
                </c:pt>
                <c:pt idx="7983">
                  <c:v>0.39451999999999998</c:v>
                </c:pt>
                <c:pt idx="7984">
                  <c:v>0.37093399999999999</c:v>
                </c:pt>
                <c:pt idx="7985">
                  <c:v>0.311666</c:v>
                </c:pt>
                <c:pt idx="7986">
                  <c:v>0.25</c:v>
                </c:pt>
                <c:pt idx="7987">
                  <c:v>0.25</c:v>
                </c:pt>
                <c:pt idx="7988">
                  <c:v>0.25</c:v>
                </c:pt>
                <c:pt idx="7989">
                  <c:v>0.25</c:v>
                </c:pt>
                <c:pt idx="7990">
                  <c:v>0</c:v>
                </c:pt>
                <c:pt idx="7991">
                  <c:v>0</c:v>
                </c:pt>
                <c:pt idx="7992">
                  <c:v>0</c:v>
                </c:pt>
                <c:pt idx="7993">
                  <c:v>0</c:v>
                </c:pt>
                <c:pt idx="7994">
                  <c:v>0</c:v>
                </c:pt>
                <c:pt idx="7995">
                  <c:v>0</c:v>
                </c:pt>
                <c:pt idx="7996">
                  <c:v>0</c:v>
                </c:pt>
                <c:pt idx="7997">
                  <c:v>0</c:v>
                </c:pt>
                <c:pt idx="7998">
                  <c:v>0</c:v>
                </c:pt>
                <c:pt idx="7999">
                  <c:v>0</c:v>
                </c:pt>
                <c:pt idx="8000">
                  <c:v>0.25</c:v>
                </c:pt>
                <c:pt idx="8001">
                  <c:v>0.25</c:v>
                </c:pt>
                <c:pt idx="8002">
                  <c:v>0.28445300000000001</c:v>
                </c:pt>
                <c:pt idx="8003">
                  <c:v>0.341667</c:v>
                </c:pt>
                <c:pt idx="8004">
                  <c:v>0.34472700000000001</c:v>
                </c:pt>
                <c:pt idx="8005">
                  <c:v>0.329127</c:v>
                </c:pt>
                <c:pt idx="8006">
                  <c:v>0.25</c:v>
                </c:pt>
                <c:pt idx="8007">
                  <c:v>0.25</c:v>
                </c:pt>
                <c:pt idx="8008">
                  <c:v>0.25</c:v>
                </c:pt>
                <c:pt idx="8009">
                  <c:v>0.25</c:v>
                </c:pt>
                <c:pt idx="8010">
                  <c:v>0.25</c:v>
                </c:pt>
                <c:pt idx="8011">
                  <c:v>0.25</c:v>
                </c:pt>
                <c:pt idx="8012">
                  <c:v>0.25</c:v>
                </c:pt>
                <c:pt idx="8013">
                  <c:v>0.25</c:v>
                </c:pt>
                <c:pt idx="8014">
                  <c:v>0</c:v>
                </c:pt>
                <c:pt idx="8015">
                  <c:v>0</c:v>
                </c:pt>
                <c:pt idx="8016">
                  <c:v>0</c:v>
                </c:pt>
                <c:pt idx="8017">
                  <c:v>0</c:v>
                </c:pt>
                <c:pt idx="8018">
                  <c:v>0</c:v>
                </c:pt>
                <c:pt idx="8019">
                  <c:v>0</c:v>
                </c:pt>
                <c:pt idx="8020">
                  <c:v>0</c:v>
                </c:pt>
                <c:pt idx="8021">
                  <c:v>0</c:v>
                </c:pt>
                <c:pt idx="8022">
                  <c:v>0</c:v>
                </c:pt>
                <c:pt idx="8023">
                  <c:v>0</c:v>
                </c:pt>
                <c:pt idx="8024">
                  <c:v>0.25</c:v>
                </c:pt>
                <c:pt idx="8025">
                  <c:v>0.25</c:v>
                </c:pt>
                <c:pt idx="8026">
                  <c:v>0.25</c:v>
                </c:pt>
                <c:pt idx="8027">
                  <c:v>0.25</c:v>
                </c:pt>
                <c:pt idx="8028">
                  <c:v>0.25</c:v>
                </c:pt>
                <c:pt idx="8029">
                  <c:v>0.25</c:v>
                </c:pt>
                <c:pt idx="8030">
                  <c:v>0.25</c:v>
                </c:pt>
                <c:pt idx="8031">
                  <c:v>0.25</c:v>
                </c:pt>
                <c:pt idx="8032">
                  <c:v>0.25</c:v>
                </c:pt>
                <c:pt idx="8033">
                  <c:v>0.25</c:v>
                </c:pt>
                <c:pt idx="8034">
                  <c:v>0.25</c:v>
                </c:pt>
                <c:pt idx="8035">
                  <c:v>0.25</c:v>
                </c:pt>
                <c:pt idx="8036">
                  <c:v>0.25</c:v>
                </c:pt>
                <c:pt idx="8037">
                  <c:v>0.25</c:v>
                </c:pt>
                <c:pt idx="8038">
                  <c:v>0</c:v>
                </c:pt>
                <c:pt idx="8039">
                  <c:v>0</c:v>
                </c:pt>
                <c:pt idx="8040">
                  <c:v>0</c:v>
                </c:pt>
                <c:pt idx="8041">
                  <c:v>0</c:v>
                </c:pt>
                <c:pt idx="8042">
                  <c:v>0</c:v>
                </c:pt>
                <c:pt idx="8043">
                  <c:v>0</c:v>
                </c:pt>
                <c:pt idx="8044">
                  <c:v>0</c:v>
                </c:pt>
                <c:pt idx="8045">
                  <c:v>0</c:v>
                </c:pt>
                <c:pt idx="8046">
                  <c:v>0</c:v>
                </c:pt>
                <c:pt idx="8047">
                  <c:v>0</c:v>
                </c:pt>
                <c:pt idx="8048">
                  <c:v>0.25</c:v>
                </c:pt>
                <c:pt idx="8049">
                  <c:v>0.25</c:v>
                </c:pt>
                <c:pt idx="8050">
                  <c:v>0.25</c:v>
                </c:pt>
                <c:pt idx="8051">
                  <c:v>0.25</c:v>
                </c:pt>
                <c:pt idx="8052">
                  <c:v>0.25</c:v>
                </c:pt>
                <c:pt idx="8053">
                  <c:v>0.25</c:v>
                </c:pt>
                <c:pt idx="8054">
                  <c:v>0.25</c:v>
                </c:pt>
                <c:pt idx="8055">
                  <c:v>0.25</c:v>
                </c:pt>
                <c:pt idx="8056">
                  <c:v>0.25</c:v>
                </c:pt>
                <c:pt idx="8057">
                  <c:v>0.25</c:v>
                </c:pt>
                <c:pt idx="8058">
                  <c:v>0.25</c:v>
                </c:pt>
                <c:pt idx="8059">
                  <c:v>0.25</c:v>
                </c:pt>
                <c:pt idx="8060">
                  <c:v>0.25</c:v>
                </c:pt>
                <c:pt idx="8061">
                  <c:v>0.25</c:v>
                </c:pt>
                <c:pt idx="8062">
                  <c:v>0</c:v>
                </c:pt>
                <c:pt idx="8063">
                  <c:v>0</c:v>
                </c:pt>
                <c:pt idx="8064">
                  <c:v>0</c:v>
                </c:pt>
                <c:pt idx="8065">
                  <c:v>0</c:v>
                </c:pt>
                <c:pt idx="8066">
                  <c:v>0</c:v>
                </c:pt>
                <c:pt idx="8067">
                  <c:v>0</c:v>
                </c:pt>
                <c:pt idx="8068">
                  <c:v>0</c:v>
                </c:pt>
                <c:pt idx="8069">
                  <c:v>0</c:v>
                </c:pt>
                <c:pt idx="8070">
                  <c:v>0</c:v>
                </c:pt>
                <c:pt idx="8071">
                  <c:v>0</c:v>
                </c:pt>
                <c:pt idx="8072">
                  <c:v>0.25</c:v>
                </c:pt>
                <c:pt idx="8073">
                  <c:v>0.25</c:v>
                </c:pt>
                <c:pt idx="8074">
                  <c:v>0.25</c:v>
                </c:pt>
                <c:pt idx="8075">
                  <c:v>0.25</c:v>
                </c:pt>
                <c:pt idx="8076">
                  <c:v>0.25</c:v>
                </c:pt>
                <c:pt idx="8077">
                  <c:v>0.25</c:v>
                </c:pt>
                <c:pt idx="8078">
                  <c:v>0.25</c:v>
                </c:pt>
                <c:pt idx="8079">
                  <c:v>0.25</c:v>
                </c:pt>
                <c:pt idx="8080">
                  <c:v>0.25</c:v>
                </c:pt>
                <c:pt idx="8081">
                  <c:v>0.25</c:v>
                </c:pt>
                <c:pt idx="8082">
                  <c:v>0.25</c:v>
                </c:pt>
                <c:pt idx="8083">
                  <c:v>0.25</c:v>
                </c:pt>
                <c:pt idx="8084">
                  <c:v>0.25</c:v>
                </c:pt>
                <c:pt idx="8085">
                  <c:v>0.25</c:v>
                </c:pt>
                <c:pt idx="8086">
                  <c:v>0</c:v>
                </c:pt>
                <c:pt idx="8087">
                  <c:v>0</c:v>
                </c:pt>
                <c:pt idx="8088">
                  <c:v>0</c:v>
                </c:pt>
                <c:pt idx="8089">
                  <c:v>0</c:v>
                </c:pt>
                <c:pt idx="8090">
                  <c:v>0</c:v>
                </c:pt>
                <c:pt idx="8091">
                  <c:v>0</c:v>
                </c:pt>
                <c:pt idx="8092">
                  <c:v>0</c:v>
                </c:pt>
                <c:pt idx="8093">
                  <c:v>0</c:v>
                </c:pt>
                <c:pt idx="8094">
                  <c:v>0</c:v>
                </c:pt>
                <c:pt idx="8095">
                  <c:v>0</c:v>
                </c:pt>
                <c:pt idx="8096">
                  <c:v>0.25</c:v>
                </c:pt>
                <c:pt idx="8097">
                  <c:v>0.25</c:v>
                </c:pt>
                <c:pt idx="8098">
                  <c:v>0.25</c:v>
                </c:pt>
                <c:pt idx="8099">
                  <c:v>0.25</c:v>
                </c:pt>
                <c:pt idx="8100">
                  <c:v>0.25</c:v>
                </c:pt>
                <c:pt idx="8101">
                  <c:v>0.25</c:v>
                </c:pt>
                <c:pt idx="8102">
                  <c:v>0.25</c:v>
                </c:pt>
                <c:pt idx="8103">
                  <c:v>0.25</c:v>
                </c:pt>
                <c:pt idx="8104">
                  <c:v>0.25</c:v>
                </c:pt>
                <c:pt idx="8105">
                  <c:v>0.25</c:v>
                </c:pt>
                <c:pt idx="8106">
                  <c:v>0.25</c:v>
                </c:pt>
                <c:pt idx="8107">
                  <c:v>0.25</c:v>
                </c:pt>
                <c:pt idx="8108">
                  <c:v>0.25</c:v>
                </c:pt>
                <c:pt idx="8109">
                  <c:v>0.25</c:v>
                </c:pt>
                <c:pt idx="8110">
                  <c:v>0</c:v>
                </c:pt>
                <c:pt idx="8111">
                  <c:v>0</c:v>
                </c:pt>
                <c:pt idx="8112">
                  <c:v>0</c:v>
                </c:pt>
                <c:pt idx="8113">
                  <c:v>0</c:v>
                </c:pt>
                <c:pt idx="8114">
                  <c:v>0</c:v>
                </c:pt>
                <c:pt idx="8115">
                  <c:v>0</c:v>
                </c:pt>
                <c:pt idx="8116">
                  <c:v>0</c:v>
                </c:pt>
                <c:pt idx="8117">
                  <c:v>0</c:v>
                </c:pt>
                <c:pt idx="8118">
                  <c:v>0</c:v>
                </c:pt>
                <c:pt idx="8119">
                  <c:v>0</c:v>
                </c:pt>
                <c:pt idx="8120">
                  <c:v>0.25</c:v>
                </c:pt>
                <c:pt idx="8121">
                  <c:v>0.25</c:v>
                </c:pt>
                <c:pt idx="8122">
                  <c:v>0.25</c:v>
                </c:pt>
                <c:pt idx="8123">
                  <c:v>0.25</c:v>
                </c:pt>
                <c:pt idx="8124">
                  <c:v>0.25</c:v>
                </c:pt>
                <c:pt idx="8125">
                  <c:v>0.25</c:v>
                </c:pt>
                <c:pt idx="8126">
                  <c:v>0.25</c:v>
                </c:pt>
                <c:pt idx="8127">
                  <c:v>0.25</c:v>
                </c:pt>
                <c:pt idx="8128">
                  <c:v>0.25</c:v>
                </c:pt>
                <c:pt idx="8129">
                  <c:v>0.25</c:v>
                </c:pt>
                <c:pt idx="8130">
                  <c:v>0.25</c:v>
                </c:pt>
                <c:pt idx="8131">
                  <c:v>0.25</c:v>
                </c:pt>
                <c:pt idx="8132">
                  <c:v>0.25</c:v>
                </c:pt>
                <c:pt idx="8133">
                  <c:v>0.25</c:v>
                </c:pt>
                <c:pt idx="8134">
                  <c:v>0</c:v>
                </c:pt>
                <c:pt idx="8135">
                  <c:v>0</c:v>
                </c:pt>
                <c:pt idx="8136">
                  <c:v>0</c:v>
                </c:pt>
                <c:pt idx="8137">
                  <c:v>0</c:v>
                </c:pt>
                <c:pt idx="8138">
                  <c:v>0</c:v>
                </c:pt>
                <c:pt idx="8139">
                  <c:v>0</c:v>
                </c:pt>
                <c:pt idx="8140">
                  <c:v>0</c:v>
                </c:pt>
                <c:pt idx="8141">
                  <c:v>0</c:v>
                </c:pt>
                <c:pt idx="8142">
                  <c:v>0</c:v>
                </c:pt>
                <c:pt idx="8143">
                  <c:v>0</c:v>
                </c:pt>
                <c:pt idx="8144">
                  <c:v>0.25</c:v>
                </c:pt>
                <c:pt idx="8145">
                  <c:v>0.25</c:v>
                </c:pt>
                <c:pt idx="8146">
                  <c:v>0.25</c:v>
                </c:pt>
                <c:pt idx="8147">
                  <c:v>0.25</c:v>
                </c:pt>
                <c:pt idx="8148">
                  <c:v>0.25</c:v>
                </c:pt>
                <c:pt idx="8149">
                  <c:v>0.25</c:v>
                </c:pt>
                <c:pt idx="8150">
                  <c:v>0.25</c:v>
                </c:pt>
                <c:pt idx="8151">
                  <c:v>0.25</c:v>
                </c:pt>
                <c:pt idx="8152">
                  <c:v>0.25</c:v>
                </c:pt>
                <c:pt idx="8153">
                  <c:v>0.25</c:v>
                </c:pt>
                <c:pt idx="8154">
                  <c:v>0.25</c:v>
                </c:pt>
                <c:pt idx="8155">
                  <c:v>0.25</c:v>
                </c:pt>
                <c:pt idx="8156">
                  <c:v>0.25</c:v>
                </c:pt>
                <c:pt idx="8157">
                  <c:v>0.25</c:v>
                </c:pt>
                <c:pt idx="8158">
                  <c:v>0</c:v>
                </c:pt>
                <c:pt idx="8159">
                  <c:v>0</c:v>
                </c:pt>
                <c:pt idx="8160">
                  <c:v>0</c:v>
                </c:pt>
                <c:pt idx="8161">
                  <c:v>0</c:v>
                </c:pt>
                <c:pt idx="8162">
                  <c:v>0</c:v>
                </c:pt>
                <c:pt idx="8163">
                  <c:v>0</c:v>
                </c:pt>
                <c:pt idx="8164">
                  <c:v>0</c:v>
                </c:pt>
                <c:pt idx="8165">
                  <c:v>0</c:v>
                </c:pt>
                <c:pt idx="8166">
                  <c:v>0</c:v>
                </c:pt>
                <c:pt idx="8167">
                  <c:v>0</c:v>
                </c:pt>
                <c:pt idx="8168">
                  <c:v>0.25</c:v>
                </c:pt>
                <c:pt idx="8169">
                  <c:v>0.25</c:v>
                </c:pt>
                <c:pt idx="8170">
                  <c:v>0.25</c:v>
                </c:pt>
                <c:pt idx="8171">
                  <c:v>0.25</c:v>
                </c:pt>
                <c:pt idx="8172">
                  <c:v>0.25</c:v>
                </c:pt>
                <c:pt idx="8173">
                  <c:v>0.25</c:v>
                </c:pt>
                <c:pt idx="8174">
                  <c:v>0.25</c:v>
                </c:pt>
                <c:pt idx="8175">
                  <c:v>0.25</c:v>
                </c:pt>
                <c:pt idx="8176">
                  <c:v>0.25</c:v>
                </c:pt>
                <c:pt idx="8177">
                  <c:v>0.25</c:v>
                </c:pt>
                <c:pt idx="8178">
                  <c:v>0.25</c:v>
                </c:pt>
                <c:pt idx="8179">
                  <c:v>0.25</c:v>
                </c:pt>
                <c:pt idx="8180">
                  <c:v>0.25</c:v>
                </c:pt>
                <c:pt idx="8181">
                  <c:v>0.25</c:v>
                </c:pt>
                <c:pt idx="8182">
                  <c:v>0</c:v>
                </c:pt>
                <c:pt idx="8183">
                  <c:v>0</c:v>
                </c:pt>
                <c:pt idx="8184">
                  <c:v>0</c:v>
                </c:pt>
                <c:pt idx="8185">
                  <c:v>0</c:v>
                </c:pt>
                <c:pt idx="8186">
                  <c:v>0</c:v>
                </c:pt>
                <c:pt idx="8187">
                  <c:v>0</c:v>
                </c:pt>
                <c:pt idx="8188">
                  <c:v>0</c:v>
                </c:pt>
                <c:pt idx="8189">
                  <c:v>0</c:v>
                </c:pt>
                <c:pt idx="8190">
                  <c:v>0</c:v>
                </c:pt>
                <c:pt idx="8191">
                  <c:v>0</c:v>
                </c:pt>
                <c:pt idx="8192">
                  <c:v>0.25</c:v>
                </c:pt>
                <c:pt idx="8193">
                  <c:v>0.25</c:v>
                </c:pt>
                <c:pt idx="8194">
                  <c:v>0.25</c:v>
                </c:pt>
                <c:pt idx="8195">
                  <c:v>0.25</c:v>
                </c:pt>
                <c:pt idx="8196">
                  <c:v>0.25</c:v>
                </c:pt>
                <c:pt idx="8197">
                  <c:v>0.25</c:v>
                </c:pt>
                <c:pt idx="8198">
                  <c:v>0.25</c:v>
                </c:pt>
                <c:pt idx="8199">
                  <c:v>0.25</c:v>
                </c:pt>
                <c:pt idx="8200">
                  <c:v>0.25</c:v>
                </c:pt>
                <c:pt idx="8201">
                  <c:v>0.25</c:v>
                </c:pt>
                <c:pt idx="8202">
                  <c:v>0.25</c:v>
                </c:pt>
                <c:pt idx="8203">
                  <c:v>0.25</c:v>
                </c:pt>
                <c:pt idx="8204">
                  <c:v>0.25</c:v>
                </c:pt>
                <c:pt idx="8205">
                  <c:v>0.25</c:v>
                </c:pt>
                <c:pt idx="8206">
                  <c:v>0</c:v>
                </c:pt>
                <c:pt idx="8207">
                  <c:v>0</c:v>
                </c:pt>
                <c:pt idx="8208">
                  <c:v>0</c:v>
                </c:pt>
                <c:pt idx="8209">
                  <c:v>0</c:v>
                </c:pt>
                <c:pt idx="8210">
                  <c:v>0</c:v>
                </c:pt>
                <c:pt idx="8211">
                  <c:v>0</c:v>
                </c:pt>
                <c:pt idx="8212">
                  <c:v>0</c:v>
                </c:pt>
                <c:pt idx="8213">
                  <c:v>0</c:v>
                </c:pt>
                <c:pt idx="8214">
                  <c:v>0</c:v>
                </c:pt>
                <c:pt idx="8215">
                  <c:v>0</c:v>
                </c:pt>
                <c:pt idx="8216">
                  <c:v>0.25</c:v>
                </c:pt>
                <c:pt idx="8217">
                  <c:v>0.25</c:v>
                </c:pt>
                <c:pt idx="8218">
                  <c:v>0.25</c:v>
                </c:pt>
                <c:pt idx="8219">
                  <c:v>0.25</c:v>
                </c:pt>
                <c:pt idx="8220">
                  <c:v>0.25</c:v>
                </c:pt>
                <c:pt idx="8221">
                  <c:v>0.25</c:v>
                </c:pt>
                <c:pt idx="8222">
                  <c:v>0.25</c:v>
                </c:pt>
                <c:pt idx="8223">
                  <c:v>0.25</c:v>
                </c:pt>
                <c:pt idx="8224">
                  <c:v>0.25</c:v>
                </c:pt>
                <c:pt idx="8225">
                  <c:v>0.25</c:v>
                </c:pt>
                <c:pt idx="8226">
                  <c:v>0.25</c:v>
                </c:pt>
                <c:pt idx="8227">
                  <c:v>0.25</c:v>
                </c:pt>
                <c:pt idx="8228">
                  <c:v>0.25</c:v>
                </c:pt>
                <c:pt idx="8229">
                  <c:v>0.25</c:v>
                </c:pt>
                <c:pt idx="8230">
                  <c:v>0</c:v>
                </c:pt>
                <c:pt idx="8231">
                  <c:v>0</c:v>
                </c:pt>
                <c:pt idx="8232">
                  <c:v>0</c:v>
                </c:pt>
                <c:pt idx="8233">
                  <c:v>0</c:v>
                </c:pt>
                <c:pt idx="8234">
                  <c:v>0</c:v>
                </c:pt>
                <c:pt idx="8235">
                  <c:v>0</c:v>
                </c:pt>
                <c:pt idx="8236">
                  <c:v>0</c:v>
                </c:pt>
                <c:pt idx="8237">
                  <c:v>0</c:v>
                </c:pt>
                <c:pt idx="8238">
                  <c:v>0</c:v>
                </c:pt>
                <c:pt idx="8239">
                  <c:v>0</c:v>
                </c:pt>
                <c:pt idx="8240">
                  <c:v>0.25</c:v>
                </c:pt>
                <c:pt idx="8241">
                  <c:v>0.25</c:v>
                </c:pt>
                <c:pt idx="8242">
                  <c:v>0.25</c:v>
                </c:pt>
                <c:pt idx="8243">
                  <c:v>0.25</c:v>
                </c:pt>
                <c:pt idx="8244">
                  <c:v>0.25</c:v>
                </c:pt>
                <c:pt idx="8245">
                  <c:v>0.25</c:v>
                </c:pt>
                <c:pt idx="8246">
                  <c:v>0.25</c:v>
                </c:pt>
                <c:pt idx="8247">
                  <c:v>0.25</c:v>
                </c:pt>
                <c:pt idx="8248">
                  <c:v>0.25</c:v>
                </c:pt>
                <c:pt idx="8249">
                  <c:v>0.25</c:v>
                </c:pt>
                <c:pt idx="8250">
                  <c:v>0.25</c:v>
                </c:pt>
                <c:pt idx="8251">
                  <c:v>0.25</c:v>
                </c:pt>
                <c:pt idx="8252">
                  <c:v>0.25</c:v>
                </c:pt>
                <c:pt idx="8253">
                  <c:v>0.25</c:v>
                </c:pt>
                <c:pt idx="8254">
                  <c:v>0</c:v>
                </c:pt>
                <c:pt idx="8255">
                  <c:v>0</c:v>
                </c:pt>
                <c:pt idx="8256">
                  <c:v>0</c:v>
                </c:pt>
                <c:pt idx="8257">
                  <c:v>0</c:v>
                </c:pt>
                <c:pt idx="8258">
                  <c:v>0</c:v>
                </c:pt>
                <c:pt idx="8259">
                  <c:v>0</c:v>
                </c:pt>
                <c:pt idx="8260">
                  <c:v>0</c:v>
                </c:pt>
                <c:pt idx="8261">
                  <c:v>0</c:v>
                </c:pt>
                <c:pt idx="8262">
                  <c:v>0</c:v>
                </c:pt>
                <c:pt idx="8263">
                  <c:v>0</c:v>
                </c:pt>
                <c:pt idx="8264">
                  <c:v>0.25</c:v>
                </c:pt>
                <c:pt idx="8265">
                  <c:v>0.25</c:v>
                </c:pt>
                <c:pt idx="8266">
                  <c:v>0.25</c:v>
                </c:pt>
                <c:pt idx="8267">
                  <c:v>0.25</c:v>
                </c:pt>
                <c:pt idx="8268">
                  <c:v>0.25</c:v>
                </c:pt>
                <c:pt idx="8269">
                  <c:v>0.25</c:v>
                </c:pt>
                <c:pt idx="8270">
                  <c:v>0.25</c:v>
                </c:pt>
                <c:pt idx="8271">
                  <c:v>0.25</c:v>
                </c:pt>
                <c:pt idx="8272">
                  <c:v>0.25</c:v>
                </c:pt>
                <c:pt idx="8273">
                  <c:v>0.25</c:v>
                </c:pt>
                <c:pt idx="8274">
                  <c:v>0.25</c:v>
                </c:pt>
                <c:pt idx="8275">
                  <c:v>0.25</c:v>
                </c:pt>
                <c:pt idx="8276">
                  <c:v>0.25</c:v>
                </c:pt>
                <c:pt idx="8277">
                  <c:v>0.25</c:v>
                </c:pt>
                <c:pt idx="8278">
                  <c:v>0</c:v>
                </c:pt>
                <c:pt idx="8279">
                  <c:v>0</c:v>
                </c:pt>
                <c:pt idx="8280">
                  <c:v>0</c:v>
                </c:pt>
                <c:pt idx="8281">
                  <c:v>0</c:v>
                </c:pt>
                <c:pt idx="8282">
                  <c:v>0</c:v>
                </c:pt>
                <c:pt idx="8283">
                  <c:v>0</c:v>
                </c:pt>
                <c:pt idx="8284">
                  <c:v>0</c:v>
                </c:pt>
                <c:pt idx="8285">
                  <c:v>0</c:v>
                </c:pt>
                <c:pt idx="8286">
                  <c:v>0</c:v>
                </c:pt>
                <c:pt idx="8287">
                  <c:v>0</c:v>
                </c:pt>
                <c:pt idx="8288">
                  <c:v>0.25</c:v>
                </c:pt>
                <c:pt idx="8289">
                  <c:v>0.25</c:v>
                </c:pt>
                <c:pt idx="8290">
                  <c:v>0.25</c:v>
                </c:pt>
                <c:pt idx="8291">
                  <c:v>0.25</c:v>
                </c:pt>
                <c:pt idx="8292">
                  <c:v>0.25</c:v>
                </c:pt>
                <c:pt idx="8293">
                  <c:v>0.25</c:v>
                </c:pt>
                <c:pt idx="8294">
                  <c:v>0.25</c:v>
                </c:pt>
                <c:pt idx="8295">
                  <c:v>0.25</c:v>
                </c:pt>
                <c:pt idx="8296">
                  <c:v>0.25</c:v>
                </c:pt>
                <c:pt idx="8297">
                  <c:v>0.25</c:v>
                </c:pt>
                <c:pt idx="8298">
                  <c:v>0.25</c:v>
                </c:pt>
                <c:pt idx="8299">
                  <c:v>0.25</c:v>
                </c:pt>
                <c:pt idx="8300">
                  <c:v>0.25</c:v>
                </c:pt>
                <c:pt idx="8301">
                  <c:v>0.25</c:v>
                </c:pt>
                <c:pt idx="8302">
                  <c:v>0</c:v>
                </c:pt>
                <c:pt idx="8303">
                  <c:v>0</c:v>
                </c:pt>
                <c:pt idx="8304">
                  <c:v>0</c:v>
                </c:pt>
                <c:pt idx="8305">
                  <c:v>0</c:v>
                </c:pt>
                <c:pt idx="8306">
                  <c:v>0</c:v>
                </c:pt>
                <c:pt idx="8307">
                  <c:v>0</c:v>
                </c:pt>
                <c:pt idx="8308">
                  <c:v>0</c:v>
                </c:pt>
                <c:pt idx="8309">
                  <c:v>0</c:v>
                </c:pt>
                <c:pt idx="8310">
                  <c:v>0</c:v>
                </c:pt>
                <c:pt idx="8311">
                  <c:v>0</c:v>
                </c:pt>
                <c:pt idx="8312">
                  <c:v>0.25</c:v>
                </c:pt>
                <c:pt idx="8313">
                  <c:v>0.25</c:v>
                </c:pt>
                <c:pt idx="8314">
                  <c:v>0.25</c:v>
                </c:pt>
                <c:pt idx="8315">
                  <c:v>0.25</c:v>
                </c:pt>
                <c:pt idx="8316">
                  <c:v>0.25</c:v>
                </c:pt>
                <c:pt idx="8317">
                  <c:v>0.25</c:v>
                </c:pt>
                <c:pt idx="8318">
                  <c:v>0.25</c:v>
                </c:pt>
                <c:pt idx="8319">
                  <c:v>0.25</c:v>
                </c:pt>
                <c:pt idx="8320">
                  <c:v>0.25</c:v>
                </c:pt>
                <c:pt idx="8321">
                  <c:v>0.25</c:v>
                </c:pt>
                <c:pt idx="8322">
                  <c:v>0.25</c:v>
                </c:pt>
                <c:pt idx="8323">
                  <c:v>0.25</c:v>
                </c:pt>
                <c:pt idx="8324">
                  <c:v>0.25</c:v>
                </c:pt>
                <c:pt idx="8325">
                  <c:v>0.25</c:v>
                </c:pt>
                <c:pt idx="8326">
                  <c:v>0</c:v>
                </c:pt>
                <c:pt idx="8327">
                  <c:v>0</c:v>
                </c:pt>
                <c:pt idx="8328">
                  <c:v>0</c:v>
                </c:pt>
                <c:pt idx="8329">
                  <c:v>0</c:v>
                </c:pt>
                <c:pt idx="8330">
                  <c:v>0</c:v>
                </c:pt>
                <c:pt idx="8331">
                  <c:v>0</c:v>
                </c:pt>
                <c:pt idx="8332">
                  <c:v>0</c:v>
                </c:pt>
                <c:pt idx="8333">
                  <c:v>0</c:v>
                </c:pt>
                <c:pt idx="8334">
                  <c:v>0</c:v>
                </c:pt>
                <c:pt idx="8335">
                  <c:v>0</c:v>
                </c:pt>
                <c:pt idx="8336">
                  <c:v>0.25</c:v>
                </c:pt>
                <c:pt idx="8337">
                  <c:v>0.25</c:v>
                </c:pt>
                <c:pt idx="8338">
                  <c:v>0.25</c:v>
                </c:pt>
                <c:pt idx="8339">
                  <c:v>0.25</c:v>
                </c:pt>
                <c:pt idx="8340">
                  <c:v>0.25</c:v>
                </c:pt>
                <c:pt idx="8341">
                  <c:v>0.25</c:v>
                </c:pt>
                <c:pt idx="8342">
                  <c:v>0.25</c:v>
                </c:pt>
                <c:pt idx="8343">
                  <c:v>0.25</c:v>
                </c:pt>
                <c:pt idx="8344">
                  <c:v>0.25</c:v>
                </c:pt>
                <c:pt idx="8345">
                  <c:v>0.25</c:v>
                </c:pt>
                <c:pt idx="8346">
                  <c:v>0.25</c:v>
                </c:pt>
                <c:pt idx="8347">
                  <c:v>0.25</c:v>
                </c:pt>
                <c:pt idx="8348">
                  <c:v>0.25</c:v>
                </c:pt>
                <c:pt idx="8349">
                  <c:v>0.25</c:v>
                </c:pt>
                <c:pt idx="8350">
                  <c:v>0</c:v>
                </c:pt>
                <c:pt idx="8351">
                  <c:v>0</c:v>
                </c:pt>
                <c:pt idx="8352">
                  <c:v>0</c:v>
                </c:pt>
                <c:pt idx="8353">
                  <c:v>0</c:v>
                </c:pt>
                <c:pt idx="8354">
                  <c:v>0</c:v>
                </c:pt>
                <c:pt idx="8355">
                  <c:v>0</c:v>
                </c:pt>
                <c:pt idx="8356">
                  <c:v>0</c:v>
                </c:pt>
                <c:pt idx="8357">
                  <c:v>0</c:v>
                </c:pt>
                <c:pt idx="8358">
                  <c:v>0</c:v>
                </c:pt>
                <c:pt idx="8359">
                  <c:v>0</c:v>
                </c:pt>
                <c:pt idx="8360">
                  <c:v>0.25</c:v>
                </c:pt>
                <c:pt idx="8361">
                  <c:v>0.25</c:v>
                </c:pt>
                <c:pt idx="8362">
                  <c:v>0.25</c:v>
                </c:pt>
                <c:pt idx="8363">
                  <c:v>0.25</c:v>
                </c:pt>
                <c:pt idx="8364">
                  <c:v>0.25</c:v>
                </c:pt>
                <c:pt idx="8365">
                  <c:v>0.25</c:v>
                </c:pt>
                <c:pt idx="8366">
                  <c:v>0.25</c:v>
                </c:pt>
                <c:pt idx="8367">
                  <c:v>0.25</c:v>
                </c:pt>
                <c:pt idx="8368">
                  <c:v>0.25</c:v>
                </c:pt>
                <c:pt idx="8369">
                  <c:v>0.25</c:v>
                </c:pt>
                <c:pt idx="8370">
                  <c:v>0.25</c:v>
                </c:pt>
                <c:pt idx="8371">
                  <c:v>0.25</c:v>
                </c:pt>
                <c:pt idx="8372">
                  <c:v>0.25</c:v>
                </c:pt>
                <c:pt idx="8373">
                  <c:v>0.25</c:v>
                </c:pt>
                <c:pt idx="8374">
                  <c:v>0</c:v>
                </c:pt>
                <c:pt idx="8375">
                  <c:v>0</c:v>
                </c:pt>
                <c:pt idx="8376">
                  <c:v>0</c:v>
                </c:pt>
                <c:pt idx="8377">
                  <c:v>0</c:v>
                </c:pt>
                <c:pt idx="8378">
                  <c:v>0</c:v>
                </c:pt>
                <c:pt idx="8379">
                  <c:v>0</c:v>
                </c:pt>
                <c:pt idx="8380">
                  <c:v>0</c:v>
                </c:pt>
                <c:pt idx="8381">
                  <c:v>0</c:v>
                </c:pt>
                <c:pt idx="8382">
                  <c:v>0</c:v>
                </c:pt>
                <c:pt idx="8383">
                  <c:v>0</c:v>
                </c:pt>
                <c:pt idx="8384">
                  <c:v>0.25</c:v>
                </c:pt>
                <c:pt idx="8385">
                  <c:v>0.25</c:v>
                </c:pt>
                <c:pt idx="8386">
                  <c:v>0.25</c:v>
                </c:pt>
                <c:pt idx="8387">
                  <c:v>0.25</c:v>
                </c:pt>
                <c:pt idx="8388">
                  <c:v>0.26054100000000002</c:v>
                </c:pt>
                <c:pt idx="8389">
                  <c:v>0.25</c:v>
                </c:pt>
                <c:pt idx="8390">
                  <c:v>0.25</c:v>
                </c:pt>
                <c:pt idx="8391">
                  <c:v>0.25</c:v>
                </c:pt>
                <c:pt idx="8392">
                  <c:v>0.25</c:v>
                </c:pt>
                <c:pt idx="8393">
                  <c:v>0.25</c:v>
                </c:pt>
                <c:pt idx="8394">
                  <c:v>0.25</c:v>
                </c:pt>
                <c:pt idx="8395">
                  <c:v>0.25</c:v>
                </c:pt>
                <c:pt idx="8396">
                  <c:v>0.25</c:v>
                </c:pt>
                <c:pt idx="8397">
                  <c:v>0.25</c:v>
                </c:pt>
                <c:pt idx="8398">
                  <c:v>0</c:v>
                </c:pt>
                <c:pt idx="8399">
                  <c:v>0</c:v>
                </c:pt>
                <c:pt idx="8400">
                  <c:v>0</c:v>
                </c:pt>
                <c:pt idx="8401">
                  <c:v>0</c:v>
                </c:pt>
                <c:pt idx="8402">
                  <c:v>0</c:v>
                </c:pt>
                <c:pt idx="8403">
                  <c:v>0</c:v>
                </c:pt>
                <c:pt idx="8404">
                  <c:v>0</c:v>
                </c:pt>
                <c:pt idx="8405">
                  <c:v>0</c:v>
                </c:pt>
                <c:pt idx="8406">
                  <c:v>0</c:v>
                </c:pt>
                <c:pt idx="8407">
                  <c:v>0</c:v>
                </c:pt>
                <c:pt idx="8408">
                  <c:v>0.25</c:v>
                </c:pt>
                <c:pt idx="8409">
                  <c:v>0.25</c:v>
                </c:pt>
                <c:pt idx="8410">
                  <c:v>0.25</c:v>
                </c:pt>
                <c:pt idx="8411">
                  <c:v>0.25</c:v>
                </c:pt>
                <c:pt idx="8412">
                  <c:v>0.25</c:v>
                </c:pt>
                <c:pt idx="8413">
                  <c:v>0.27637400000000001</c:v>
                </c:pt>
                <c:pt idx="8414">
                  <c:v>0.25</c:v>
                </c:pt>
                <c:pt idx="8415">
                  <c:v>0.25</c:v>
                </c:pt>
                <c:pt idx="8416">
                  <c:v>0.25</c:v>
                </c:pt>
                <c:pt idx="8417">
                  <c:v>0.25</c:v>
                </c:pt>
                <c:pt idx="8418">
                  <c:v>0.25</c:v>
                </c:pt>
                <c:pt idx="8419">
                  <c:v>0.25</c:v>
                </c:pt>
                <c:pt idx="8420">
                  <c:v>0.25</c:v>
                </c:pt>
                <c:pt idx="8421">
                  <c:v>0.25</c:v>
                </c:pt>
                <c:pt idx="8422">
                  <c:v>0</c:v>
                </c:pt>
                <c:pt idx="8423">
                  <c:v>0</c:v>
                </c:pt>
                <c:pt idx="8424">
                  <c:v>0</c:v>
                </c:pt>
                <c:pt idx="8425">
                  <c:v>0</c:v>
                </c:pt>
                <c:pt idx="8426">
                  <c:v>0</c:v>
                </c:pt>
                <c:pt idx="8427">
                  <c:v>0</c:v>
                </c:pt>
                <c:pt idx="8428">
                  <c:v>0</c:v>
                </c:pt>
                <c:pt idx="8429">
                  <c:v>0</c:v>
                </c:pt>
                <c:pt idx="8430">
                  <c:v>0</c:v>
                </c:pt>
                <c:pt idx="8431">
                  <c:v>0</c:v>
                </c:pt>
                <c:pt idx="8432">
                  <c:v>0.25</c:v>
                </c:pt>
                <c:pt idx="8433">
                  <c:v>0.25</c:v>
                </c:pt>
                <c:pt idx="8434">
                  <c:v>0.25</c:v>
                </c:pt>
                <c:pt idx="8435">
                  <c:v>0.29787000000000002</c:v>
                </c:pt>
                <c:pt idx="8436">
                  <c:v>0.32305800000000001</c:v>
                </c:pt>
                <c:pt idx="8437">
                  <c:v>0.372249</c:v>
                </c:pt>
                <c:pt idx="8438">
                  <c:v>0.260959</c:v>
                </c:pt>
                <c:pt idx="8439">
                  <c:v>0.25</c:v>
                </c:pt>
                <c:pt idx="8440">
                  <c:v>0.25</c:v>
                </c:pt>
                <c:pt idx="8441">
                  <c:v>0.25</c:v>
                </c:pt>
                <c:pt idx="8442">
                  <c:v>0.25</c:v>
                </c:pt>
                <c:pt idx="8443">
                  <c:v>0.25</c:v>
                </c:pt>
                <c:pt idx="8444">
                  <c:v>0.25</c:v>
                </c:pt>
                <c:pt idx="8445">
                  <c:v>0.25</c:v>
                </c:pt>
                <c:pt idx="8446">
                  <c:v>0</c:v>
                </c:pt>
                <c:pt idx="8447">
                  <c:v>0</c:v>
                </c:pt>
                <c:pt idx="8448">
                  <c:v>0</c:v>
                </c:pt>
                <c:pt idx="8449">
                  <c:v>0</c:v>
                </c:pt>
                <c:pt idx="8450">
                  <c:v>0</c:v>
                </c:pt>
                <c:pt idx="8451">
                  <c:v>0</c:v>
                </c:pt>
                <c:pt idx="8452">
                  <c:v>0</c:v>
                </c:pt>
                <c:pt idx="8453">
                  <c:v>0</c:v>
                </c:pt>
                <c:pt idx="8454">
                  <c:v>0</c:v>
                </c:pt>
                <c:pt idx="8455">
                  <c:v>0</c:v>
                </c:pt>
                <c:pt idx="8456">
                  <c:v>0.25</c:v>
                </c:pt>
                <c:pt idx="8457">
                  <c:v>0.25</c:v>
                </c:pt>
                <c:pt idx="8458">
                  <c:v>0.25195800000000002</c:v>
                </c:pt>
                <c:pt idx="8459">
                  <c:v>0.38717800000000002</c:v>
                </c:pt>
                <c:pt idx="8460">
                  <c:v>0.412302</c:v>
                </c:pt>
                <c:pt idx="8461">
                  <c:v>0.44298500000000002</c:v>
                </c:pt>
                <c:pt idx="8462">
                  <c:v>0.351323</c:v>
                </c:pt>
                <c:pt idx="8463">
                  <c:v>0.29052699999999998</c:v>
                </c:pt>
                <c:pt idx="8464">
                  <c:v>0.26425300000000002</c:v>
                </c:pt>
                <c:pt idx="8465">
                  <c:v>0.25</c:v>
                </c:pt>
                <c:pt idx="8466">
                  <c:v>0.25</c:v>
                </c:pt>
                <c:pt idx="8467">
                  <c:v>0.25</c:v>
                </c:pt>
                <c:pt idx="8468">
                  <c:v>0.25</c:v>
                </c:pt>
                <c:pt idx="8469">
                  <c:v>0.25</c:v>
                </c:pt>
                <c:pt idx="8470">
                  <c:v>0</c:v>
                </c:pt>
                <c:pt idx="8471">
                  <c:v>0</c:v>
                </c:pt>
                <c:pt idx="8472">
                  <c:v>0</c:v>
                </c:pt>
                <c:pt idx="8473">
                  <c:v>0</c:v>
                </c:pt>
                <c:pt idx="8474">
                  <c:v>0</c:v>
                </c:pt>
                <c:pt idx="8475">
                  <c:v>0</c:v>
                </c:pt>
                <c:pt idx="8476">
                  <c:v>0</c:v>
                </c:pt>
                <c:pt idx="8477">
                  <c:v>0</c:v>
                </c:pt>
                <c:pt idx="8478">
                  <c:v>0</c:v>
                </c:pt>
                <c:pt idx="8479">
                  <c:v>0</c:v>
                </c:pt>
                <c:pt idx="8480">
                  <c:v>0.25</c:v>
                </c:pt>
                <c:pt idx="8481">
                  <c:v>0.25</c:v>
                </c:pt>
                <c:pt idx="8482">
                  <c:v>0.25759100000000001</c:v>
                </c:pt>
                <c:pt idx="8483">
                  <c:v>0.37161899999999998</c:v>
                </c:pt>
                <c:pt idx="8484">
                  <c:v>0.37409999999999999</c:v>
                </c:pt>
                <c:pt idx="8485">
                  <c:v>0.43934000000000001</c:v>
                </c:pt>
                <c:pt idx="8486">
                  <c:v>0.34539500000000001</c:v>
                </c:pt>
                <c:pt idx="8487">
                  <c:v>0.265569</c:v>
                </c:pt>
                <c:pt idx="8488">
                  <c:v>0.25</c:v>
                </c:pt>
                <c:pt idx="8489">
                  <c:v>0.25</c:v>
                </c:pt>
                <c:pt idx="8490">
                  <c:v>0.25</c:v>
                </c:pt>
                <c:pt idx="8491">
                  <c:v>0.25</c:v>
                </c:pt>
                <c:pt idx="8492">
                  <c:v>0.25</c:v>
                </c:pt>
                <c:pt idx="8493">
                  <c:v>0.25</c:v>
                </c:pt>
                <c:pt idx="8494">
                  <c:v>0</c:v>
                </c:pt>
                <c:pt idx="8495">
                  <c:v>0</c:v>
                </c:pt>
                <c:pt idx="8496">
                  <c:v>0</c:v>
                </c:pt>
                <c:pt idx="8497">
                  <c:v>0</c:v>
                </c:pt>
                <c:pt idx="8498">
                  <c:v>0</c:v>
                </c:pt>
                <c:pt idx="8499">
                  <c:v>0</c:v>
                </c:pt>
                <c:pt idx="8500">
                  <c:v>0</c:v>
                </c:pt>
                <c:pt idx="8501">
                  <c:v>0</c:v>
                </c:pt>
                <c:pt idx="8502">
                  <c:v>0</c:v>
                </c:pt>
                <c:pt idx="8503">
                  <c:v>0</c:v>
                </c:pt>
                <c:pt idx="8504">
                  <c:v>0.25</c:v>
                </c:pt>
                <c:pt idx="8505">
                  <c:v>0.25</c:v>
                </c:pt>
                <c:pt idx="8506">
                  <c:v>0.25</c:v>
                </c:pt>
                <c:pt idx="8507">
                  <c:v>0.32201400000000002</c:v>
                </c:pt>
                <c:pt idx="8508">
                  <c:v>0.25</c:v>
                </c:pt>
                <c:pt idx="8509">
                  <c:v>0.25</c:v>
                </c:pt>
                <c:pt idx="8510">
                  <c:v>0.25</c:v>
                </c:pt>
                <c:pt idx="8511">
                  <c:v>0.25</c:v>
                </c:pt>
                <c:pt idx="8512">
                  <c:v>0.25</c:v>
                </c:pt>
                <c:pt idx="8513">
                  <c:v>0.25</c:v>
                </c:pt>
                <c:pt idx="8514">
                  <c:v>0.25</c:v>
                </c:pt>
                <c:pt idx="8515">
                  <c:v>0.25</c:v>
                </c:pt>
                <c:pt idx="8516">
                  <c:v>0.25</c:v>
                </c:pt>
                <c:pt idx="8517">
                  <c:v>0.25</c:v>
                </c:pt>
                <c:pt idx="8518">
                  <c:v>0</c:v>
                </c:pt>
                <c:pt idx="8519">
                  <c:v>0</c:v>
                </c:pt>
                <c:pt idx="8520">
                  <c:v>0</c:v>
                </c:pt>
                <c:pt idx="8521">
                  <c:v>0</c:v>
                </c:pt>
                <c:pt idx="8522">
                  <c:v>0</c:v>
                </c:pt>
                <c:pt idx="8523">
                  <c:v>0</c:v>
                </c:pt>
                <c:pt idx="8524">
                  <c:v>0</c:v>
                </c:pt>
                <c:pt idx="8525">
                  <c:v>0</c:v>
                </c:pt>
                <c:pt idx="8526">
                  <c:v>0</c:v>
                </c:pt>
                <c:pt idx="8527">
                  <c:v>0</c:v>
                </c:pt>
                <c:pt idx="8528">
                  <c:v>0.25</c:v>
                </c:pt>
                <c:pt idx="8529">
                  <c:v>0.25</c:v>
                </c:pt>
                <c:pt idx="8530">
                  <c:v>0.25</c:v>
                </c:pt>
                <c:pt idx="8531">
                  <c:v>0.26288899999999998</c:v>
                </c:pt>
                <c:pt idx="8532">
                  <c:v>0.25</c:v>
                </c:pt>
                <c:pt idx="8533">
                  <c:v>0.25</c:v>
                </c:pt>
                <c:pt idx="8534">
                  <c:v>0.25</c:v>
                </c:pt>
                <c:pt idx="8535">
                  <c:v>0.25</c:v>
                </c:pt>
                <c:pt idx="8536">
                  <c:v>0.25</c:v>
                </c:pt>
                <c:pt idx="8537">
                  <c:v>0.25</c:v>
                </c:pt>
                <c:pt idx="8538">
                  <c:v>0.25</c:v>
                </c:pt>
                <c:pt idx="8539">
                  <c:v>0.25</c:v>
                </c:pt>
                <c:pt idx="8540">
                  <c:v>0.25</c:v>
                </c:pt>
                <c:pt idx="8541">
                  <c:v>0.25</c:v>
                </c:pt>
                <c:pt idx="8542">
                  <c:v>0</c:v>
                </c:pt>
                <c:pt idx="8543">
                  <c:v>0</c:v>
                </c:pt>
                <c:pt idx="8544">
                  <c:v>0</c:v>
                </c:pt>
                <c:pt idx="8545">
                  <c:v>0</c:v>
                </c:pt>
                <c:pt idx="8546">
                  <c:v>0</c:v>
                </c:pt>
                <c:pt idx="8547">
                  <c:v>0</c:v>
                </c:pt>
                <c:pt idx="8548">
                  <c:v>0</c:v>
                </c:pt>
                <c:pt idx="8549">
                  <c:v>0</c:v>
                </c:pt>
                <c:pt idx="8550">
                  <c:v>0</c:v>
                </c:pt>
                <c:pt idx="8551">
                  <c:v>0</c:v>
                </c:pt>
                <c:pt idx="8552">
                  <c:v>0.25</c:v>
                </c:pt>
                <c:pt idx="8553">
                  <c:v>0.25</c:v>
                </c:pt>
                <c:pt idx="8554">
                  <c:v>0.25</c:v>
                </c:pt>
                <c:pt idx="8555">
                  <c:v>0.25</c:v>
                </c:pt>
                <c:pt idx="8556">
                  <c:v>0.25</c:v>
                </c:pt>
                <c:pt idx="8557">
                  <c:v>0.25</c:v>
                </c:pt>
                <c:pt idx="8558">
                  <c:v>0.25</c:v>
                </c:pt>
                <c:pt idx="8559">
                  <c:v>0.25</c:v>
                </c:pt>
                <c:pt idx="8560">
                  <c:v>0.25</c:v>
                </c:pt>
                <c:pt idx="8561">
                  <c:v>0.25</c:v>
                </c:pt>
                <c:pt idx="8562">
                  <c:v>0.25</c:v>
                </c:pt>
                <c:pt idx="8563">
                  <c:v>0.25</c:v>
                </c:pt>
                <c:pt idx="8564">
                  <c:v>0.25</c:v>
                </c:pt>
                <c:pt idx="8565">
                  <c:v>0.25</c:v>
                </c:pt>
                <c:pt idx="8566">
                  <c:v>0</c:v>
                </c:pt>
                <c:pt idx="8567">
                  <c:v>0</c:v>
                </c:pt>
                <c:pt idx="8568">
                  <c:v>0</c:v>
                </c:pt>
                <c:pt idx="8569">
                  <c:v>0</c:v>
                </c:pt>
                <c:pt idx="8570">
                  <c:v>0</c:v>
                </c:pt>
                <c:pt idx="8571">
                  <c:v>0</c:v>
                </c:pt>
                <c:pt idx="8572">
                  <c:v>0</c:v>
                </c:pt>
                <c:pt idx="8573">
                  <c:v>0</c:v>
                </c:pt>
                <c:pt idx="8574">
                  <c:v>0</c:v>
                </c:pt>
                <c:pt idx="8575">
                  <c:v>0</c:v>
                </c:pt>
                <c:pt idx="8576">
                  <c:v>0.25</c:v>
                </c:pt>
                <c:pt idx="8577">
                  <c:v>0.25</c:v>
                </c:pt>
                <c:pt idx="8578">
                  <c:v>0.25</c:v>
                </c:pt>
                <c:pt idx="8579">
                  <c:v>0.25</c:v>
                </c:pt>
                <c:pt idx="8580">
                  <c:v>0.25</c:v>
                </c:pt>
                <c:pt idx="8581">
                  <c:v>0.25</c:v>
                </c:pt>
                <c:pt idx="8582">
                  <c:v>0.25</c:v>
                </c:pt>
                <c:pt idx="8583">
                  <c:v>0.25</c:v>
                </c:pt>
                <c:pt idx="8584">
                  <c:v>0.25</c:v>
                </c:pt>
                <c:pt idx="8585">
                  <c:v>0.25</c:v>
                </c:pt>
                <c:pt idx="8586">
                  <c:v>0.25</c:v>
                </c:pt>
                <c:pt idx="8587">
                  <c:v>0.25</c:v>
                </c:pt>
                <c:pt idx="8588">
                  <c:v>0.25</c:v>
                </c:pt>
                <c:pt idx="8589">
                  <c:v>0.25</c:v>
                </c:pt>
                <c:pt idx="8590">
                  <c:v>0</c:v>
                </c:pt>
                <c:pt idx="8591">
                  <c:v>0</c:v>
                </c:pt>
                <c:pt idx="8592">
                  <c:v>0</c:v>
                </c:pt>
                <c:pt idx="8593">
                  <c:v>0</c:v>
                </c:pt>
                <c:pt idx="8594">
                  <c:v>0</c:v>
                </c:pt>
                <c:pt idx="8595">
                  <c:v>0</c:v>
                </c:pt>
                <c:pt idx="8596">
                  <c:v>0</c:v>
                </c:pt>
                <c:pt idx="8597">
                  <c:v>0</c:v>
                </c:pt>
                <c:pt idx="8598">
                  <c:v>0</c:v>
                </c:pt>
                <c:pt idx="8599">
                  <c:v>0</c:v>
                </c:pt>
                <c:pt idx="8600">
                  <c:v>0.25</c:v>
                </c:pt>
                <c:pt idx="8601">
                  <c:v>0.25</c:v>
                </c:pt>
                <c:pt idx="8602">
                  <c:v>0.25</c:v>
                </c:pt>
                <c:pt idx="8603">
                  <c:v>0.25</c:v>
                </c:pt>
                <c:pt idx="8604">
                  <c:v>0.25</c:v>
                </c:pt>
                <c:pt idx="8605">
                  <c:v>0.25</c:v>
                </c:pt>
                <c:pt idx="8606">
                  <c:v>0.25</c:v>
                </c:pt>
                <c:pt idx="8607">
                  <c:v>0.25</c:v>
                </c:pt>
                <c:pt idx="8608">
                  <c:v>0.25</c:v>
                </c:pt>
                <c:pt idx="8609">
                  <c:v>0.25</c:v>
                </c:pt>
                <c:pt idx="8610">
                  <c:v>0.25</c:v>
                </c:pt>
                <c:pt idx="8611">
                  <c:v>0.25</c:v>
                </c:pt>
                <c:pt idx="8612">
                  <c:v>0.25</c:v>
                </c:pt>
                <c:pt idx="8613">
                  <c:v>0.25</c:v>
                </c:pt>
                <c:pt idx="8614">
                  <c:v>0</c:v>
                </c:pt>
                <c:pt idx="8615">
                  <c:v>0</c:v>
                </c:pt>
                <c:pt idx="8616">
                  <c:v>0</c:v>
                </c:pt>
                <c:pt idx="8617">
                  <c:v>0</c:v>
                </c:pt>
                <c:pt idx="8618">
                  <c:v>0</c:v>
                </c:pt>
                <c:pt idx="8619">
                  <c:v>0</c:v>
                </c:pt>
                <c:pt idx="8620">
                  <c:v>0</c:v>
                </c:pt>
                <c:pt idx="8621">
                  <c:v>0</c:v>
                </c:pt>
                <c:pt idx="8622">
                  <c:v>0</c:v>
                </c:pt>
                <c:pt idx="8623">
                  <c:v>0</c:v>
                </c:pt>
                <c:pt idx="8624">
                  <c:v>0.25</c:v>
                </c:pt>
                <c:pt idx="8625">
                  <c:v>0.25</c:v>
                </c:pt>
                <c:pt idx="8626">
                  <c:v>0.25</c:v>
                </c:pt>
                <c:pt idx="8627">
                  <c:v>0.25</c:v>
                </c:pt>
                <c:pt idx="8628">
                  <c:v>0.25</c:v>
                </c:pt>
                <c:pt idx="8629">
                  <c:v>0.25</c:v>
                </c:pt>
                <c:pt idx="8630">
                  <c:v>0.25</c:v>
                </c:pt>
                <c:pt idx="8631">
                  <c:v>0.25</c:v>
                </c:pt>
                <c:pt idx="8632">
                  <c:v>0.25</c:v>
                </c:pt>
                <c:pt idx="8633">
                  <c:v>0.25</c:v>
                </c:pt>
                <c:pt idx="8634">
                  <c:v>0.25</c:v>
                </c:pt>
                <c:pt idx="8635">
                  <c:v>0.25</c:v>
                </c:pt>
                <c:pt idx="8636">
                  <c:v>0.25</c:v>
                </c:pt>
                <c:pt idx="8637">
                  <c:v>0.25</c:v>
                </c:pt>
                <c:pt idx="8638">
                  <c:v>0</c:v>
                </c:pt>
                <c:pt idx="8639">
                  <c:v>0</c:v>
                </c:pt>
                <c:pt idx="8640">
                  <c:v>0</c:v>
                </c:pt>
                <c:pt idx="8641">
                  <c:v>0</c:v>
                </c:pt>
                <c:pt idx="8642">
                  <c:v>0</c:v>
                </c:pt>
                <c:pt idx="8643">
                  <c:v>0</c:v>
                </c:pt>
                <c:pt idx="8644">
                  <c:v>0</c:v>
                </c:pt>
                <c:pt idx="8645">
                  <c:v>0</c:v>
                </c:pt>
                <c:pt idx="8646">
                  <c:v>0</c:v>
                </c:pt>
                <c:pt idx="8647">
                  <c:v>0</c:v>
                </c:pt>
                <c:pt idx="8648">
                  <c:v>0.25</c:v>
                </c:pt>
                <c:pt idx="8649">
                  <c:v>0.25</c:v>
                </c:pt>
                <c:pt idx="8650">
                  <c:v>0.25</c:v>
                </c:pt>
                <c:pt idx="8651">
                  <c:v>0.25</c:v>
                </c:pt>
                <c:pt idx="8652">
                  <c:v>0.25</c:v>
                </c:pt>
                <c:pt idx="8653">
                  <c:v>0.25</c:v>
                </c:pt>
                <c:pt idx="8654">
                  <c:v>0.25</c:v>
                </c:pt>
                <c:pt idx="8655">
                  <c:v>0.25</c:v>
                </c:pt>
                <c:pt idx="8656">
                  <c:v>0.25</c:v>
                </c:pt>
                <c:pt idx="8657">
                  <c:v>0.25</c:v>
                </c:pt>
                <c:pt idx="8658">
                  <c:v>0.25</c:v>
                </c:pt>
                <c:pt idx="8659">
                  <c:v>0.25</c:v>
                </c:pt>
                <c:pt idx="8660">
                  <c:v>0.25</c:v>
                </c:pt>
                <c:pt idx="8661">
                  <c:v>0.25</c:v>
                </c:pt>
                <c:pt idx="8662">
                  <c:v>0</c:v>
                </c:pt>
                <c:pt idx="8663">
                  <c:v>0</c:v>
                </c:pt>
                <c:pt idx="8664">
                  <c:v>0</c:v>
                </c:pt>
                <c:pt idx="8665">
                  <c:v>0</c:v>
                </c:pt>
                <c:pt idx="8666">
                  <c:v>0</c:v>
                </c:pt>
                <c:pt idx="8667">
                  <c:v>0</c:v>
                </c:pt>
                <c:pt idx="8668">
                  <c:v>0</c:v>
                </c:pt>
                <c:pt idx="8669">
                  <c:v>0</c:v>
                </c:pt>
                <c:pt idx="8670">
                  <c:v>0</c:v>
                </c:pt>
                <c:pt idx="8671">
                  <c:v>0</c:v>
                </c:pt>
                <c:pt idx="8672">
                  <c:v>0.25</c:v>
                </c:pt>
                <c:pt idx="8673">
                  <c:v>0.25</c:v>
                </c:pt>
                <c:pt idx="8674">
                  <c:v>0.25</c:v>
                </c:pt>
                <c:pt idx="8675">
                  <c:v>0.25</c:v>
                </c:pt>
                <c:pt idx="8676">
                  <c:v>0.25</c:v>
                </c:pt>
                <c:pt idx="8677">
                  <c:v>0.25</c:v>
                </c:pt>
                <c:pt idx="8678">
                  <c:v>0.25</c:v>
                </c:pt>
                <c:pt idx="8679">
                  <c:v>0.25</c:v>
                </c:pt>
                <c:pt idx="8680">
                  <c:v>0.25</c:v>
                </c:pt>
                <c:pt idx="8681">
                  <c:v>0.25</c:v>
                </c:pt>
                <c:pt idx="8682">
                  <c:v>0.25</c:v>
                </c:pt>
                <c:pt idx="8683">
                  <c:v>0.25</c:v>
                </c:pt>
                <c:pt idx="8684">
                  <c:v>0.25</c:v>
                </c:pt>
                <c:pt idx="8685">
                  <c:v>0.25</c:v>
                </c:pt>
                <c:pt idx="8686">
                  <c:v>0</c:v>
                </c:pt>
                <c:pt idx="8687">
                  <c:v>0</c:v>
                </c:pt>
                <c:pt idx="8688">
                  <c:v>0</c:v>
                </c:pt>
                <c:pt idx="8689">
                  <c:v>0</c:v>
                </c:pt>
                <c:pt idx="8690">
                  <c:v>0</c:v>
                </c:pt>
                <c:pt idx="8691">
                  <c:v>0</c:v>
                </c:pt>
                <c:pt idx="8692">
                  <c:v>0</c:v>
                </c:pt>
                <c:pt idx="8693">
                  <c:v>0</c:v>
                </c:pt>
                <c:pt idx="8694">
                  <c:v>0</c:v>
                </c:pt>
                <c:pt idx="8695">
                  <c:v>0</c:v>
                </c:pt>
                <c:pt idx="8696">
                  <c:v>0.25</c:v>
                </c:pt>
                <c:pt idx="8697">
                  <c:v>0.25</c:v>
                </c:pt>
                <c:pt idx="8698">
                  <c:v>0.25</c:v>
                </c:pt>
                <c:pt idx="8699">
                  <c:v>0.25</c:v>
                </c:pt>
                <c:pt idx="8700">
                  <c:v>0.25</c:v>
                </c:pt>
                <c:pt idx="8701">
                  <c:v>0.25</c:v>
                </c:pt>
                <c:pt idx="8702">
                  <c:v>0.25</c:v>
                </c:pt>
                <c:pt idx="8703">
                  <c:v>0.25</c:v>
                </c:pt>
                <c:pt idx="8704">
                  <c:v>0.25</c:v>
                </c:pt>
                <c:pt idx="8705">
                  <c:v>0.25</c:v>
                </c:pt>
                <c:pt idx="8706">
                  <c:v>0.25</c:v>
                </c:pt>
                <c:pt idx="8707">
                  <c:v>0.25</c:v>
                </c:pt>
                <c:pt idx="8708">
                  <c:v>0.25</c:v>
                </c:pt>
                <c:pt idx="8709">
                  <c:v>0.25</c:v>
                </c:pt>
                <c:pt idx="8710">
                  <c:v>0</c:v>
                </c:pt>
                <c:pt idx="8711">
                  <c:v>0</c:v>
                </c:pt>
                <c:pt idx="8712">
                  <c:v>0</c:v>
                </c:pt>
                <c:pt idx="8713">
                  <c:v>0</c:v>
                </c:pt>
                <c:pt idx="8714">
                  <c:v>0</c:v>
                </c:pt>
                <c:pt idx="8715">
                  <c:v>0</c:v>
                </c:pt>
                <c:pt idx="8716">
                  <c:v>0</c:v>
                </c:pt>
                <c:pt idx="8717">
                  <c:v>0</c:v>
                </c:pt>
                <c:pt idx="8718">
                  <c:v>0</c:v>
                </c:pt>
                <c:pt idx="8719">
                  <c:v>0</c:v>
                </c:pt>
                <c:pt idx="8720">
                  <c:v>0.25</c:v>
                </c:pt>
                <c:pt idx="8721">
                  <c:v>0.25</c:v>
                </c:pt>
                <c:pt idx="8722">
                  <c:v>0.25</c:v>
                </c:pt>
                <c:pt idx="8723">
                  <c:v>0.25</c:v>
                </c:pt>
                <c:pt idx="8724">
                  <c:v>0.25</c:v>
                </c:pt>
                <c:pt idx="8725">
                  <c:v>0.25</c:v>
                </c:pt>
                <c:pt idx="8726">
                  <c:v>0.25</c:v>
                </c:pt>
                <c:pt idx="8727">
                  <c:v>0.25</c:v>
                </c:pt>
                <c:pt idx="8728">
                  <c:v>0.25</c:v>
                </c:pt>
                <c:pt idx="8729">
                  <c:v>0.25</c:v>
                </c:pt>
                <c:pt idx="8730">
                  <c:v>0.25</c:v>
                </c:pt>
                <c:pt idx="8731">
                  <c:v>0.25</c:v>
                </c:pt>
                <c:pt idx="8732">
                  <c:v>0.25</c:v>
                </c:pt>
                <c:pt idx="8733">
                  <c:v>0.25</c:v>
                </c:pt>
                <c:pt idx="8734">
                  <c:v>0</c:v>
                </c:pt>
                <c:pt idx="8735">
                  <c:v>0</c:v>
                </c:pt>
                <c:pt idx="8736">
                  <c:v>0</c:v>
                </c:pt>
                <c:pt idx="8737">
                  <c:v>0</c:v>
                </c:pt>
                <c:pt idx="8738">
                  <c:v>0</c:v>
                </c:pt>
                <c:pt idx="8739">
                  <c:v>0</c:v>
                </c:pt>
                <c:pt idx="8740">
                  <c:v>0</c:v>
                </c:pt>
                <c:pt idx="8741">
                  <c:v>0</c:v>
                </c:pt>
                <c:pt idx="8742">
                  <c:v>0</c:v>
                </c:pt>
                <c:pt idx="8743">
                  <c:v>0</c:v>
                </c:pt>
                <c:pt idx="8744">
                  <c:v>0.25</c:v>
                </c:pt>
                <c:pt idx="8745">
                  <c:v>0.25</c:v>
                </c:pt>
                <c:pt idx="8746">
                  <c:v>0.25</c:v>
                </c:pt>
                <c:pt idx="8747">
                  <c:v>0.25</c:v>
                </c:pt>
                <c:pt idx="8748">
                  <c:v>0.25</c:v>
                </c:pt>
                <c:pt idx="8749">
                  <c:v>0.25</c:v>
                </c:pt>
                <c:pt idx="8750">
                  <c:v>0.25</c:v>
                </c:pt>
                <c:pt idx="8751">
                  <c:v>0.25</c:v>
                </c:pt>
                <c:pt idx="8752">
                  <c:v>0.25</c:v>
                </c:pt>
                <c:pt idx="8753">
                  <c:v>0.25</c:v>
                </c:pt>
                <c:pt idx="8754">
                  <c:v>0.25</c:v>
                </c:pt>
                <c:pt idx="8755">
                  <c:v>0.25</c:v>
                </c:pt>
                <c:pt idx="8756">
                  <c:v>0.25</c:v>
                </c:pt>
                <c:pt idx="8757">
                  <c:v>0.25</c:v>
                </c:pt>
                <c:pt idx="8758">
                  <c:v>0</c:v>
                </c:pt>
                <c:pt idx="8759">
                  <c:v>0</c:v>
                </c:pt>
              </c:numCache>
            </c:numRef>
          </c:xVal>
          <c:yVal>
            <c:numRef>
              <c:f>Jan!$EH$11:$EH$8770</c:f>
              <c:numCache>
                <c:formatCode>General</c:formatCode>
                <c:ptCount val="8760"/>
                <c:pt idx="0">
                  <c:v>0</c:v>
                </c:pt>
                <c:pt idx="1">
                  <c:v>0</c:v>
                </c:pt>
                <c:pt idx="2">
                  <c:v>0</c:v>
                </c:pt>
                <c:pt idx="3">
                  <c:v>0</c:v>
                </c:pt>
                <c:pt idx="4">
                  <c:v>0</c:v>
                </c:pt>
                <c:pt idx="5">
                  <c:v>0</c:v>
                </c:pt>
                <c:pt idx="6">
                  <c:v>0</c:v>
                </c:pt>
                <c:pt idx="7">
                  <c:v>0</c:v>
                </c:pt>
                <c:pt idx="8">
                  <c:v>353.23200000000003</c:v>
                </c:pt>
                <c:pt idx="9">
                  <c:v>353.23200000000003</c:v>
                </c:pt>
                <c:pt idx="10">
                  <c:v>353.23200000000003</c:v>
                </c:pt>
                <c:pt idx="11">
                  <c:v>353.23200000000003</c:v>
                </c:pt>
                <c:pt idx="12">
                  <c:v>353.23200000000003</c:v>
                </c:pt>
                <c:pt idx="13">
                  <c:v>353.23200000000003</c:v>
                </c:pt>
                <c:pt idx="14">
                  <c:v>353.23200000000003</c:v>
                </c:pt>
                <c:pt idx="15">
                  <c:v>353.23200000000003</c:v>
                </c:pt>
                <c:pt idx="16">
                  <c:v>353.23200000000003</c:v>
                </c:pt>
                <c:pt idx="17">
                  <c:v>353.23200000000003</c:v>
                </c:pt>
                <c:pt idx="18">
                  <c:v>353.23200000000003</c:v>
                </c:pt>
                <c:pt idx="19">
                  <c:v>353.23200000000003</c:v>
                </c:pt>
                <c:pt idx="20">
                  <c:v>353.23200000000003</c:v>
                </c:pt>
                <c:pt idx="21">
                  <c:v>353.23200000000003</c:v>
                </c:pt>
                <c:pt idx="22">
                  <c:v>0</c:v>
                </c:pt>
                <c:pt idx="23">
                  <c:v>0</c:v>
                </c:pt>
                <c:pt idx="24">
                  <c:v>0</c:v>
                </c:pt>
                <c:pt idx="25">
                  <c:v>0</c:v>
                </c:pt>
                <c:pt idx="26">
                  <c:v>0</c:v>
                </c:pt>
                <c:pt idx="27">
                  <c:v>0</c:v>
                </c:pt>
                <c:pt idx="28">
                  <c:v>0</c:v>
                </c:pt>
                <c:pt idx="29">
                  <c:v>0</c:v>
                </c:pt>
                <c:pt idx="30">
                  <c:v>0</c:v>
                </c:pt>
                <c:pt idx="31">
                  <c:v>0</c:v>
                </c:pt>
                <c:pt idx="32">
                  <c:v>353.23200000000003</c:v>
                </c:pt>
                <c:pt idx="33">
                  <c:v>353.23200000000003</c:v>
                </c:pt>
                <c:pt idx="34">
                  <c:v>353.23200000000003</c:v>
                </c:pt>
                <c:pt idx="35">
                  <c:v>353.23200000000003</c:v>
                </c:pt>
                <c:pt idx="36">
                  <c:v>353.23200000000003</c:v>
                </c:pt>
                <c:pt idx="37">
                  <c:v>353.23200000000003</c:v>
                </c:pt>
                <c:pt idx="38">
                  <c:v>353.23200000000003</c:v>
                </c:pt>
                <c:pt idx="39">
                  <c:v>353.23200000000003</c:v>
                </c:pt>
                <c:pt idx="40">
                  <c:v>353.23200000000003</c:v>
                </c:pt>
                <c:pt idx="41">
                  <c:v>353.23200000000003</c:v>
                </c:pt>
                <c:pt idx="42">
                  <c:v>353.23200000000003</c:v>
                </c:pt>
                <c:pt idx="43">
                  <c:v>353.23200000000003</c:v>
                </c:pt>
                <c:pt idx="44">
                  <c:v>353.23200000000003</c:v>
                </c:pt>
                <c:pt idx="45">
                  <c:v>353.23200000000003</c:v>
                </c:pt>
                <c:pt idx="46">
                  <c:v>0</c:v>
                </c:pt>
                <c:pt idx="47">
                  <c:v>0</c:v>
                </c:pt>
                <c:pt idx="48">
                  <c:v>0</c:v>
                </c:pt>
                <c:pt idx="49">
                  <c:v>0</c:v>
                </c:pt>
                <c:pt idx="50">
                  <c:v>0</c:v>
                </c:pt>
                <c:pt idx="51">
                  <c:v>0</c:v>
                </c:pt>
                <c:pt idx="52">
                  <c:v>0</c:v>
                </c:pt>
                <c:pt idx="53">
                  <c:v>0</c:v>
                </c:pt>
                <c:pt idx="54">
                  <c:v>0</c:v>
                </c:pt>
                <c:pt idx="55">
                  <c:v>0</c:v>
                </c:pt>
                <c:pt idx="56">
                  <c:v>353.23200000000003</c:v>
                </c:pt>
                <c:pt idx="57">
                  <c:v>353.23200000000003</c:v>
                </c:pt>
                <c:pt idx="58">
                  <c:v>353.23200000000003</c:v>
                </c:pt>
                <c:pt idx="59">
                  <c:v>353.23200000000003</c:v>
                </c:pt>
                <c:pt idx="60">
                  <c:v>353.23200000000003</c:v>
                </c:pt>
                <c:pt idx="61">
                  <c:v>353.23200000000003</c:v>
                </c:pt>
                <c:pt idx="62">
                  <c:v>353.23200000000003</c:v>
                </c:pt>
                <c:pt idx="63">
                  <c:v>353.23200000000003</c:v>
                </c:pt>
                <c:pt idx="64">
                  <c:v>353.23200000000003</c:v>
                </c:pt>
                <c:pt idx="65">
                  <c:v>353.23200000000003</c:v>
                </c:pt>
                <c:pt idx="66">
                  <c:v>353.23200000000003</c:v>
                </c:pt>
                <c:pt idx="67">
                  <c:v>353.23200000000003</c:v>
                </c:pt>
                <c:pt idx="68">
                  <c:v>353.23200000000003</c:v>
                </c:pt>
                <c:pt idx="69">
                  <c:v>353.23200000000003</c:v>
                </c:pt>
                <c:pt idx="70">
                  <c:v>0</c:v>
                </c:pt>
                <c:pt idx="71">
                  <c:v>0</c:v>
                </c:pt>
                <c:pt idx="72">
                  <c:v>0</c:v>
                </c:pt>
                <c:pt idx="73">
                  <c:v>0</c:v>
                </c:pt>
                <c:pt idx="74">
                  <c:v>0</c:v>
                </c:pt>
                <c:pt idx="75">
                  <c:v>0</c:v>
                </c:pt>
                <c:pt idx="76">
                  <c:v>0</c:v>
                </c:pt>
                <c:pt idx="77">
                  <c:v>0</c:v>
                </c:pt>
                <c:pt idx="78">
                  <c:v>0</c:v>
                </c:pt>
                <c:pt idx="79">
                  <c:v>0</c:v>
                </c:pt>
                <c:pt idx="80">
                  <c:v>353.23200000000003</c:v>
                </c:pt>
                <c:pt idx="81">
                  <c:v>353.23200000000003</c:v>
                </c:pt>
                <c:pt idx="82">
                  <c:v>353.23200000000003</c:v>
                </c:pt>
                <c:pt idx="83">
                  <c:v>353.23200000000003</c:v>
                </c:pt>
                <c:pt idx="84">
                  <c:v>353.23200000000003</c:v>
                </c:pt>
                <c:pt idx="85">
                  <c:v>353.23200000000003</c:v>
                </c:pt>
                <c:pt idx="86">
                  <c:v>353.23200000000003</c:v>
                </c:pt>
                <c:pt idx="87">
                  <c:v>353.23200000000003</c:v>
                </c:pt>
                <c:pt idx="88">
                  <c:v>353.23200000000003</c:v>
                </c:pt>
                <c:pt idx="89">
                  <c:v>353.23200000000003</c:v>
                </c:pt>
                <c:pt idx="90">
                  <c:v>353.23200000000003</c:v>
                </c:pt>
                <c:pt idx="91">
                  <c:v>353.23200000000003</c:v>
                </c:pt>
                <c:pt idx="92">
                  <c:v>353.23200000000003</c:v>
                </c:pt>
                <c:pt idx="93">
                  <c:v>353.23200000000003</c:v>
                </c:pt>
                <c:pt idx="94">
                  <c:v>0</c:v>
                </c:pt>
                <c:pt idx="95">
                  <c:v>0</c:v>
                </c:pt>
                <c:pt idx="96">
                  <c:v>0</c:v>
                </c:pt>
                <c:pt idx="97">
                  <c:v>0</c:v>
                </c:pt>
                <c:pt idx="98">
                  <c:v>0</c:v>
                </c:pt>
                <c:pt idx="99">
                  <c:v>0</c:v>
                </c:pt>
                <c:pt idx="100">
                  <c:v>0</c:v>
                </c:pt>
                <c:pt idx="101">
                  <c:v>0</c:v>
                </c:pt>
                <c:pt idx="102">
                  <c:v>0</c:v>
                </c:pt>
                <c:pt idx="103">
                  <c:v>0</c:v>
                </c:pt>
                <c:pt idx="104">
                  <c:v>353.23200000000003</c:v>
                </c:pt>
                <c:pt idx="105">
                  <c:v>353.23200000000003</c:v>
                </c:pt>
                <c:pt idx="106">
                  <c:v>353.23200000000003</c:v>
                </c:pt>
                <c:pt idx="107">
                  <c:v>353.23200000000003</c:v>
                </c:pt>
                <c:pt idx="108">
                  <c:v>353.23200000000003</c:v>
                </c:pt>
                <c:pt idx="109">
                  <c:v>353.23200000000003</c:v>
                </c:pt>
                <c:pt idx="110">
                  <c:v>353.23200000000003</c:v>
                </c:pt>
                <c:pt idx="111">
                  <c:v>353.23200000000003</c:v>
                </c:pt>
                <c:pt idx="112">
                  <c:v>353.23200000000003</c:v>
                </c:pt>
                <c:pt idx="113">
                  <c:v>353.23200000000003</c:v>
                </c:pt>
                <c:pt idx="114">
                  <c:v>353.23200000000003</c:v>
                </c:pt>
                <c:pt idx="115">
                  <c:v>353.23200000000003</c:v>
                </c:pt>
                <c:pt idx="116">
                  <c:v>353.23200000000003</c:v>
                </c:pt>
                <c:pt idx="117">
                  <c:v>353.23200000000003</c:v>
                </c:pt>
                <c:pt idx="118">
                  <c:v>0</c:v>
                </c:pt>
                <c:pt idx="119">
                  <c:v>0</c:v>
                </c:pt>
                <c:pt idx="120">
                  <c:v>0</c:v>
                </c:pt>
                <c:pt idx="121">
                  <c:v>0</c:v>
                </c:pt>
                <c:pt idx="122">
                  <c:v>0</c:v>
                </c:pt>
                <c:pt idx="123">
                  <c:v>0</c:v>
                </c:pt>
                <c:pt idx="124">
                  <c:v>0</c:v>
                </c:pt>
                <c:pt idx="125">
                  <c:v>0</c:v>
                </c:pt>
                <c:pt idx="126">
                  <c:v>0</c:v>
                </c:pt>
                <c:pt idx="127">
                  <c:v>0</c:v>
                </c:pt>
                <c:pt idx="128">
                  <c:v>353.23200000000003</c:v>
                </c:pt>
                <c:pt idx="129">
                  <c:v>353.23200000000003</c:v>
                </c:pt>
                <c:pt idx="130">
                  <c:v>353.23200000000003</c:v>
                </c:pt>
                <c:pt idx="131">
                  <c:v>353.23200000000003</c:v>
                </c:pt>
                <c:pt idx="132">
                  <c:v>353.23200000000003</c:v>
                </c:pt>
                <c:pt idx="133">
                  <c:v>353.23200000000003</c:v>
                </c:pt>
                <c:pt idx="134">
                  <c:v>353.23200000000003</c:v>
                </c:pt>
                <c:pt idx="135">
                  <c:v>353.23200000000003</c:v>
                </c:pt>
                <c:pt idx="136">
                  <c:v>353.23200000000003</c:v>
                </c:pt>
                <c:pt idx="137">
                  <c:v>353.23200000000003</c:v>
                </c:pt>
                <c:pt idx="138">
                  <c:v>353.23200000000003</c:v>
                </c:pt>
                <c:pt idx="139">
                  <c:v>353.23200000000003</c:v>
                </c:pt>
                <c:pt idx="140">
                  <c:v>353.23200000000003</c:v>
                </c:pt>
                <c:pt idx="141">
                  <c:v>353.23200000000003</c:v>
                </c:pt>
                <c:pt idx="142">
                  <c:v>0</c:v>
                </c:pt>
                <c:pt idx="143">
                  <c:v>0</c:v>
                </c:pt>
                <c:pt idx="144">
                  <c:v>0</c:v>
                </c:pt>
                <c:pt idx="145">
                  <c:v>0</c:v>
                </c:pt>
                <c:pt idx="146">
                  <c:v>0</c:v>
                </c:pt>
                <c:pt idx="147">
                  <c:v>0</c:v>
                </c:pt>
                <c:pt idx="148">
                  <c:v>0</c:v>
                </c:pt>
                <c:pt idx="149">
                  <c:v>0</c:v>
                </c:pt>
                <c:pt idx="150">
                  <c:v>0</c:v>
                </c:pt>
                <c:pt idx="151">
                  <c:v>0</c:v>
                </c:pt>
                <c:pt idx="152">
                  <c:v>353.23200000000003</c:v>
                </c:pt>
                <c:pt idx="153">
                  <c:v>353.23200000000003</c:v>
                </c:pt>
                <c:pt idx="154">
                  <c:v>353.23200000000003</c:v>
                </c:pt>
                <c:pt idx="155">
                  <c:v>353.23200000000003</c:v>
                </c:pt>
                <c:pt idx="156">
                  <c:v>353.23200000000003</c:v>
                </c:pt>
                <c:pt idx="157">
                  <c:v>353.23200000000003</c:v>
                </c:pt>
                <c:pt idx="158">
                  <c:v>353.23200000000003</c:v>
                </c:pt>
                <c:pt idx="159">
                  <c:v>353.23200000000003</c:v>
                </c:pt>
                <c:pt idx="160">
                  <c:v>353.23200000000003</c:v>
                </c:pt>
                <c:pt idx="161">
                  <c:v>353.23200000000003</c:v>
                </c:pt>
                <c:pt idx="162">
                  <c:v>353.23200000000003</c:v>
                </c:pt>
                <c:pt idx="163">
                  <c:v>353.23200000000003</c:v>
                </c:pt>
                <c:pt idx="164">
                  <c:v>353.23200000000003</c:v>
                </c:pt>
                <c:pt idx="165">
                  <c:v>353.23200000000003</c:v>
                </c:pt>
                <c:pt idx="166">
                  <c:v>0</c:v>
                </c:pt>
                <c:pt idx="167">
                  <c:v>0</c:v>
                </c:pt>
                <c:pt idx="168">
                  <c:v>0</c:v>
                </c:pt>
                <c:pt idx="169">
                  <c:v>0</c:v>
                </c:pt>
                <c:pt idx="170">
                  <c:v>0</c:v>
                </c:pt>
                <c:pt idx="171">
                  <c:v>0</c:v>
                </c:pt>
                <c:pt idx="172">
                  <c:v>0</c:v>
                </c:pt>
                <c:pt idx="173">
                  <c:v>0</c:v>
                </c:pt>
                <c:pt idx="174">
                  <c:v>0</c:v>
                </c:pt>
                <c:pt idx="175">
                  <c:v>0</c:v>
                </c:pt>
                <c:pt idx="176">
                  <c:v>353.23200000000003</c:v>
                </c:pt>
                <c:pt idx="177">
                  <c:v>353.23200000000003</c:v>
                </c:pt>
                <c:pt idx="178">
                  <c:v>353.23200000000003</c:v>
                </c:pt>
                <c:pt idx="179">
                  <c:v>353.23200000000003</c:v>
                </c:pt>
                <c:pt idx="180">
                  <c:v>353.23200000000003</c:v>
                </c:pt>
                <c:pt idx="181">
                  <c:v>353.23200000000003</c:v>
                </c:pt>
                <c:pt idx="182">
                  <c:v>353.23200000000003</c:v>
                </c:pt>
                <c:pt idx="183">
                  <c:v>353.23200000000003</c:v>
                </c:pt>
                <c:pt idx="184">
                  <c:v>353.23200000000003</c:v>
                </c:pt>
                <c:pt idx="185">
                  <c:v>353.23200000000003</c:v>
                </c:pt>
                <c:pt idx="186">
                  <c:v>353.23200000000003</c:v>
                </c:pt>
                <c:pt idx="187">
                  <c:v>353.23200000000003</c:v>
                </c:pt>
                <c:pt idx="188">
                  <c:v>353.23200000000003</c:v>
                </c:pt>
                <c:pt idx="189">
                  <c:v>353.23200000000003</c:v>
                </c:pt>
                <c:pt idx="190">
                  <c:v>0</c:v>
                </c:pt>
                <c:pt idx="191">
                  <c:v>0</c:v>
                </c:pt>
                <c:pt idx="192">
                  <c:v>0</c:v>
                </c:pt>
                <c:pt idx="193">
                  <c:v>0</c:v>
                </c:pt>
                <c:pt idx="194">
                  <c:v>0</c:v>
                </c:pt>
                <c:pt idx="195">
                  <c:v>0</c:v>
                </c:pt>
                <c:pt idx="196">
                  <c:v>0</c:v>
                </c:pt>
                <c:pt idx="197">
                  <c:v>0</c:v>
                </c:pt>
                <c:pt idx="198">
                  <c:v>0</c:v>
                </c:pt>
                <c:pt idx="199">
                  <c:v>0</c:v>
                </c:pt>
                <c:pt idx="200">
                  <c:v>353.23200000000003</c:v>
                </c:pt>
                <c:pt idx="201">
                  <c:v>353.23200000000003</c:v>
                </c:pt>
                <c:pt idx="202">
                  <c:v>353.23200000000003</c:v>
                </c:pt>
                <c:pt idx="203">
                  <c:v>353.23200000000003</c:v>
                </c:pt>
                <c:pt idx="204">
                  <c:v>353.23200000000003</c:v>
                </c:pt>
                <c:pt idx="205">
                  <c:v>353.23200000000003</c:v>
                </c:pt>
                <c:pt idx="206">
                  <c:v>353.23200000000003</c:v>
                </c:pt>
                <c:pt idx="207">
                  <c:v>353.23200000000003</c:v>
                </c:pt>
                <c:pt idx="208">
                  <c:v>353.23200000000003</c:v>
                </c:pt>
                <c:pt idx="209">
                  <c:v>353.23200000000003</c:v>
                </c:pt>
                <c:pt idx="210">
                  <c:v>353.23200000000003</c:v>
                </c:pt>
                <c:pt idx="211">
                  <c:v>353.23200000000003</c:v>
                </c:pt>
                <c:pt idx="212">
                  <c:v>353.23200000000003</c:v>
                </c:pt>
                <c:pt idx="213">
                  <c:v>353.23200000000003</c:v>
                </c:pt>
                <c:pt idx="214">
                  <c:v>0</c:v>
                </c:pt>
                <c:pt idx="215">
                  <c:v>0</c:v>
                </c:pt>
                <c:pt idx="216">
                  <c:v>0</c:v>
                </c:pt>
                <c:pt idx="217">
                  <c:v>0</c:v>
                </c:pt>
                <c:pt idx="218">
                  <c:v>0</c:v>
                </c:pt>
                <c:pt idx="219">
                  <c:v>0</c:v>
                </c:pt>
                <c:pt idx="220">
                  <c:v>0</c:v>
                </c:pt>
                <c:pt idx="221">
                  <c:v>0</c:v>
                </c:pt>
                <c:pt idx="222">
                  <c:v>0</c:v>
                </c:pt>
                <c:pt idx="223">
                  <c:v>0</c:v>
                </c:pt>
                <c:pt idx="224">
                  <c:v>353.23200000000003</c:v>
                </c:pt>
                <c:pt idx="225">
                  <c:v>353.23200000000003</c:v>
                </c:pt>
                <c:pt idx="226">
                  <c:v>353.23200000000003</c:v>
                </c:pt>
                <c:pt idx="227">
                  <c:v>353.23200000000003</c:v>
                </c:pt>
                <c:pt idx="228">
                  <c:v>353.23200000000003</c:v>
                </c:pt>
                <c:pt idx="229">
                  <c:v>353.23200000000003</c:v>
                </c:pt>
                <c:pt idx="230">
                  <c:v>353.23200000000003</c:v>
                </c:pt>
                <c:pt idx="231">
                  <c:v>353.23200000000003</c:v>
                </c:pt>
                <c:pt idx="232">
                  <c:v>353.23200000000003</c:v>
                </c:pt>
                <c:pt idx="233">
                  <c:v>353.23200000000003</c:v>
                </c:pt>
                <c:pt idx="234">
                  <c:v>353.23200000000003</c:v>
                </c:pt>
                <c:pt idx="235">
                  <c:v>353.23200000000003</c:v>
                </c:pt>
                <c:pt idx="236">
                  <c:v>353.23200000000003</c:v>
                </c:pt>
                <c:pt idx="237">
                  <c:v>353.23200000000003</c:v>
                </c:pt>
                <c:pt idx="238">
                  <c:v>0</c:v>
                </c:pt>
                <c:pt idx="239">
                  <c:v>0</c:v>
                </c:pt>
                <c:pt idx="240">
                  <c:v>0</c:v>
                </c:pt>
                <c:pt idx="241">
                  <c:v>0</c:v>
                </c:pt>
                <c:pt idx="242">
                  <c:v>0</c:v>
                </c:pt>
                <c:pt idx="243">
                  <c:v>0</c:v>
                </c:pt>
                <c:pt idx="244">
                  <c:v>0</c:v>
                </c:pt>
                <c:pt idx="245">
                  <c:v>0</c:v>
                </c:pt>
                <c:pt idx="246">
                  <c:v>0</c:v>
                </c:pt>
                <c:pt idx="247">
                  <c:v>0</c:v>
                </c:pt>
                <c:pt idx="248">
                  <c:v>353.23200000000003</c:v>
                </c:pt>
                <c:pt idx="249">
                  <c:v>353.23200000000003</c:v>
                </c:pt>
                <c:pt idx="250">
                  <c:v>353.23200000000003</c:v>
                </c:pt>
                <c:pt idx="251">
                  <c:v>353.23200000000003</c:v>
                </c:pt>
                <c:pt idx="252">
                  <c:v>353.23200000000003</c:v>
                </c:pt>
                <c:pt idx="253">
                  <c:v>353.23200000000003</c:v>
                </c:pt>
                <c:pt idx="254">
                  <c:v>353.23200000000003</c:v>
                </c:pt>
                <c:pt idx="255">
                  <c:v>353.23200000000003</c:v>
                </c:pt>
                <c:pt idx="256">
                  <c:v>353.23200000000003</c:v>
                </c:pt>
                <c:pt idx="257">
                  <c:v>353.23200000000003</c:v>
                </c:pt>
                <c:pt idx="258">
                  <c:v>353.23200000000003</c:v>
                </c:pt>
                <c:pt idx="259">
                  <c:v>353.23200000000003</c:v>
                </c:pt>
                <c:pt idx="260">
                  <c:v>353.23200000000003</c:v>
                </c:pt>
                <c:pt idx="261">
                  <c:v>353.23200000000003</c:v>
                </c:pt>
                <c:pt idx="262">
                  <c:v>0</c:v>
                </c:pt>
                <c:pt idx="263">
                  <c:v>0</c:v>
                </c:pt>
                <c:pt idx="264">
                  <c:v>0</c:v>
                </c:pt>
                <c:pt idx="265">
                  <c:v>0</c:v>
                </c:pt>
                <c:pt idx="266">
                  <c:v>0</c:v>
                </c:pt>
                <c:pt idx="267">
                  <c:v>0</c:v>
                </c:pt>
                <c:pt idx="268">
                  <c:v>0</c:v>
                </c:pt>
                <c:pt idx="269">
                  <c:v>0</c:v>
                </c:pt>
                <c:pt idx="270">
                  <c:v>0</c:v>
                </c:pt>
                <c:pt idx="271">
                  <c:v>0</c:v>
                </c:pt>
                <c:pt idx="272">
                  <c:v>353.23200000000003</c:v>
                </c:pt>
                <c:pt idx="273">
                  <c:v>353.23200000000003</c:v>
                </c:pt>
                <c:pt idx="274">
                  <c:v>353.23200000000003</c:v>
                </c:pt>
                <c:pt idx="275">
                  <c:v>353.23200000000003</c:v>
                </c:pt>
                <c:pt idx="276">
                  <c:v>353.23200000000003</c:v>
                </c:pt>
                <c:pt idx="277">
                  <c:v>353.23200000000003</c:v>
                </c:pt>
                <c:pt idx="278">
                  <c:v>353.23200000000003</c:v>
                </c:pt>
                <c:pt idx="279">
                  <c:v>353.23200000000003</c:v>
                </c:pt>
                <c:pt idx="280">
                  <c:v>353.23200000000003</c:v>
                </c:pt>
                <c:pt idx="281">
                  <c:v>353.23200000000003</c:v>
                </c:pt>
                <c:pt idx="282">
                  <c:v>353.23200000000003</c:v>
                </c:pt>
                <c:pt idx="283">
                  <c:v>353.23200000000003</c:v>
                </c:pt>
                <c:pt idx="284">
                  <c:v>353.23200000000003</c:v>
                </c:pt>
                <c:pt idx="285">
                  <c:v>353.23200000000003</c:v>
                </c:pt>
                <c:pt idx="286">
                  <c:v>0</c:v>
                </c:pt>
                <c:pt idx="287">
                  <c:v>0</c:v>
                </c:pt>
                <c:pt idx="288">
                  <c:v>0</c:v>
                </c:pt>
                <c:pt idx="289">
                  <c:v>0</c:v>
                </c:pt>
                <c:pt idx="290">
                  <c:v>0</c:v>
                </c:pt>
                <c:pt idx="291">
                  <c:v>0</c:v>
                </c:pt>
                <c:pt idx="292">
                  <c:v>0</c:v>
                </c:pt>
                <c:pt idx="293">
                  <c:v>0</c:v>
                </c:pt>
                <c:pt idx="294">
                  <c:v>0</c:v>
                </c:pt>
                <c:pt idx="295">
                  <c:v>0</c:v>
                </c:pt>
                <c:pt idx="296">
                  <c:v>353.23200000000003</c:v>
                </c:pt>
                <c:pt idx="297">
                  <c:v>353.23200000000003</c:v>
                </c:pt>
                <c:pt idx="298">
                  <c:v>353.23200000000003</c:v>
                </c:pt>
                <c:pt idx="299">
                  <c:v>353.23200000000003</c:v>
                </c:pt>
                <c:pt idx="300">
                  <c:v>353.23200000000003</c:v>
                </c:pt>
                <c:pt idx="301">
                  <c:v>353.23200000000003</c:v>
                </c:pt>
                <c:pt idx="302">
                  <c:v>353.23200000000003</c:v>
                </c:pt>
                <c:pt idx="303">
                  <c:v>353.23200000000003</c:v>
                </c:pt>
                <c:pt idx="304">
                  <c:v>353.23200000000003</c:v>
                </c:pt>
                <c:pt idx="305">
                  <c:v>353.23200000000003</c:v>
                </c:pt>
                <c:pt idx="306">
                  <c:v>353.23200000000003</c:v>
                </c:pt>
                <c:pt idx="307">
                  <c:v>353.23200000000003</c:v>
                </c:pt>
                <c:pt idx="308">
                  <c:v>353.23200000000003</c:v>
                </c:pt>
                <c:pt idx="309">
                  <c:v>353.23200000000003</c:v>
                </c:pt>
                <c:pt idx="310">
                  <c:v>0</c:v>
                </c:pt>
                <c:pt idx="311">
                  <c:v>0</c:v>
                </c:pt>
                <c:pt idx="312">
                  <c:v>0</c:v>
                </c:pt>
                <c:pt idx="313">
                  <c:v>0</c:v>
                </c:pt>
                <c:pt idx="314">
                  <c:v>0</c:v>
                </c:pt>
                <c:pt idx="315">
                  <c:v>0</c:v>
                </c:pt>
                <c:pt idx="316">
                  <c:v>0</c:v>
                </c:pt>
                <c:pt idx="317">
                  <c:v>0</c:v>
                </c:pt>
                <c:pt idx="318">
                  <c:v>0</c:v>
                </c:pt>
                <c:pt idx="319">
                  <c:v>0</c:v>
                </c:pt>
                <c:pt idx="320">
                  <c:v>353.23200000000003</c:v>
                </c:pt>
                <c:pt idx="321">
                  <c:v>353.23200000000003</c:v>
                </c:pt>
                <c:pt idx="322">
                  <c:v>353.23200000000003</c:v>
                </c:pt>
                <c:pt idx="323">
                  <c:v>353.23200000000003</c:v>
                </c:pt>
                <c:pt idx="324">
                  <c:v>353.23200000000003</c:v>
                </c:pt>
                <c:pt idx="325">
                  <c:v>353.23200000000003</c:v>
                </c:pt>
                <c:pt idx="326">
                  <c:v>353.23200000000003</c:v>
                </c:pt>
                <c:pt idx="327">
                  <c:v>353.23200000000003</c:v>
                </c:pt>
                <c:pt idx="328">
                  <c:v>353.23200000000003</c:v>
                </c:pt>
                <c:pt idx="329">
                  <c:v>353.23200000000003</c:v>
                </c:pt>
                <c:pt idx="330">
                  <c:v>353.23200000000003</c:v>
                </c:pt>
                <c:pt idx="331">
                  <c:v>353.23200000000003</c:v>
                </c:pt>
                <c:pt idx="332">
                  <c:v>353.23200000000003</c:v>
                </c:pt>
                <c:pt idx="333">
                  <c:v>353.23200000000003</c:v>
                </c:pt>
                <c:pt idx="334">
                  <c:v>0</c:v>
                </c:pt>
                <c:pt idx="335">
                  <c:v>0</c:v>
                </c:pt>
                <c:pt idx="336">
                  <c:v>0</c:v>
                </c:pt>
                <c:pt idx="337">
                  <c:v>0</c:v>
                </c:pt>
                <c:pt idx="338">
                  <c:v>0</c:v>
                </c:pt>
                <c:pt idx="339">
                  <c:v>0</c:v>
                </c:pt>
                <c:pt idx="340">
                  <c:v>0</c:v>
                </c:pt>
                <c:pt idx="341">
                  <c:v>0</c:v>
                </c:pt>
                <c:pt idx="342">
                  <c:v>0</c:v>
                </c:pt>
                <c:pt idx="343">
                  <c:v>0</c:v>
                </c:pt>
                <c:pt idx="344">
                  <c:v>353.23200000000003</c:v>
                </c:pt>
                <c:pt idx="345">
                  <c:v>353.23200000000003</c:v>
                </c:pt>
                <c:pt idx="346">
                  <c:v>353.23200000000003</c:v>
                </c:pt>
                <c:pt idx="347">
                  <c:v>353.23200000000003</c:v>
                </c:pt>
                <c:pt idx="348">
                  <c:v>353.23200000000003</c:v>
                </c:pt>
                <c:pt idx="349">
                  <c:v>353.23200000000003</c:v>
                </c:pt>
                <c:pt idx="350">
                  <c:v>353.23200000000003</c:v>
                </c:pt>
                <c:pt idx="351">
                  <c:v>353.23200000000003</c:v>
                </c:pt>
                <c:pt idx="352">
                  <c:v>353.23200000000003</c:v>
                </c:pt>
                <c:pt idx="353">
                  <c:v>353.23200000000003</c:v>
                </c:pt>
                <c:pt idx="354">
                  <c:v>353.23200000000003</c:v>
                </c:pt>
                <c:pt idx="355">
                  <c:v>353.23200000000003</c:v>
                </c:pt>
                <c:pt idx="356">
                  <c:v>353.23200000000003</c:v>
                </c:pt>
                <c:pt idx="357">
                  <c:v>353.23200000000003</c:v>
                </c:pt>
                <c:pt idx="358">
                  <c:v>0</c:v>
                </c:pt>
                <c:pt idx="359">
                  <c:v>0</c:v>
                </c:pt>
                <c:pt idx="360">
                  <c:v>0</c:v>
                </c:pt>
                <c:pt idx="361">
                  <c:v>0</c:v>
                </c:pt>
                <c:pt idx="362">
                  <c:v>0</c:v>
                </c:pt>
                <c:pt idx="363">
                  <c:v>0</c:v>
                </c:pt>
                <c:pt idx="364">
                  <c:v>0</c:v>
                </c:pt>
                <c:pt idx="365">
                  <c:v>0</c:v>
                </c:pt>
                <c:pt idx="366">
                  <c:v>0</c:v>
                </c:pt>
                <c:pt idx="367">
                  <c:v>0</c:v>
                </c:pt>
                <c:pt idx="368">
                  <c:v>353.23200000000003</c:v>
                </c:pt>
                <c:pt idx="369">
                  <c:v>353.23200000000003</c:v>
                </c:pt>
                <c:pt idx="370">
                  <c:v>353.23200000000003</c:v>
                </c:pt>
                <c:pt idx="371">
                  <c:v>353.23200000000003</c:v>
                </c:pt>
                <c:pt idx="372">
                  <c:v>353.23200000000003</c:v>
                </c:pt>
                <c:pt idx="373">
                  <c:v>353.23200000000003</c:v>
                </c:pt>
                <c:pt idx="374">
                  <c:v>353.23200000000003</c:v>
                </c:pt>
                <c:pt idx="375">
                  <c:v>353.23200000000003</c:v>
                </c:pt>
                <c:pt idx="376">
                  <c:v>353.23200000000003</c:v>
                </c:pt>
                <c:pt idx="377">
                  <c:v>353.23200000000003</c:v>
                </c:pt>
                <c:pt idx="378">
                  <c:v>353.23200000000003</c:v>
                </c:pt>
                <c:pt idx="379">
                  <c:v>353.23200000000003</c:v>
                </c:pt>
                <c:pt idx="380">
                  <c:v>353.23200000000003</c:v>
                </c:pt>
                <c:pt idx="381">
                  <c:v>353.23200000000003</c:v>
                </c:pt>
                <c:pt idx="382">
                  <c:v>0</c:v>
                </c:pt>
                <c:pt idx="383">
                  <c:v>0</c:v>
                </c:pt>
                <c:pt idx="384">
                  <c:v>0</c:v>
                </c:pt>
                <c:pt idx="385">
                  <c:v>0</c:v>
                </c:pt>
                <c:pt idx="386">
                  <c:v>0</c:v>
                </c:pt>
                <c:pt idx="387">
                  <c:v>0</c:v>
                </c:pt>
                <c:pt idx="388">
                  <c:v>0</c:v>
                </c:pt>
                <c:pt idx="389">
                  <c:v>0</c:v>
                </c:pt>
                <c:pt idx="390">
                  <c:v>0</c:v>
                </c:pt>
                <c:pt idx="391">
                  <c:v>0</c:v>
                </c:pt>
                <c:pt idx="392">
                  <c:v>353.23200000000003</c:v>
                </c:pt>
                <c:pt idx="393">
                  <c:v>353.23200000000003</c:v>
                </c:pt>
                <c:pt idx="394">
                  <c:v>353.23200000000003</c:v>
                </c:pt>
                <c:pt idx="395">
                  <c:v>353.23200000000003</c:v>
                </c:pt>
                <c:pt idx="396">
                  <c:v>353.23200000000003</c:v>
                </c:pt>
                <c:pt idx="397">
                  <c:v>353.23200000000003</c:v>
                </c:pt>
                <c:pt idx="398">
                  <c:v>353.23200000000003</c:v>
                </c:pt>
                <c:pt idx="399">
                  <c:v>353.23200000000003</c:v>
                </c:pt>
                <c:pt idx="400">
                  <c:v>353.23200000000003</c:v>
                </c:pt>
                <c:pt idx="401">
                  <c:v>353.23200000000003</c:v>
                </c:pt>
                <c:pt idx="402">
                  <c:v>353.23200000000003</c:v>
                </c:pt>
                <c:pt idx="403">
                  <c:v>353.23200000000003</c:v>
                </c:pt>
                <c:pt idx="404">
                  <c:v>353.23200000000003</c:v>
                </c:pt>
                <c:pt idx="405">
                  <c:v>353.23200000000003</c:v>
                </c:pt>
                <c:pt idx="406">
                  <c:v>0</c:v>
                </c:pt>
                <c:pt idx="407">
                  <c:v>0</c:v>
                </c:pt>
                <c:pt idx="408">
                  <c:v>0</c:v>
                </c:pt>
                <c:pt idx="409">
                  <c:v>0</c:v>
                </c:pt>
                <c:pt idx="410">
                  <c:v>0</c:v>
                </c:pt>
                <c:pt idx="411">
                  <c:v>0</c:v>
                </c:pt>
                <c:pt idx="412">
                  <c:v>0</c:v>
                </c:pt>
                <c:pt idx="413">
                  <c:v>0</c:v>
                </c:pt>
                <c:pt idx="414">
                  <c:v>0</c:v>
                </c:pt>
                <c:pt idx="415">
                  <c:v>0</c:v>
                </c:pt>
                <c:pt idx="416">
                  <c:v>353.23200000000003</c:v>
                </c:pt>
                <c:pt idx="417">
                  <c:v>353.23200000000003</c:v>
                </c:pt>
                <c:pt idx="418">
                  <c:v>353.23200000000003</c:v>
                </c:pt>
                <c:pt idx="419">
                  <c:v>353.23200000000003</c:v>
                </c:pt>
                <c:pt idx="420">
                  <c:v>353.23200000000003</c:v>
                </c:pt>
                <c:pt idx="421">
                  <c:v>353.23200000000003</c:v>
                </c:pt>
                <c:pt idx="422">
                  <c:v>353.23200000000003</c:v>
                </c:pt>
                <c:pt idx="423">
                  <c:v>353.23200000000003</c:v>
                </c:pt>
                <c:pt idx="424">
                  <c:v>353.23200000000003</c:v>
                </c:pt>
                <c:pt idx="425">
                  <c:v>353.23200000000003</c:v>
                </c:pt>
                <c:pt idx="426">
                  <c:v>353.23200000000003</c:v>
                </c:pt>
                <c:pt idx="427">
                  <c:v>353.23200000000003</c:v>
                </c:pt>
                <c:pt idx="428">
                  <c:v>353.23200000000003</c:v>
                </c:pt>
                <c:pt idx="429">
                  <c:v>353.23200000000003</c:v>
                </c:pt>
                <c:pt idx="430">
                  <c:v>0</c:v>
                </c:pt>
                <c:pt idx="431">
                  <c:v>0</c:v>
                </c:pt>
                <c:pt idx="432">
                  <c:v>0</c:v>
                </c:pt>
                <c:pt idx="433">
                  <c:v>0</c:v>
                </c:pt>
                <c:pt idx="434">
                  <c:v>0</c:v>
                </c:pt>
                <c:pt idx="435">
                  <c:v>0</c:v>
                </c:pt>
                <c:pt idx="436">
                  <c:v>0</c:v>
                </c:pt>
                <c:pt idx="437">
                  <c:v>0</c:v>
                </c:pt>
                <c:pt idx="438">
                  <c:v>0</c:v>
                </c:pt>
                <c:pt idx="439">
                  <c:v>0</c:v>
                </c:pt>
                <c:pt idx="440">
                  <c:v>353.23200000000003</c:v>
                </c:pt>
                <c:pt idx="441">
                  <c:v>353.23200000000003</c:v>
                </c:pt>
                <c:pt idx="442">
                  <c:v>353.23200000000003</c:v>
                </c:pt>
                <c:pt idx="443">
                  <c:v>353.23200000000003</c:v>
                </c:pt>
                <c:pt idx="444">
                  <c:v>353.23200000000003</c:v>
                </c:pt>
                <c:pt idx="445">
                  <c:v>353.23200000000003</c:v>
                </c:pt>
                <c:pt idx="446">
                  <c:v>353.23200000000003</c:v>
                </c:pt>
                <c:pt idx="447">
                  <c:v>353.23200000000003</c:v>
                </c:pt>
                <c:pt idx="448">
                  <c:v>353.23200000000003</c:v>
                </c:pt>
                <c:pt idx="449">
                  <c:v>353.23200000000003</c:v>
                </c:pt>
                <c:pt idx="450">
                  <c:v>353.23200000000003</c:v>
                </c:pt>
                <c:pt idx="451">
                  <c:v>353.23200000000003</c:v>
                </c:pt>
                <c:pt idx="452">
                  <c:v>353.23200000000003</c:v>
                </c:pt>
                <c:pt idx="453">
                  <c:v>353.23200000000003</c:v>
                </c:pt>
                <c:pt idx="454">
                  <c:v>0</c:v>
                </c:pt>
                <c:pt idx="455">
                  <c:v>0</c:v>
                </c:pt>
                <c:pt idx="456">
                  <c:v>0</c:v>
                </c:pt>
                <c:pt idx="457">
                  <c:v>0</c:v>
                </c:pt>
                <c:pt idx="458">
                  <c:v>0</c:v>
                </c:pt>
                <c:pt idx="459">
                  <c:v>0</c:v>
                </c:pt>
                <c:pt idx="460">
                  <c:v>0</c:v>
                </c:pt>
                <c:pt idx="461">
                  <c:v>0</c:v>
                </c:pt>
                <c:pt idx="462">
                  <c:v>0</c:v>
                </c:pt>
                <c:pt idx="463">
                  <c:v>0</c:v>
                </c:pt>
                <c:pt idx="464">
                  <c:v>353.23200000000003</c:v>
                </c:pt>
                <c:pt idx="465">
                  <c:v>353.23200000000003</c:v>
                </c:pt>
                <c:pt idx="466">
                  <c:v>353.23200000000003</c:v>
                </c:pt>
                <c:pt idx="467">
                  <c:v>353.23200000000003</c:v>
                </c:pt>
                <c:pt idx="468">
                  <c:v>353.23200000000003</c:v>
                </c:pt>
                <c:pt idx="469">
                  <c:v>353.23200000000003</c:v>
                </c:pt>
                <c:pt idx="470">
                  <c:v>353.23200000000003</c:v>
                </c:pt>
                <c:pt idx="471">
                  <c:v>353.23200000000003</c:v>
                </c:pt>
                <c:pt idx="472">
                  <c:v>353.23200000000003</c:v>
                </c:pt>
                <c:pt idx="473">
                  <c:v>353.23200000000003</c:v>
                </c:pt>
                <c:pt idx="474">
                  <c:v>353.23200000000003</c:v>
                </c:pt>
                <c:pt idx="475">
                  <c:v>353.23200000000003</c:v>
                </c:pt>
                <c:pt idx="476">
                  <c:v>353.23200000000003</c:v>
                </c:pt>
                <c:pt idx="477">
                  <c:v>353.23200000000003</c:v>
                </c:pt>
                <c:pt idx="478">
                  <c:v>0</c:v>
                </c:pt>
                <c:pt idx="479">
                  <c:v>0</c:v>
                </c:pt>
                <c:pt idx="480">
                  <c:v>0</c:v>
                </c:pt>
                <c:pt idx="481">
                  <c:v>0</c:v>
                </c:pt>
                <c:pt idx="482">
                  <c:v>0</c:v>
                </c:pt>
                <c:pt idx="483">
                  <c:v>0</c:v>
                </c:pt>
                <c:pt idx="484">
                  <c:v>0</c:v>
                </c:pt>
                <c:pt idx="485">
                  <c:v>0</c:v>
                </c:pt>
                <c:pt idx="486">
                  <c:v>0</c:v>
                </c:pt>
                <c:pt idx="487">
                  <c:v>0</c:v>
                </c:pt>
                <c:pt idx="488">
                  <c:v>353.23200000000003</c:v>
                </c:pt>
                <c:pt idx="489">
                  <c:v>353.23200000000003</c:v>
                </c:pt>
                <c:pt idx="490">
                  <c:v>353.23200000000003</c:v>
                </c:pt>
                <c:pt idx="491">
                  <c:v>353.23200000000003</c:v>
                </c:pt>
                <c:pt idx="492">
                  <c:v>353.23200000000003</c:v>
                </c:pt>
                <c:pt idx="493">
                  <c:v>353.23200000000003</c:v>
                </c:pt>
                <c:pt idx="494">
                  <c:v>353.23200000000003</c:v>
                </c:pt>
                <c:pt idx="495">
                  <c:v>353.23200000000003</c:v>
                </c:pt>
                <c:pt idx="496">
                  <c:v>353.23200000000003</c:v>
                </c:pt>
                <c:pt idx="497">
                  <c:v>353.23200000000003</c:v>
                </c:pt>
                <c:pt idx="498">
                  <c:v>353.23200000000003</c:v>
                </c:pt>
                <c:pt idx="499">
                  <c:v>353.23200000000003</c:v>
                </c:pt>
                <c:pt idx="500">
                  <c:v>353.23200000000003</c:v>
                </c:pt>
                <c:pt idx="501">
                  <c:v>353.23200000000003</c:v>
                </c:pt>
                <c:pt idx="502">
                  <c:v>0</c:v>
                </c:pt>
                <c:pt idx="503">
                  <c:v>0</c:v>
                </c:pt>
                <c:pt idx="504">
                  <c:v>0</c:v>
                </c:pt>
                <c:pt idx="505">
                  <c:v>0</c:v>
                </c:pt>
                <c:pt idx="506">
                  <c:v>0</c:v>
                </c:pt>
                <c:pt idx="507">
                  <c:v>0</c:v>
                </c:pt>
                <c:pt idx="508">
                  <c:v>0</c:v>
                </c:pt>
                <c:pt idx="509">
                  <c:v>0</c:v>
                </c:pt>
                <c:pt idx="510">
                  <c:v>0</c:v>
                </c:pt>
                <c:pt idx="511">
                  <c:v>0</c:v>
                </c:pt>
                <c:pt idx="512">
                  <c:v>353.23200000000003</c:v>
                </c:pt>
                <c:pt idx="513">
                  <c:v>353.23200000000003</c:v>
                </c:pt>
                <c:pt idx="514">
                  <c:v>353.23200000000003</c:v>
                </c:pt>
                <c:pt idx="515">
                  <c:v>353.23200000000003</c:v>
                </c:pt>
                <c:pt idx="516">
                  <c:v>353.23200000000003</c:v>
                </c:pt>
                <c:pt idx="517">
                  <c:v>353.23200000000003</c:v>
                </c:pt>
                <c:pt idx="518">
                  <c:v>353.23200000000003</c:v>
                </c:pt>
                <c:pt idx="519">
                  <c:v>353.23200000000003</c:v>
                </c:pt>
                <c:pt idx="520">
                  <c:v>353.23200000000003</c:v>
                </c:pt>
                <c:pt idx="521">
                  <c:v>353.23200000000003</c:v>
                </c:pt>
                <c:pt idx="522">
                  <c:v>353.23200000000003</c:v>
                </c:pt>
                <c:pt idx="523">
                  <c:v>353.23200000000003</c:v>
                </c:pt>
                <c:pt idx="524">
                  <c:v>353.23200000000003</c:v>
                </c:pt>
                <c:pt idx="525">
                  <c:v>353.23200000000003</c:v>
                </c:pt>
                <c:pt idx="526">
                  <c:v>0</c:v>
                </c:pt>
                <c:pt idx="527">
                  <c:v>0</c:v>
                </c:pt>
                <c:pt idx="528">
                  <c:v>0</c:v>
                </c:pt>
                <c:pt idx="529">
                  <c:v>0</c:v>
                </c:pt>
                <c:pt idx="530">
                  <c:v>0</c:v>
                </c:pt>
                <c:pt idx="531">
                  <c:v>0</c:v>
                </c:pt>
                <c:pt idx="532">
                  <c:v>0</c:v>
                </c:pt>
                <c:pt idx="533">
                  <c:v>0</c:v>
                </c:pt>
                <c:pt idx="534">
                  <c:v>0</c:v>
                </c:pt>
                <c:pt idx="535">
                  <c:v>0</c:v>
                </c:pt>
                <c:pt idx="536">
                  <c:v>353.23200000000003</c:v>
                </c:pt>
                <c:pt idx="537">
                  <c:v>353.23200000000003</c:v>
                </c:pt>
                <c:pt idx="538">
                  <c:v>353.23200000000003</c:v>
                </c:pt>
                <c:pt idx="539">
                  <c:v>353.23200000000003</c:v>
                </c:pt>
                <c:pt idx="540">
                  <c:v>353.23200000000003</c:v>
                </c:pt>
                <c:pt idx="541">
                  <c:v>353.23200000000003</c:v>
                </c:pt>
                <c:pt idx="542">
                  <c:v>353.23200000000003</c:v>
                </c:pt>
                <c:pt idx="543">
                  <c:v>353.23200000000003</c:v>
                </c:pt>
                <c:pt idx="544">
                  <c:v>353.23200000000003</c:v>
                </c:pt>
                <c:pt idx="545">
                  <c:v>353.23200000000003</c:v>
                </c:pt>
                <c:pt idx="546">
                  <c:v>353.23200000000003</c:v>
                </c:pt>
                <c:pt idx="547">
                  <c:v>353.23200000000003</c:v>
                </c:pt>
                <c:pt idx="548">
                  <c:v>353.23200000000003</c:v>
                </c:pt>
                <c:pt idx="549">
                  <c:v>353.23200000000003</c:v>
                </c:pt>
                <c:pt idx="550">
                  <c:v>0</c:v>
                </c:pt>
                <c:pt idx="551">
                  <c:v>0</c:v>
                </c:pt>
                <c:pt idx="552">
                  <c:v>0</c:v>
                </c:pt>
                <c:pt idx="553">
                  <c:v>0</c:v>
                </c:pt>
                <c:pt idx="554">
                  <c:v>0</c:v>
                </c:pt>
                <c:pt idx="555">
                  <c:v>0</c:v>
                </c:pt>
                <c:pt idx="556">
                  <c:v>0</c:v>
                </c:pt>
                <c:pt idx="557">
                  <c:v>0</c:v>
                </c:pt>
                <c:pt idx="558">
                  <c:v>0</c:v>
                </c:pt>
                <c:pt idx="559">
                  <c:v>0</c:v>
                </c:pt>
                <c:pt idx="560">
                  <c:v>353.23200000000003</c:v>
                </c:pt>
                <c:pt idx="561">
                  <c:v>353.23200000000003</c:v>
                </c:pt>
                <c:pt idx="562">
                  <c:v>353.23200000000003</c:v>
                </c:pt>
                <c:pt idx="563">
                  <c:v>353.23200000000003</c:v>
                </c:pt>
                <c:pt idx="564">
                  <c:v>353.23200000000003</c:v>
                </c:pt>
                <c:pt idx="565">
                  <c:v>353.23200000000003</c:v>
                </c:pt>
                <c:pt idx="566">
                  <c:v>353.23200000000003</c:v>
                </c:pt>
                <c:pt idx="567">
                  <c:v>353.23200000000003</c:v>
                </c:pt>
                <c:pt idx="568">
                  <c:v>353.23200000000003</c:v>
                </c:pt>
                <c:pt idx="569">
                  <c:v>353.23200000000003</c:v>
                </c:pt>
                <c:pt idx="570">
                  <c:v>353.23200000000003</c:v>
                </c:pt>
                <c:pt idx="571">
                  <c:v>353.23200000000003</c:v>
                </c:pt>
                <c:pt idx="572">
                  <c:v>353.23200000000003</c:v>
                </c:pt>
                <c:pt idx="573">
                  <c:v>353.23200000000003</c:v>
                </c:pt>
                <c:pt idx="574">
                  <c:v>0</c:v>
                </c:pt>
                <c:pt idx="575">
                  <c:v>0</c:v>
                </c:pt>
                <c:pt idx="576">
                  <c:v>0</c:v>
                </c:pt>
                <c:pt idx="577">
                  <c:v>0</c:v>
                </c:pt>
                <c:pt idx="578">
                  <c:v>0</c:v>
                </c:pt>
                <c:pt idx="579">
                  <c:v>0</c:v>
                </c:pt>
                <c:pt idx="580">
                  <c:v>0</c:v>
                </c:pt>
                <c:pt idx="581">
                  <c:v>0</c:v>
                </c:pt>
                <c:pt idx="582">
                  <c:v>0</c:v>
                </c:pt>
                <c:pt idx="583">
                  <c:v>0</c:v>
                </c:pt>
                <c:pt idx="584">
                  <c:v>353.23200000000003</c:v>
                </c:pt>
                <c:pt idx="585">
                  <c:v>353.23200000000003</c:v>
                </c:pt>
                <c:pt idx="586">
                  <c:v>353.23200000000003</c:v>
                </c:pt>
                <c:pt idx="587">
                  <c:v>353.23200000000003</c:v>
                </c:pt>
                <c:pt idx="588">
                  <c:v>353.23200000000003</c:v>
                </c:pt>
                <c:pt idx="589">
                  <c:v>353.23200000000003</c:v>
                </c:pt>
                <c:pt idx="590">
                  <c:v>353.23200000000003</c:v>
                </c:pt>
                <c:pt idx="591">
                  <c:v>353.23200000000003</c:v>
                </c:pt>
                <c:pt idx="592">
                  <c:v>353.23200000000003</c:v>
                </c:pt>
                <c:pt idx="593">
                  <c:v>353.23200000000003</c:v>
                </c:pt>
                <c:pt idx="594">
                  <c:v>353.23200000000003</c:v>
                </c:pt>
                <c:pt idx="595">
                  <c:v>353.23200000000003</c:v>
                </c:pt>
                <c:pt idx="596">
                  <c:v>353.23200000000003</c:v>
                </c:pt>
                <c:pt idx="597">
                  <c:v>353.23200000000003</c:v>
                </c:pt>
                <c:pt idx="598">
                  <c:v>0</c:v>
                </c:pt>
                <c:pt idx="599">
                  <c:v>0</c:v>
                </c:pt>
                <c:pt idx="600">
                  <c:v>0</c:v>
                </c:pt>
                <c:pt idx="601">
                  <c:v>0</c:v>
                </c:pt>
                <c:pt idx="602">
                  <c:v>0</c:v>
                </c:pt>
                <c:pt idx="603">
                  <c:v>0</c:v>
                </c:pt>
                <c:pt idx="604">
                  <c:v>0</c:v>
                </c:pt>
                <c:pt idx="605">
                  <c:v>0</c:v>
                </c:pt>
                <c:pt idx="606">
                  <c:v>0</c:v>
                </c:pt>
                <c:pt idx="607">
                  <c:v>0</c:v>
                </c:pt>
                <c:pt idx="608">
                  <c:v>353.23200000000003</c:v>
                </c:pt>
                <c:pt idx="609">
                  <c:v>353.23200000000003</c:v>
                </c:pt>
                <c:pt idx="610">
                  <c:v>353.23200000000003</c:v>
                </c:pt>
                <c:pt idx="611">
                  <c:v>353.23200000000003</c:v>
                </c:pt>
                <c:pt idx="612">
                  <c:v>353.23200000000003</c:v>
                </c:pt>
                <c:pt idx="613">
                  <c:v>353.23200000000003</c:v>
                </c:pt>
                <c:pt idx="614">
                  <c:v>353.23200000000003</c:v>
                </c:pt>
                <c:pt idx="615">
                  <c:v>353.23200000000003</c:v>
                </c:pt>
                <c:pt idx="616">
                  <c:v>353.23200000000003</c:v>
                </c:pt>
                <c:pt idx="617">
                  <c:v>353.23200000000003</c:v>
                </c:pt>
                <c:pt idx="618">
                  <c:v>353.23200000000003</c:v>
                </c:pt>
                <c:pt idx="619">
                  <c:v>353.23200000000003</c:v>
                </c:pt>
                <c:pt idx="620">
                  <c:v>353.23200000000003</c:v>
                </c:pt>
                <c:pt idx="621">
                  <c:v>353.23200000000003</c:v>
                </c:pt>
                <c:pt idx="622">
                  <c:v>0</c:v>
                </c:pt>
                <c:pt idx="623">
                  <c:v>0</c:v>
                </c:pt>
                <c:pt idx="624">
                  <c:v>0</c:v>
                </c:pt>
                <c:pt idx="625">
                  <c:v>0</c:v>
                </c:pt>
                <c:pt idx="626">
                  <c:v>0</c:v>
                </c:pt>
                <c:pt idx="627">
                  <c:v>0</c:v>
                </c:pt>
                <c:pt idx="628">
                  <c:v>0</c:v>
                </c:pt>
                <c:pt idx="629">
                  <c:v>0</c:v>
                </c:pt>
                <c:pt idx="630">
                  <c:v>0</c:v>
                </c:pt>
                <c:pt idx="631">
                  <c:v>0</c:v>
                </c:pt>
                <c:pt idx="632">
                  <c:v>353.23200000000003</c:v>
                </c:pt>
                <c:pt idx="633">
                  <c:v>353.23200000000003</c:v>
                </c:pt>
                <c:pt idx="634">
                  <c:v>353.23200000000003</c:v>
                </c:pt>
                <c:pt idx="635">
                  <c:v>353.23200000000003</c:v>
                </c:pt>
                <c:pt idx="636">
                  <c:v>353.23200000000003</c:v>
                </c:pt>
                <c:pt idx="637">
                  <c:v>353.23200000000003</c:v>
                </c:pt>
                <c:pt idx="638">
                  <c:v>353.23200000000003</c:v>
                </c:pt>
                <c:pt idx="639">
                  <c:v>353.23200000000003</c:v>
                </c:pt>
                <c:pt idx="640">
                  <c:v>353.23200000000003</c:v>
                </c:pt>
                <c:pt idx="641">
                  <c:v>353.23200000000003</c:v>
                </c:pt>
                <c:pt idx="642">
                  <c:v>353.23200000000003</c:v>
                </c:pt>
                <c:pt idx="643">
                  <c:v>353.23200000000003</c:v>
                </c:pt>
                <c:pt idx="644">
                  <c:v>353.23200000000003</c:v>
                </c:pt>
                <c:pt idx="645">
                  <c:v>353.23200000000003</c:v>
                </c:pt>
                <c:pt idx="646">
                  <c:v>0</c:v>
                </c:pt>
                <c:pt idx="647">
                  <c:v>0</c:v>
                </c:pt>
                <c:pt idx="648">
                  <c:v>0</c:v>
                </c:pt>
                <c:pt idx="649">
                  <c:v>0</c:v>
                </c:pt>
                <c:pt idx="650">
                  <c:v>0</c:v>
                </c:pt>
                <c:pt idx="651">
                  <c:v>0</c:v>
                </c:pt>
                <c:pt idx="652">
                  <c:v>0</c:v>
                </c:pt>
                <c:pt idx="653">
                  <c:v>0</c:v>
                </c:pt>
                <c:pt idx="654">
                  <c:v>0</c:v>
                </c:pt>
                <c:pt idx="655">
                  <c:v>0</c:v>
                </c:pt>
                <c:pt idx="656">
                  <c:v>353.23200000000003</c:v>
                </c:pt>
                <c:pt idx="657">
                  <c:v>353.23200000000003</c:v>
                </c:pt>
                <c:pt idx="658">
                  <c:v>353.23200000000003</c:v>
                </c:pt>
                <c:pt idx="659">
                  <c:v>353.23200000000003</c:v>
                </c:pt>
                <c:pt idx="660">
                  <c:v>353.23200000000003</c:v>
                </c:pt>
                <c:pt idx="661">
                  <c:v>353.23200000000003</c:v>
                </c:pt>
                <c:pt idx="662">
                  <c:v>353.23200000000003</c:v>
                </c:pt>
                <c:pt idx="663">
                  <c:v>353.23200000000003</c:v>
                </c:pt>
                <c:pt idx="664">
                  <c:v>353.23200000000003</c:v>
                </c:pt>
                <c:pt idx="665">
                  <c:v>353.23200000000003</c:v>
                </c:pt>
                <c:pt idx="666">
                  <c:v>353.23200000000003</c:v>
                </c:pt>
                <c:pt idx="667">
                  <c:v>353.23200000000003</c:v>
                </c:pt>
                <c:pt idx="668">
                  <c:v>353.23200000000003</c:v>
                </c:pt>
                <c:pt idx="669">
                  <c:v>353.23200000000003</c:v>
                </c:pt>
                <c:pt idx="670">
                  <c:v>0</c:v>
                </c:pt>
                <c:pt idx="671">
                  <c:v>0</c:v>
                </c:pt>
                <c:pt idx="672">
                  <c:v>0</c:v>
                </c:pt>
                <c:pt idx="673">
                  <c:v>0</c:v>
                </c:pt>
                <c:pt idx="674">
                  <c:v>0</c:v>
                </c:pt>
                <c:pt idx="675">
                  <c:v>0</c:v>
                </c:pt>
                <c:pt idx="676">
                  <c:v>0</c:v>
                </c:pt>
                <c:pt idx="677">
                  <c:v>0</c:v>
                </c:pt>
                <c:pt idx="678">
                  <c:v>0</c:v>
                </c:pt>
                <c:pt idx="679">
                  <c:v>0</c:v>
                </c:pt>
                <c:pt idx="680">
                  <c:v>353.23200000000003</c:v>
                </c:pt>
                <c:pt idx="681">
                  <c:v>353.23200000000003</c:v>
                </c:pt>
                <c:pt idx="682">
                  <c:v>353.23200000000003</c:v>
                </c:pt>
                <c:pt idx="683">
                  <c:v>353.23200000000003</c:v>
                </c:pt>
                <c:pt idx="684">
                  <c:v>353.23200000000003</c:v>
                </c:pt>
                <c:pt idx="685">
                  <c:v>353.23200000000003</c:v>
                </c:pt>
                <c:pt idx="686">
                  <c:v>353.23200000000003</c:v>
                </c:pt>
                <c:pt idx="687">
                  <c:v>353.23200000000003</c:v>
                </c:pt>
                <c:pt idx="688">
                  <c:v>353.23200000000003</c:v>
                </c:pt>
                <c:pt idx="689">
                  <c:v>353.23200000000003</c:v>
                </c:pt>
                <c:pt idx="690">
                  <c:v>353.23200000000003</c:v>
                </c:pt>
                <c:pt idx="691">
                  <c:v>353.23200000000003</c:v>
                </c:pt>
                <c:pt idx="692">
                  <c:v>353.23200000000003</c:v>
                </c:pt>
                <c:pt idx="693">
                  <c:v>353.23200000000003</c:v>
                </c:pt>
                <c:pt idx="694">
                  <c:v>0</c:v>
                </c:pt>
                <c:pt idx="695">
                  <c:v>0</c:v>
                </c:pt>
                <c:pt idx="696">
                  <c:v>0</c:v>
                </c:pt>
                <c:pt idx="697">
                  <c:v>0</c:v>
                </c:pt>
                <c:pt idx="698">
                  <c:v>0</c:v>
                </c:pt>
                <c:pt idx="699">
                  <c:v>0</c:v>
                </c:pt>
                <c:pt idx="700">
                  <c:v>0</c:v>
                </c:pt>
                <c:pt idx="701">
                  <c:v>0</c:v>
                </c:pt>
                <c:pt idx="702">
                  <c:v>0</c:v>
                </c:pt>
                <c:pt idx="703">
                  <c:v>0</c:v>
                </c:pt>
                <c:pt idx="704">
                  <c:v>353.23200000000003</c:v>
                </c:pt>
                <c:pt idx="705">
                  <c:v>353.23200000000003</c:v>
                </c:pt>
                <c:pt idx="706">
                  <c:v>353.23200000000003</c:v>
                </c:pt>
                <c:pt idx="707">
                  <c:v>353.23200000000003</c:v>
                </c:pt>
                <c:pt idx="708">
                  <c:v>353.23200000000003</c:v>
                </c:pt>
                <c:pt idx="709">
                  <c:v>353.23200000000003</c:v>
                </c:pt>
                <c:pt idx="710">
                  <c:v>353.23200000000003</c:v>
                </c:pt>
                <c:pt idx="711">
                  <c:v>353.23200000000003</c:v>
                </c:pt>
                <c:pt idx="712">
                  <c:v>353.23200000000003</c:v>
                </c:pt>
                <c:pt idx="713">
                  <c:v>353.23200000000003</c:v>
                </c:pt>
                <c:pt idx="714">
                  <c:v>353.23200000000003</c:v>
                </c:pt>
                <c:pt idx="715">
                  <c:v>353.23200000000003</c:v>
                </c:pt>
                <c:pt idx="716">
                  <c:v>353.23200000000003</c:v>
                </c:pt>
                <c:pt idx="717">
                  <c:v>353.23200000000003</c:v>
                </c:pt>
                <c:pt idx="718">
                  <c:v>0</c:v>
                </c:pt>
                <c:pt idx="719">
                  <c:v>0</c:v>
                </c:pt>
                <c:pt idx="720">
                  <c:v>0</c:v>
                </c:pt>
                <c:pt idx="721">
                  <c:v>0</c:v>
                </c:pt>
                <c:pt idx="722">
                  <c:v>0</c:v>
                </c:pt>
                <c:pt idx="723">
                  <c:v>0</c:v>
                </c:pt>
                <c:pt idx="724">
                  <c:v>0</c:v>
                </c:pt>
                <c:pt idx="725">
                  <c:v>0</c:v>
                </c:pt>
                <c:pt idx="726">
                  <c:v>0</c:v>
                </c:pt>
                <c:pt idx="727">
                  <c:v>0</c:v>
                </c:pt>
                <c:pt idx="728">
                  <c:v>353.23200000000003</c:v>
                </c:pt>
                <c:pt idx="729">
                  <c:v>353.23200000000003</c:v>
                </c:pt>
                <c:pt idx="730">
                  <c:v>353.23200000000003</c:v>
                </c:pt>
                <c:pt idx="731">
                  <c:v>353.23200000000003</c:v>
                </c:pt>
                <c:pt idx="732">
                  <c:v>353.23200000000003</c:v>
                </c:pt>
                <c:pt idx="733">
                  <c:v>353.23200000000003</c:v>
                </c:pt>
                <c:pt idx="734">
                  <c:v>353.23200000000003</c:v>
                </c:pt>
                <c:pt idx="735">
                  <c:v>353.23200000000003</c:v>
                </c:pt>
                <c:pt idx="736">
                  <c:v>353.23200000000003</c:v>
                </c:pt>
                <c:pt idx="737">
                  <c:v>353.23200000000003</c:v>
                </c:pt>
                <c:pt idx="738">
                  <c:v>353.23200000000003</c:v>
                </c:pt>
                <c:pt idx="739">
                  <c:v>353.23200000000003</c:v>
                </c:pt>
                <c:pt idx="740">
                  <c:v>353.23200000000003</c:v>
                </c:pt>
                <c:pt idx="741">
                  <c:v>353.23200000000003</c:v>
                </c:pt>
                <c:pt idx="742">
                  <c:v>0</c:v>
                </c:pt>
                <c:pt idx="743">
                  <c:v>0</c:v>
                </c:pt>
                <c:pt idx="744">
                  <c:v>0</c:v>
                </c:pt>
                <c:pt idx="745">
                  <c:v>0</c:v>
                </c:pt>
                <c:pt idx="746">
                  <c:v>0</c:v>
                </c:pt>
                <c:pt idx="747">
                  <c:v>0</c:v>
                </c:pt>
                <c:pt idx="748">
                  <c:v>0</c:v>
                </c:pt>
                <c:pt idx="749">
                  <c:v>0</c:v>
                </c:pt>
                <c:pt idx="750">
                  <c:v>0</c:v>
                </c:pt>
                <c:pt idx="751">
                  <c:v>0</c:v>
                </c:pt>
                <c:pt idx="752">
                  <c:v>353.23200000000003</c:v>
                </c:pt>
                <c:pt idx="753">
                  <c:v>353.23200000000003</c:v>
                </c:pt>
                <c:pt idx="754">
                  <c:v>353.23200000000003</c:v>
                </c:pt>
                <c:pt idx="755">
                  <c:v>353.23200000000003</c:v>
                </c:pt>
                <c:pt idx="756">
                  <c:v>353.23200000000003</c:v>
                </c:pt>
                <c:pt idx="757">
                  <c:v>353.23200000000003</c:v>
                </c:pt>
                <c:pt idx="758">
                  <c:v>353.23200000000003</c:v>
                </c:pt>
                <c:pt idx="759">
                  <c:v>353.23200000000003</c:v>
                </c:pt>
                <c:pt idx="760">
                  <c:v>353.23200000000003</c:v>
                </c:pt>
                <c:pt idx="761">
                  <c:v>353.23200000000003</c:v>
                </c:pt>
                <c:pt idx="762">
                  <c:v>353.23200000000003</c:v>
                </c:pt>
                <c:pt idx="763">
                  <c:v>353.23200000000003</c:v>
                </c:pt>
                <c:pt idx="764">
                  <c:v>353.23200000000003</c:v>
                </c:pt>
                <c:pt idx="765">
                  <c:v>353.23200000000003</c:v>
                </c:pt>
                <c:pt idx="766">
                  <c:v>0</c:v>
                </c:pt>
                <c:pt idx="767">
                  <c:v>0</c:v>
                </c:pt>
                <c:pt idx="768">
                  <c:v>0</c:v>
                </c:pt>
                <c:pt idx="769">
                  <c:v>0</c:v>
                </c:pt>
                <c:pt idx="770">
                  <c:v>0</c:v>
                </c:pt>
                <c:pt idx="771">
                  <c:v>0</c:v>
                </c:pt>
                <c:pt idx="772">
                  <c:v>0</c:v>
                </c:pt>
                <c:pt idx="773">
                  <c:v>0</c:v>
                </c:pt>
                <c:pt idx="774">
                  <c:v>0</c:v>
                </c:pt>
                <c:pt idx="775">
                  <c:v>0</c:v>
                </c:pt>
                <c:pt idx="776">
                  <c:v>353.23200000000003</c:v>
                </c:pt>
                <c:pt idx="777">
                  <c:v>353.23200000000003</c:v>
                </c:pt>
                <c:pt idx="778">
                  <c:v>353.23200000000003</c:v>
                </c:pt>
                <c:pt idx="779">
                  <c:v>353.23200000000003</c:v>
                </c:pt>
                <c:pt idx="780">
                  <c:v>353.23200000000003</c:v>
                </c:pt>
                <c:pt idx="781">
                  <c:v>353.23200000000003</c:v>
                </c:pt>
                <c:pt idx="782">
                  <c:v>353.23200000000003</c:v>
                </c:pt>
                <c:pt idx="783">
                  <c:v>353.23200000000003</c:v>
                </c:pt>
                <c:pt idx="784">
                  <c:v>353.23200000000003</c:v>
                </c:pt>
                <c:pt idx="785">
                  <c:v>353.23200000000003</c:v>
                </c:pt>
                <c:pt idx="786">
                  <c:v>353.23200000000003</c:v>
                </c:pt>
                <c:pt idx="787">
                  <c:v>353.23200000000003</c:v>
                </c:pt>
                <c:pt idx="788">
                  <c:v>353.23200000000003</c:v>
                </c:pt>
                <c:pt idx="789">
                  <c:v>353.23200000000003</c:v>
                </c:pt>
                <c:pt idx="790">
                  <c:v>0</c:v>
                </c:pt>
                <c:pt idx="791">
                  <c:v>0</c:v>
                </c:pt>
                <c:pt idx="792">
                  <c:v>0</c:v>
                </c:pt>
                <c:pt idx="793">
                  <c:v>0</c:v>
                </c:pt>
                <c:pt idx="794">
                  <c:v>0</c:v>
                </c:pt>
                <c:pt idx="795">
                  <c:v>0</c:v>
                </c:pt>
                <c:pt idx="796">
                  <c:v>0</c:v>
                </c:pt>
                <c:pt idx="797">
                  <c:v>0</c:v>
                </c:pt>
                <c:pt idx="798">
                  <c:v>0</c:v>
                </c:pt>
                <c:pt idx="799">
                  <c:v>0</c:v>
                </c:pt>
                <c:pt idx="800">
                  <c:v>353.23200000000003</c:v>
                </c:pt>
                <c:pt idx="801">
                  <c:v>353.23200000000003</c:v>
                </c:pt>
                <c:pt idx="802">
                  <c:v>353.23200000000003</c:v>
                </c:pt>
                <c:pt idx="803">
                  <c:v>353.23200000000003</c:v>
                </c:pt>
                <c:pt idx="804">
                  <c:v>353.23200000000003</c:v>
                </c:pt>
                <c:pt idx="805">
                  <c:v>353.23200000000003</c:v>
                </c:pt>
                <c:pt idx="806">
                  <c:v>353.23200000000003</c:v>
                </c:pt>
                <c:pt idx="807">
                  <c:v>353.23200000000003</c:v>
                </c:pt>
                <c:pt idx="808">
                  <c:v>353.23200000000003</c:v>
                </c:pt>
                <c:pt idx="809">
                  <c:v>353.23200000000003</c:v>
                </c:pt>
                <c:pt idx="810">
                  <c:v>353.23200000000003</c:v>
                </c:pt>
                <c:pt idx="811">
                  <c:v>353.23200000000003</c:v>
                </c:pt>
                <c:pt idx="812">
                  <c:v>353.23200000000003</c:v>
                </c:pt>
                <c:pt idx="813">
                  <c:v>353.23200000000003</c:v>
                </c:pt>
                <c:pt idx="814">
                  <c:v>0</c:v>
                </c:pt>
                <c:pt idx="815">
                  <c:v>0</c:v>
                </c:pt>
                <c:pt idx="816">
                  <c:v>0</c:v>
                </c:pt>
                <c:pt idx="817">
                  <c:v>0</c:v>
                </c:pt>
                <c:pt idx="818">
                  <c:v>0</c:v>
                </c:pt>
                <c:pt idx="819">
                  <c:v>0</c:v>
                </c:pt>
                <c:pt idx="820">
                  <c:v>0</c:v>
                </c:pt>
                <c:pt idx="821">
                  <c:v>0</c:v>
                </c:pt>
                <c:pt idx="822">
                  <c:v>0</c:v>
                </c:pt>
                <c:pt idx="823">
                  <c:v>0</c:v>
                </c:pt>
                <c:pt idx="824">
                  <c:v>353.23200000000003</c:v>
                </c:pt>
                <c:pt idx="825">
                  <c:v>353.23200000000003</c:v>
                </c:pt>
                <c:pt idx="826">
                  <c:v>353.23200000000003</c:v>
                </c:pt>
                <c:pt idx="827">
                  <c:v>353.23200000000003</c:v>
                </c:pt>
                <c:pt idx="828">
                  <c:v>353.23200000000003</c:v>
                </c:pt>
                <c:pt idx="829">
                  <c:v>353.23200000000003</c:v>
                </c:pt>
                <c:pt idx="830">
                  <c:v>353.23200000000003</c:v>
                </c:pt>
                <c:pt idx="831">
                  <c:v>353.23200000000003</c:v>
                </c:pt>
                <c:pt idx="832">
                  <c:v>353.23200000000003</c:v>
                </c:pt>
                <c:pt idx="833">
                  <c:v>353.23200000000003</c:v>
                </c:pt>
                <c:pt idx="834">
                  <c:v>353.23200000000003</c:v>
                </c:pt>
                <c:pt idx="835">
                  <c:v>353.23200000000003</c:v>
                </c:pt>
                <c:pt idx="836">
                  <c:v>353.23200000000003</c:v>
                </c:pt>
                <c:pt idx="837">
                  <c:v>353.23200000000003</c:v>
                </c:pt>
                <c:pt idx="838">
                  <c:v>0</c:v>
                </c:pt>
                <c:pt idx="839">
                  <c:v>0</c:v>
                </c:pt>
                <c:pt idx="840">
                  <c:v>0</c:v>
                </c:pt>
                <c:pt idx="841">
                  <c:v>0</c:v>
                </c:pt>
                <c:pt idx="842">
                  <c:v>0</c:v>
                </c:pt>
                <c:pt idx="843">
                  <c:v>0</c:v>
                </c:pt>
                <c:pt idx="844">
                  <c:v>0</c:v>
                </c:pt>
                <c:pt idx="845">
                  <c:v>0</c:v>
                </c:pt>
                <c:pt idx="846">
                  <c:v>0</c:v>
                </c:pt>
                <c:pt idx="847">
                  <c:v>0</c:v>
                </c:pt>
                <c:pt idx="848">
                  <c:v>353.23200000000003</c:v>
                </c:pt>
                <c:pt idx="849">
                  <c:v>353.23200000000003</c:v>
                </c:pt>
                <c:pt idx="850">
                  <c:v>353.23200000000003</c:v>
                </c:pt>
                <c:pt idx="851">
                  <c:v>353.23200000000003</c:v>
                </c:pt>
                <c:pt idx="852">
                  <c:v>353.23200000000003</c:v>
                </c:pt>
                <c:pt idx="853">
                  <c:v>353.23200000000003</c:v>
                </c:pt>
                <c:pt idx="854">
                  <c:v>353.23200000000003</c:v>
                </c:pt>
                <c:pt idx="855">
                  <c:v>353.23200000000003</c:v>
                </c:pt>
                <c:pt idx="856">
                  <c:v>353.23200000000003</c:v>
                </c:pt>
                <c:pt idx="857">
                  <c:v>353.23200000000003</c:v>
                </c:pt>
                <c:pt idx="858">
                  <c:v>353.23200000000003</c:v>
                </c:pt>
                <c:pt idx="859">
                  <c:v>353.23200000000003</c:v>
                </c:pt>
                <c:pt idx="860">
                  <c:v>353.23200000000003</c:v>
                </c:pt>
                <c:pt idx="861">
                  <c:v>353.23200000000003</c:v>
                </c:pt>
                <c:pt idx="862">
                  <c:v>0</c:v>
                </c:pt>
                <c:pt idx="863">
                  <c:v>0</c:v>
                </c:pt>
                <c:pt idx="864">
                  <c:v>0</c:v>
                </c:pt>
                <c:pt idx="865">
                  <c:v>0</c:v>
                </c:pt>
                <c:pt idx="866">
                  <c:v>0</c:v>
                </c:pt>
                <c:pt idx="867">
                  <c:v>0</c:v>
                </c:pt>
                <c:pt idx="868">
                  <c:v>0</c:v>
                </c:pt>
                <c:pt idx="869">
                  <c:v>0</c:v>
                </c:pt>
                <c:pt idx="870">
                  <c:v>0</c:v>
                </c:pt>
                <c:pt idx="871">
                  <c:v>0</c:v>
                </c:pt>
                <c:pt idx="872">
                  <c:v>353.23200000000003</c:v>
                </c:pt>
                <c:pt idx="873">
                  <c:v>353.23200000000003</c:v>
                </c:pt>
                <c:pt idx="874">
                  <c:v>353.23200000000003</c:v>
                </c:pt>
                <c:pt idx="875">
                  <c:v>353.23200000000003</c:v>
                </c:pt>
                <c:pt idx="876">
                  <c:v>353.23200000000003</c:v>
                </c:pt>
                <c:pt idx="877">
                  <c:v>353.23200000000003</c:v>
                </c:pt>
                <c:pt idx="878">
                  <c:v>353.23200000000003</c:v>
                </c:pt>
                <c:pt idx="879">
                  <c:v>353.23200000000003</c:v>
                </c:pt>
                <c:pt idx="880">
                  <c:v>353.23200000000003</c:v>
                </c:pt>
                <c:pt idx="881">
                  <c:v>353.23200000000003</c:v>
                </c:pt>
                <c:pt idx="882">
                  <c:v>353.23200000000003</c:v>
                </c:pt>
                <c:pt idx="883">
                  <c:v>353.23200000000003</c:v>
                </c:pt>
                <c:pt idx="884">
                  <c:v>353.23200000000003</c:v>
                </c:pt>
                <c:pt idx="885">
                  <c:v>353.23200000000003</c:v>
                </c:pt>
                <c:pt idx="886">
                  <c:v>0</c:v>
                </c:pt>
                <c:pt idx="887">
                  <c:v>0</c:v>
                </c:pt>
                <c:pt idx="888">
                  <c:v>0</c:v>
                </c:pt>
                <c:pt idx="889">
                  <c:v>0</c:v>
                </c:pt>
                <c:pt idx="890">
                  <c:v>0</c:v>
                </c:pt>
                <c:pt idx="891">
                  <c:v>0</c:v>
                </c:pt>
                <c:pt idx="892">
                  <c:v>0</c:v>
                </c:pt>
                <c:pt idx="893">
                  <c:v>0</c:v>
                </c:pt>
                <c:pt idx="894">
                  <c:v>0</c:v>
                </c:pt>
                <c:pt idx="895">
                  <c:v>0</c:v>
                </c:pt>
                <c:pt idx="896">
                  <c:v>353.23200000000003</c:v>
                </c:pt>
                <c:pt idx="897">
                  <c:v>353.23200000000003</c:v>
                </c:pt>
                <c:pt idx="898">
                  <c:v>353.23200000000003</c:v>
                </c:pt>
                <c:pt idx="899">
                  <c:v>353.23200000000003</c:v>
                </c:pt>
                <c:pt idx="900">
                  <c:v>353.23200000000003</c:v>
                </c:pt>
                <c:pt idx="901">
                  <c:v>353.23200000000003</c:v>
                </c:pt>
                <c:pt idx="902">
                  <c:v>353.23200000000003</c:v>
                </c:pt>
                <c:pt idx="903">
                  <c:v>353.23200000000003</c:v>
                </c:pt>
                <c:pt idx="904">
                  <c:v>353.23200000000003</c:v>
                </c:pt>
                <c:pt idx="905">
                  <c:v>353.23200000000003</c:v>
                </c:pt>
                <c:pt idx="906">
                  <c:v>353.23200000000003</c:v>
                </c:pt>
                <c:pt idx="907">
                  <c:v>353.23200000000003</c:v>
                </c:pt>
                <c:pt idx="908">
                  <c:v>353.23200000000003</c:v>
                </c:pt>
                <c:pt idx="909">
                  <c:v>353.23200000000003</c:v>
                </c:pt>
                <c:pt idx="910">
                  <c:v>0</c:v>
                </c:pt>
                <c:pt idx="911">
                  <c:v>0</c:v>
                </c:pt>
                <c:pt idx="912">
                  <c:v>0</c:v>
                </c:pt>
                <c:pt idx="913">
                  <c:v>0</c:v>
                </c:pt>
                <c:pt idx="914">
                  <c:v>0</c:v>
                </c:pt>
                <c:pt idx="915">
                  <c:v>0</c:v>
                </c:pt>
                <c:pt idx="916">
                  <c:v>0</c:v>
                </c:pt>
                <c:pt idx="917">
                  <c:v>0</c:v>
                </c:pt>
                <c:pt idx="918">
                  <c:v>0</c:v>
                </c:pt>
                <c:pt idx="919">
                  <c:v>0</c:v>
                </c:pt>
                <c:pt idx="920">
                  <c:v>353.23200000000003</c:v>
                </c:pt>
                <c:pt idx="921">
                  <c:v>353.23200000000003</c:v>
                </c:pt>
                <c:pt idx="922">
                  <c:v>353.23200000000003</c:v>
                </c:pt>
                <c:pt idx="923">
                  <c:v>353.23200000000003</c:v>
                </c:pt>
                <c:pt idx="924">
                  <c:v>353.23200000000003</c:v>
                </c:pt>
                <c:pt idx="925">
                  <c:v>353.23200000000003</c:v>
                </c:pt>
                <c:pt idx="926">
                  <c:v>353.23200000000003</c:v>
                </c:pt>
                <c:pt idx="927">
                  <c:v>353.23200000000003</c:v>
                </c:pt>
                <c:pt idx="928">
                  <c:v>353.23200000000003</c:v>
                </c:pt>
                <c:pt idx="929">
                  <c:v>353.23200000000003</c:v>
                </c:pt>
                <c:pt idx="930">
                  <c:v>353.23200000000003</c:v>
                </c:pt>
                <c:pt idx="931">
                  <c:v>353.23200000000003</c:v>
                </c:pt>
                <c:pt idx="932">
                  <c:v>353.23200000000003</c:v>
                </c:pt>
                <c:pt idx="933">
                  <c:v>353.23200000000003</c:v>
                </c:pt>
                <c:pt idx="934">
                  <c:v>0</c:v>
                </c:pt>
                <c:pt idx="935">
                  <c:v>0</c:v>
                </c:pt>
                <c:pt idx="936">
                  <c:v>0</c:v>
                </c:pt>
                <c:pt idx="937">
                  <c:v>0</c:v>
                </c:pt>
                <c:pt idx="938">
                  <c:v>0</c:v>
                </c:pt>
                <c:pt idx="939">
                  <c:v>0</c:v>
                </c:pt>
                <c:pt idx="940">
                  <c:v>0</c:v>
                </c:pt>
                <c:pt idx="941">
                  <c:v>0</c:v>
                </c:pt>
                <c:pt idx="942">
                  <c:v>0</c:v>
                </c:pt>
                <c:pt idx="943">
                  <c:v>0</c:v>
                </c:pt>
                <c:pt idx="944">
                  <c:v>353.23200000000003</c:v>
                </c:pt>
                <c:pt idx="945">
                  <c:v>353.23200000000003</c:v>
                </c:pt>
                <c:pt idx="946">
                  <c:v>353.23200000000003</c:v>
                </c:pt>
                <c:pt idx="947">
                  <c:v>353.23200000000003</c:v>
                </c:pt>
                <c:pt idx="948">
                  <c:v>353.23200000000003</c:v>
                </c:pt>
                <c:pt idx="949">
                  <c:v>353.23200000000003</c:v>
                </c:pt>
                <c:pt idx="950">
                  <c:v>353.23200000000003</c:v>
                </c:pt>
                <c:pt idx="951">
                  <c:v>353.23200000000003</c:v>
                </c:pt>
                <c:pt idx="952">
                  <c:v>353.23200000000003</c:v>
                </c:pt>
                <c:pt idx="953">
                  <c:v>353.23200000000003</c:v>
                </c:pt>
                <c:pt idx="954">
                  <c:v>353.23200000000003</c:v>
                </c:pt>
                <c:pt idx="955">
                  <c:v>353.23200000000003</c:v>
                </c:pt>
                <c:pt idx="956">
                  <c:v>353.23200000000003</c:v>
                </c:pt>
                <c:pt idx="957">
                  <c:v>353.23200000000003</c:v>
                </c:pt>
                <c:pt idx="958">
                  <c:v>0</c:v>
                </c:pt>
                <c:pt idx="959">
                  <c:v>0</c:v>
                </c:pt>
                <c:pt idx="960">
                  <c:v>0</c:v>
                </c:pt>
                <c:pt idx="961">
                  <c:v>0</c:v>
                </c:pt>
                <c:pt idx="962">
                  <c:v>0</c:v>
                </c:pt>
                <c:pt idx="963">
                  <c:v>0</c:v>
                </c:pt>
                <c:pt idx="964">
                  <c:v>0</c:v>
                </c:pt>
                <c:pt idx="965">
                  <c:v>0</c:v>
                </c:pt>
                <c:pt idx="966">
                  <c:v>0</c:v>
                </c:pt>
                <c:pt idx="967">
                  <c:v>0</c:v>
                </c:pt>
                <c:pt idx="968">
                  <c:v>353.23200000000003</c:v>
                </c:pt>
                <c:pt idx="969">
                  <c:v>353.23200000000003</c:v>
                </c:pt>
                <c:pt idx="970">
                  <c:v>353.23200000000003</c:v>
                </c:pt>
                <c:pt idx="971">
                  <c:v>353.23200000000003</c:v>
                </c:pt>
                <c:pt idx="972">
                  <c:v>353.23200000000003</c:v>
                </c:pt>
                <c:pt idx="973">
                  <c:v>353.23200000000003</c:v>
                </c:pt>
                <c:pt idx="974">
                  <c:v>353.23200000000003</c:v>
                </c:pt>
                <c:pt idx="975">
                  <c:v>353.23200000000003</c:v>
                </c:pt>
                <c:pt idx="976">
                  <c:v>353.23200000000003</c:v>
                </c:pt>
                <c:pt idx="977">
                  <c:v>353.23200000000003</c:v>
                </c:pt>
                <c:pt idx="978">
                  <c:v>353.23200000000003</c:v>
                </c:pt>
                <c:pt idx="979">
                  <c:v>353.23200000000003</c:v>
                </c:pt>
                <c:pt idx="980">
                  <c:v>353.23200000000003</c:v>
                </c:pt>
                <c:pt idx="981">
                  <c:v>353.23200000000003</c:v>
                </c:pt>
                <c:pt idx="982">
                  <c:v>0</c:v>
                </c:pt>
                <c:pt idx="983">
                  <c:v>0</c:v>
                </c:pt>
                <c:pt idx="984">
                  <c:v>0</c:v>
                </c:pt>
                <c:pt idx="985">
                  <c:v>0</c:v>
                </c:pt>
                <c:pt idx="986">
                  <c:v>0</c:v>
                </c:pt>
                <c:pt idx="987">
                  <c:v>0</c:v>
                </c:pt>
                <c:pt idx="988">
                  <c:v>0</c:v>
                </c:pt>
                <c:pt idx="989">
                  <c:v>0</c:v>
                </c:pt>
                <c:pt idx="990">
                  <c:v>0</c:v>
                </c:pt>
                <c:pt idx="991">
                  <c:v>0</c:v>
                </c:pt>
                <c:pt idx="992">
                  <c:v>353.23200000000003</c:v>
                </c:pt>
                <c:pt idx="993">
                  <c:v>353.23200000000003</c:v>
                </c:pt>
                <c:pt idx="994">
                  <c:v>353.23200000000003</c:v>
                </c:pt>
                <c:pt idx="995">
                  <c:v>353.23200000000003</c:v>
                </c:pt>
                <c:pt idx="996">
                  <c:v>353.23200000000003</c:v>
                </c:pt>
                <c:pt idx="997">
                  <c:v>353.23200000000003</c:v>
                </c:pt>
                <c:pt idx="998">
                  <c:v>353.23200000000003</c:v>
                </c:pt>
                <c:pt idx="999">
                  <c:v>353.23200000000003</c:v>
                </c:pt>
                <c:pt idx="1000">
                  <c:v>353.23200000000003</c:v>
                </c:pt>
                <c:pt idx="1001">
                  <c:v>353.23200000000003</c:v>
                </c:pt>
                <c:pt idx="1002">
                  <c:v>353.23200000000003</c:v>
                </c:pt>
                <c:pt idx="1003">
                  <c:v>353.23200000000003</c:v>
                </c:pt>
                <c:pt idx="1004">
                  <c:v>353.23200000000003</c:v>
                </c:pt>
                <c:pt idx="1005">
                  <c:v>353.23200000000003</c:v>
                </c:pt>
                <c:pt idx="1006">
                  <c:v>0</c:v>
                </c:pt>
                <c:pt idx="1007">
                  <c:v>0</c:v>
                </c:pt>
                <c:pt idx="1008">
                  <c:v>0</c:v>
                </c:pt>
                <c:pt idx="1009">
                  <c:v>0</c:v>
                </c:pt>
                <c:pt idx="1010">
                  <c:v>0</c:v>
                </c:pt>
                <c:pt idx="1011">
                  <c:v>0</c:v>
                </c:pt>
                <c:pt idx="1012">
                  <c:v>0</c:v>
                </c:pt>
                <c:pt idx="1013">
                  <c:v>0</c:v>
                </c:pt>
                <c:pt idx="1014">
                  <c:v>0</c:v>
                </c:pt>
                <c:pt idx="1015">
                  <c:v>0</c:v>
                </c:pt>
                <c:pt idx="1016">
                  <c:v>353.23200000000003</c:v>
                </c:pt>
                <c:pt idx="1017">
                  <c:v>353.23200000000003</c:v>
                </c:pt>
                <c:pt idx="1018">
                  <c:v>353.23200000000003</c:v>
                </c:pt>
                <c:pt idx="1019">
                  <c:v>353.23200000000003</c:v>
                </c:pt>
                <c:pt idx="1020">
                  <c:v>353.23200000000003</c:v>
                </c:pt>
                <c:pt idx="1021">
                  <c:v>353.23200000000003</c:v>
                </c:pt>
                <c:pt idx="1022">
                  <c:v>353.23200000000003</c:v>
                </c:pt>
                <c:pt idx="1023">
                  <c:v>353.23200000000003</c:v>
                </c:pt>
                <c:pt idx="1024">
                  <c:v>353.23200000000003</c:v>
                </c:pt>
                <c:pt idx="1025">
                  <c:v>353.23200000000003</c:v>
                </c:pt>
                <c:pt idx="1026">
                  <c:v>353.23200000000003</c:v>
                </c:pt>
                <c:pt idx="1027">
                  <c:v>353.23200000000003</c:v>
                </c:pt>
                <c:pt idx="1028">
                  <c:v>353.23200000000003</c:v>
                </c:pt>
                <c:pt idx="1029">
                  <c:v>353.23200000000003</c:v>
                </c:pt>
                <c:pt idx="1030">
                  <c:v>0</c:v>
                </c:pt>
                <c:pt idx="1031">
                  <c:v>0</c:v>
                </c:pt>
                <c:pt idx="1032">
                  <c:v>0</c:v>
                </c:pt>
                <c:pt idx="1033">
                  <c:v>0</c:v>
                </c:pt>
                <c:pt idx="1034">
                  <c:v>0</c:v>
                </c:pt>
                <c:pt idx="1035">
                  <c:v>0</c:v>
                </c:pt>
                <c:pt idx="1036">
                  <c:v>0</c:v>
                </c:pt>
                <c:pt idx="1037">
                  <c:v>0</c:v>
                </c:pt>
                <c:pt idx="1038">
                  <c:v>0</c:v>
                </c:pt>
                <c:pt idx="1039">
                  <c:v>0</c:v>
                </c:pt>
                <c:pt idx="1040">
                  <c:v>353.23200000000003</c:v>
                </c:pt>
                <c:pt idx="1041">
                  <c:v>353.23200000000003</c:v>
                </c:pt>
                <c:pt idx="1042">
                  <c:v>353.23200000000003</c:v>
                </c:pt>
                <c:pt idx="1043">
                  <c:v>353.23200000000003</c:v>
                </c:pt>
                <c:pt idx="1044">
                  <c:v>353.23200000000003</c:v>
                </c:pt>
                <c:pt idx="1045">
                  <c:v>353.23200000000003</c:v>
                </c:pt>
                <c:pt idx="1046">
                  <c:v>353.23200000000003</c:v>
                </c:pt>
                <c:pt idx="1047">
                  <c:v>353.23200000000003</c:v>
                </c:pt>
                <c:pt idx="1048">
                  <c:v>353.23200000000003</c:v>
                </c:pt>
                <c:pt idx="1049">
                  <c:v>353.23200000000003</c:v>
                </c:pt>
                <c:pt idx="1050">
                  <c:v>353.23200000000003</c:v>
                </c:pt>
                <c:pt idx="1051">
                  <c:v>353.23200000000003</c:v>
                </c:pt>
                <c:pt idx="1052">
                  <c:v>353.23200000000003</c:v>
                </c:pt>
                <c:pt idx="1053">
                  <c:v>353.23200000000003</c:v>
                </c:pt>
                <c:pt idx="1054">
                  <c:v>0</c:v>
                </c:pt>
                <c:pt idx="1055">
                  <c:v>0</c:v>
                </c:pt>
                <c:pt idx="1056">
                  <c:v>0</c:v>
                </c:pt>
                <c:pt idx="1057">
                  <c:v>0</c:v>
                </c:pt>
                <c:pt idx="1058">
                  <c:v>0</c:v>
                </c:pt>
                <c:pt idx="1059">
                  <c:v>0</c:v>
                </c:pt>
                <c:pt idx="1060">
                  <c:v>0</c:v>
                </c:pt>
                <c:pt idx="1061">
                  <c:v>0</c:v>
                </c:pt>
                <c:pt idx="1062">
                  <c:v>0</c:v>
                </c:pt>
                <c:pt idx="1063">
                  <c:v>0</c:v>
                </c:pt>
                <c:pt idx="1064">
                  <c:v>353.23200000000003</c:v>
                </c:pt>
                <c:pt idx="1065">
                  <c:v>353.23200000000003</c:v>
                </c:pt>
                <c:pt idx="1066">
                  <c:v>353.23200000000003</c:v>
                </c:pt>
                <c:pt idx="1067">
                  <c:v>353.23200000000003</c:v>
                </c:pt>
                <c:pt idx="1068">
                  <c:v>353.23200000000003</c:v>
                </c:pt>
                <c:pt idx="1069">
                  <c:v>353.23200000000003</c:v>
                </c:pt>
                <c:pt idx="1070">
                  <c:v>353.23200000000003</c:v>
                </c:pt>
                <c:pt idx="1071">
                  <c:v>353.23200000000003</c:v>
                </c:pt>
                <c:pt idx="1072">
                  <c:v>353.23200000000003</c:v>
                </c:pt>
                <c:pt idx="1073">
                  <c:v>353.23200000000003</c:v>
                </c:pt>
                <c:pt idx="1074">
                  <c:v>353.23200000000003</c:v>
                </c:pt>
                <c:pt idx="1075">
                  <c:v>353.23200000000003</c:v>
                </c:pt>
                <c:pt idx="1076">
                  <c:v>353.23200000000003</c:v>
                </c:pt>
                <c:pt idx="1077">
                  <c:v>353.23200000000003</c:v>
                </c:pt>
                <c:pt idx="1078">
                  <c:v>0</c:v>
                </c:pt>
                <c:pt idx="1079">
                  <c:v>0</c:v>
                </c:pt>
                <c:pt idx="1080">
                  <c:v>0</c:v>
                </c:pt>
                <c:pt idx="1081">
                  <c:v>0</c:v>
                </c:pt>
                <c:pt idx="1082">
                  <c:v>0</c:v>
                </c:pt>
                <c:pt idx="1083">
                  <c:v>0</c:v>
                </c:pt>
                <c:pt idx="1084">
                  <c:v>0</c:v>
                </c:pt>
                <c:pt idx="1085">
                  <c:v>0</c:v>
                </c:pt>
                <c:pt idx="1086">
                  <c:v>0</c:v>
                </c:pt>
                <c:pt idx="1087">
                  <c:v>0</c:v>
                </c:pt>
                <c:pt idx="1088">
                  <c:v>353.23200000000003</c:v>
                </c:pt>
                <c:pt idx="1089">
                  <c:v>353.23200000000003</c:v>
                </c:pt>
                <c:pt idx="1090">
                  <c:v>353.23200000000003</c:v>
                </c:pt>
                <c:pt idx="1091">
                  <c:v>353.23200000000003</c:v>
                </c:pt>
                <c:pt idx="1092">
                  <c:v>353.23200000000003</c:v>
                </c:pt>
                <c:pt idx="1093">
                  <c:v>353.23200000000003</c:v>
                </c:pt>
                <c:pt idx="1094">
                  <c:v>353.23200000000003</c:v>
                </c:pt>
                <c:pt idx="1095">
                  <c:v>353.23200000000003</c:v>
                </c:pt>
                <c:pt idx="1096">
                  <c:v>353.23200000000003</c:v>
                </c:pt>
                <c:pt idx="1097">
                  <c:v>353.23200000000003</c:v>
                </c:pt>
                <c:pt idx="1098">
                  <c:v>353.23200000000003</c:v>
                </c:pt>
                <c:pt idx="1099">
                  <c:v>353.23200000000003</c:v>
                </c:pt>
                <c:pt idx="1100">
                  <c:v>353.23200000000003</c:v>
                </c:pt>
                <c:pt idx="1101">
                  <c:v>353.23200000000003</c:v>
                </c:pt>
                <c:pt idx="1102">
                  <c:v>0</c:v>
                </c:pt>
                <c:pt idx="1103">
                  <c:v>0</c:v>
                </c:pt>
                <c:pt idx="1104">
                  <c:v>0</c:v>
                </c:pt>
                <c:pt idx="1105">
                  <c:v>0</c:v>
                </c:pt>
                <c:pt idx="1106">
                  <c:v>0</c:v>
                </c:pt>
                <c:pt idx="1107">
                  <c:v>0</c:v>
                </c:pt>
                <c:pt idx="1108">
                  <c:v>0</c:v>
                </c:pt>
                <c:pt idx="1109">
                  <c:v>0</c:v>
                </c:pt>
                <c:pt idx="1110">
                  <c:v>0</c:v>
                </c:pt>
                <c:pt idx="1111">
                  <c:v>0</c:v>
                </c:pt>
                <c:pt idx="1112">
                  <c:v>353.23200000000003</c:v>
                </c:pt>
                <c:pt idx="1113">
                  <c:v>353.23200000000003</c:v>
                </c:pt>
                <c:pt idx="1114">
                  <c:v>353.23200000000003</c:v>
                </c:pt>
                <c:pt idx="1115">
                  <c:v>353.23200000000003</c:v>
                </c:pt>
                <c:pt idx="1116">
                  <c:v>353.23200000000003</c:v>
                </c:pt>
                <c:pt idx="1117">
                  <c:v>353.23200000000003</c:v>
                </c:pt>
                <c:pt idx="1118">
                  <c:v>353.23200000000003</c:v>
                </c:pt>
                <c:pt idx="1119">
                  <c:v>353.23200000000003</c:v>
                </c:pt>
                <c:pt idx="1120">
                  <c:v>353.23200000000003</c:v>
                </c:pt>
                <c:pt idx="1121">
                  <c:v>353.23200000000003</c:v>
                </c:pt>
                <c:pt idx="1122">
                  <c:v>353.23200000000003</c:v>
                </c:pt>
                <c:pt idx="1123">
                  <c:v>353.23200000000003</c:v>
                </c:pt>
                <c:pt idx="1124">
                  <c:v>353.23200000000003</c:v>
                </c:pt>
                <c:pt idx="1125">
                  <c:v>353.23200000000003</c:v>
                </c:pt>
                <c:pt idx="1126">
                  <c:v>0</c:v>
                </c:pt>
                <c:pt idx="1127">
                  <c:v>0</c:v>
                </c:pt>
                <c:pt idx="1128">
                  <c:v>0</c:v>
                </c:pt>
                <c:pt idx="1129">
                  <c:v>0</c:v>
                </c:pt>
                <c:pt idx="1130">
                  <c:v>0</c:v>
                </c:pt>
                <c:pt idx="1131">
                  <c:v>0</c:v>
                </c:pt>
                <c:pt idx="1132">
                  <c:v>0</c:v>
                </c:pt>
                <c:pt idx="1133">
                  <c:v>0</c:v>
                </c:pt>
                <c:pt idx="1134">
                  <c:v>0</c:v>
                </c:pt>
                <c:pt idx="1135">
                  <c:v>0</c:v>
                </c:pt>
                <c:pt idx="1136">
                  <c:v>353.23200000000003</c:v>
                </c:pt>
                <c:pt idx="1137">
                  <c:v>353.23200000000003</c:v>
                </c:pt>
                <c:pt idx="1138">
                  <c:v>353.23200000000003</c:v>
                </c:pt>
                <c:pt idx="1139">
                  <c:v>353.23200000000003</c:v>
                </c:pt>
                <c:pt idx="1140">
                  <c:v>353.23200000000003</c:v>
                </c:pt>
                <c:pt idx="1141">
                  <c:v>353.23200000000003</c:v>
                </c:pt>
                <c:pt idx="1142">
                  <c:v>353.23200000000003</c:v>
                </c:pt>
                <c:pt idx="1143">
                  <c:v>353.23200000000003</c:v>
                </c:pt>
                <c:pt idx="1144">
                  <c:v>353.23200000000003</c:v>
                </c:pt>
                <c:pt idx="1145">
                  <c:v>353.23200000000003</c:v>
                </c:pt>
                <c:pt idx="1146">
                  <c:v>353.23200000000003</c:v>
                </c:pt>
                <c:pt idx="1147">
                  <c:v>353.23200000000003</c:v>
                </c:pt>
                <c:pt idx="1148">
                  <c:v>353.23200000000003</c:v>
                </c:pt>
                <c:pt idx="1149">
                  <c:v>353.23200000000003</c:v>
                </c:pt>
                <c:pt idx="1150">
                  <c:v>0</c:v>
                </c:pt>
                <c:pt idx="1151">
                  <c:v>0</c:v>
                </c:pt>
                <c:pt idx="1152">
                  <c:v>0</c:v>
                </c:pt>
                <c:pt idx="1153">
                  <c:v>0</c:v>
                </c:pt>
                <c:pt idx="1154">
                  <c:v>0</c:v>
                </c:pt>
                <c:pt idx="1155">
                  <c:v>0</c:v>
                </c:pt>
                <c:pt idx="1156">
                  <c:v>0</c:v>
                </c:pt>
                <c:pt idx="1157">
                  <c:v>0</c:v>
                </c:pt>
                <c:pt idx="1158">
                  <c:v>0</c:v>
                </c:pt>
                <c:pt idx="1159">
                  <c:v>0</c:v>
                </c:pt>
                <c:pt idx="1160">
                  <c:v>353.23200000000003</c:v>
                </c:pt>
                <c:pt idx="1161">
                  <c:v>353.23200000000003</c:v>
                </c:pt>
                <c:pt idx="1162">
                  <c:v>353.23200000000003</c:v>
                </c:pt>
                <c:pt idx="1163">
                  <c:v>353.23200000000003</c:v>
                </c:pt>
                <c:pt idx="1164">
                  <c:v>353.23200000000003</c:v>
                </c:pt>
                <c:pt idx="1165">
                  <c:v>353.23200000000003</c:v>
                </c:pt>
                <c:pt idx="1166">
                  <c:v>353.23200000000003</c:v>
                </c:pt>
                <c:pt idx="1167">
                  <c:v>353.23200000000003</c:v>
                </c:pt>
                <c:pt idx="1168">
                  <c:v>353.23200000000003</c:v>
                </c:pt>
                <c:pt idx="1169">
                  <c:v>353.23200000000003</c:v>
                </c:pt>
                <c:pt idx="1170">
                  <c:v>353.23200000000003</c:v>
                </c:pt>
                <c:pt idx="1171">
                  <c:v>353.23200000000003</c:v>
                </c:pt>
                <c:pt idx="1172">
                  <c:v>353.23200000000003</c:v>
                </c:pt>
                <c:pt idx="1173">
                  <c:v>353.23200000000003</c:v>
                </c:pt>
                <c:pt idx="1174">
                  <c:v>0</c:v>
                </c:pt>
                <c:pt idx="1175">
                  <c:v>0</c:v>
                </c:pt>
                <c:pt idx="1176">
                  <c:v>0</c:v>
                </c:pt>
                <c:pt idx="1177">
                  <c:v>0</c:v>
                </c:pt>
                <c:pt idx="1178">
                  <c:v>0</c:v>
                </c:pt>
                <c:pt idx="1179">
                  <c:v>0</c:v>
                </c:pt>
                <c:pt idx="1180">
                  <c:v>0</c:v>
                </c:pt>
                <c:pt idx="1181">
                  <c:v>0</c:v>
                </c:pt>
                <c:pt idx="1182">
                  <c:v>0</c:v>
                </c:pt>
                <c:pt idx="1183">
                  <c:v>0</c:v>
                </c:pt>
                <c:pt idx="1184">
                  <c:v>353.23200000000003</c:v>
                </c:pt>
                <c:pt idx="1185">
                  <c:v>353.23200000000003</c:v>
                </c:pt>
                <c:pt idx="1186">
                  <c:v>353.23200000000003</c:v>
                </c:pt>
                <c:pt idx="1187">
                  <c:v>353.23200000000003</c:v>
                </c:pt>
                <c:pt idx="1188">
                  <c:v>353.23200000000003</c:v>
                </c:pt>
                <c:pt idx="1189">
                  <c:v>353.23200000000003</c:v>
                </c:pt>
                <c:pt idx="1190">
                  <c:v>353.23200000000003</c:v>
                </c:pt>
                <c:pt idx="1191">
                  <c:v>353.23200000000003</c:v>
                </c:pt>
                <c:pt idx="1192">
                  <c:v>353.23200000000003</c:v>
                </c:pt>
                <c:pt idx="1193">
                  <c:v>353.23200000000003</c:v>
                </c:pt>
                <c:pt idx="1194">
                  <c:v>353.23200000000003</c:v>
                </c:pt>
                <c:pt idx="1195">
                  <c:v>353.23200000000003</c:v>
                </c:pt>
                <c:pt idx="1196">
                  <c:v>353.23200000000003</c:v>
                </c:pt>
                <c:pt idx="1197">
                  <c:v>353.23200000000003</c:v>
                </c:pt>
                <c:pt idx="1198">
                  <c:v>0</c:v>
                </c:pt>
                <c:pt idx="1199">
                  <c:v>0</c:v>
                </c:pt>
                <c:pt idx="1200">
                  <c:v>0</c:v>
                </c:pt>
                <c:pt idx="1201">
                  <c:v>0</c:v>
                </c:pt>
                <c:pt idx="1202">
                  <c:v>0</c:v>
                </c:pt>
                <c:pt idx="1203">
                  <c:v>0</c:v>
                </c:pt>
                <c:pt idx="1204">
                  <c:v>0</c:v>
                </c:pt>
                <c:pt idx="1205">
                  <c:v>0</c:v>
                </c:pt>
                <c:pt idx="1206">
                  <c:v>0</c:v>
                </c:pt>
                <c:pt idx="1207">
                  <c:v>0</c:v>
                </c:pt>
                <c:pt idx="1208">
                  <c:v>353.23200000000003</c:v>
                </c:pt>
                <c:pt idx="1209">
                  <c:v>353.23200000000003</c:v>
                </c:pt>
                <c:pt idx="1210">
                  <c:v>353.23200000000003</c:v>
                </c:pt>
                <c:pt idx="1211">
                  <c:v>353.23200000000003</c:v>
                </c:pt>
                <c:pt idx="1212">
                  <c:v>353.23200000000003</c:v>
                </c:pt>
                <c:pt idx="1213">
                  <c:v>353.23200000000003</c:v>
                </c:pt>
                <c:pt idx="1214">
                  <c:v>353.23200000000003</c:v>
                </c:pt>
                <c:pt idx="1215">
                  <c:v>353.23200000000003</c:v>
                </c:pt>
                <c:pt idx="1216">
                  <c:v>353.23200000000003</c:v>
                </c:pt>
                <c:pt idx="1217">
                  <c:v>353.23200000000003</c:v>
                </c:pt>
                <c:pt idx="1218">
                  <c:v>353.23200000000003</c:v>
                </c:pt>
                <c:pt idx="1219">
                  <c:v>353.23200000000003</c:v>
                </c:pt>
                <c:pt idx="1220">
                  <c:v>353.23200000000003</c:v>
                </c:pt>
                <c:pt idx="1221">
                  <c:v>353.23200000000003</c:v>
                </c:pt>
                <c:pt idx="1222">
                  <c:v>0</c:v>
                </c:pt>
                <c:pt idx="1223">
                  <c:v>0</c:v>
                </c:pt>
                <c:pt idx="1224">
                  <c:v>0</c:v>
                </c:pt>
                <c:pt idx="1225">
                  <c:v>0</c:v>
                </c:pt>
                <c:pt idx="1226">
                  <c:v>0</c:v>
                </c:pt>
                <c:pt idx="1227">
                  <c:v>0</c:v>
                </c:pt>
                <c:pt idx="1228">
                  <c:v>0</c:v>
                </c:pt>
                <c:pt idx="1229">
                  <c:v>0</c:v>
                </c:pt>
                <c:pt idx="1230">
                  <c:v>0</c:v>
                </c:pt>
                <c:pt idx="1231">
                  <c:v>0</c:v>
                </c:pt>
                <c:pt idx="1232">
                  <c:v>353.23200000000003</c:v>
                </c:pt>
                <c:pt idx="1233">
                  <c:v>353.23200000000003</c:v>
                </c:pt>
                <c:pt idx="1234">
                  <c:v>353.23200000000003</c:v>
                </c:pt>
                <c:pt idx="1235">
                  <c:v>353.23200000000003</c:v>
                </c:pt>
                <c:pt idx="1236">
                  <c:v>353.23200000000003</c:v>
                </c:pt>
                <c:pt idx="1237">
                  <c:v>353.23200000000003</c:v>
                </c:pt>
                <c:pt idx="1238">
                  <c:v>353.23200000000003</c:v>
                </c:pt>
                <c:pt idx="1239">
                  <c:v>353.23200000000003</c:v>
                </c:pt>
                <c:pt idx="1240">
                  <c:v>353.23200000000003</c:v>
                </c:pt>
                <c:pt idx="1241">
                  <c:v>353.23200000000003</c:v>
                </c:pt>
                <c:pt idx="1242">
                  <c:v>353.23200000000003</c:v>
                </c:pt>
                <c:pt idx="1243">
                  <c:v>353.23200000000003</c:v>
                </c:pt>
                <c:pt idx="1244">
                  <c:v>353.23200000000003</c:v>
                </c:pt>
                <c:pt idx="1245">
                  <c:v>353.23200000000003</c:v>
                </c:pt>
                <c:pt idx="1246">
                  <c:v>0</c:v>
                </c:pt>
                <c:pt idx="1247">
                  <c:v>0</c:v>
                </c:pt>
                <c:pt idx="1248">
                  <c:v>0</c:v>
                </c:pt>
                <c:pt idx="1249">
                  <c:v>0</c:v>
                </c:pt>
                <c:pt idx="1250">
                  <c:v>0</c:v>
                </c:pt>
                <c:pt idx="1251">
                  <c:v>0</c:v>
                </c:pt>
                <c:pt idx="1252">
                  <c:v>0</c:v>
                </c:pt>
                <c:pt idx="1253">
                  <c:v>0</c:v>
                </c:pt>
                <c:pt idx="1254">
                  <c:v>0</c:v>
                </c:pt>
                <c:pt idx="1255">
                  <c:v>0</c:v>
                </c:pt>
                <c:pt idx="1256">
                  <c:v>353.23200000000003</c:v>
                </c:pt>
                <c:pt idx="1257">
                  <c:v>353.23200000000003</c:v>
                </c:pt>
                <c:pt idx="1258">
                  <c:v>353.23200000000003</c:v>
                </c:pt>
                <c:pt idx="1259">
                  <c:v>353.23200000000003</c:v>
                </c:pt>
                <c:pt idx="1260">
                  <c:v>353.23200000000003</c:v>
                </c:pt>
                <c:pt idx="1261">
                  <c:v>353.23200000000003</c:v>
                </c:pt>
                <c:pt idx="1262">
                  <c:v>353.23200000000003</c:v>
                </c:pt>
                <c:pt idx="1263">
                  <c:v>353.23200000000003</c:v>
                </c:pt>
                <c:pt idx="1264">
                  <c:v>353.23200000000003</c:v>
                </c:pt>
                <c:pt idx="1265">
                  <c:v>353.23200000000003</c:v>
                </c:pt>
                <c:pt idx="1266">
                  <c:v>353.23200000000003</c:v>
                </c:pt>
                <c:pt idx="1267">
                  <c:v>353.23200000000003</c:v>
                </c:pt>
                <c:pt idx="1268">
                  <c:v>353.23200000000003</c:v>
                </c:pt>
                <c:pt idx="1269">
                  <c:v>353.23200000000003</c:v>
                </c:pt>
                <c:pt idx="1270">
                  <c:v>0</c:v>
                </c:pt>
                <c:pt idx="1271">
                  <c:v>0</c:v>
                </c:pt>
                <c:pt idx="1272">
                  <c:v>0</c:v>
                </c:pt>
                <c:pt idx="1273">
                  <c:v>0</c:v>
                </c:pt>
                <c:pt idx="1274">
                  <c:v>0</c:v>
                </c:pt>
                <c:pt idx="1275">
                  <c:v>0</c:v>
                </c:pt>
                <c:pt idx="1276">
                  <c:v>0</c:v>
                </c:pt>
                <c:pt idx="1277">
                  <c:v>0</c:v>
                </c:pt>
                <c:pt idx="1278">
                  <c:v>0</c:v>
                </c:pt>
                <c:pt idx="1279">
                  <c:v>0</c:v>
                </c:pt>
                <c:pt idx="1280">
                  <c:v>353.23200000000003</c:v>
                </c:pt>
                <c:pt idx="1281">
                  <c:v>353.23200000000003</c:v>
                </c:pt>
                <c:pt idx="1282">
                  <c:v>353.23200000000003</c:v>
                </c:pt>
                <c:pt idx="1283">
                  <c:v>353.23200000000003</c:v>
                </c:pt>
                <c:pt idx="1284">
                  <c:v>353.23200000000003</c:v>
                </c:pt>
                <c:pt idx="1285">
                  <c:v>353.23200000000003</c:v>
                </c:pt>
                <c:pt idx="1286">
                  <c:v>353.23200000000003</c:v>
                </c:pt>
                <c:pt idx="1287">
                  <c:v>353.23200000000003</c:v>
                </c:pt>
                <c:pt idx="1288">
                  <c:v>353.23200000000003</c:v>
                </c:pt>
                <c:pt idx="1289">
                  <c:v>353.23200000000003</c:v>
                </c:pt>
                <c:pt idx="1290">
                  <c:v>353.23200000000003</c:v>
                </c:pt>
                <c:pt idx="1291">
                  <c:v>353.23200000000003</c:v>
                </c:pt>
                <c:pt idx="1292">
                  <c:v>353.23200000000003</c:v>
                </c:pt>
                <c:pt idx="1293">
                  <c:v>353.23200000000003</c:v>
                </c:pt>
                <c:pt idx="1294">
                  <c:v>0</c:v>
                </c:pt>
                <c:pt idx="1295">
                  <c:v>0</c:v>
                </c:pt>
                <c:pt idx="1296">
                  <c:v>0</c:v>
                </c:pt>
                <c:pt idx="1297">
                  <c:v>0</c:v>
                </c:pt>
                <c:pt idx="1298">
                  <c:v>0</c:v>
                </c:pt>
                <c:pt idx="1299">
                  <c:v>0</c:v>
                </c:pt>
                <c:pt idx="1300">
                  <c:v>0</c:v>
                </c:pt>
                <c:pt idx="1301">
                  <c:v>0</c:v>
                </c:pt>
                <c:pt idx="1302">
                  <c:v>0</c:v>
                </c:pt>
                <c:pt idx="1303">
                  <c:v>0</c:v>
                </c:pt>
                <c:pt idx="1304">
                  <c:v>353.23200000000003</c:v>
                </c:pt>
                <c:pt idx="1305">
                  <c:v>353.23200000000003</c:v>
                </c:pt>
                <c:pt idx="1306">
                  <c:v>353.23200000000003</c:v>
                </c:pt>
                <c:pt idx="1307">
                  <c:v>353.23200000000003</c:v>
                </c:pt>
                <c:pt idx="1308">
                  <c:v>353.23200000000003</c:v>
                </c:pt>
                <c:pt idx="1309">
                  <c:v>353.23200000000003</c:v>
                </c:pt>
                <c:pt idx="1310">
                  <c:v>353.23200000000003</c:v>
                </c:pt>
                <c:pt idx="1311">
                  <c:v>353.23200000000003</c:v>
                </c:pt>
                <c:pt idx="1312">
                  <c:v>353.23200000000003</c:v>
                </c:pt>
                <c:pt idx="1313">
                  <c:v>353.23200000000003</c:v>
                </c:pt>
                <c:pt idx="1314">
                  <c:v>353.23200000000003</c:v>
                </c:pt>
                <c:pt idx="1315">
                  <c:v>353.23200000000003</c:v>
                </c:pt>
                <c:pt idx="1316">
                  <c:v>353.23200000000003</c:v>
                </c:pt>
                <c:pt idx="1317">
                  <c:v>353.23200000000003</c:v>
                </c:pt>
                <c:pt idx="1318">
                  <c:v>0</c:v>
                </c:pt>
                <c:pt idx="1319">
                  <c:v>0</c:v>
                </c:pt>
                <c:pt idx="1320">
                  <c:v>0</c:v>
                </c:pt>
                <c:pt idx="1321">
                  <c:v>0</c:v>
                </c:pt>
                <c:pt idx="1322">
                  <c:v>0</c:v>
                </c:pt>
                <c:pt idx="1323">
                  <c:v>0</c:v>
                </c:pt>
                <c:pt idx="1324">
                  <c:v>0</c:v>
                </c:pt>
                <c:pt idx="1325">
                  <c:v>0</c:v>
                </c:pt>
                <c:pt idx="1326">
                  <c:v>0</c:v>
                </c:pt>
                <c:pt idx="1327">
                  <c:v>0</c:v>
                </c:pt>
                <c:pt idx="1328">
                  <c:v>353.23200000000003</c:v>
                </c:pt>
                <c:pt idx="1329">
                  <c:v>353.23200000000003</c:v>
                </c:pt>
                <c:pt idx="1330">
                  <c:v>353.23200000000003</c:v>
                </c:pt>
                <c:pt idx="1331">
                  <c:v>353.23200000000003</c:v>
                </c:pt>
                <c:pt idx="1332">
                  <c:v>353.23200000000003</c:v>
                </c:pt>
                <c:pt idx="1333">
                  <c:v>353.23200000000003</c:v>
                </c:pt>
                <c:pt idx="1334">
                  <c:v>353.23200000000003</c:v>
                </c:pt>
                <c:pt idx="1335">
                  <c:v>353.23200000000003</c:v>
                </c:pt>
                <c:pt idx="1336">
                  <c:v>353.23200000000003</c:v>
                </c:pt>
                <c:pt idx="1337">
                  <c:v>353.23200000000003</c:v>
                </c:pt>
                <c:pt idx="1338">
                  <c:v>353.23200000000003</c:v>
                </c:pt>
                <c:pt idx="1339">
                  <c:v>353.23200000000003</c:v>
                </c:pt>
                <c:pt idx="1340">
                  <c:v>353.23200000000003</c:v>
                </c:pt>
                <c:pt idx="1341">
                  <c:v>353.23200000000003</c:v>
                </c:pt>
                <c:pt idx="1342">
                  <c:v>0</c:v>
                </c:pt>
                <c:pt idx="1343">
                  <c:v>0</c:v>
                </c:pt>
                <c:pt idx="1344">
                  <c:v>0</c:v>
                </c:pt>
                <c:pt idx="1345">
                  <c:v>0</c:v>
                </c:pt>
                <c:pt idx="1346">
                  <c:v>0</c:v>
                </c:pt>
                <c:pt idx="1347">
                  <c:v>0</c:v>
                </c:pt>
                <c:pt idx="1348">
                  <c:v>0</c:v>
                </c:pt>
                <c:pt idx="1349">
                  <c:v>0</c:v>
                </c:pt>
                <c:pt idx="1350">
                  <c:v>0</c:v>
                </c:pt>
                <c:pt idx="1351">
                  <c:v>0</c:v>
                </c:pt>
                <c:pt idx="1352">
                  <c:v>353.23200000000003</c:v>
                </c:pt>
                <c:pt idx="1353">
                  <c:v>353.23200000000003</c:v>
                </c:pt>
                <c:pt idx="1354">
                  <c:v>353.23200000000003</c:v>
                </c:pt>
                <c:pt idx="1355">
                  <c:v>353.23200000000003</c:v>
                </c:pt>
                <c:pt idx="1356">
                  <c:v>353.23200000000003</c:v>
                </c:pt>
                <c:pt idx="1357">
                  <c:v>353.23200000000003</c:v>
                </c:pt>
                <c:pt idx="1358">
                  <c:v>353.23200000000003</c:v>
                </c:pt>
                <c:pt idx="1359">
                  <c:v>353.23200000000003</c:v>
                </c:pt>
                <c:pt idx="1360">
                  <c:v>353.23200000000003</c:v>
                </c:pt>
                <c:pt idx="1361">
                  <c:v>353.23200000000003</c:v>
                </c:pt>
                <c:pt idx="1362">
                  <c:v>353.23200000000003</c:v>
                </c:pt>
                <c:pt idx="1363">
                  <c:v>353.23200000000003</c:v>
                </c:pt>
                <c:pt idx="1364">
                  <c:v>353.23200000000003</c:v>
                </c:pt>
                <c:pt idx="1365">
                  <c:v>353.23200000000003</c:v>
                </c:pt>
                <c:pt idx="1366">
                  <c:v>0</c:v>
                </c:pt>
                <c:pt idx="1367">
                  <c:v>0</c:v>
                </c:pt>
                <c:pt idx="1368">
                  <c:v>0</c:v>
                </c:pt>
                <c:pt idx="1369">
                  <c:v>0</c:v>
                </c:pt>
                <c:pt idx="1370">
                  <c:v>0</c:v>
                </c:pt>
                <c:pt idx="1371">
                  <c:v>0</c:v>
                </c:pt>
                <c:pt idx="1372">
                  <c:v>0</c:v>
                </c:pt>
                <c:pt idx="1373">
                  <c:v>0</c:v>
                </c:pt>
                <c:pt idx="1374">
                  <c:v>0</c:v>
                </c:pt>
                <c:pt idx="1375">
                  <c:v>0</c:v>
                </c:pt>
                <c:pt idx="1376">
                  <c:v>353.23200000000003</c:v>
                </c:pt>
                <c:pt idx="1377">
                  <c:v>353.23200000000003</c:v>
                </c:pt>
                <c:pt idx="1378">
                  <c:v>353.23200000000003</c:v>
                </c:pt>
                <c:pt idx="1379">
                  <c:v>353.23200000000003</c:v>
                </c:pt>
                <c:pt idx="1380">
                  <c:v>353.23200000000003</c:v>
                </c:pt>
                <c:pt idx="1381">
                  <c:v>353.23200000000003</c:v>
                </c:pt>
                <c:pt idx="1382">
                  <c:v>353.23200000000003</c:v>
                </c:pt>
                <c:pt idx="1383">
                  <c:v>353.23200000000003</c:v>
                </c:pt>
                <c:pt idx="1384">
                  <c:v>353.23200000000003</c:v>
                </c:pt>
                <c:pt idx="1385">
                  <c:v>353.23200000000003</c:v>
                </c:pt>
                <c:pt idx="1386">
                  <c:v>353.23200000000003</c:v>
                </c:pt>
                <c:pt idx="1387">
                  <c:v>353.23200000000003</c:v>
                </c:pt>
                <c:pt idx="1388">
                  <c:v>353.23200000000003</c:v>
                </c:pt>
                <c:pt idx="1389">
                  <c:v>353.23200000000003</c:v>
                </c:pt>
                <c:pt idx="1390">
                  <c:v>0</c:v>
                </c:pt>
                <c:pt idx="1391">
                  <c:v>0</c:v>
                </c:pt>
                <c:pt idx="1392">
                  <c:v>0</c:v>
                </c:pt>
                <c:pt idx="1393">
                  <c:v>0</c:v>
                </c:pt>
                <c:pt idx="1394">
                  <c:v>0</c:v>
                </c:pt>
                <c:pt idx="1395">
                  <c:v>0</c:v>
                </c:pt>
                <c:pt idx="1396">
                  <c:v>0</c:v>
                </c:pt>
                <c:pt idx="1397">
                  <c:v>0</c:v>
                </c:pt>
                <c:pt idx="1398">
                  <c:v>0</c:v>
                </c:pt>
                <c:pt idx="1399">
                  <c:v>0</c:v>
                </c:pt>
                <c:pt idx="1400">
                  <c:v>353.23200000000003</c:v>
                </c:pt>
                <c:pt idx="1401">
                  <c:v>353.23200000000003</c:v>
                </c:pt>
                <c:pt idx="1402">
                  <c:v>353.23200000000003</c:v>
                </c:pt>
                <c:pt idx="1403">
                  <c:v>353.23200000000003</c:v>
                </c:pt>
                <c:pt idx="1404">
                  <c:v>353.23200000000003</c:v>
                </c:pt>
                <c:pt idx="1405">
                  <c:v>353.23200000000003</c:v>
                </c:pt>
                <c:pt idx="1406">
                  <c:v>353.23200000000003</c:v>
                </c:pt>
                <c:pt idx="1407">
                  <c:v>353.23200000000003</c:v>
                </c:pt>
                <c:pt idx="1408">
                  <c:v>353.23200000000003</c:v>
                </c:pt>
                <c:pt idx="1409">
                  <c:v>353.23200000000003</c:v>
                </c:pt>
                <c:pt idx="1410">
                  <c:v>353.23200000000003</c:v>
                </c:pt>
                <c:pt idx="1411">
                  <c:v>353.23200000000003</c:v>
                </c:pt>
                <c:pt idx="1412">
                  <c:v>353.23200000000003</c:v>
                </c:pt>
                <c:pt idx="1413">
                  <c:v>353.23200000000003</c:v>
                </c:pt>
                <c:pt idx="1414">
                  <c:v>0</c:v>
                </c:pt>
                <c:pt idx="1415">
                  <c:v>0</c:v>
                </c:pt>
                <c:pt idx="1416">
                  <c:v>0</c:v>
                </c:pt>
                <c:pt idx="1417">
                  <c:v>0</c:v>
                </c:pt>
                <c:pt idx="1418">
                  <c:v>0</c:v>
                </c:pt>
                <c:pt idx="1419">
                  <c:v>0</c:v>
                </c:pt>
                <c:pt idx="1420">
                  <c:v>0</c:v>
                </c:pt>
                <c:pt idx="1421">
                  <c:v>0</c:v>
                </c:pt>
                <c:pt idx="1422">
                  <c:v>0</c:v>
                </c:pt>
                <c:pt idx="1423">
                  <c:v>0</c:v>
                </c:pt>
                <c:pt idx="1424">
                  <c:v>353.23200000000003</c:v>
                </c:pt>
                <c:pt idx="1425">
                  <c:v>353.23200000000003</c:v>
                </c:pt>
                <c:pt idx="1426">
                  <c:v>353.23200000000003</c:v>
                </c:pt>
                <c:pt idx="1427">
                  <c:v>353.23200000000003</c:v>
                </c:pt>
                <c:pt idx="1428">
                  <c:v>353.23200000000003</c:v>
                </c:pt>
                <c:pt idx="1429">
                  <c:v>353.23200000000003</c:v>
                </c:pt>
                <c:pt idx="1430">
                  <c:v>353.23200000000003</c:v>
                </c:pt>
                <c:pt idx="1431">
                  <c:v>353.23200000000003</c:v>
                </c:pt>
                <c:pt idx="1432">
                  <c:v>353.23200000000003</c:v>
                </c:pt>
                <c:pt idx="1433">
                  <c:v>353.23200000000003</c:v>
                </c:pt>
                <c:pt idx="1434">
                  <c:v>353.23200000000003</c:v>
                </c:pt>
                <c:pt idx="1435">
                  <c:v>353.23200000000003</c:v>
                </c:pt>
                <c:pt idx="1436">
                  <c:v>353.23200000000003</c:v>
                </c:pt>
                <c:pt idx="1437">
                  <c:v>353.23200000000003</c:v>
                </c:pt>
                <c:pt idx="1438">
                  <c:v>0</c:v>
                </c:pt>
                <c:pt idx="1439">
                  <c:v>0</c:v>
                </c:pt>
                <c:pt idx="1440">
                  <c:v>0</c:v>
                </c:pt>
                <c:pt idx="1441">
                  <c:v>0</c:v>
                </c:pt>
                <c:pt idx="1442">
                  <c:v>0</c:v>
                </c:pt>
                <c:pt idx="1443">
                  <c:v>0</c:v>
                </c:pt>
                <c:pt idx="1444">
                  <c:v>0</c:v>
                </c:pt>
                <c:pt idx="1445">
                  <c:v>0</c:v>
                </c:pt>
                <c:pt idx="1446">
                  <c:v>0</c:v>
                </c:pt>
                <c:pt idx="1447">
                  <c:v>0</c:v>
                </c:pt>
                <c:pt idx="1448">
                  <c:v>353.23200000000003</c:v>
                </c:pt>
                <c:pt idx="1449">
                  <c:v>353.23200000000003</c:v>
                </c:pt>
                <c:pt idx="1450">
                  <c:v>353.23200000000003</c:v>
                </c:pt>
                <c:pt idx="1451">
                  <c:v>353.23200000000003</c:v>
                </c:pt>
                <c:pt idx="1452">
                  <c:v>353.23200000000003</c:v>
                </c:pt>
                <c:pt idx="1453">
                  <c:v>353.23200000000003</c:v>
                </c:pt>
                <c:pt idx="1454">
                  <c:v>353.23200000000003</c:v>
                </c:pt>
                <c:pt idx="1455">
                  <c:v>353.23200000000003</c:v>
                </c:pt>
                <c:pt idx="1456">
                  <c:v>353.23200000000003</c:v>
                </c:pt>
                <c:pt idx="1457">
                  <c:v>353.23200000000003</c:v>
                </c:pt>
                <c:pt idx="1458">
                  <c:v>353.23200000000003</c:v>
                </c:pt>
                <c:pt idx="1459">
                  <c:v>353.23200000000003</c:v>
                </c:pt>
                <c:pt idx="1460">
                  <c:v>353.23200000000003</c:v>
                </c:pt>
                <c:pt idx="1461">
                  <c:v>353.23200000000003</c:v>
                </c:pt>
                <c:pt idx="1462">
                  <c:v>0</c:v>
                </c:pt>
                <c:pt idx="1463">
                  <c:v>0</c:v>
                </c:pt>
                <c:pt idx="1464">
                  <c:v>0</c:v>
                </c:pt>
                <c:pt idx="1465">
                  <c:v>0</c:v>
                </c:pt>
                <c:pt idx="1466">
                  <c:v>0</c:v>
                </c:pt>
                <c:pt idx="1467">
                  <c:v>0</c:v>
                </c:pt>
                <c:pt idx="1468">
                  <c:v>0</c:v>
                </c:pt>
                <c:pt idx="1469">
                  <c:v>0</c:v>
                </c:pt>
                <c:pt idx="1470">
                  <c:v>0</c:v>
                </c:pt>
                <c:pt idx="1471">
                  <c:v>0</c:v>
                </c:pt>
                <c:pt idx="1472">
                  <c:v>353.23200000000003</c:v>
                </c:pt>
                <c:pt idx="1473">
                  <c:v>353.23200000000003</c:v>
                </c:pt>
                <c:pt idx="1474">
                  <c:v>353.23200000000003</c:v>
                </c:pt>
                <c:pt idx="1475">
                  <c:v>353.23200000000003</c:v>
                </c:pt>
                <c:pt idx="1476">
                  <c:v>353.23200000000003</c:v>
                </c:pt>
                <c:pt idx="1477">
                  <c:v>353.23200000000003</c:v>
                </c:pt>
                <c:pt idx="1478">
                  <c:v>353.23200000000003</c:v>
                </c:pt>
                <c:pt idx="1479">
                  <c:v>353.23200000000003</c:v>
                </c:pt>
                <c:pt idx="1480">
                  <c:v>353.23200000000003</c:v>
                </c:pt>
                <c:pt idx="1481">
                  <c:v>353.23200000000003</c:v>
                </c:pt>
                <c:pt idx="1482">
                  <c:v>353.23200000000003</c:v>
                </c:pt>
                <c:pt idx="1483">
                  <c:v>353.23200000000003</c:v>
                </c:pt>
                <c:pt idx="1484">
                  <c:v>353.23200000000003</c:v>
                </c:pt>
                <c:pt idx="1485">
                  <c:v>353.23200000000003</c:v>
                </c:pt>
                <c:pt idx="1486">
                  <c:v>0</c:v>
                </c:pt>
                <c:pt idx="1487">
                  <c:v>0</c:v>
                </c:pt>
                <c:pt idx="1488">
                  <c:v>0</c:v>
                </c:pt>
                <c:pt idx="1489">
                  <c:v>0</c:v>
                </c:pt>
                <c:pt idx="1490">
                  <c:v>0</c:v>
                </c:pt>
                <c:pt idx="1491">
                  <c:v>0</c:v>
                </c:pt>
                <c:pt idx="1492">
                  <c:v>0</c:v>
                </c:pt>
                <c:pt idx="1493">
                  <c:v>0</c:v>
                </c:pt>
                <c:pt idx="1494">
                  <c:v>0</c:v>
                </c:pt>
                <c:pt idx="1495">
                  <c:v>0</c:v>
                </c:pt>
                <c:pt idx="1496">
                  <c:v>353.23200000000003</c:v>
                </c:pt>
                <c:pt idx="1497">
                  <c:v>353.23200000000003</c:v>
                </c:pt>
                <c:pt idx="1498">
                  <c:v>353.23200000000003</c:v>
                </c:pt>
                <c:pt idx="1499">
                  <c:v>353.23200000000003</c:v>
                </c:pt>
                <c:pt idx="1500">
                  <c:v>353.23200000000003</c:v>
                </c:pt>
                <c:pt idx="1501">
                  <c:v>353.23200000000003</c:v>
                </c:pt>
                <c:pt idx="1502">
                  <c:v>353.23200000000003</c:v>
                </c:pt>
                <c:pt idx="1503">
                  <c:v>353.23200000000003</c:v>
                </c:pt>
                <c:pt idx="1504">
                  <c:v>353.23200000000003</c:v>
                </c:pt>
                <c:pt idx="1505">
                  <c:v>353.23200000000003</c:v>
                </c:pt>
                <c:pt idx="1506">
                  <c:v>353.23200000000003</c:v>
                </c:pt>
                <c:pt idx="1507">
                  <c:v>353.23200000000003</c:v>
                </c:pt>
                <c:pt idx="1508">
                  <c:v>353.23200000000003</c:v>
                </c:pt>
                <c:pt idx="1509">
                  <c:v>353.23200000000003</c:v>
                </c:pt>
                <c:pt idx="1510">
                  <c:v>0</c:v>
                </c:pt>
                <c:pt idx="1511">
                  <c:v>0</c:v>
                </c:pt>
                <c:pt idx="1512">
                  <c:v>0</c:v>
                </c:pt>
                <c:pt idx="1513">
                  <c:v>0</c:v>
                </c:pt>
                <c:pt idx="1514">
                  <c:v>0</c:v>
                </c:pt>
                <c:pt idx="1515">
                  <c:v>0</c:v>
                </c:pt>
                <c:pt idx="1516">
                  <c:v>0</c:v>
                </c:pt>
                <c:pt idx="1517">
                  <c:v>0</c:v>
                </c:pt>
                <c:pt idx="1518">
                  <c:v>0</c:v>
                </c:pt>
                <c:pt idx="1519">
                  <c:v>0</c:v>
                </c:pt>
                <c:pt idx="1520">
                  <c:v>353.23200000000003</c:v>
                </c:pt>
                <c:pt idx="1521">
                  <c:v>353.23200000000003</c:v>
                </c:pt>
                <c:pt idx="1522">
                  <c:v>353.23200000000003</c:v>
                </c:pt>
                <c:pt idx="1523">
                  <c:v>353.23200000000003</c:v>
                </c:pt>
                <c:pt idx="1524">
                  <c:v>353.23200000000003</c:v>
                </c:pt>
                <c:pt idx="1525">
                  <c:v>353.23200000000003</c:v>
                </c:pt>
                <c:pt idx="1526">
                  <c:v>353.23200000000003</c:v>
                </c:pt>
                <c:pt idx="1527">
                  <c:v>353.23200000000003</c:v>
                </c:pt>
                <c:pt idx="1528">
                  <c:v>353.23200000000003</c:v>
                </c:pt>
                <c:pt idx="1529">
                  <c:v>353.23200000000003</c:v>
                </c:pt>
                <c:pt idx="1530">
                  <c:v>353.23200000000003</c:v>
                </c:pt>
                <c:pt idx="1531">
                  <c:v>353.23200000000003</c:v>
                </c:pt>
                <c:pt idx="1532">
                  <c:v>353.23200000000003</c:v>
                </c:pt>
                <c:pt idx="1533">
                  <c:v>353.23200000000003</c:v>
                </c:pt>
                <c:pt idx="1534">
                  <c:v>0</c:v>
                </c:pt>
                <c:pt idx="1535">
                  <c:v>0</c:v>
                </c:pt>
                <c:pt idx="1536">
                  <c:v>0</c:v>
                </c:pt>
                <c:pt idx="1537">
                  <c:v>0</c:v>
                </c:pt>
                <c:pt idx="1538">
                  <c:v>0</c:v>
                </c:pt>
                <c:pt idx="1539">
                  <c:v>0</c:v>
                </c:pt>
                <c:pt idx="1540">
                  <c:v>0</c:v>
                </c:pt>
                <c:pt idx="1541">
                  <c:v>0</c:v>
                </c:pt>
                <c:pt idx="1542">
                  <c:v>0</c:v>
                </c:pt>
                <c:pt idx="1543">
                  <c:v>0</c:v>
                </c:pt>
                <c:pt idx="1544">
                  <c:v>353.23200000000003</c:v>
                </c:pt>
                <c:pt idx="1545">
                  <c:v>353.23200000000003</c:v>
                </c:pt>
                <c:pt idx="1546">
                  <c:v>353.23200000000003</c:v>
                </c:pt>
                <c:pt idx="1547">
                  <c:v>353.23200000000003</c:v>
                </c:pt>
                <c:pt idx="1548">
                  <c:v>353.23200000000003</c:v>
                </c:pt>
                <c:pt idx="1549">
                  <c:v>353.23200000000003</c:v>
                </c:pt>
                <c:pt idx="1550">
                  <c:v>353.23200000000003</c:v>
                </c:pt>
                <c:pt idx="1551">
                  <c:v>353.23200000000003</c:v>
                </c:pt>
                <c:pt idx="1552">
                  <c:v>353.23200000000003</c:v>
                </c:pt>
                <c:pt idx="1553">
                  <c:v>353.23200000000003</c:v>
                </c:pt>
                <c:pt idx="1554">
                  <c:v>353.23200000000003</c:v>
                </c:pt>
                <c:pt idx="1555">
                  <c:v>353.23200000000003</c:v>
                </c:pt>
                <c:pt idx="1556">
                  <c:v>353.23200000000003</c:v>
                </c:pt>
                <c:pt idx="1557">
                  <c:v>353.23200000000003</c:v>
                </c:pt>
                <c:pt idx="1558">
                  <c:v>0</c:v>
                </c:pt>
                <c:pt idx="1559">
                  <c:v>0</c:v>
                </c:pt>
                <c:pt idx="1560">
                  <c:v>0</c:v>
                </c:pt>
                <c:pt idx="1561">
                  <c:v>0</c:v>
                </c:pt>
                <c:pt idx="1562">
                  <c:v>0</c:v>
                </c:pt>
                <c:pt idx="1563">
                  <c:v>0</c:v>
                </c:pt>
                <c:pt idx="1564">
                  <c:v>0</c:v>
                </c:pt>
                <c:pt idx="1565">
                  <c:v>0</c:v>
                </c:pt>
                <c:pt idx="1566">
                  <c:v>0</c:v>
                </c:pt>
                <c:pt idx="1567">
                  <c:v>0</c:v>
                </c:pt>
                <c:pt idx="1568">
                  <c:v>353.23200000000003</c:v>
                </c:pt>
                <c:pt idx="1569">
                  <c:v>353.23200000000003</c:v>
                </c:pt>
                <c:pt idx="1570">
                  <c:v>353.23200000000003</c:v>
                </c:pt>
                <c:pt idx="1571">
                  <c:v>353.23200000000003</c:v>
                </c:pt>
                <c:pt idx="1572">
                  <c:v>353.23200000000003</c:v>
                </c:pt>
                <c:pt idx="1573">
                  <c:v>353.23200000000003</c:v>
                </c:pt>
                <c:pt idx="1574">
                  <c:v>353.23200000000003</c:v>
                </c:pt>
                <c:pt idx="1575">
                  <c:v>353.23200000000003</c:v>
                </c:pt>
                <c:pt idx="1576">
                  <c:v>353.23200000000003</c:v>
                </c:pt>
                <c:pt idx="1577">
                  <c:v>353.23200000000003</c:v>
                </c:pt>
                <c:pt idx="1578">
                  <c:v>353.23200000000003</c:v>
                </c:pt>
                <c:pt idx="1579">
                  <c:v>353.23200000000003</c:v>
                </c:pt>
                <c:pt idx="1580">
                  <c:v>353.23200000000003</c:v>
                </c:pt>
                <c:pt idx="1581">
                  <c:v>353.23200000000003</c:v>
                </c:pt>
                <c:pt idx="1582">
                  <c:v>0</c:v>
                </c:pt>
                <c:pt idx="1583">
                  <c:v>0</c:v>
                </c:pt>
                <c:pt idx="1584">
                  <c:v>0</c:v>
                </c:pt>
                <c:pt idx="1585">
                  <c:v>0</c:v>
                </c:pt>
                <c:pt idx="1586">
                  <c:v>0</c:v>
                </c:pt>
                <c:pt idx="1587">
                  <c:v>0</c:v>
                </c:pt>
                <c:pt idx="1588">
                  <c:v>0</c:v>
                </c:pt>
                <c:pt idx="1589">
                  <c:v>0</c:v>
                </c:pt>
                <c:pt idx="1590">
                  <c:v>0</c:v>
                </c:pt>
                <c:pt idx="1591">
                  <c:v>0</c:v>
                </c:pt>
                <c:pt idx="1592">
                  <c:v>353.23200000000003</c:v>
                </c:pt>
                <c:pt idx="1593">
                  <c:v>353.23200000000003</c:v>
                </c:pt>
                <c:pt idx="1594">
                  <c:v>353.23200000000003</c:v>
                </c:pt>
                <c:pt idx="1595">
                  <c:v>353.23200000000003</c:v>
                </c:pt>
                <c:pt idx="1596">
                  <c:v>353.23200000000003</c:v>
                </c:pt>
                <c:pt idx="1597">
                  <c:v>353.23200000000003</c:v>
                </c:pt>
                <c:pt idx="1598">
                  <c:v>353.23200000000003</c:v>
                </c:pt>
                <c:pt idx="1599">
                  <c:v>353.23200000000003</c:v>
                </c:pt>
                <c:pt idx="1600">
                  <c:v>353.23200000000003</c:v>
                </c:pt>
                <c:pt idx="1601">
                  <c:v>353.23200000000003</c:v>
                </c:pt>
                <c:pt idx="1602">
                  <c:v>353.23200000000003</c:v>
                </c:pt>
                <c:pt idx="1603">
                  <c:v>353.23200000000003</c:v>
                </c:pt>
                <c:pt idx="1604">
                  <c:v>353.23200000000003</c:v>
                </c:pt>
                <c:pt idx="1605">
                  <c:v>353.23200000000003</c:v>
                </c:pt>
                <c:pt idx="1606">
                  <c:v>0</c:v>
                </c:pt>
                <c:pt idx="1607">
                  <c:v>0</c:v>
                </c:pt>
                <c:pt idx="1608">
                  <c:v>0</c:v>
                </c:pt>
                <c:pt idx="1609">
                  <c:v>0</c:v>
                </c:pt>
                <c:pt idx="1610">
                  <c:v>0</c:v>
                </c:pt>
                <c:pt idx="1611">
                  <c:v>0</c:v>
                </c:pt>
                <c:pt idx="1612">
                  <c:v>0</c:v>
                </c:pt>
                <c:pt idx="1613">
                  <c:v>0</c:v>
                </c:pt>
                <c:pt idx="1614">
                  <c:v>0</c:v>
                </c:pt>
                <c:pt idx="1615">
                  <c:v>0</c:v>
                </c:pt>
                <c:pt idx="1616">
                  <c:v>353.23200000000003</c:v>
                </c:pt>
                <c:pt idx="1617">
                  <c:v>353.23200000000003</c:v>
                </c:pt>
                <c:pt idx="1618">
                  <c:v>353.23200000000003</c:v>
                </c:pt>
                <c:pt idx="1619">
                  <c:v>353.23200000000003</c:v>
                </c:pt>
                <c:pt idx="1620">
                  <c:v>353.23200000000003</c:v>
                </c:pt>
                <c:pt idx="1621">
                  <c:v>353.23200000000003</c:v>
                </c:pt>
                <c:pt idx="1622">
                  <c:v>353.23200000000003</c:v>
                </c:pt>
                <c:pt idx="1623">
                  <c:v>353.23200000000003</c:v>
                </c:pt>
                <c:pt idx="1624">
                  <c:v>353.23200000000003</c:v>
                </c:pt>
                <c:pt idx="1625">
                  <c:v>353.23200000000003</c:v>
                </c:pt>
                <c:pt idx="1626">
                  <c:v>353.23200000000003</c:v>
                </c:pt>
                <c:pt idx="1627">
                  <c:v>353.23200000000003</c:v>
                </c:pt>
                <c:pt idx="1628">
                  <c:v>353.23200000000003</c:v>
                </c:pt>
                <c:pt idx="1629">
                  <c:v>353.23200000000003</c:v>
                </c:pt>
                <c:pt idx="1630">
                  <c:v>0</c:v>
                </c:pt>
                <c:pt idx="1631">
                  <c:v>0</c:v>
                </c:pt>
                <c:pt idx="1632">
                  <c:v>0</c:v>
                </c:pt>
                <c:pt idx="1633">
                  <c:v>0</c:v>
                </c:pt>
                <c:pt idx="1634">
                  <c:v>0</c:v>
                </c:pt>
                <c:pt idx="1635">
                  <c:v>0</c:v>
                </c:pt>
                <c:pt idx="1636">
                  <c:v>0</c:v>
                </c:pt>
                <c:pt idx="1637">
                  <c:v>0</c:v>
                </c:pt>
                <c:pt idx="1638">
                  <c:v>0</c:v>
                </c:pt>
                <c:pt idx="1639">
                  <c:v>0</c:v>
                </c:pt>
                <c:pt idx="1640">
                  <c:v>353.23200000000003</c:v>
                </c:pt>
                <c:pt idx="1641">
                  <c:v>353.23200000000003</c:v>
                </c:pt>
                <c:pt idx="1642">
                  <c:v>353.23200000000003</c:v>
                </c:pt>
                <c:pt idx="1643">
                  <c:v>353.23200000000003</c:v>
                </c:pt>
                <c:pt idx="1644">
                  <c:v>353.23200000000003</c:v>
                </c:pt>
                <c:pt idx="1645">
                  <c:v>353.23200000000003</c:v>
                </c:pt>
                <c:pt idx="1646">
                  <c:v>353.23200000000003</c:v>
                </c:pt>
                <c:pt idx="1647">
                  <c:v>353.23200000000003</c:v>
                </c:pt>
                <c:pt idx="1648">
                  <c:v>353.23200000000003</c:v>
                </c:pt>
                <c:pt idx="1649">
                  <c:v>353.23200000000003</c:v>
                </c:pt>
                <c:pt idx="1650">
                  <c:v>353.23200000000003</c:v>
                </c:pt>
                <c:pt idx="1651">
                  <c:v>353.23200000000003</c:v>
                </c:pt>
                <c:pt idx="1652">
                  <c:v>353.23200000000003</c:v>
                </c:pt>
                <c:pt idx="1653">
                  <c:v>353.23200000000003</c:v>
                </c:pt>
                <c:pt idx="1654">
                  <c:v>0</c:v>
                </c:pt>
                <c:pt idx="1655">
                  <c:v>0</c:v>
                </c:pt>
                <c:pt idx="1656">
                  <c:v>0</c:v>
                </c:pt>
                <c:pt idx="1657">
                  <c:v>0</c:v>
                </c:pt>
                <c:pt idx="1658">
                  <c:v>0</c:v>
                </c:pt>
                <c:pt idx="1659">
                  <c:v>0</c:v>
                </c:pt>
                <c:pt idx="1660">
                  <c:v>0</c:v>
                </c:pt>
                <c:pt idx="1661">
                  <c:v>0</c:v>
                </c:pt>
                <c:pt idx="1662">
                  <c:v>0</c:v>
                </c:pt>
                <c:pt idx="1663">
                  <c:v>0</c:v>
                </c:pt>
                <c:pt idx="1664">
                  <c:v>353.23200000000003</c:v>
                </c:pt>
                <c:pt idx="1665">
                  <c:v>353.23200000000003</c:v>
                </c:pt>
                <c:pt idx="1666">
                  <c:v>353.23200000000003</c:v>
                </c:pt>
                <c:pt idx="1667">
                  <c:v>353.23200000000003</c:v>
                </c:pt>
                <c:pt idx="1668">
                  <c:v>353.23200000000003</c:v>
                </c:pt>
                <c:pt idx="1669">
                  <c:v>353.23200000000003</c:v>
                </c:pt>
                <c:pt idx="1670">
                  <c:v>353.23200000000003</c:v>
                </c:pt>
                <c:pt idx="1671">
                  <c:v>353.23200000000003</c:v>
                </c:pt>
                <c:pt idx="1672">
                  <c:v>353.23200000000003</c:v>
                </c:pt>
                <c:pt idx="1673">
                  <c:v>353.23200000000003</c:v>
                </c:pt>
                <c:pt idx="1674">
                  <c:v>353.23200000000003</c:v>
                </c:pt>
                <c:pt idx="1675">
                  <c:v>353.23200000000003</c:v>
                </c:pt>
                <c:pt idx="1676">
                  <c:v>353.23200000000003</c:v>
                </c:pt>
                <c:pt idx="1677">
                  <c:v>353.23200000000003</c:v>
                </c:pt>
                <c:pt idx="1678">
                  <c:v>0</c:v>
                </c:pt>
                <c:pt idx="1679">
                  <c:v>0</c:v>
                </c:pt>
                <c:pt idx="1680">
                  <c:v>0</c:v>
                </c:pt>
                <c:pt idx="1681">
                  <c:v>0</c:v>
                </c:pt>
                <c:pt idx="1682">
                  <c:v>0</c:v>
                </c:pt>
                <c:pt idx="1683">
                  <c:v>0</c:v>
                </c:pt>
                <c:pt idx="1684">
                  <c:v>0</c:v>
                </c:pt>
                <c:pt idx="1685">
                  <c:v>0</c:v>
                </c:pt>
                <c:pt idx="1686">
                  <c:v>0</c:v>
                </c:pt>
                <c:pt idx="1687">
                  <c:v>0</c:v>
                </c:pt>
                <c:pt idx="1688">
                  <c:v>353.23200000000003</c:v>
                </c:pt>
                <c:pt idx="1689">
                  <c:v>353.23200000000003</c:v>
                </c:pt>
                <c:pt idx="1690">
                  <c:v>353.23200000000003</c:v>
                </c:pt>
                <c:pt idx="1691">
                  <c:v>353.23200000000003</c:v>
                </c:pt>
                <c:pt idx="1692">
                  <c:v>353.23200000000003</c:v>
                </c:pt>
                <c:pt idx="1693">
                  <c:v>353.23200000000003</c:v>
                </c:pt>
                <c:pt idx="1694">
                  <c:v>353.23200000000003</c:v>
                </c:pt>
                <c:pt idx="1695">
                  <c:v>353.23200000000003</c:v>
                </c:pt>
                <c:pt idx="1696">
                  <c:v>353.23200000000003</c:v>
                </c:pt>
                <c:pt idx="1697">
                  <c:v>353.23200000000003</c:v>
                </c:pt>
                <c:pt idx="1698">
                  <c:v>353.23200000000003</c:v>
                </c:pt>
                <c:pt idx="1699">
                  <c:v>353.23200000000003</c:v>
                </c:pt>
                <c:pt idx="1700">
                  <c:v>353.23200000000003</c:v>
                </c:pt>
                <c:pt idx="1701">
                  <c:v>353.23200000000003</c:v>
                </c:pt>
                <c:pt idx="1702">
                  <c:v>0</c:v>
                </c:pt>
                <c:pt idx="1703">
                  <c:v>0</c:v>
                </c:pt>
                <c:pt idx="1704">
                  <c:v>0</c:v>
                </c:pt>
                <c:pt idx="1705">
                  <c:v>0</c:v>
                </c:pt>
                <c:pt idx="1706">
                  <c:v>0</c:v>
                </c:pt>
                <c:pt idx="1707">
                  <c:v>0</c:v>
                </c:pt>
                <c:pt idx="1708">
                  <c:v>0</c:v>
                </c:pt>
                <c:pt idx="1709">
                  <c:v>0</c:v>
                </c:pt>
                <c:pt idx="1710">
                  <c:v>0</c:v>
                </c:pt>
                <c:pt idx="1711">
                  <c:v>0</c:v>
                </c:pt>
                <c:pt idx="1712">
                  <c:v>353.23200000000003</c:v>
                </c:pt>
                <c:pt idx="1713">
                  <c:v>353.23200000000003</c:v>
                </c:pt>
                <c:pt idx="1714">
                  <c:v>353.23200000000003</c:v>
                </c:pt>
                <c:pt idx="1715">
                  <c:v>353.23200000000003</c:v>
                </c:pt>
                <c:pt idx="1716">
                  <c:v>353.23200000000003</c:v>
                </c:pt>
                <c:pt idx="1717">
                  <c:v>353.23200000000003</c:v>
                </c:pt>
                <c:pt idx="1718">
                  <c:v>353.23200000000003</c:v>
                </c:pt>
                <c:pt idx="1719">
                  <c:v>353.23200000000003</c:v>
                </c:pt>
                <c:pt idx="1720">
                  <c:v>353.23200000000003</c:v>
                </c:pt>
                <c:pt idx="1721">
                  <c:v>353.23200000000003</c:v>
                </c:pt>
                <c:pt idx="1722">
                  <c:v>353.23200000000003</c:v>
                </c:pt>
                <c:pt idx="1723">
                  <c:v>353.23200000000003</c:v>
                </c:pt>
                <c:pt idx="1724">
                  <c:v>353.23200000000003</c:v>
                </c:pt>
                <c:pt idx="1725">
                  <c:v>353.23200000000003</c:v>
                </c:pt>
                <c:pt idx="1726">
                  <c:v>0</c:v>
                </c:pt>
                <c:pt idx="1727">
                  <c:v>0</c:v>
                </c:pt>
                <c:pt idx="1728">
                  <c:v>0</c:v>
                </c:pt>
                <c:pt idx="1729">
                  <c:v>0</c:v>
                </c:pt>
                <c:pt idx="1730">
                  <c:v>0</c:v>
                </c:pt>
                <c:pt idx="1731">
                  <c:v>0</c:v>
                </c:pt>
                <c:pt idx="1732">
                  <c:v>0</c:v>
                </c:pt>
                <c:pt idx="1733">
                  <c:v>0</c:v>
                </c:pt>
                <c:pt idx="1734">
                  <c:v>0</c:v>
                </c:pt>
                <c:pt idx="1735">
                  <c:v>0</c:v>
                </c:pt>
                <c:pt idx="1736">
                  <c:v>353.23200000000003</c:v>
                </c:pt>
                <c:pt idx="1737">
                  <c:v>353.23200000000003</c:v>
                </c:pt>
                <c:pt idx="1738">
                  <c:v>353.23200000000003</c:v>
                </c:pt>
                <c:pt idx="1739">
                  <c:v>353.23200000000003</c:v>
                </c:pt>
                <c:pt idx="1740">
                  <c:v>353.23200000000003</c:v>
                </c:pt>
                <c:pt idx="1741">
                  <c:v>353.23200000000003</c:v>
                </c:pt>
                <c:pt idx="1742">
                  <c:v>353.23200000000003</c:v>
                </c:pt>
                <c:pt idx="1743">
                  <c:v>353.23200000000003</c:v>
                </c:pt>
                <c:pt idx="1744">
                  <c:v>353.23200000000003</c:v>
                </c:pt>
                <c:pt idx="1745">
                  <c:v>353.23200000000003</c:v>
                </c:pt>
                <c:pt idx="1746">
                  <c:v>353.23200000000003</c:v>
                </c:pt>
                <c:pt idx="1747">
                  <c:v>353.23200000000003</c:v>
                </c:pt>
                <c:pt idx="1748">
                  <c:v>353.23200000000003</c:v>
                </c:pt>
                <c:pt idx="1749">
                  <c:v>353.23200000000003</c:v>
                </c:pt>
                <c:pt idx="1750">
                  <c:v>0</c:v>
                </c:pt>
                <c:pt idx="1751">
                  <c:v>0</c:v>
                </c:pt>
                <c:pt idx="1752">
                  <c:v>0</c:v>
                </c:pt>
                <c:pt idx="1753">
                  <c:v>0</c:v>
                </c:pt>
                <c:pt idx="1754">
                  <c:v>0</c:v>
                </c:pt>
                <c:pt idx="1755">
                  <c:v>0</c:v>
                </c:pt>
                <c:pt idx="1756">
                  <c:v>0</c:v>
                </c:pt>
                <c:pt idx="1757">
                  <c:v>0</c:v>
                </c:pt>
                <c:pt idx="1758">
                  <c:v>0</c:v>
                </c:pt>
                <c:pt idx="1759">
                  <c:v>0</c:v>
                </c:pt>
                <c:pt idx="1760">
                  <c:v>353.23200000000003</c:v>
                </c:pt>
                <c:pt idx="1761">
                  <c:v>353.23200000000003</c:v>
                </c:pt>
                <c:pt idx="1762">
                  <c:v>353.23200000000003</c:v>
                </c:pt>
                <c:pt idx="1763">
                  <c:v>353.23200000000003</c:v>
                </c:pt>
                <c:pt idx="1764">
                  <c:v>353.23200000000003</c:v>
                </c:pt>
                <c:pt idx="1765">
                  <c:v>353.23200000000003</c:v>
                </c:pt>
                <c:pt idx="1766">
                  <c:v>353.23200000000003</c:v>
                </c:pt>
                <c:pt idx="1767">
                  <c:v>353.23200000000003</c:v>
                </c:pt>
                <c:pt idx="1768">
                  <c:v>353.23200000000003</c:v>
                </c:pt>
                <c:pt idx="1769">
                  <c:v>353.23200000000003</c:v>
                </c:pt>
                <c:pt idx="1770">
                  <c:v>353.23200000000003</c:v>
                </c:pt>
                <c:pt idx="1771">
                  <c:v>353.23200000000003</c:v>
                </c:pt>
                <c:pt idx="1772">
                  <c:v>353.23200000000003</c:v>
                </c:pt>
                <c:pt idx="1773">
                  <c:v>353.23200000000003</c:v>
                </c:pt>
                <c:pt idx="1774">
                  <c:v>0</c:v>
                </c:pt>
                <c:pt idx="1775">
                  <c:v>0</c:v>
                </c:pt>
                <c:pt idx="1776">
                  <c:v>0</c:v>
                </c:pt>
                <c:pt idx="1777">
                  <c:v>0</c:v>
                </c:pt>
                <c:pt idx="1778">
                  <c:v>0</c:v>
                </c:pt>
                <c:pt idx="1779">
                  <c:v>0</c:v>
                </c:pt>
                <c:pt idx="1780">
                  <c:v>0</c:v>
                </c:pt>
                <c:pt idx="1781">
                  <c:v>0</c:v>
                </c:pt>
                <c:pt idx="1782">
                  <c:v>0</c:v>
                </c:pt>
                <c:pt idx="1783">
                  <c:v>0</c:v>
                </c:pt>
                <c:pt idx="1784">
                  <c:v>353.23200000000003</c:v>
                </c:pt>
                <c:pt idx="1785">
                  <c:v>353.23200000000003</c:v>
                </c:pt>
                <c:pt idx="1786">
                  <c:v>353.23200000000003</c:v>
                </c:pt>
                <c:pt idx="1787">
                  <c:v>353.23200000000003</c:v>
                </c:pt>
                <c:pt idx="1788">
                  <c:v>353.23200000000003</c:v>
                </c:pt>
                <c:pt idx="1789">
                  <c:v>353.23200000000003</c:v>
                </c:pt>
                <c:pt idx="1790">
                  <c:v>353.23200000000003</c:v>
                </c:pt>
                <c:pt idx="1791">
                  <c:v>353.23200000000003</c:v>
                </c:pt>
                <c:pt idx="1792">
                  <c:v>353.23200000000003</c:v>
                </c:pt>
                <c:pt idx="1793">
                  <c:v>353.23200000000003</c:v>
                </c:pt>
                <c:pt idx="1794">
                  <c:v>353.23200000000003</c:v>
                </c:pt>
                <c:pt idx="1795">
                  <c:v>353.23200000000003</c:v>
                </c:pt>
                <c:pt idx="1796">
                  <c:v>353.23200000000003</c:v>
                </c:pt>
                <c:pt idx="1797">
                  <c:v>353.23200000000003</c:v>
                </c:pt>
                <c:pt idx="1798">
                  <c:v>0</c:v>
                </c:pt>
                <c:pt idx="1799">
                  <c:v>0</c:v>
                </c:pt>
                <c:pt idx="1800">
                  <c:v>0</c:v>
                </c:pt>
                <c:pt idx="1801">
                  <c:v>0</c:v>
                </c:pt>
                <c:pt idx="1802">
                  <c:v>0</c:v>
                </c:pt>
                <c:pt idx="1803">
                  <c:v>0</c:v>
                </c:pt>
                <c:pt idx="1804">
                  <c:v>0</c:v>
                </c:pt>
                <c:pt idx="1805">
                  <c:v>0</c:v>
                </c:pt>
                <c:pt idx="1806">
                  <c:v>0</c:v>
                </c:pt>
                <c:pt idx="1807">
                  <c:v>0</c:v>
                </c:pt>
                <c:pt idx="1808">
                  <c:v>353.23200000000003</c:v>
                </c:pt>
                <c:pt idx="1809">
                  <c:v>353.23200000000003</c:v>
                </c:pt>
                <c:pt idx="1810">
                  <c:v>353.23200000000003</c:v>
                </c:pt>
                <c:pt idx="1811">
                  <c:v>353.23200000000003</c:v>
                </c:pt>
                <c:pt idx="1812">
                  <c:v>353.23200000000003</c:v>
                </c:pt>
                <c:pt idx="1813">
                  <c:v>353.23200000000003</c:v>
                </c:pt>
                <c:pt idx="1814">
                  <c:v>353.23200000000003</c:v>
                </c:pt>
                <c:pt idx="1815">
                  <c:v>353.23200000000003</c:v>
                </c:pt>
                <c:pt idx="1816">
                  <c:v>353.23200000000003</c:v>
                </c:pt>
                <c:pt idx="1817">
                  <c:v>353.23200000000003</c:v>
                </c:pt>
                <c:pt idx="1818">
                  <c:v>353.23200000000003</c:v>
                </c:pt>
                <c:pt idx="1819">
                  <c:v>353.23200000000003</c:v>
                </c:pt>
                <c:pt idx="1820">
                  <c:v>353.23200000000003</c:v>
                </c:pt>
                <c:pt idx="1821">
                  <c:v>353.23200000000003</c:v>
                </c:pt>
                <c:pt idx="1822">
                  <c:v>0</c:v>
                </c:pt>
                <c:pt idx="1823">
                  <c:v>0</c:v>
                </c:pt>
                <c:pt idx="1824">
                  <c:v>0</c:v>
                </c:pt>
                <c:pt idx="1825">
                  <c:v>0</c:v>
                </c:pt>
                <c:pt idx="1826">
                  <c:v>0</c:v>
                </c:pt>
                <c:pt idx="1827">
                  <c:v>0</c:v>
                </c:pt>
                <c:pt idx="1828">
                  <c:v>0</c:v>
                </c:pt>
                <c:pt idx="1829">
                  <c:v>0</c:v>
                </c:pt>
                <c:pt idx="1830">
                  <c:v>0</c:v>
                </c:pt>
                <c:pt idx="1831">
                  <c:v>0</c:v>
                </c:pt>
                <c:pt idx="1832">
                  <c:v>353.23200000000003</c:v>
                </c:pt>
                <c:pt idx="1833">
                  <c:v>353.23200000000003</c:v>
                </c:pt>
                <c:pt idx="1834">
                  <c:v>353.23200000000003</c:v>
                </c:pt>
                <c:pt idx="1835">
                  <c:v>353.23200000000003</c:v>
                </c:pt>
                <c:pt idx="1836">
                  <c:v>353.23200000000003</c:v>
                </c:pt>
                <c:pt idx="1837">
                  <c:v>353.23200000000003</c:v>
                </c:pt>
                <c:pt idx="1838">
                  <c:v>353.23200000000003</c:v>
                </c:pt>
                <c:pt idx="1839">
                  <c:v>353.23200000000003</c:v>
                </c:pt>
                <c:pt idx="1840">
                  <c:v>353.23200000000003</c:v>
                </c:pt>
                <c:pt idx="1841">
                  <c:v>353.23200000000003</c:v>
                </c:pt>
                <c:pt idx="1842">
                  <c:v>353.23200000000003</c:v>
                </c:pt>
                <c:pt idx="1843">
                  <c:v>353.23200000000003</c:v>
                </c:pt>
                <c:pt idx="1844">
                  <c:v>353.23200000000003</c:v>
                </c:pt>
                <c:pt idx="1845">
                  <c:v>353.23200000000003</c:v>
                </c:pt>
                <c:pt idx="1846">
                  <c:v>0</c:v>
                </c:pt>
                <c:pt idx="1847">
                  <c:v>0</c:v>
                </c:pt>
                <c:pt idx="1848">
                  <c:v>0</c:v>
                </c:pt>
                <c:pt idx="1849">
                  <c:v>0</c:v>
                </c:pt>
                <c:pt idx="1850">
                  <c:v>0</c:v>
                </c:pt>
                <c:pt idx="1851">
                  <c:v>0</c:v>
                </c:pt>
                <c:pt idx="1852">
                  <c:v>0</c:v>
                </c:pt>
                <c:pt idx="1853">
                  <c:v>0</c:v>
                </c:pt>
                <c:pt idx="1854">
                  <c:v>0</c:v>
                </c:pt>
                <c:pt idx="1855">
                  <c:v>0</c:v>
                </c:pt>
                <c:pt idx="1856">
                  <c:v>353.23200000000003</c:v>
                </c:pt>
                <c:pt idx="1857">
                  <c:v>353.23200000000003</c:v>
                </c:pt>
                <c:pt idx="1858">
                  <c:v>353.23200000000003</c:v>
                </c:pt>
                <c:pt idx="1859">
                  <c:v>353.23200000000003</c:v>
                </c:pt>
                <c:pt idx="1860">
                  <c:v>353.23200000000003</c:v>
                </c:pt>
                <c:pt idx="1861">
                  <c:v>353.23200000000003</c:v>
                </c:pt>
                <c:pt idx="1862">
                  <c:v>353.23200000000003</c:v>
                </c:pt>
                <c:pt idx="1863">
                  <c:v>353.23200000000003</c:v>
                </c:pt>
                <c:pt idx="1864">
                  <c:v>353.23200000000003</c:v>
                </c:pt>
                <c:pt idx="1865">
                  <c:v>353.23200000000003</c:v>
                </c:pt>
                <c:pt idx="1866">
                  <c:v>353.23200000000003</c:v>
                </c:pt>
                <c:pt idx="1867">
                  <c:v>353.23200000000003</c:v>
                </c:pt>
                <c:pt idx="1868">
                  <c:v>353.23200000000003</c:v>
                </c:pt>
                <c:pt idx="1869">
                  <c:v>353.23200000000003</c:v>
                </c:pt>
                <c:pt idx="1870">
                  <c:v>0</c:v>
                </c:pt>
                <c:pt idx="1871">
                  <c:v>0</c:v>
                </c:pt>
                <c:pt idx="1872">
                  <c:v>0</c:v>
                </c:pt>
                <c:pt idx="1873">
                  <c:v>0</c:v>
                </c:pt>
                <c:pt idx="1874">
                  <c:v>0</c:v>
                </c:pt>
                <c:pt idx="1875">
                  <c:v>0</c:v>
                </c:pt>
                <c:pt idx="1876">
                  <c:v>0</c:v>
                </c:pt>
                <c:pt idx="1877">
                  <c:v>0</c:v>
                </c:pt>
                <c:pt idx="1878">
                  <c:v>0</c:v>
                </c:pt>
                <c:pt idx="1879">
                  <c:v>0</c:v>
                </c:pt>
                <c:pt idx="1880">
                  <c:v>353.23200000000003</c:v>
                </c:pt>
                <c:pt idx="1881">
                  <c:v>353.23200000000003</c:v>
                </c:pt>
                <c:pt idx="1882">
                  <c:v>353.23200000000003</c:v>
                </c:pt>
                <c:pt idx="1883">
                  <c:v>353.23200000000003</c:v>
                </c:pt>
                <c:pt idx="1884">
                  <c:v>353.23200000000003</c:v>
                </c:pt>
                <c:pt idx="1885">
                  <c:v>353.23200000000003</c:v>
                </c:pt>
                <c:pt idx="1886">
                  <c:v>353.23200000000003</c:v>
                </c:pt>
                <c:pt idx="1887">
                  <c:v>353.23200000000003</c:v>
                </c:pt>
                <c:pt idx="1888">
                  <c:v>353.23200000000003</c:v>
                </c:pt>
                <c:pt idx="1889">
                  <c:v>353.23200000000003</c:v>
                </c:pt>
                <c:pt idx="1890">
                  <c:v>353.23200000000003</c:v>
                </c:pt>
                <c:pt idx="1891">
                  <c:v>353.23200000000003</c:v>
                </c:pt>
                <c:pt idx="1892">
                  <c:v>353.23200000000003</c:v>
                </c:pt>
                <c:pt idx="1893">
                  <c:v>353.23200000000003</c:v>
                </c:pt>
                <c:pt idx="1894">
                  <c:v>0</c:v>
                </c:pt>
                <c:pt idx="1895">
                  <c:v>0</c:v>
                </c:pt>
                <c:pt idx="1896">
                  <c:v>0</c:v>
                </c:pt>
                <c:pt idx="1897">
                  <c:v>0</c:v>
                </c:pt>
                <c:pt idx="1898">
                  <c:v>0</c:v>
                </c:pt>
                <c:pt idx="1899">
                  <c:v>0</c:v>
                </c:pt>
                <c:pt idx="1900">
                  <c:v>0</c:v>
                </c:pt>
                <c:pt idx="1901">
                  <c:v>0</c:v>
                </c:pt>
                <c:pt idx="1902">
                  <c:v>0</c:v>
                </c:pt>
                <c:pt idx="1903">
                  <c:v>0</c:v>
                </c:pt>
                <c:pt idx="1904">
                  <c:v>353.23200000000003</c:v>
                </c:pt>
                <c:pt idx="1905">
                  <c:v>353.23200000000003</c:v>
                </c:pt>
                <c:pt idx="1906">
                  <c:v>353.23200000000003</c:v>
                </c:pt>
                <c:pt idx="1907">
                  <c:v>353.23200000000003</c:v>
                </c:pt>
                <c:pt idx="1908">
                  <c:v>353.23200000000003</c:v>
                </c:pt>
                <c:pt idx="1909">
                  <c:v>353.23200000000003</c:v>
                </c:pt>
                <c:pt idx="1910">
                  <c:v>353.23200000000003</c:v>
                </c:pt>
                <c:pt idx="1911">
                  <c:v>353.23200000000003</c:v>
                </c:pt>
                <c:pt idx="1912">
                  <c:v>353.23200000000003</c:v>
                </c:pt>
                <c:pt idx="1913">
                  <c:v>353.23200000000003</c:v>
                </c:pt>
                <c:pt idx="1914">
                  <c:v>353.23200000000003</c:v>
                </c:pt>
                <c:pt idx="1915">
                  <c:v>353.23200000000003</c:v>
                </c:pt>
                <c:pt idx="1916">
                  <c:v>353.23200000000003</c:v>
                </c:pt>
                <c:pt idx="1917">
                  <c:v>353.23200000000003</c:v>
                </c:pt>
                <c:pt idx="1918">
                  <c:v>0</c:v>
                </c:pt>
                <c:pt idx="1919">
                  <c:v>0</c:v>
                </c:pt>
                <c:pt idx="1920">
                  <c:v>0</c:v>
                </c:pt>
                <c:pt idx="1921">
                  <c:v>0</c:v>
                </c:pt>
                <c:pt idx="1922">
                  <c:v>0</c:v>
                </c:pt>
                <c:pt idx="1923">
                  <c:v>0</c:v>
                </c:pt>
                <c:pt idx="1924">
                  <c:v>0</c:v>
                </c:pt>
                <c:pt idx="1925">
                  <c:v>0</c:v>
                </c:pt>
                <c:pt idx="1926">
                  <c:v>0</c:v>
                </c:pt>
                <c:pt idx="1927">
                  <c:v>0</c:v>
                </c:pt>
                <c:pt idx="1928">
                  <c:v>353.23200000000003</c:v>
                </c:pt>
                <c:pt idx="1929">
                  <c:v>353.23200000000003</c:v>
                </c:pt>
                <c:pt idx="1930">
                  <c:v>353.23200000000003</c:v>
                </c:pt>
                <c:pt idx="1931">
                  <c:v>353.23200000000003</c:v>
                </c:pt>
                <c:pt idx="1932">
                  <c:v>353.23200000000003</c:v>
                </c:pt>
                <c:pt idx="1933">
                  <c:v>353.23200000000003</c:v>
                </c:pt>
                <c:pt idx="1934">
                  <c:v>353.23200000000003</c:v>
                </c:pt>
                <c:pt idx="1935">
                  <c:v>353.23200000000003</c:v>
                </c:pt>
                <c:pt idx="1936">
                  <c:v>353.23200000000003</c:v>
                </c:pt>
                <c:pt idx="1937">
                  <c:v>353.23200000000003</c:v>
                </c:pt>
                <c:pt idx="1938">
                  <c:v>353.23200000000003</c:v>
                </c:pt>
                <c:pt idx="1939">
                  <c:v>353.23200000000003</c:v>
                </c:pt>
                <c:pt idx="1940">
                  <c:v>353.23200000000003</c:v>
                </c:pt>
                <c:pt idx="1941">
                  <c:v>353.23200000000003</c:v>
                </c:pt>
                <c:pt idx="1942">
                  <c:v>0</c:v>
                </c:pt>
                <c:pt idx="1943">
                  <c:v>0</c:v>
                </c:pt>
                <c:pt idx="1944">
                  <c:v>0</c:v>
                </c:pt>
                <c:pt idx="1945">
                  <c:v>0</c:v>
                </c:pt>
                <c:pt idx="1946">
                  <c:v>0</c:v>
                </c:pt>
                <c:pt idx="1947">
                  <c:v>0</c:v>
                </c:pt>
                <c:pt idx="1948">
                  <c:v>0</c:v>
                </c:pt>
                <c:pt idx="1949">
                  <c:v>0</c:v>
                </c:pt>
                <c:pt idx="1950">
                  <c:v>0</c:v>
                </c:pt>
                <c:pt idx="1951">
                  <c:v>0</c:v>
                </c:pt>
                <c:pt idx="1952">
                  <c:v>353.23200000000003</c:v>
                </c:pt>
                <c:pt idx="1953">
                  <c:v>353.23200000000003</c:v>
                </c:pt>
                <c:pt idx="1954">
                  <c:v>353.23200000000003</c:v>
                </c:pt>
                <c:pt idx="1955">
                  <c:v>353.23200000000003</c:v>
                </c:pt>
                <c:pt idx="1956">
                  <c:v>353.23200000000003</c:v>
                </c:pt>
                <c:pt idx="1957">
                  <c:v>353.23200000000003</c:v>
                </c:pt>
                <c:pt idx="1958">
                  <c:v>353.23200000000003</c:v>
                </c:pt>
                <c:pt idx="1959">
                  <c:v>353.23200000000003</c:v>
                </c:pt>
                <c:pt idx="1960">
                  <c:v>353.23200000000003</c:v>
                </c:pt>
                <c:pt idx="1961">
                  <c:v>353.23200000000003</c:v>
                </c:pt>
                <c:pt idx="1962">
                  <c:v>353.23200000000003</c:v>
                </c:pt>
                <c:pt idx="1963">
                  <c:v>353.23200000000003</c:v>
                </c:pt>
                <c:pt idx="1964">
                  <c:v>353.23200000000003</c:v>
                </c:pt>
                <c:pt idx="1965">
                  <c:v>353.23200000000003</c:v>
                </c:pt>
                <c:pt idx="1966">
                  <c:v>0</c:v>
                </c:pt>
                <c:pt idx="1967">
                  <c:v>0</c:v>
                </c:pt>
                <c:pt idx="1968">
                  <c:v>0</c:v>
                </c:pt>
                <c:pt idx="1969">
                  <c:v>0</c:v>
                </c:pt>
                <c:pt idx="1970">
                  <c:v>0</c:v>
                </c:pt>
                <c:pt idx="1971">
                  <c:v>0</c:v>
                </c:pt>
                <c:pt idx="1972">
                  <c:v>0</c:v>
                </c:pt>
                <c:pt idx="1973">
                  <c:v>0</c:v>
                </c:pt>
                <c:pt idx="1974">
                  <c:v>0</c:v>
                </c:pt>
                <c:pt idx="1975">
                  <c:v>0</c:v>
                </c:pt>
                <c:pt idx="1976">
                  <c:v>353.23200000000003</c:v>
                </c:pt>
                <c:pt idx="1977">
                  <c:v>353.23200000000003</c:v>
                </c:pt>
                <c:pt idx="1978">
                  <c:v>353.23200000000003</c:v>
                </c:pt>
                <c:pt idx="1979">
                  <c:v>353.23200000000003</c:v>
                </c:pt>
                <c:pt idx="1980">
                  <c:v>353.23200000000003</c:v>
                </c:pt>
                <c:pt idx="1981">
                  <c:v>353.23200000000003</c:v>
                </c:pt>
                <c:pt idx="1982">
                  <c:v>353.23200000000003</c:v>
                </c:pt>
                <c:pt idx="1983">
                  <c:v>353.23200000000003</c:v>
                </c:pt>
                <c:pt idx="1984">
                  <c:v>353.23200000000003</c:v>
                </c:pt>
                <c:pt idx="1985">
                  <c:v>353.23200000000003</c:v>
                </c:pt>
                <c:pt idx="1986">
                  <c:v>353.23200000000003</c:v>
                </c:pt>
                <c:pt idx="1987">
                  <c:v>353.23200000000003</c:v>
                </c:pt>
                <c:pt idx="1988">
                  <c:v>353.23200000000003</c:v>
                </c:pt>
                <c:pt idx="1989">
                  <c:v>353.23200000000003</c:v>
                </c:pt>
                <c:pt idx="1990">
                  <c:v>0</c:v>
                </c:pt>
                <c:pt idx="1991">
                  <c:v>0</c:v>
                </c:pt>
                <c:pt idx="1992">
                  <c:v>0</c:v>
                </c:pt>
                <c:pt idx="1993">
                  <c:v>0</c:v>
                </c:pt>
                <c:pt idx="1994">
                  <c:v>0</c:v>
                </c:pt>
                <c:pt idx="1995">
                  <c:v>0</c:v>
                </c:pt>
                <c:pt idx="1996">
                  <c:v>0</c:v>
                </c:pt>
                <c:pt idx="1997">
                  <c:v>0</c:v>
                </c:pt>
                <c:pt idx="1998">
                  <c:v>0</c:v>
                </c:pt>
                <c:pt idx="1999">
                  <c:v>0</c:v>
                </c:pt>
                <c:pt idx="2000">
                  <c:v>353.23200000000003</c:v>
                </c:pt>
                <c:pt idx="2001">
                  <c:v>353.23200000000003</c:v>
                </c:pt>
                <c:pt idx="2002">
                  <c:v>353.23200000000003</c:v>
                </c:pt>
                <c:pt idx="2003">
                  <c:v>353.23200000000003</c:v>
                </c:pt>
                <c:pt idx="2004">
                  <c:v>353.23200000000003</c:v>
                </c:pt>
                <c:pt idx="2005">
                  <c:v>353.23200000000003</c:v>
                </c:pt>
                <c:pt idx="2006">
                  <c:v>353.23200000000003</c:v>
                </c:pt>
                <c:pt idx="2007">
                  <c:v>353.23200000000003</c:v>
                </c:pt>
                <c:pt idx="2008">
                  <c:v>353.23200000000003</c:v>
                </c:pt>
                <c:pt idx="2009">
                  <c:v>353.23200000000003</c:v>
                </c:pt>
                <c:pt idx="2010">
                  <c:v>353.23200000000003</c:v>
                </c:pt>
                <c:pt idx="2011">
                  <c:v>353.23200000000003</c:v>
                </c:pt>
                <c:pt idx="2012">
                  <c:v>353.23200000000003</c:v>
                </c:pt>
                <c:pt idx="2013">
                  <c:v>353.23200000000003</c:v>
                </c:pt>
                <c:pt idx="2014">
                  <c:v>0</c:v>
                </c:pt>
                <c:pt idx="2015">
                  <c:v>0</c:v>
                </c:pt>
                <c:pt idx="2016">
                  <c:v>0</c:v>
                </c:pt>
                <c:pt idx="2017">
                  <c:v>0</c:v>
                </c:pt>
                <c:pt idx="2018">
                  <c:v>0</c:v>
                </c:pt>
                <c:pt idx="2019">
                  <c:v>0</c:v>
                </c:pt>
                <c:pt idx="2020">
                  <c:v>0</c:v>
                </c:pt>
                <c:pt idx="2021">
                  <c:v>0</c:v>
                </c:pt>
                <c:pt idx="2022">
                  <c:v>0</c:v>
                </c:pt>
                <c:pt idx="2023">
                  <c:v>0</c:v>
                </c:pt>
                <c:pt idx="2024">
                  <c:v>353.23200000000003</c:v>
                </c:pt>
                <c:pt idx="2025">
                  <c:v>353.23200000000003</c:v>
                </c:pt>
                <c:pt idx="2026">
                  <c:v>353.23200000000003</c:v>
                </c:pt>
                <c:pt idx="2027">
                  <c:v>353.23200000000003</c:v>
                </c:pt>
                <c:pt idx="2028">
                  <c:v>353.23200000000003</c:v>
                </c:pt>
                <c:pt idx="2029">
                  <c:v>353.23200000000003</c:v>
                </c:pt>
                <c:pt idx="2030">
                  <c:v>353.23200000000003</c:v>
                </c:pt>
                <c:pt idx="2031">
                  <c:v>353.23200000000003</c:v>
                </c:pt>
                <c:pt idx="2032">
                  <c:v>353.23200000000003</c:v>
                </c:pt>
                <c:pt idx="2033">
                  <c:v>353.23200000000003</c:v>
                </c:pt>
                <c:pt idx="2034">
                  <c:v>353.23200000000003</c:v>
                </c:pt>
                <c:pt idx="2035">
                  <c:v>353.23200000000003</c:v>
                </c:pt>
                <c:pt idx="2036">
                  <c:v>353.23200000000003</c:v>
                </c:pt>
                <c:pt idx="2037">
                  <c:v>353.23200000000003</c:v>
                </c:pt>
                <c:pt idx="2038">
                  <c:v>0</c:v>
                </c:pt>
                <c:pt idx="2039">
                  <c:v>0</c:v>
                </c:pt>
                <c:pt idx="2040">
                  <c:v>0</c:v>
                </c:pt>
                <c:pt idx="2041">
                  <c:v>0</c:v>
                </c:pt>
                <c:pt idx="2042">
                  <c:v>0</c:v>
                </c:pt>
                <c:pt idx="2043">
                  <c:v>0</c:v>
                </c:pt>
                <c:pt idx="2044">
                  <c:v>0</c:v>
                </c:pt>
                <c:pt idx="2045">
                  <c:v>0</c:v>
                </c:pt>
                <c:pt idx="2046">
                  <c:v>0</c:v>
                </c:pt>
                <c:pt idx="2047">
                  <c:v>0</c:v>
                </c:pt>
                <c:pt idx="2048">
                  <c:v>353.23200000000003</c:v>
                </c:pt>
                <c:pt idx="2049">
                  <c:v>353.23200000000003</c:v>
                </c:pt>
                <c:pt idx="2050">
                  <c:v>353.23200000000003</c:v>
                </c:pt>
                <c:pt idx="2051">
                  <c:v>353.23200000000003</c:v>
                </c:pt>
                <c:pt idx="2052">
                  <c:v>353.23200000000003</c:v>
                </c:pt>
                <c:pt idx="2053">
                  <c:v>353.23200000000003</c:v>
                </c:pt>
                <c:pt idx="2054">
                  <c:v>353.23200000000003</c:v>
                </c:pt>
                <c:pt idx="2055">
                  <c:v>353.23200000000003</c:v>
                </c:pt>
                <c:pt idx="2056">
                  <c:v>353.23200000000003</c:v>
                </c:pt>
                <c:pt idx="2057">
                  <c:v>353.23200000000003</c:v>
                </c:pt>
                <c:pt idx="2058">
                  <c:v>353.23200000000003</c:v>
                </c:pt>
                <c:pt idx="2059">
                  <c:v>353.23200000000003</c:v>
                </c:pt>
                <c:pt idx="2060">
                  <c:v>353.23200000000003</c:v>
                </c:pt>
                <c:pt idx="2061">
                  <c:v>353.23200000000003</c:v>
                </c:pt>
                <c:pt idx="2062">
                  <c:v>0</c:v>
                </c:pt>
                <c:pt idx="2063">
                  <c:v>0</c:v>
                </c:pt>
                <c:pt idx="2064">
                  <c:v>0</c:v>
                </c:pt>
                <c:pt idx="2065">
                  <c:v>0</c:v>
                </c:pt>
                <c:pt idx="2066">
                  <c:v>0</c:v>
                </c:pt>
                <c:pt idx="2067">
                  <c:v>0</c:v>
                </c:pt>
                <c:pt idx="2068">
                  <c:v>0</c:v>
                </c:pt>
                <c:pt idx="2069">
                  <c:v>0</c:v>
                </c:pt>
                <c:pt idx="2070">
                  <c:v>0</c:v>
                </c:pt>
                <c:pt idx="2071">
                  <c:v>0</c:v>
                </c:pt>
                <c:pt idx="2072">
                  <c:v>353.23200000000003</c:v>
                </c:pt>
                <c:pt idx="2073">
                  <c:v>353.23200000000003</c:v>
                </c:pt>
                <c:pt idx="2074">
                  <c:v>353.23200000000003</c:v>
                </c:pt>
                <c:pt idx="2075">
                  <c:v>353.23200000000003</c:v>
                </c:pt>
                <c:pt idx="2076">
                  <c:v>353.23200000000003</c:v>
                </c:pt>
                <c:pt idx="2077">
                  <c:v>353.23200000000003</c:v>
                </c:pt>
                <c:pt idx="2078">
                  <c:v>353.23200000000003</c:v>
                </c:pt>
                <c:pt idx="2079">
                  <c:v>353.23200000000003</c:v>
                </c:pt>
                <c:pt idx="2080">
                  <c:v>353.23200000000003</c:v>
                </c:pt>
                <c:pt idx="2081">
                  <c:v>353.23200000000003</c:v>
                </c:pt>
                <c:pt idx="2082">
                  <c:v>353.23200000000003</c:v>
                </c:pt>
                <c:pt idx="2083">
                  <c:v>353.23200000000003</c:v>
                </c:pt>
                <c:pt idx="2084">
                  <c:v>353.23200000000003</c:v>
                </c:pt>
                <c:pt idx="2085">
                  <c:v>353.23200000000003</c:v>
                </c:pt>
                <c:pt idx="2086">
                  <c:v>0</c:v>
                </c:pt>
                <c:pt idx="2087">
                  <c:v>0</c:v>
                </c:pt>
                <c:pt idx="2088">
                  <c:v>0</c:v>
                </c:pt>
                <c:pt idx="2089">
                  <c:v>0</c:v>
                </c:pt>
                <c:pt idx="2090">
                  <c:v>0</c:v>
                </c:pt>
                <c:pt idx="2091">
                  <c:v>0</c:v>
                </c:pt>
                <c:pt idx="2092">
                  <c:v>0</c:v>
                </c:pt>
                <c:pt idx="2093">
                  <c:v>0</c:v>
                </c:pt>
                <c:pt idx="2094">
                  <c:v>0</c:v>
                </c:pt>
                <c:pt idx="2095">
                  <c:v>0</c:v>
                </c:pt>
                <c:pt idx="2096">
                  <c:v>353.23200000000003</c:v>
                </c:pt>
                <c:pt idx="2097">
                  <c:v>353.23200000000003</c:v>
                </c:pt>
                <c:pt idx="2098">
                  <c:v>353.23200000000003</c:v>
                </c:pt>
                <c:pt idx="2099">
                  <c:v>353.23200000000003</c:v>
                </c:pt>
                <c:pt idx="2100">
                  <c:v>353.23200000000003</c:v>
                </c:pt>
                <c:pt idx="2101">
                  <c:v>353.23200000000003</c:v>
                </c:pt>
                <c:pt idx="2102">
                  <c:v>353.23200000000003</c:v>
                </c:pt>
                <c:pt idx="2103">
                  <c:v>353.23200000000003</c:v>
                </c:pt>
                <c:pt idx="2104">
                  <c:v>353.23200000000003</c:v>
                </c:pt>
                <c:pt idx="2105">
                  <c:v>353.23200000000003</c:v>
                </c:pt>
                <c:pt idx="2106">
                  <c:v>353.23200000000003</c:v>
                </c:pt>
                <c:pt idx="2107">
                  <c:v>353.23200000000003</c:v>
                </c:pt>
                <c:pt idx="2108">
                  <c:v>353.23200000000003</c:v>
                </c:pt>
                <c:pt idx="2109">
                  <c:v>353.23200000000003</c:v>
                </c:pt>
                <c:pt idx="2110">
                  <c:v>0</c:v>
                </c:pt>
                <c:pt idx="2111">
                  <c:v>0</c:v>
                </c:pt>
                <c:pt idx="2112">
                  <c:v>0</c:v>
                </c:pt>
                <c:pt idx="2113">
                  <c:v>0</c:v>
                </c:pt>
                <c:pt idx="2114">
                  <c:v>0</c:v>
                </c:pt>
                <c:pt idx="2115">
                  <c:v>0</c:v>
                </c:pt>
                <c:pt idx="2116">
                  <c:v>0</c:v>
                </c:pt>
                <c:pt idx="2117">
                  <c:v>0</c:v>
                </c:pt>
                <c:pt idx="2118">
                  <c:v>0</c:v>
                </c:pt>
                <c:pt idx="2119">
                  <c:v>0</c:v>
                </c:pt>
                <c:pt idx="2120">
                  <c:v>353.23200000000003</c:v>
                </c:pt>
                <c:pt idx="2121">
                  <c:v>353.23200000000003</c:v>
                </c:pt>
                <c:pt idx="2122">
                  <c:v>353.23200000000003</c:v>
                </c:pt>
                <c:pt idx="2123">
                  <c:v>353.23200000000003</c:v>
                </c:pt>
                <c:pt idx="2124">
                  <c:v>353.23200000000003</c:v>
                </c:pt>
                <c:pt idx="2125">
                  <c:v>353.23200000000003</c:v>
                </c:pt>
                <c:pt idx="2126">
                  <c:v>353.23200000000003</c:v>
                </c:pt>
                <c:pt idx="2127">
                  <c:v>353.23200000000003</c:v>
                </c:pt>
                <c:pt idx="2128">
                  <c:v>353.23200000000003</c:v>
                </c:pt>
                <c:pt idx="2129">
                  <c:v>353.23200000000003</c:v>
                </c:pt>
                <c:pt idx="2130">
                  <c:v>353.23200000000003</c:v>
                </c:pt>
                <c:pt idx="2131">
                  <c:v>353.23200000000003</c:v>
                </c:pt>
                <c:pt idx="2132">
                  <c:v>353.23200000000003</c:v>
                </c:pt>
                <c:pt idx="2133">
                  <c:v>353.23200000000003</c:v>
                </c:pt>
                <c:pt idx="2134">
                  <c:v>0</c:v>
                </c:pt>
                <c:pt idx="2135">
                  <c:v>0</c:v>
                </c:pt>
                <c:pt idx="2136">
                  <c:v>0</c:v>
                </c:pt>
                <c:pt idx="2137">
                  <c:v>0</c:v>
                </c:pt>
                <c:pt idx="2138">
                  <c:v>0</c:v>
                </c:pt>
                <c:pt idx="2139">
                  <c:v>0</c:v>
                </c:pt>
                <c:pt idx="2140">
                  <c:v>0</c:v>
                </c:pt>
                <c:pt idx="2141">
                  <c:v>0</c:v>
                </c:pt>
                <c:pt idx="2142">
                  <c:v>0</c:v>
                </c:pt>
                <c:pt idx="2143">
                  <c:v>0</c:v>
                </c:pt>
                <c:pt idx="2144">
                  <c:v>353.23200000000003</c:v>
                </c:pt>
                <c:pt idx="2145">
                  <c:v>353.23200000000003</c:v>
                </c:pt>
                <c:pt idx="2146">
                  <c:v>353.23200000000003</c:v>
                </c:pt>
                <c:pt idx="2147">
                  <c:v>353.23200000000003</c:v>
                </c:pt>
                <c:pt idx="2148">
                  <c:v>353.23200000000003</c:v>
                </c:pt>
                <c:pt idx="2149">
                  <c:v>353.23200000000003</c:v>
                </c:pt>
                <c:pt idx="2150">
                  <c:v>353.23200000000003</c:v>
                </c:pt>
                <c:pt idx="2151">
                  <c:v>353.23200000000003</c:v>
                </c:pt>
                <c:pt idx="2152">
                  <c:v>353.23200000000003</c:v>
                </c:pt>
                <c:pt idx="2153">
                  <c:v>353.23200000000003</c:v>
                </c:pt>
                <c:pt idx="2154">
                  <c:v>353.23200000000003</c:v>
                </c:pt>
                <c:pt idx="2155">
                  <c:v>353.23200000000003</c:v>
                </c:pt>
                <c:pt idx="2156">
                  <c:v>353.23200000000003</c:v>
                </c:pt>
                <c:pt idx="2157">
                  <c:v>353.23200000000003</c:v>
                </c:pt>
                <c:pt idx="2158">
                  <c:v>0</c:v>
                </c:pt>
                <c:pt idx="2159">
                  <c:v>0</c:v>
                </c:pt>
                <c:pt idx="2160">
                  <c:v>0</c:v>
                </c:pt>
                <c:pt idx="2161">
                  <c:v>0</c:v>
                </c:pt>
                <c:pt idx="2162">
                  <c:v>0</c:v>
                </c:pt>
                <c:pt idx="2163">
                  <c:v>0</c:v>
                </c:pt>
                <c:pt idx="2164">
                  <c:v>0</c:v>
                </c:pt>
                <c:pt idx="2165">
                  <c:v>0</c:v>
                </c:pt>
                <c:pt idx="2166">
                  <c:v>0</c:v>
                </c:pt>
                <c:pt idx="2167">
                  <c:v>0</c:v>
                </c:pt>
                <c:pt idx="2168">
                  <c:v>353.23200000000003</c:v>
                </c:pt>
                <c:pt idx="2169">
                  <c:v>353.23200000000003</c:v>
                </c:pt>
                <c:pt idx="2170">
                  <c:v>353.23200000000003</c:v>
                </c:pt>
                <c:pt idx="2171">
                  <c:v>353.23200000000003</c:v>
                </c:pt>
                <c:pt idx="2172">
                  <c:v>353.23200000000003</c:v>
                </c:pt>
                <c:pt idx="2173">
                  <c:v>353.23200000000003</c:v>
                </c:pt>
                <c:pt idx="2174">
                  <c:v>353.23200000000003</c:v>
                </c:pt>
                <c:pt idx="2175">
                  <c:v>353.23200000000003</c:v>
                </c:pt>
                <c:pt idx="2176">
                  <c:v>353.23200000000003</c:v>
                </c:pt>
                <c:pt idx="2177">
                  <c:v>353.23200000000003</c:v>
                </c:pt>
                <c:pt idx="2178">
                  <c:v>353.23200000000003</c:v>
                </c:pt>
                <c:pt idx="2179">
                  <c:v>353.23200000000003</c:v>
                </c:pt>
                <c:pt idx="2180">
                  <c:v>353.23200000000003</c:v>
                </c:pt>
                <c:pt idx="2181">
                  <c:v>353.23200000000003</c:v>
                </c:pt>
                <c:pt idx="2182">
                  <c:v>0</c:v>
                </c:pt>
                <c:pt idx="2183">
                  <c:v>0</c:v>
                </c:pt>
                <c:pt idx="2184">
                  <c:v>0</c:v>
                </c:pt>
                <c:pt idx="2185">
                  <c:v>0</c:v>
                </c:pt>
                <c:pt idx="2186">
                  <c:v>0</c:v>
                </c:pt>
                <c:pt idx="2187">
                  <c:v>0</c:v>
                </c:pt>
                <c:pt idx="2188">
                  <c:v>0</c:v>
                </c:pt>
                <c:pt idx="2189">
                  <c:v>0</c:v>
                </c:pt>
                <c:pt idx="2190">
                  <c:v>0</c:v>
                </c:pt>
                <c:pt idx="2191">
                  <c:v>0</c:v>
                </c:pt>
                <c:pt idx="2192">
                  <c:v>353.23200000000003</c:v>
                </c:pt>
                <c:pt idx="2193">
                  <c:v>353.23200000000003</c:v>
                </c:pt>
                <c:pt idx="2194">
                  <c:v>353.23200000000003</c:v>
                </c:pt>
                <c:pt idx="2195">
                  <c:v>353.23200000000003</c:v>
                </c:pt>
                <c:pt idx="2196">
                  <c:v>353.23200000000003</c:v>
                </c:pt>
                <c:pt idx="2197">
                  <c:v>353.23200000000003</c:v>
                </c:pt>
                <c:pt idx="2198">
                  <c:v>353.23200000000003</c:v>
                </c:pt>
                <c:pt idx="2199">
                  <c:v>353.23200000000003</c:v>
                </c:pt>
                <c:pt idx="2200">
                  <c:v>353.23200000000003</c:v>
                </c:pt>
                <c:pt idx="2201">
                  <c:v>353.23200000000003</c:v>
                </c:pt>
                <c:pt idx="2202">
                  <c:v>353.23200000000003</c:v>
                </c:pt>
                <c:pt idx="2203">
                  <c:v>353.23200000000003</c:v>
                </c:pt>
                <c:pt idx="2204">
                  <c:v>353.23200000000003</c:v>
                </c:pt>
                <c:pt idx="2205">
                  <c:v>353.23200000000003</c:v>
                </c:pt>
                <c:pt idx="2206">
                  <c:v>0</c:v>
                </c:pt>
                <c:pt idx="2207">
                  <c:v>0</c:v>
                </c:pt>
                <c:pt idx="2208">
                  <c:v>0</c:v>
                </c:pt>
                <c:pt idx="2209">
                  <c:v>0</c:v>
                </c:pt>
                <c:pt idx="2210">
                  <c:v>0</c:v>
                </c:pt>
                <c:pt idx="2211">
                  <c:v>0</c:v>
                </c:pt>
                <c:pt idx="2212">
                  <c:v>0</c:v>
                </c:pt>
                <c:pt idx="2213">
                  <c:v>0</c:v>
                </c:pt>
                <c:pt idx="2214">
                  <c:v>0</c:v>
                </c:pt>
                <c:pt idx="2215">
                  <c:v>0</c:v>
                </c:pt>
                <c:pt idx="2216">
                  <c:v>353.23200000000003</c:v>
                </c:pt>
                <c:pt idx="2217">
                  <c:v>353.23200000000003</c:v>
                </c:pt>
                <c:pt idx="2218">
                  <c:v>353.23200000000003</c:v>
                </c:pt>
                <c:pt idx="2219">
                  <c:v>353.23200000000003</c:v>
                </c:pt>
                <c:pt idx="2220">
                  <c:v>353.23200000000003</c:v>
                </c:pt>
                <c:pt idx="2221">
                  <c:v>353.23200000000003</c:v>
                </c:pt>
                <c:pt idx="2222">
                  <c:v>353.23200000000003</c:v>
                </c:pt>
                <c:pt idx="2223">
                  <c:v>353.23200000000003</c:v>
                </c:pt>
                <c:pt idx="2224">
                  <c:v>353.23200000000003</c:v>
                </c:pt>
                <c:pt idx="2225">
                  <c:v>353.23200000000003</c:v>
                </c:pt>
                <c:pt idx="2226">
                  <c:v>353.23200000000003</c:v>
                </c:pt>
                <c:pt idx="2227">
                  <c:v>353.23200000000003</c:v>
                </c:pt>
                <c:pt idx="2228">
                  <c:v>353.23200000000003</c:v>
                </c:pt>
                <c:pt idx="2229">
                  <c:v>353.23200000000003</c:v>
                </c:pt>
                <c:pt idx="2230">
                  <c:v>0</c:v>
                </c:pt>
                <c:pt idx="2231">
                  <c:v>0</c:v>
                </c:pt>
                <c:pt idx="2232">
                  <c:v>0</c:v>
                </c:pt>
                <c:pt idx="2233">
                  <c:v>0</c:v>
                </c:pt>
                <c:pt idx="2234">
                  <c:v>0</c:v>
                </c:pt>
                <c:pt idx="2235">
                  <c:v>0</c:v>
                </c:pt>
                <c:pt idx="2236">
                  <c:v>0</c:v>
                </c:pt>
                <c:pt idx="2237">
                  <c:v>0</c:v>
                </c:pt>
                <c:pt idx="2238">
                  <c:v>0</c:v>
                </c:pt>
                <c:pt idx="2239">
                  <c:v>0</c:v>
                </c:pt>
                <c:pt idx="2240">
                  <c:v>353.23200000000003</c:v>
                </c:pt>
                <c:pt idx="2241">
                  <c:v>353.23200000000003</c:v>
                </c:pt>
                <c:pt idx="2242">
                  <c:v>353.23200000000003</c:v>
                </c:pt>
                <c:pt idx="2243">
                  <c:v>353.23200000000003</c:v>
                </c:pt>
                <c:pt idx="2244">
                  <c:v>353.23200000000003</c:v>
                </c:pt>
                <c:pt idx="2245">
                  <c:v>353.23200000000003</c:v>
                </c:pt>
                <c:pt idx="2246">
                  <c:v>353.23200000000003</c:v>
                </c:pt>
                <c:pt idx="2247">
                  <c:v>353.23200000000003</c:v>
                </c:pt>
                <c:pt idx="2248">
                  <c:v>353.23200000000003</c:v>
                </c:pt>
                <c:pt idx="2249">
                  <c:v>353.23200000000003</c:v>
                </c:pt>
                <c:pt idx="2250">
                  <c:v>353.23200000000003</c:v>
                </c:pt>
                <c:pt idx="2251">
                  <c:v>353.23200000000003</c:v>
                </c:pt>
                <c:pt idx="2252">
                  <c:v>353.23200000000003</c:v>
                </c:pt>
                <c:pt idx="2253">
                  <c:v>353.23200000000003</c:v>
                </c:pt>
                <c:pt idx="2254">
                  <c:v>0</c:v>
                </c:pt>
                <c:pt idx="2255">
                  <c:v>0</c:v>
                </c:pt>
                <c:pt idx="2256">
                  <c:v>0</c:v>
                </c:pt>
                <c:pt idx="2257">
                  <c:v>0</c:v>
                </c:pt>
                <c:pt idx="2258">
                  <c:v>0</c:v>
                </c:pt>
                <c:pt idx="2259">
                  <c:v>0</c:v>
                </c:pt>
                <c:pt idx="2260">
                  <c:v>0</c:v>
                </c:pt>
                <c:pt idx="2261">
                  <c:v>0</c:v>
                </c:pt>
                <c:pt idx="2262">
                  <c:v>0</c:v>
                </c:pt>
                <c:pt idx="2263">
                  <c:v>0</c:v>
                </c:pt>
                <c:pt idx="2264">
                  <c:v>353.23200000000003</c:v>
                </c:pt>
                <c:pt idx="2265">
                  <c:v>353.23200000000003</c:v>
                </c:pt>
                <c:pt idx="2266">
                  <c:v>353.23200000000003</c:v>
                </c:pt>
                <c:pt idx="2267">
                  <c:v>353.23200000000003</c:v>
                </c:pt>
                <c:pt idx="2268">
                  <c:v>353.23200000000003</c:v>
                </c:pt>
                <c:pt idx="2269">
                  <c:v>353.23200000000003</c:v>
                </c:pt>
                <c:pt idx="2270">
                  <c:v>353.23200000000003</c:v>
                </c:pt>
                <c:pt idx="2271">
                  <c:v>353.23200000000003</c:v>
                </c:pt>
                <c:pt idx="2272">
                  <c:v>353.23200000000003</c:v>
                </c:pt>
                <c:pt idx="2273">
                  <c:v>353.23200000000003</c:v>
                </c:pt>
                <c:pt idx="2274">
                  <c:v>353.23200000000003</c:v>
                </c:pt>
                <c:pt idx="2275">
                  <c:v>353.23200000000003</c:v>
                </c:pt>
                <c:pt idx="2276">
                  <c:v>353.23200000000003</c:v>
                </c:pt>
                <c:pt idx="2277">
                  <c:v>353.23200000000003</c:v>
                </c:pt>
                <c:pt idx="2278">
                  <c:v>0</c:v>
                </c:pt>
                <c:pt idx="2279">
                  <c:v>0</c:v>
                </c:pt>
                <c:pt idx="2280">
                  <c:v>0</c:v>
                </c:pt>
                <c:pt idx="2281">
                  <c:v>0</c:v>
                </c:pt>
                <c:pt idx="2282">
                  <c:v>0</c:v>
                </c:pt>
                <c:pt idx="2283">
                  <c:v>0</c:v>
                </c:pt>
                <c:pt idx="2284">
                  <c:v>0</c:v>
                </c:pt>
                <c:pt idx="2285">
                  <c:v>0</c:v>
                </c:pt>
                <c:pt idx="2286">
                  <c:v>0</c:v>
                </c:pt>
                <c:pt idx="2287">
                  <c:v>0</c:v>
                </c:pt>
                <c:pt idx="2288">
                  <c:v>353.23200000000003</c:v>
                </c:pt>
                <c:pt idx="2289">
                  <c:v>353.23200000000003</c:v>
                </c:pt>
                <c:pt idx="2290">
                  <c:v>353.23200000000003</c:v>
                </c:pt>
                <c:pt idx="2291">
                  <c:v>353.23200000000003</c:v>
                </c:pt>
                <c:pt idx="2292">
                  <c:v>353.23200000000003</c:v>
                </c:pt>
                <c:pt idx="2293">
                  <c:v>353.23200000000003</c:v>
                </c:pt>
                <c:pt idx="2294">
                  <c:v>353.23200000000003</c:v>
                </c:pt>
                <c:pt idx="2295">
                  <c:v>353.23200000000003</c:v>
                </c:pt>
                <c:pt idx="2296">
                  <c:v>353.23200000000003</c:v>
                </c:pt>
                <c:pt idx="2297">
                  <c:v>353.23200000000003</c:v>
                </c:pt>
                <c:pt idx="2298">
                  <c:v>353.23200000000003</c:v>
                </c:pt>
                <c:pt idx="2299">
                  <c:v>353.23200000000003</c:v>
                </c:pt>
                <c:pt idx="2300">
                  <c:v>353.23200000000003</c:v>
                </c:pt>
                <c:pt idx="2301">
                  <c:v>353.23200000000003</c:v>
                </c:pt>
                <c:pt idx="2302">
                  <c:v>0</c:v>
                </c:pt>
                <c:pt idx="2303">
                  <c:v>0</c:v>
                </c:pt>
                <c:pt idx="2304">
                  <c:v>0</c:v>
                </c:pt>
                <c:pt idx="2305">
                  <c:v>0</c:v>
                </c:pt>
                <c:pt idx="2306">
                  <c:v>0</c:v>
                </c:pt>
                <c:pt idx="2307">
                  <c:v>0</c:v>
                </c:pt>
                <c:pt idx="2308">
                  <c:v>0</c:v>
                </c:pt>
                <c:pt idx="2309">
                  <c:v>0</c:v>
                </c:pt>
                <c:pt idx="2310">
                  <c:v>0</c:v>
                </c:pt>
                <c:pt idx="2311">
                  <c:v>353.23200000000003</c:v>
                </c:pt>
                <c:pt idx="2312">
                  <c:v>353.23200000000003</c:v>
                </c:pt>
                <c:pt idx="2313">
                  <c:v>353.23200000000003</c:v>
                </c:pt>
                <c:pt idx="2314">
                  <c:v>353.23200000000003</c:v>
                </c:pt>
                <c:pt idx="2315">
                  <c:v>353.23200000000003</c:v>
                </c:pt>
                <c:pt idx="2316">
                  <c:v>353.23200000000003</c:v>
                </c:pt>
                <c:pt idx="2317">
                  <c:v>353.23200000000003</c:v>
                </c:pt>
                <c:pt idx="2318">
                  <c:v>353.23200000000003</c:v>
                </c:pt>
                <c:pt idx="2319">
                  <c:v>353.23200000000003</c:v>
                </c:pt>
                <c:pt idx="2320">
                  <c:v>353.23200000000003</c:v>
                </c:pt>
                <c:pt idx="2321">
                  <c:v>353.23200000000003</c:v>
                </c:pt>
                <c:pt idx="2322">
                  <c:v>353.23200000000003</c:v>
                </c:pt>
                <c:pt idx="2323">
                  <c:v>353.23200000000003</c:v>
                </c:pt>
                <c:pt idx="2324">
                  <c:v>353.23200000000003</c:v>
                </c:pt>
                <c:pt idx="2325">
                  <c:v>0</c:v>
                </c:pt>
                <c:pt idx="2326">
                  <c:v>0</c:v>
                </c:pt>
                <c:pt idx="2327">
                  <c:v>0</c:v>
                </c:pt>
                <c:pt idx="2328">
                  <c:v>0</c:v>
                </c:pt>
                <c:pt idx="2329">
                  <c:v>0</c:v>
                </c:pt>
                <c:pt idx="2330">
                  <c:v>0</c:v>
                </c:pt>
                <c:pt idx="2331">
                  <c:v>0</c:v>
                </c:pt>
                <c:pt idx="2332">
                  <c:v>0</c:v>
                </c:pt>
                <c:pt idx="2333">
                  <c:v>0</c:v>
                </c:pt>
                <c:pt idx="2334">
                  <c:v>0</c:v>
                </c:pt>
                <c:pt idx="2335">
                  <c:v>353.23200000000003</c:v>
                </c:pt>
                <c:pt idx="2336">
                  <c:v>353.23200000000003</c:v>
                </c:pt>
                <c:pt idx="2337">
                  <c:v>353.23200000000003</c:v>
                </c:pt>
                <c:pt idx="2338">
                  <c:v>353.23200000000003</c:v>
                </c:pt>
                <c:pt idx="2339">
                  <c:v>353.23200000000003</c:v>
                </c:pt>
                <c:pt idx="2340">
                  <c:v>353.23200000000003</c:v>
                </c:pt>
                <c:pt idx="2341">
                  <c:v>353.23200000000003</c:v>
                </c:pt>
                <c:pt idx="2342">
                  <c:v>353.23200000000003</c:v>
                </c:pt>
                <c:pt idx="2343">
                  <c:v>353.23200000000003</c:v>
                </c:pt>
                <c:pt idx="2344">
                  <c:v>353.23200000000003</c:v>
                </c:pt>
                <c:pt idx="2345">
                  <c:v>353.23200000000003</c:v>
                </c:pt>
                <c:pt idx="2346">
                  <c:v>353.23200000000003</c:v>
                </c:pt>
                <c:pt idx="2347">
                  <c:v>353.23200000000003</c:v>
                </c:pt>
                <c:pt idx="2348">
                  <c:v>353.23200000000003</c:v>
                </c:pt>
                <c:pt idx="2349">
                  <c:v>0</c:v>
                </c:pt>
                <c:pt idx="2350">
                  <c:v>0</c:v>
                </c:pt>
                <c:pt idx="2351">
                  <c:v>0</c:v>
                </c:pt>
                <c:pt idx="2352">
                  <c:v>0</c:v>
                </c:pt>
                <c:pt idx="2353">
                  <c:v>0</c:v>
                </c:pt>
                <c:pt idx="2354">
                  <c:v>0</c:v>
                </c:pt>
                <c:pt idx="2355">
                  <c:v>0</c:v>
                </c:pt>
                <c:pt idx="2356">
                  <c:v>0</c:v>
                </c:pt>
                <c:pt idx="2357">
                  <c:v>0</c:v>
                </c:pt>
                <c:pt idx="2358">
                  <c:v>0</c:v>
                </c:pt>
                <c:pt idx="2359">
                  <c:v>353.23200000000003</c:v>
                </c:pt>
                <c:pt idx="2360">
                  <c:v>353.23200000000003</c:v>
                </c:pt>
                <c:pt idx="2361">
                  <c:v>353.23200000000003</c:v>
                </c:pt>
                <c:pt idx="2362">
                  <c:v>353.23200000000003</c:v>
                </c:pt>
                <c:pt idx="2363">
                  <c:v>353.23200000000003</c:v>
                </c:pt>
                <c:pt idx="2364">
                  <c:v>353.23200000000003</c:v>
                </c:pt>
                <c:pt idx="2365">
                  <c:v>353.23200000000003</c:v>
                </c:pt>
                <c:pt idx="2366">
                  <c:v>353.23200000000003</c:v>
                </c:pt>
                <c:pt idx="2367">
                  <c:v>353.23200000000003</c:v>
                </c:pt>
                <c:pt idx="2368">
                  <c:v>353.23200000000003</c:v>
                </c:pt>
                <c:pt idx="2369">
                  <c:v>353.23200000000003</c:v>
                </c:pt>
                <c:pt idx="2370">
                  <c:v>353.23200000000003</c:v>
                </c:pt>
                <c:pt idx="2371">
                  <c:v>353.23200000000003</c:v>
                </c:pt>
                <c:pt idx="2372">
                  <c:v>353.23200000000003</c:v>
                </c:pt>
                <c:pt idx="2373">
                  <c:v>0</c:v>
                </c:pt>
                <c:pt idx="2374">
                  <c:v>0</c:v>
                </c:pt>
                <c:pt idx="2375">
                  <c:v>0</c:v>
                </c:pt>
                <c:pt idx="2376">
                  <c:v>0</c:v>
                </c:pt>
                <c:pt idx="2377">
                  <c:v>0</c:v>
                </c:pt>
                <c:pt idx="2378">
                  <c:v>0</c:v>
                </c:pt>
                <c:pt idx="2379">
                  <c:v>0</c:v>
                </c:pt>
                <c:pt idx="2380">
                  <c:v>0</c:v>
                </c:pt>
                <c:pt idx="2381">
                  <c:v>0</c:v>
                </c:pt>
                <c:pt idx="2382">
                  <c:v>0</c:v>
                </c:pt>
                <c:pt idx="2383">
                  <c:v>353.23200000000003</c:v>
                </c:pt>
                <c:pt idx="2384">
                  <c:v>353.23200000000003</c:v>
                </c:pt>
                <c:pt idx="2385">
                  <c:v>353.23200000000003</c:v>
                </c:pt>
                <c:pt idx="2386">
                  <c:v>353.23200000000003</c:v>
                </c:pt>
                <c:pt idx="2387">
                  <c:v>353.23200000000003</c:v>
                </c:pt>
                <c:pt idx="2388">
                  <c:v>353.23200000000003</c:v>
                </c:pt>
                <c:pt idx="2389">
                  <c:v>353.23200000000003</c:v>
                </c:pt>
                <c:pt idx="2390">
                  <c:v>353.23200000000003</c:v>
                </c:pt>
                <c:pt idx="2391">
                  <c:v>353.23200000000003</c:v>
                </c:pt>
                <c:pt idx="2392">
                  <c:v>353.23200000000003</c:v>
                </c:pt>
                <c:pt idx="2393">
                  <c:v>353.23200000000003</c:v>
                </c:pt>
                <c:pt idx="2394">
                  <c:v>353.23200000000003</c:v>
                </c:pt>
                <c:pt idx="2395">
                  <c:v>353.23200000000003</c:v>
                </c:pt>
                <c:pt idx="2396">
                  <c:v>353.23200000000003</c:v>
                </c:pt>
                <c:pt idx="2397">
                  <c:v>0</c:v>
                </c:pt>
                <c:pt idx="2398">
                  <c:v>0</c:v>
                </c:pt>
                <c:pt idx="2399">
                  <c:v>0</c:v>
                </c:pt>
                <c:pt idx="2400">
                  <c:v>0</c:v>
                </c:pt>
                <c:pt idx="2401">
                  <c:v>0</c:v>
                </c:pt>
                <c:pt idx="2402">
                  <c:v>0</c:v>
                </c:pt>
                <c:pt idx="2403">
                  <c:v>0</c:v>
                </c:pt>
                <c:pt idx="2404">
                  <c:v>0</c:v>
                </c:pt>
                <c:pt idx="2405">
                  <c:v>0</c:v>
                </c:pt>
                <c:pt idx="2406">
                  <c:v>0</c:v>
                </c:pt>
                <c:pt idx="2407">
                  <c:v>353.23200000000003</c:v>
                </c:pt>
                <c:pt idx="2408">
                  <c:v>353.23200000000003</c:v>
                </c:pt>
                <c:pt idx="2409">
                  <c:v>353.23200000000003</c:v>
                </c:pt>
                <c:pt idx="2410">
                  <c:v>353.23200000000003</c:v>
                </c:pt>
                <c:pt idx="2411">
                  <c:v>353.23200000000003</c:v>
                </c:pt>
                <c:pt idx="2412">
                  <c:v>353.23200000000003</c:v>
                </c:pt>
                <c:pt idx="2413">
                  <c:v>353.23200000000003</c:v>
                </c:pt>
                <c:pt idx="2414">
                  <c:v>353.23200000000003</c:v>
                </c:pt>
                <c:pt idx="2415">
                  <c:v>353.23200000000003</c:v>
                </c:pt>
                <c:pt idx="2416">
                  <c:v>353.23200000000003</c:v>
                </c:pt>
                <c:pt idx="2417">
                  <c:v>353.23200000000003</c:v>
                </c:pt>
                <c:pt idx="2418">
                  <c:v>353.23200000000003</c:v>
                </c:pt>
                <c:pt idx="2419">
                  <c:v>353.23200000000003</c:v>
                </c:pt>
                <c:pt idx="2420">
                  <c:v>353.23200000000003</c:v>
                </c:pt>
                <c:pt idx="2421">
                  <c:v>0</c:v>
                </c:pt>
                <c:pt idx="2422">
                  <c:v>0</c:v>
                </c:pt>
                <c:pt idx="2423">
                  <c:v>0</c:v>
                </c:pt>
                <c:pt idx="2424">
                  <c:v>0</c:v>
                </c:pt>
                <c:pt idx="2425">
                  <c:v>0</c:v>
                </c:pt>
                <c:pt idx="2426">
                  <c:v>0</c:v>
                </c:pt>
                <c:pt idx="2427">
                  <c:v>0</c:v>
                </c:pt>
                <c:pt idx="2428">
                  <c:v>0</c:v>
                </c:pt>
                <c:pt idx="2429">
                  <c:v>0</c:v>
                </c:pt>
                <c:pt idx="2430">
                  <c:v>0</c:v>
                </c:pt>
                <c:pt idx="2431">
                  <c:v>353.23200000000003</c:v>
                </c:pt>
                <c:pt idx="2432">
                  <c:v>353.23200000000003</c:v>
                </c:pt>
                <c:pt idx="2433">
                  <c:v>353.23200000000003</c:v>
                </c:pt>
                <c:pt idx="2434">
                  <c:v>353.23200000000003</c:v>
                </c:pt>
                <c:pt idx="2435">
                  <c:v>353.23200000000003</c:v>
                </c:pt>
                <c:pt idx="2436">
                  <c:v>353.23200000000003</c:v>
                </c:pt>
                <c:pt idx="2437">
                  <c:v>353.23200000000003</c:v>
                </c:pt>
                <c:pt idx="2438">
                  <c:v>353.23200000000003</c:v>
                </c:pt>
                <c:pt idx="2439">
                  <c:v>353.23200000000003</c:v>
                </c:pt>
                <c:pt idx="2440">
                  <c:v>353.23200000000003</c:v>
                </c:pt>
                <c:pt idx="2441">
                  <c:v>353.23200000000003</c:v>
                </c:pt>
                <c:pt idx="2442">
                  <c:v>353.23200000000003</c:v>
                </c:pt>
                <c:pt idx="2443">
                  <c:v>353.23200000000003</c:v>
                </c:pt>
                <c:pt idx="2444">
                  <c:v>353.23200000000003</c:v>
                </c:pt>
                <c:pt idx="2445">
                  <c:v>0</c:v>
                </c:pt>
                <c:pt idx="2446">
                  <c:v>0</c:v>
                </c:pt>
                <c:pt idx="2447">
                  <c:v>0</c:v>
                </c:pt>
                <c:pt idx="2448">
                  <c:v>0</c:v>
                </c:pt>
                <c:pt idx="2449">
                  <c:v>0</c:v>
                </c:pt>
                <c:pt idx="2450">
                  <c:v>0</c:v>
                </c:pt>
                <c:pt idx="2451">
                  <c:v>0</c:v>
                </c:pt>
                <c:pt idx="2452">
                  <c:v>0</c:v>
                </c:pt>
                <c:pt idx="2453">
                  <c:v>0</c:v>
                </c:pt>
                <c:pt idx="2454">
                  <c:v>0</c:v>
                </c:pt>
                <c:pt idx="2455">
                  <c:v>353.23200000000003</c:v>
                </c:pt>
                <c:pt idx="2456">
                  <c:v>353.23200000000003</c:v>
                </c:pt>
                <c:pt idx="2457">
                  <c:v>353.23200000000003</c:v>
                </c:pt>
                <c:pt idx="2458">
                  <c:v>353.23200000000003</c:v>
                </c:pt>
                <c:pt idx="2459">
                  <c:v>353.23200000000003</c:v>
                </c:pt>
                <c:pt idx="2460">
                  <c:v>353.23200000000003</c:v>
                </c:pt>
                <c:pt idx="2461">
                  <c:v>353.23200000000003</c:v>
                </c:pt>
                <c:pt idx="2462">
                  <c:v>353.23200000000003</c:v>
                </c:pt>
                <c:pt idx="2463">
                  <c:v>353.23200000000003</c:v>
                </c:pt>
                <c:pt idx="2464">
                  <c:v>353.23200000000003</c:v>
                </c:pt>
                <c:pt idx="2465">
                  <c:v>353.23200000000003</c:v>
                </c:pt>
                <c:pt idx="2466">
                  <c:v>353.23200000000003</c:v>
                </c:pt>
                <c:pt idx="2467">
                  <c:v>353.23200000000003</c:v>
                </c:pt>
                <c:pt idx="2468">
                  <c:v>353.23200000000003</c:v>
                </c:pt>
                <c:pt idx="2469">
                  <c:v>0</c:v>
                </c:pt>
                <c:pt idx="2470">
                  <c:v>0</c:v>
                </c:pt>
                <c:pt idx="2471">
                  <c:v>0</c:v>
                </c:pt>
                <c:pt idx="2472">
                  <c:v>0</c:v>
                </c:pt>
                <c:pt idx="2473">
                  <c:v>0</c:v>
                </c:pt>
                <c:pt idx="2474">
                  <c:v>0</c:v>
                </c:pt>
                <c:pt idx="2475">
                  <c:v>0</c:v>
                </c:pt>
                <c:pt idx="2476">
                  <c:v>0</c:v>
                </c:pt>
                <c:pt idx="2477">
                  <c:v>0</c:v>
                </c:pt>
                <c:pt idx="2478">
                  <c:v>0</c:v>
                </c:pt>
                <c:pt idx="2479">
                  <c:v>353.23200000000003</c:v>
                </c:pt>
                <c:pt idx="2480">
                  <c:v>353.23200000000003</c:v>
                </c:pt>
                <c:pt idx="2481">
                  <c:v>353.23200000000003</c:v>
                </c:pt>
                <c:pt idx="2482">
                  <c:v>353.23200000000003</c:v>
                </c:pt>
                <c:pt idx="2483">
                  <c:v>353.23200000000003</c:v>
                </c:pt>
                <c:pt idx="2484">
                  <c:v>353.23200000000003</c:v>
                </c:pt>
                <c:pt idx="2485">
                  <c:v>353.23200000000003</c:v>
                </c:pt>
                <c:pt idx="2486">
                  <c:v>353.23200000000003</c:v>
                </c:pt>
                <c:pt idx="2487">
                  <c:v>353.23200000000003</c:v>
                </c:pt>
                <c:pt idx="2488">
                  <c:v>353.23200000000003</c:v>
                </c:pt>
                <c:pt idx="2489">
                  <c:v>353.23200000000003</c:v>
                </c:pt>
                <c:pt idx="2490">
                  <c:v>353.23200000000003</c:v>
                </c:pt>
                <c:pt idx="2491">
                  <c:v>353.23200000000003</c:v>
                </c:pt>
                <c:pt idx="2492">
                  <c:v>353.23200000000003</c:v>
                </c:pt>
                <c:pt idx="2493">
                  <c:v>0</c:v>
                </c:pt>
                <c:pt idx="2494">
                  <c:v>0</c:v>
                </c:pt>
                <c:pt idx="2495">
                  <c:v>0</c:v>
                </c:pt>
                <c:pt idx="2496">
                  <c:v>0</c:v>
                </c:pt>
                <c:pt idx="2497">
                  <c:v>0</c:v>
                </c:pt>
                <c:pt idx="2498">
                  <c:v>0</c:v>
                </c:pt>
                <c:pt idx="2499">
                  <c:v>0</c:v>
                </c:pt>
                <c:pt idx="2500">
                  <c:v>0</c:v>
                </c:pt>
                <c:pt idx="2501">
                  <c:v>0</c:v>
                </c:pt>
                <c:pt idx="2502">
                  <c:v>0</c:v>
                </c:pt>
                <c:pt idx="2503">
                  <c:v>353.23200000000003</c:v>
                </c:pt>
                <c:pt idx="2504">
                  <c:v>353.23200000000003</c:v>
                </c:pt>
                <c:pt idx="2505">
                  <c:v>353.23200000000003</c:v>
                </c:pt>
                <c:pt idx="2506">
                  <c:v>353.23200000000003</c:v>
                </c:pt>
                <c:pt idx="2507">
                  <c:v>353.23200000000003</c:v>
                </c:pt>
                <c:pt idx="2508">
                  <c:v>353.23200000000003</c:v>
                </c:pt>
                <c:pt idx="2509">
                  <c:v>353.23200000000003</c:v>
                </c:pt>
                <c:pt idx="2510">
                  <c:v>353.23200000000003</c:v>
                </c:pt>
                <c:pt idx="2511">
                  <c:v>353.23200000000003</c:v>
                </c:pt>
                <c:pt idx="2512">
                  <c:v>353.23200000000003</c:v>
                </c:pt>
                <c:pt idx="2513">
                  <c:v>353.23200000000003</c:v>
                </c:pt>
                <c:pt idx="2514">
                  <c:v>353.23200000000003</c:v>
                </c:pt>
                <c:pt idx="2515">
                  <c:v>353.23200000000003</c:v>
                </c:pt>
                <c:pt idx="2516">
                  <c:v>353.23200000000003</c:v>
                </c:pt>
                <c:pt idx="2517">
                  <c:v>0</c:v>
                </c:pt>
                <c:pt idx="2518">
                  <c:v>0</c:v>
                </c:pt>
                <c:pt idx="2519">
                  <c:v>0</c:v>
                </c:pt>
                <c:pt idx="2520">
                  <c:v>0</c:v>
                </c:pt>
                <c:pt idx="2521">
                  <c:v>0</c:v>
                </c:pt>
                <c:pt idx="2522">
                  <c:v>0</c:v>
                </c:pt>
                <c:pt idx="2523">
                  <c:v>0</c:v>
                </c:pt>
                <c:pt idx="2524">
                  <c:v>0</c:v>
                </c:pt>
                <c:pt idx="2525">
                  <c:v>0</c:v>
                </c:pt>
                <c:pt idx="2526">
                  <c:v>0</c:v>
                </c:pt>
                <c:pt idx="2527">
                  <c:v>353.23200000000003</c:v>
                </c:pt>
                <c:pt idx="2528">
                  <c:v>353.23200000000003</c:v>
                </c:pt>
                <c:pt idx="2529">
                  <c:v>353.23200000000003</c:v>
                </c:pt>
                <c:pt idx="2530">
                  <c:v>353.23200000000003</c:v>
                </c:pt>
                <c:pt idx="2531">
                  <c:v>353.23200000000003</c:v>
                </c:pt>
                <c:pt idx="2532">
                  <c:v>353.23200000000003</c:v>
                </c:pt>
                <c:pt idx="2533">
                  <c:v>353.23200000000003</c:v>
                </c:pt>
                <c:pt idx="2534">
                  <c:v>353.23200000000003</c:v>
                </c:pt>
                <c:pt idx="2535">
                  <c:v>353.23200000000003</c:v>
                </c:pt>
                <c:pt idx="2536">
                  <c:v>353.23200000000003</c:v>
                </c:pt>
                <c:pt idx="2537">
                  <c:v>353.23200000000003</c:v>
                </c:pt>
                <c:pt idx="2538">
                  <c:v>353.23200000000003</c:v>
                </c:pt>
                <c:pt idx="2539">
                  <c:v>353.23200000000003</c:v>
                </c:pt>
                <c:pt idx="2540">
                  <c:v>353.23200000000003</c:v>
                </c:pt>
                <c:pt idx="2541">
                  <c:v>0</c:v>
                </c:pt>
                <c:pt idx="2542">
                  <c:v>0</c:v>
                </c:pt>
                <c:pt idx="2543">
                  <c:v>0</c:v>
                </c:pt>
                <c:pt idx="2544">
                  <c:v>0</c:v>
                </c:pt>
                <c:pt idx="2545">
                  <c:v>0</c:v>
                </c:pt>
                <c:pt idx="2546">
                  <c:v>0</c:v>
                </c:pt>
                <c:pt idx="2547">
                  <c:v>0</c:v>
                </c:pt>
                <c:pt idx="2548">
                  <c:v>0</c:v>
                </c:pt>
                <c:pt idx="2549">
                  <c:v>0</c:v>
                </c:pt>
                <c:pt idx="2550">
                  <c:v>0</c:v>
                </c:pt>
                <c:pt idx="2551">
                  <c:v>353.23200000000003</c:v>
                </c:pt>
                <c:pt idx="2552">
                  <c:v>353.23200000000003</c:v>
                </c:pt>
                <c:pt idx="2553">
                  <c:v>353.23200000000003</c:v>
                </c:pt>
                <c:pt idx="2554">
                  <c:v>353.23200000000003</c:v>
                </c:pt>
                <c:pt idx="2555">
                  <c:v>353.23200000000003</c:v>
                </c:pt>
                <c:pt idx="2556">
                  <c:v>353.23200000000003</c:v>
                </c:pt>
                <c:pt idx="2557">
                  <c:v>353.23200000000003</c:v>
                </c:pt>
                <c:pt idx="2558">
                  <c:v>353.23200000000003</c:v>
                </c:pt>
                <c:pt idx="2559">
                  <c:v>353.23200000000003</c:v>
                </c:pt>
                <c:pt idx="2560">
                  <c:v>353.23200000000003</c:v>
                </c:pt>
                <c:pt idx="2561">
                  <c:v>353.23200000000003</c:v>
                </c:pt>
                <c:pt idx="2562">
                  <c:v>353.23200000000003</c:v>
                </c:pt>
                <c:pt idx="2563">
                  <c:v>353.23200000000003</c:v>
                </c:pt>
                <c:pt idx="2564">
                  <c:v>353.23200000000003</c:v>
                </c:pt>
                <c:pt idx="2565">
                  <c:v>0</c:v>
                </c:pt>
                <c:pt idx="2566">
                  <c:v>0</c:v>
                </c:pt>
                <c:pt idx="2567">
                  <c:v>0</c:v>
                </c:pt>
                <c:pt idx="2568">
                  <c:v>0</c:v>
                </c:pt>
                <c:pt idx="2569">
                  <c:v>0</c:v>
                </c:pt>
                <c:pt idx="2570">
                  <c:v>0</c:v>
                </c:pt>
                <c:pt idx="2571">
                  <c:v>0</c:v>
                </c:pt>
                <c:pt idx="2572">
                  <c:v>0</c:v>
                </c:pt>
                <c:pt idx="2573">
                  <c:v>0</c:v>
                </c:pt>
                <c:pt idx="2574">
                  <c:v>0</c:v>
                </c:pt>
                <c:pt idx="2575">
                  <c:v>353.23200000000003</c:v>
                </c:pt>
                <c:pt idx="2576">
                  <c:v>353.23200000000003</c:v>
                </c:pt>
                <c:pt idx="2577">
                  <c:v>353.23200000000003</c:v>
                </c:pt>
                <c:pt idx="2578">
                  <c:v>353.23200000000003</c:v>
                </c:pt>
                <c:pt idx="2579">
                  <c:v>353.23200000000003</c:v>
                </c:pt>
                <c:pt idx="2580">
                  <c:v>353.23200000000003</c:v>
                </c:pt>
                <c:pt idx="2581">
                  <c:v>353.23200000000003</c:v>
                </c:pt>
                <c:pt idx="2582">
                  <c:v>353.23200000000003</c:v>
                </c:pt>
                <c:pt idx="2583">
                  <c:v>353.23200000000003</c:v>
                </c:pt>
                <c:pt idx="2584">
                  <c:v>353.23200000000003</c:v>
                </c:pt>
                <c:pt idx="2585">
                  <c:v>353.23200000000003</c:v>
                </c:pt>
                <c:pt idx="2586">
                  <c:v>353.23200000000003</c:v>
                </c:pt>
                <c:pt idx="2587">
                  <c:v>353.23200000000003</c:v>
                </c:pt>
                <c:pt idx="2588">
                  <c:v>353.23200000000003</c:v>
                </c:pt>
                <c:pt idx="2589">
                  <c:v>0</c:v>
                </c:pt>
                <c:pt idx="2590">
                  <c:v>0</c:v>
                </c:pt>
                <c:pt idx="2591">
                  <c:v>0</c:v>
                </c:pt>
                <c:pt idx="2592">
                  <c:v>0</c:v>
                </c:pt>
                <c:pt idx="2593">
                  <c:v>0</c:v>
                </c:pt>
                <c:pt idx="2594">
                  <c:v>0</c:v>
                </c:pt>
                <c:pt idx="2595">
                  <c:v>0</c:v>
                </c:pt>
                <c:pt idx="2596">
                  <c:v>0</c:v>
                </c:pt>
                <c:pt idx="2597">
                  <c:v>0</c:v>
                </c:pt>
                <c:pt idx="2598">
                  <c:v>0</c:v>
                </c:pt>
                <c:pt idx="2599">
                  <c:v>353.23200000000003</c:v>
                </c:pt>
                <c:pt idx="2600">
                  <c:v>353.23200000000003</c:v>
                </c:pt>
                <c:pt idx="2601">
                  <c:v>353.23200000000003</c:v>
                </c:pt>
                <c:pt idx="2602">
                  <c:v>353.23200000000003</c:v>
                </c:pt>
                <c:pt idx="2603">
                  <c:v>353.23200000000003</c:v>
                </c:pt>
                <c:pt idx="2604">
                  <c:v>353.23200000000003</c:v>
                </c:pt>
                <c:pt idx="2605">
                  <c:v>353.23200000000003</c:v>
                </c:pt>
                <c:pt idx="2606">
                  <c:v>353.23200000000003</c:v>
                </c:pt>
                <c:pt idx="2607">
                  <c:v>353.23200000000003</c:v>
                </c:pt>
                <c:pt idx="2608">
                  <c:v>353.23200000000003</c:v>
                </c:pt>
                <c:pt idx="2609">
                  <c:v>353.23200000000003</c:v>
                </c:pt>
                <c:pt idx="2610">
                  <c:v>353.23200000000003</c:v>
                </c:pt>
                <c:pt idx="2611">
                  <c:v>353.23200000000003</c:v>
                </c:pt>
                <c:pt idx="2612">
                  <c:v>353.23200000000003</c:v>
                </c:pt>
                <c:pt idx="2613">
                  <c:v>0</c:v>
                </c:pt>
                <c:pt idx="2614">
                  <c:v>0</c:v>
                </c:pt>
                <c:pt idx="2615">
                  <c:v>0</c:v>
                </c:pt>
                <c:pt idx="2616">
                  <c:v>0</c:v>
                </c:pt>
                <c:pt idx="2617">
                  <c:v>0</c:v>
                </c:pt>
                <c:pt idx="2618">
                  <c:v>0</c:v>
                </c:pt>
                <c:pt idx="2619">
                  <c:v>0</c:v>
                </c:pt>
                <c:pt idx="2620">
                  <c:v>0</c:v>
                </c:pt>
                <c:pt idx="2621">
                  <c:v>0</c:v>
                </c:pt>
                <c:pt idx="2622">
                  <c:v>0</c:v>
                </c:pt>
                <c:pt idx="2623">
                  <c:v>353.23200000000003</c:v>
                </c:pt>
                <c:pt idx="2624">
                  <c:v>353.23200000000003</c:v>
                </c:pt>
                <c:pt idx="2625">
                  <c:v>353.23200000000003</c:v>
                </c:pt>
                <c:pt idx="2626">
                  <c:v>353.23200000000003</c:v>
                </c:pt>
                <c:pt idx="2627">
                  <c:v>353.23200000000003</c:v>
                </c:pt>
                <c:pt idx="2628">
                  <c:v>353.23200000000003</c:v>
                </c:pt>
                <c:pt idx="2629">
                  <c:v>353.23200000000003</c:v>
                </c:pt>
                <c:pt idx="2630">
                  <c:v>353.23200000000003</c:v>
                </c:pt>
                <c:pt idx="2631">
                  <c:v>353.23200000000003</c:v>
                </c:pt>
                <c:pt idx="2632">
                  <c:v>353.23200000000003</c:v>
                </c:pt>
                <c:pt idx="2633">
                  <c:v>353.23200000000003</c:v>
                </c:pt>
                <c:pt idx="2634">
                  <c:v>353.23200000000003</c:v>
                </c:pt>
                <c:pt idx="2635">
                  <c:v>353.23200000000003</c:v>
                </c:pt>
                <c:pt idx="2636">
                  <c:v>353.23200000000003</c:v>
                </c:pt>
                <c:pt idx="2637">
                  <c:v>0</c:v>
                </c:pt>
                <c:pt idx="2638">
                  <c:v>0</c:v>
                </c:pt>
                <c:pt idx="2639">
                  <c:v>0</c:v>
                </c:pt>
                <c:pt idx="2640">
                  <c:v>0</c:v>
                </c:pt>
                <c:pt idx="2641">
                  <c:v>0</c:v>
                </c:pt>
                <c:pt idx="2642">
                  <c:v>0</c:v>
                </c:pt>
                <c:pt idx="2643">
                  <c:v>0</c:v>
                </c:pt>
                <c:pt idx="2644">
                  <c:v>0</c:v>
                </c:pt>
                <c:pt idx="2645">
                  <c:v>0</c:v>
                </c:pt>
                <c:pt idx="2646">
                  <c:v>0</c:v>
                </c:pt>
                <c:pt idx="2647">
                  <c:v>353.23200000000003</c:v>
                </c:pt>
                <c:pt idx="2648">
                  <c:v>353.23200000000003</c:v>
                </c:pt>
                <c:pt idx="2649">
                  <c:v>353.23200000000003</c:v>
                </c:pt>
                <c:pt idx="2650">
                  <c:v>353.23200000000003</c:v>
                </c:pt>
                <c:pt idx="2651">
                  <c:v>353.23200000000003</c:v>
                </c:pt>
                <c:pt idx="2652">
                  <c:v>353.23200000000003</c:v>
                </c:pt>
                <c:pt idx="2653">
                  <c:v>353.23200000000003</c:v>
                </c:pt>
                <c:pt idx="2654">
                  <c:v>353.23200000000003</c:v>
                </c:pt>
                <c:pt idx="2655">
                  <c:v>353.23200000000003</c:v>
                </c:pt>
                <c:pt idx="2656">
                  <c:v>353.23200000000003</c:v>
                </c:pt>
                <c:pt idx="2657">
                  <c:v>353.23200000000003</c:v>
                </c:pt>
                <c:pt idx="2658">
                  <c:v>353.23200000000003</c:v>
                </c:pt>
                <c:pt idx="2659">
                  <c:v>353.23200000000003</c:v>
                </c:pt>
                <c:pt idx="2660">
                  <c:v>353.23200000000003</c:v>
                </c:pt>
                <c:pt idx="2661">
                  <c:v>0</c:v>
                </c:pt>
                <c:pt idx="2662">
                  <c:v>0</c:v>
                </c:pt>
                <c:pt idx="2663">
                  <c:v>0</c:v>
                </c:pt>
                <c:pt idx="2664">
                  <c:v>0</c:v>
                </c:pt>
                <c:pt idx="2665">
                  <c:v>0</c:v>
                </c:pt>
                <c:pt idx="2666">
                  <c:v>0</c:v>
                </c:pt>
                <c:pt idx="2667">
                  <c:v>0</c:v>
                </c:pt>
                <c:pt idx="2668">
                  <c:v>0</c:v>
                </c:pt>
                <c:pt idx="2669">
                  <c:v>0</c:v>
                </c:pt>
                <c:pt idx="2670">
                  <c:v>0</c:v>
                </c:pt>
                <c:pt idx="2671">
                  <c:v>353.23200000000003</c:v>
                </c:pt>
                <c:pt idx="2672">
                  <c:v>353.23200000000003</c:v>
                </c:pt>
                <c:pt idx="2673">
                  <c:v>353.23200000000003</c:v>
                </c:pt>
                <c:pt idx="2674">
                  <c:v>353.23200000000003</c:v>
                </c:pt>
                <c:pt idx="2675">
                  <c:v>353.23200000000003</c:v>
                </c:pt>
                <c:pt idx="2676">
                  <c:v>353.23200000000003</c:v>
                </c:pt>
                <c:pt idx="2677">
                  <c:v>353.23200000000003</c:v>
                </c:pt>
                <c:pt idx="2678">
                  <c:v>353.23200000000003</c:v>
                </c:pt>
                <c:pt idx="2679">
                  <c:v>353.23200000000003</c:v>
                </c:pt>
                <c:pt idx="2680">
                  <c:v>353.23200000000003</c:v>
                </c:pt>
                <c:pt idx="2681">
                  <c:v>353.23200000000003</c:v>
                </c:pt>
                <c:pt idx="2682">
                  <c:v>353.23200000000003</c:v>
                </c:pt>
                <c:pt idx="2683">
                  <c:v>353.23200000000003</c:v>
                </c:pt>
                <c:pt idx="2684">
                  <c:v>353.23200000000003</c:v>
                </c:pt>
                <c:pt idx="2685">
                  <c:v>0</c:v>
                </c:pt>
                <c:pt idx="2686">
                  <c:v>0</c:v>
                </c:pt>
                <c:pt idx="2687">
                  <c:v>0</c:v>
                </c:pt>
                <c:pt idx="2688">
                  <c:v>0</c:v>
                </c:pt>
                <c:pt idx="2689">
                  <c:v>0</c:v>
                </c:pt>
                <c:pt idx="2690">
                  <c:v>0</c:v>
                </c:pt>
                <c:pt idx="2691">
                  <c:v>0</c:v>
                </c:pt>
                <c:pt idx="2692">
                  <c:v>0</c:v>
                </c:pt>
                <c:pt idx="2693">
                  <c:v>0</c:v>
                </c:pt>
                <c:pt idx="2694">
                  <c:v>0</c:v>
                </c:pt>
                <c:pt idx="2695">
                  <c:v>353.23200000000003</c:v>
                </c:pt>
                <c:pt idx="2696">
                  <c:v>353.23200000000003</c:v>
                </c:pt>
                <c:pt idx="2697">
                  <c:v>353.23200000000003</c:v>
                </c:pt>
                <c:pt idx="2698">
                  <c:v>353.23200000000003</c:v>
                </c:pt>
                <c:pt idx="2699">
                  <c:v>353.23200000000003</c:v>
                </c:pt>
                <c:pt idx="2700">
                  <c:v>353.23200000000003</c:v>
                </c:pt>
                <c:pt idx="2701">
                  <c:v>353.23200000000003</c:v>
                </c:pt>
                <c:pt idx="2702">
                  <c:v>353.23200000000003</c:v>
                </c:pt>
                <c:pt idx="2703">
                  <c:v>353.23200000000003</c:v>
                </c:pt>
                <c:pt idx="2704">
                  <c:v>353.23200000000003</c:v>
                </c:pt>
                <c:pt idx="2705">
                  <c:v>353.23200000000003</c:v>
                </c:pt>
                <c:pt idx="2706">
                  <c:v>353.23200000000003</c:v>
                </c:pt>
                <c:pt idx="2707">
                  <c:v>353.23200000000003</c:v>
                </c:pt>
                <c:pt idx="2708">
                  <c:v>353.23200000000003</c:v>
                </c:pt>
                <c:pt idx="2709">
                  <c:v>0</c:v>
                </c:pt>
                <c:pt idx="2710">
                  <c:v>0</c:v>
                </c:pt>
                <c:pt idx="2711">
                  <c:v>0</c:v>
                </c:pt>
                <c:pt idx="2712">
                  <c:v>0</c:v>
                </c:pt>
                <c:pt idx="2713">
                  <c:v>0</c:v>
                </c:pt>
                <c:pt idx="2714">
                  <c:v>0</c:v>
                </c:pt>
                <c:pt idx="2715">
                  <c:v>0</c:v>
                </c:pt>
                <c:pt idx="2716">
                  <c:v>0</c:v>
                </c:pt>
                <c:pt idx="2717">
                  <c:v>0</c:v>
                </c:pt>
                <c:pt idx="2718">
                  <c:v>0</c:v>
                </c:pt>
                <c:pt idx="2719">
                  <c:v>353.23200000000003</c:v>
                </c:pt>
                <c:pt idx="2720">
                  <c:v>353.23200000000003</c:v>
                </c:pt>
                <c:pt idx="2721">
                  <c:v>353.23200000000003</c:v>
                </c:pt>
                <c:pt idx="2722">
                  <c:v>353.23200000000003</c:v>
                </c:pt>
                <c:pt idx="2723">
                  <c:v>353.23200000000003</c:v>
                </c:pt>
                <c:pt idx="2724">
                  <c:v>353.23200000000003</c:v>
                </c:pt>
                <c:pt idx="2725">
                  <c:v>353.23200000000003</c:v>
                </c:pt>
                <c:pt idx="2726">
                  <c:v>353.23200000000003</c:v>
                </c:pt>
                <c:pt idx="2727">
                  <c:v>353.23200000000003</c:v>
                </c:pt>
                <c:pt idx="2728">
                  <c:v>353.23200000000003</c:v>
                </c:pt>
                <c:pt idx="2729">
                  <c:v>353.23200000000003</c:v>
                </c:pt>
                <c:pt idx="2730">
                  <c:v>353.23200000000003</c:v>
                </c:pt>
                <c:pt idx="2731">
                  <c:v>353.23200000000003</c:v>
                </c:pt>
                <c:pt idx="2732">
                  <c:v>353.23200000000003</c:v>
                </c:pt>
                <c:pt idx="2733">
                  <c:v>0</c:v>
                </c:pt>
                <c:pt idx="2734">
                  <c:v>0</c:v>
                </c:pt>
                <c:pt idx="2735">
                  <c:v>0</c:v>
                </c:pt>
                <c:pt idx="2736">
                  <c:v>0</c:v>
                </c:pt>
                <c:pt idx="2737">
                  <c:v>0</c:v>
                </c:pt>
                <c:pt idx="2738">
                  <c:v>0</c:v>
                </c:pt>
                <c:pt idx="2739">
                  <c:v>0</c:v>
                </c:pt>
                <c:pt idx="2740">
                  <c:v>0</c:v>
                </c:pt>
                <c:pt idx="2741">
                  <c:v>0</c:v>
                </c:pt>
                <c:pt idx="2742">
                  <c:v>0</c:v>
                </c:pt>
                <c:pt idx="2743">
                  <c:v>353.23200000000003</c:v>
                </c:pt>
                <c:pt idx="2744">
                  <c:v>353.23200000000003</c:v>
                </c:pt>
                <c:pt idx="2745">
                  <c:v>353.23200000000003</c:v>
                </c:pt>
                <c:pt idx="2746">
                  <c:v>353.23200000000003</c:v>
                </c:pt>
                <c:pt idx="2747">
                  <c:v>353.23200000000003</c:v>
                </c:pt>
                <c:pt idx="2748">
                  <c:v>353.23200000000003</c:v>
                </c:pt>
                <c:pt idx="2749">
                  <c:v>353.23200000000003</c:v>
                </c:pt>
                <c:pt idx="2750">
                  <c:v>353.23200000000003</c:v>
                </c:pt>
                <c:pt idx="2751">
                  <c:v>353.23200000000003</c:v>
                </c:pt>
                <c:pt idx="2752">
                  <c:v>353.23200000000003</c:v>
                </c:pt>
                <c:pt idx="2753">
                  <c:v>353.23200000000003</c:v>
                </c:pt>
                <c:pt idx="2754">
                  <c:v>353.23200000000003</c:v>
                </c:pt>
                <c:pt idx="2755">
                  <c:v>353.23200000000003</c:v>
                </c:pt>
                <c:pt idx="2756">
                  <c:v>353.23200000000003</c:v>
                </c:pt>
                <c:pt idx="2757">
                  <c:v>0</c:v>
                </c:pt>
                <c:pt idx="2758">
                  <c:v>0</c:v>
                </c:pt>
                <c:pt idx="2759">
                  <c:v>0</c:v>
                </c:pt>
                <c:pt idx="2760">
                  <c:v>0</c:v>
                </c:pt>
                <c:pt idx="2761">
                  <c:v>0</c:v>
                </c:pt>
                <c:pt idx="2762">
                  <c:v>0</c:v>
                </c:pt>
                <c:pt idx="2763">
                  <c:v>0</c:v>
                </c:pt>
                <c:pt idx="2764">
                  <c:v>0</c:v>
                </c:pt>
                <c:pt idx="2765">
                  <c:v>0</c:v>
                </c:pt>
                <c:pt idx="2766">
                  <c:v>0</c:v>
                </c:pt>
                <c:pt idx="2767">
                  <c:v>353.23200000000003</c:v>
                </c:pt>
                <c:pt idx="2768">
                  <c:v>353.23200000000003</c:v>
                </c:pt>
                <c:pt idx="2769">
                  <c:v>353.23200000000003</c:v>
                </c:pt>
                <c:pt idx="2770">
                  <c:v>353.23200000000003</c:v>
                </c:pt>
                <c:pt idx="2771">
                  <c:v>353.23200000000003</c:v>
                </c:pt>
                <c:pt idx="2772">
                  <c:v>353.23200000000003</c:v>
                </c:pt>
                <c:pt idx="2773">
                  <c:v>353.23200000000003</c:v>
                </c:pt>
                <c:pt idx="2774">
                  <c:v>353.23200000000003</c:v>
                </c:pt>
                <c:pt idx="2775">
                  <c:v>353.23200000000003</c:v>
                </c:pt>
                <c:pt idx="2776">
                  <c:v>353.23200000000003</c:v>
                </c:pt>
                <c:pt idx="2777">
                  <c:v>353.23200000000003</c:v>
                </c:pt>
                <c:pt idx="2778">
                  <c:v>353.23200000000003</c:v>
                </c:pt>
                <c:pt idx="2779">
                  <c:v>353.23200000000003</c:v>
                </c:pt>
                <c:pt idx="2780">
                  <c:v>353.23200000000003</c:v>
                </c:pt>
                <c:pt idx="2781">
                  <c:v>0</c:v>
                </c:pt>
                <c:pt idx="2782">
                  <c:v>0</c:v>
                </c:pt>
                <c:pt idx="2783">
                  <c:v>0</c:v>
                </c:pt>
                <c:pt idx="2784">
                  <c:v>0</c:v>
                </c:pt>
                <c:pt idx="2785">
                  <c:v>0</c:v>
                </c:pt>
                <c:pt idx="2786">
                  <c:v>0</c:v>
                </c:pt>
                <c:pt idx="2787">
                  <c:v>0</c:v>
                </c:pt>
                <c:pt idx="2788">
                  <c:v>0</c:v>
                </c:pt>
                <c:pt idx="2789">
                  <c:v>0</c:v>
                </c:pt>
                <c:pt idx="2790">
                  <c:v>0</c:v>
                </c:pt>
                <c:pt idx="2791">
                  <c:v>353.23200000000003</c:v>
                </c:pt>
                <c:pt idx="2792">
                  <c:v>353.23200000000003</c:v>
                </c:pt>
                <c:pt idx="2793">
                  <c:v>353.23200000000003</c:v>
                </c:pt>
                <c:pt idx="2794">
                  <c:v>353.23200000000003</c:v>
                </c:pt>
                <c:pt idx="2795">
                  <c:v>353.23200000000003</c:v>
                </c:pt>
                <c:pt idx="2796">
                  <c:v>353.23200000000003</c:v>
                </c:pt>
                <c:pt idx="2797">
                  <c:v>353.23200000000003</c:v>
                </c:pt>
                <c:pt idx="2798">
                  <c:v>353.23200000000003</c:v>
                </c:pt>
                <c:pt idx="2799">
                  <c:v>353.23200000000003</c:v>
                </c:pt>
                <c:pt idx="2800">
                  <c:v>353.23200000000003</c:v>
                </c:pt>
                <c:pt idx="2801">
                  <c:v>353.23200000000003</c:v>
                </c:pt>
                <c:pt idx="2802">
                  <c:v>353.23200000000003</c:v>
                </c:pt>
                <c:pt idx="2803">
                  <c:v>353.23200000000003</c:v>
                </c:pt>
                <c:pt idx="2804">
                  <c:v>353.23200000000003</c:v>
                </c:pt>
                <c:pt idx="2805">
                  <c:v>0</c:v>
                </c:pt>
                <c:pt idx="2806">
                  <c:v>0</c:v>
                </c:pt>
                <c:pt idx="2807">
                  <c:v>0</c:v>
                </c:pt>
                <c:pt idx="2808">
                  <c:v>0</c:v>
                </c:pt>
                <c:pt idx="2809">
                  <c:v>0</c:v>
                </c:pt>
                <c:pt idx="2810">
                  <c:v>0</c:v>
                </c:pt>
                <c:pt idx="2811">
                  <c:v>0</c:v>
                </c:pt>
                <c:pt idx="2812">
                  <c:v>0</c:v>
                </c:pt>
                <c:pt idx="2813">
                  <c:v>0</c:v>
                </c:pt>
                <c:pt idx="2814">
                  <c:v>0</c:v>
                </c:pt>
                <c:pt idx="2815">
                  <c:v>353.23200000000003</c:v>
                </c:pt>
                <c:pt idx="2816">
                  <c:v>353.23200000000003</c:v>
                </c:pt>
                <c:pt idx="2817">
                  <c:v>353.23200000000003</c:v>
                </c:pt>
                <c:pt idx="2818">
                  <c:v>353.23200000000003</c:v>
                </c:pt>
                <c:pt idx="2819">
                  <c:v>353.23200000000003</c:v>
                </c:pt>
                <c:pt idx="2820">
                  <c:v>353.23200000000003</c:v>
                </c:pt>
                <c:pt idx="2821">
                  <c:v>353.23200000000003</c:v>
                </c:pt>
                <c:pt idx="2822">
                  <c:v>353.23200000000003</c:v>
                </c:pt>
                <c:pt idx="2823">
                  <c:v>353.23200000000003</c:v>
                </c:pt>
                <c:pt idx="2824">
                  <c:v>353.23200000000003</c:v>
                </c:pt>
                <c:pt idx="2825">
                  <c:v>353.23200000000003</c:v>
                </c:pt>
                <c:pt idx="2826">
                  <c:v>353.23200000000003</c:v>
                </c:pt>
                <c:pt idx="2827">
                  <c:v>353.23200000000003</c:v>
                </c:pt>
                <c:pt idx="2828">
                  <c:v>353.23200000000003</c:v>
                </c:pt>
                <c:pt idx="2829">
                  <c:v>0</c:v>
                </c:pt>
                <c:pt idx="2830">
                  <c:v>0</c:v>
                </c:pt>
                <c:pt idx="2831">
                  <c:v>0</c:v>
                </c:pt>
                <c:pt idx="2832">
                  <c:v>0</c:v>
                </c:pt>
                <c:pt idx="2833">
                  <c:v>0</c:v>
                </c:pt>
                <c:pt idx="2834">
                  <c:v>0</c:v>
                </c:pt>
                <c:pt idx="2835">
                  <c:v>0</c:v>
                </c:pt>
                <c:pt idx="2836">
                  <c:v>0</c:v>
                </c:pt>
                <c:pt idx="2837">
                  <c:v>0</c:v>
                </c:pt>
                <c:pt idx="2838">
                  <c:v>0</c:v>
                </c:pt>
                <c:pt idx="2839">
                  <c:v>353.23200000000003</c:v>
                </c:pt>
                <c:pt idx="2840">
                  <c:v>353.23200000000003</c:v>
                </c:pt>
                <c:pt idx="2841">
                  <c:v>353.23200000000003</c:v>
                </c:pt>
                <c:pt idx="2842">
                  <c:v>353.23200000000003</c:v>
                </c:pt>
                <c:pt idx="2843">
                  <c:v>353.23200000000003</c:v>
                </c:pt>
                <c:pt idx="2844">
                  <c:v>353.23200000000003</c:v>
                </c:pt>
                <c:pt idx="2845">
                  <c:v>353.23200000000003</c:v>
                </c:pt>
                <c:pt idx="2846">
                  <c:v>353.23200000000003</c:v>
                </c:pt>
                <c:pt idx="2847">
                  <c:v>353.23200000000003</c:v>
                </c:pt>
                <c:pt idx="2848">
                  <c:v>353.23200000000003</c:v>
                </c:pt>
                <c:pt idx="2849">
                  <c:v>353.23200000000003</c:v>
                </c:pt>
                <c:pt idx="2850">
                  <c:v>353.23200000000003</c:v>
                </c:pt>
                <c:pt idx="2851">
                  <c:v>353.23200000000003</c:v>
                </c:pt>
                <c:pt idx="2852">
                  <c:v>353.23200000000003</c:v>
                </c:pt>
                <c:pt idx="2853">
                  <c:v>0</c:v>
                </c:pt>
                <c:pt idx="2854">
                  <c:v>0</c:v>
                </c:pt>
                <c:pt idx="2855">
                  <c:v>0</c:v>
                </c:pt>
                <c:pt idx="2856">
                  <c:v>0</c:v>
                </c:pt>
                <c:pt idx="2857">
                  <c:v>0</c:v>
                </c:pt>
                <c:pt idx="2858">
                  <c:v>0</c:v>
                </c:pt>
                <c:pt idx="2859">
                  <c:v>0</c:v>
                </c:pt>
                <c:pt idx="2860">
                  <c:v>0</c:v>
                </c:pt>
                <c:pt idx="2861">
                  <c:v>0</c:v>
                </c:pt>
                <c:pt idx="2862">
                  <c:v>0</c:v>
                </c:pt>
                <c:pt idx="2863">
                  <c:v>353.23200000000003</c:v>
                </c:pt>
                <c:pt idx="2864">
                  <c:v>353.23200000000003</c:v>
                </c:pt>
                <c:pt idx="2865">
                  <c:v>353.23200000000003</c:v>
                </c:pt>
                <c:pt idx="2866">
                  <c:v>353.23200000000003</c:v>
                </c:pt>
                <c:pt idx="2867">
                  <c:v>353.23200000000003</c:v>
                </c:pt>
                <c:pt idx="2868">
                  <c:v>353.23200000000003</c:v>
                </c:pt>
                <c:pt idx="2869">
                  <c:v>353.23200000000003</c:v>
                </c:pt>
                <c:pt idx="2870">
                  <c:v>353.23200000000003</c:v>
                </c:pt>
                <c:pt idx="2871">
                  <c:v>353.23200000000003</c:v>
                </c:pt>
                <c:pt idx="2872">
                  <c:v>353.23200000000003</c:v>
                </c:pt>
                <c:pt idx="2873">
                  <c:v>353.23200000000003</c:v>
                </c:pt>
                <c:pt idx="2874">
                  <c:v>353.23200000000003</c:v>
                </c:pt>
                <c:pt idx="2875">
                  <c:v>353.23200000000003</c:v>
                </c:pt>
                <c:pt idx="2876">
                  <c:v>353.23200000000003</c:v>
                </c:pt>
                <c:pt idx="2877">
                  <c:v>0</c:v>
                </c:pt>
                <c:pt idx="2878">
                  <c:v>0</c:v>
                </c:pt>
                <c:pt idx="2879">
                  <c:v>0</c:v>
                </c:pt>
                <c:pt idx="2880">
                  <c:v>0</c:v>
                </c:pt>
                <c:pt idx="2881">
                  <c:v>0</c:v>
                </c:pt>
                <c:pt idx="2882">
                  <c:v>0</c:v>
                </c:pt>
                <c:pt idx="2883">
                  <c:v>0</c:v>
                </c:pt>
                <c:pt idx="2884">
                  <c:v>0</c:v>
                </c:pt>
                <c:pt idx="2885">
                  <c:v>0</c:v>
                </c:pt>
                <c:pt idx="2886">
                  <c:v>0</c:v>
                </c:pt>
                <c:pt idx="2887">
                  <c:v>353.23200000000003</c:v>
                </c:pt>
                <c:pt idx="2888">
                  <c:v>353.23200000000003</c:v>
                </c:pt>
                <c:pt idx="2889">
                  <c:v>353.23200000000003</c:v>
                </c:pt>
                <c:pt idx="2890">
                  <c:v>353.23200000000003</c:v>
                </c:pt>
                <c:pt idx="2891">
                  <c:v>353.23200000000003</c:v>
                </c:pt>
                <c:pt idx="2892">
                  <c:v>353.23200000000003</c:v>
                </c:pt>
                <c:pt idx="2893">
                  <c:v>353.23200000000003</c:v>
                </c:pt>
                <c:pt idx="2894">
                  <c:v>353.23200000000003</c:v>
                </c:pt>
                <c:pt idx="2895">
                  <c:v>353.23200000000003</c:v>
                </c:pt>
                <c:pt idx="2896">
                  <c:v>353.23200000000003</c:v>
                </c:pt>
                <c:pt idx="2897">
                  <c:v>353.23200000000003</c:v>
                </c:pt>
                <c:pt idx="2898">
                  <c:v>353.23200000000003</c:v>
                </c:pt>
                <c:pt idx="2899">
                  <c:v>353.23200000000003</c:v>
                </c:pt>
                <c:pt idx="2900">
                  <c:v>353.23200000000003</c:v>
                </c:pt>
                <c:pt idx="2901">
                  <c:v>0</c:v>
                </c:pt>
                <c:pt idx="2902">
                  <c:v>0</c:v>
                </c:pt>
                <c:pt idx="2903">
                  <c:v>0</c:v>
                </c:pt>
                <c:pt idx="2904">
                  <c:v>0</c:v>
                </c:pt>
                <c:pt idx="2905">
                  <c:v>0</c:v>
                </c:pt>
                <c:pt idx="2906">
                  <c:v>0</c:v>
                </c:pt>
                <c:pt idx="2907">
                  <c:v>0</c:v>
                </c:pt>
                <c:pt idx="2908">
                  <c:v>0</c:v>
                </c:pt>
                <c:pt idx="2909">
                  <c:v>0</c:v>
                </c:pt>
                <c:pt idx="2910">
                  <c:v>0</c:v>
                </c:pt>
                <c:pt idx="2911">
                  <c:v>353.23200000000003</c:v>
                </c:pt>
                <c:pt idx="2912">
                  <c:v>353.23200000000003</c:v>
                </c:pt>
                <c:pt idx="2913">
                  <c:v>353.23200000000003</c:v>
                </c:pt>
                <c:pt idx="2914">
                  <c:v>353.23200000000003</c:v>
                </c:pt>
                <c:pt idx="2915">
                  <c:v>353.23200000000003</c:v>
                </c:pt>
                <c:pt idx="2916">
                  <c:v>353.23200000000003</c:v>
                </c:pt>
                <c:pt idx="2917">
                  <c:v>353.23200000000003</c:v>
                </c:pt>
                <c:pt idx="2918">
                  <c:v>353.23200000000003</c:v>
                </c:pt>
                <c:pt idx="2919">
                  <c:v>353.23200000000003</c:v>
                </c:pt>
                <c:pt idx="2920">
                  <c:v>353.23200000000003</c:v>
                </c:pt>
                <c:pt idx="2921">
                  <c:v>353.23200000000003</c:v>
                </c:pt>
                <c:pt idx="2922">
                  <c:v>353.23200000000003</c:v>
                </c:pt>
                <c:pt idx="2923">
                  <c:v>353.23200000000003</c:v>
                </c:pt>
                <c:pt idx="2924">
                  <c:v>353.23200000000003</c:v>
                </c:pt>
                <c:pt idx="2925">
                  <c:v>0</c:v>
                </c:pt>
                <c:pt idx="2926">
                  <c:v>0</c:v>
                </c:pt>
                <c:pt idx="2927">
                  <c:v>0</c:v>
                </c:pt>
                <c:pt idx="2928">
                  <c:v>0</c:v>
                </c:pt>
                <c:pt idx="2929">
                  <c:v>0</c:v>
                </c:pt>
                <c:pt idx="2930">
                  <c:v>0</c:v>
                </c:pt>
                <c:pt idx="2931">
                  <c:v>0</c:v>
                </c:pt>
                <c:pt idx="2932">
                  <c:v>0</c:v>
                </c:pt>
                <c:pt idx="2933">
                  <c:v>0</c:v>
                </c:pt>
                <c:pt idx="2934">
                  <c:v>0</c:v>
                </c:pt>
                <c:pt idx="2935">
                  <c:v>353.23200000000003</c:v>
                </c:pt>
                <c:pt idx="2936">
                  <c:v>353.23200000000003</c:v>
                </c:pt>
                <c:pt idx="2937">
                  <c:v>353.23200000000003</c:v>
                </c:pt>
                <c:pt idx="2938">
                  <c:v>353.23200000000003</c:v>
                </c:pt>
                <c:pt idx="2939">
                  <c:v>353.23200000000003</c:v>
                </c:pt>
                <c:pt idx="2940">
                  <c:v>353.23200000000003</c:v>
                </c:pt>
                <c:pt idx="2941">
                  <c:v>353.23200000000003</c:v>
                </c:pt>
                <c:pt idx="2942">
                  <c:v>353.23200000000003</c:v>
                </c:pt>
                <c:pt idx="2943">
                  <c:v>353.23200000000003</c:v>
                </c:pt>
                <c:pt idx="2944">
                  <c:v>353.23200000000003</c:v>
                </c:pt>
                <c:pt idx="2945">
                  <c:v>353.23200000000003</c:v>
                </c:pt>
                <c:pt idx="2946">
                  <c:v>353.23200000000003</c:v>
                </c:pt>
                <c:pt idx="2947">
                  <c:v>353.23200000000003</c:v>
                </c:pt>
                <c:pt idx="2948">
                  <c:v>353.23200000000003</c:v>
                </c:pt>
                <c:pt idx="2949">
                  <c:v>0</c:v>
                </c:pt>
                <c:pt idx="2950">
                  <c:v>0</c:v>
                </c:pt>
                <c:pt idx="2951">
                  <c:v>0</c:v>
                </c:pt>
                <c:pt idx="2952">
                  <c:v>0</c:v>
                </c:pt>
                <c:pt idx="2953">
                  <c:v>0</c:v>
                </c:pt>
                <c:pt idx="2954">
                  <c:v>0</c:v>
                </c:pt>
                <c:pt idx="2955">
                  <c:v>0</c:v>
                </c:pt>
                <c:pt idx="2956">
                  <c:v>0</c:v>
                </c:pt>
                <c:pt idx="2957">
                  <c:v>0</c:v>
                </c:pt>
                <c:pt idx="2958">
                  <c:v>0</c:v>
                </c:pt>
                <c:pt idx="2959">
                  <c:v>353.23200000000003</c:v>
                </c:pt>
                <c:pt idx="2960">
                  <c:v>353.23200000000003</c:v>
                </c:pt>
                <c:pt idx="2961">
                  <c:v>353.23200000000003</c:v>
                </c:pt>
                <c:pt idx="2962">
                  <c:v>353.23200000000003</c:v>
                </c:pt>
                <c:pt idx="2963">
                  <c:v>353.23200000000003</c:v>
                </c:pt>
                <c:pt idx="2964">
                  <c:v>353.23200000000003</c:v>
                </c:pt>
                <c:pt idx="2965">
                  <c:v>353.23200000000003</c:v>
                </c:pt>
                <c:pt idx="2966">
                  <c:v>353.23200000000003</c:v>
                </c:pt>
                <c:pt idx="2967">
                  <c:v>353.23200000000003</c:v>
                </c:pt>
                <c:pt idx="2968">
                  <c:v>353.23200000000003</c:v>
                </c:pt>
                <c:pt idx="2969">
                  <c:v>353.23200000000003</c:v>
                </c:pt>
                <c:pt idx="2970">
                  <c:v>353.23200000000003</c:v>
                </c:pt>
                <c:pt idx="2971">
                  <c:v>353.23200000000003</c:v>
                </c:pt>
                <c:pt idx="2972">
                  <c:v>353.23200000000003</c:v>
                </c:pt>
                <c:pt idx="2973">
                  <c:v>0</c:v>
                </c:pt>
                <c:pt idx="2974">
                  <c:v>0</c:v>
                </c:pt>
                <c:pt idx="2975">
                  <c:v>0</c:v>
                </c:pt>
                <c:pt idx="2976">
                  <c:v>0</c:v>
                </c:pt>
                <c:pt idx="2977">
                  <c:v>0</c:v>
                </c:pt>
                <c:pt idx="2978">
                  <c:v>0</c:v>
                </c:pt>
                <c:pt idx="2979">
                  <c:v>0</c:v>
                </c:pt>
                <c:pt idx="2980">
                  <c:v>0</c:v>
                </c:pt>
                <c:pt idx="2981">
                  <c:v>0</c:v>
                </c:pt>
                <c:pt idx="2982">
                  <c:v>0</c:v>
                </c:pt>
                <c:pt idx="2983">
                  <c:v>353.23200000000003</c:v>
                </c:pt>
                <c:pt idx="2984">
                  <c:v>353.23200000000003</c:v>
                </c:pt>
                <c:pt idx="2985">
                  <c:v>353.23200000000003</c:v>
                </c:pt>
                <c:pt idx="2986">
                  <c:v>353.23200000000003</c:v>
                </c:pt>
                <c:pt idx="2987">
                  <c:v>353.23200000000003</c:v>
                </c:pt>
                <c:pt idx="2988">
                  <c:v>353.23200000000003</c:v>
                </c:pt>
                <c:pt idx="2989">
                  <c:v>353.23200000000003</c:v>
                </c:pt>
                <c:pt idx="2990">
                  <c:v>353.23200000000003</c:v>
                </c:pt>
                <c:pt idx="2991">
                  <c:v>353.23200000000003</c:v>
                </c:pt>
                <c:pt idx="2992">
                  <c:v>353.23200000000003</c:v>
                </c:pt>
                <c:pt idx="2993">
                  <c:v>353.23200000000003</c:v>
                </c:pt>
                <c:pt idx="2994">
                  <c:v>353.23200000000003</c:v>
                </c:pt>
                <c:pt idx="2995">
                  <c:v>353.23200000000003</c:v>
                </c:pt>
                <c:pt idx="2996">
                  <c:v>353.23200000000003</c:v>
                </c:pt>
                <c:pt idx="2997">
                  <c:v>0</c:v>
                </c:pt>
                <c:pt idx="2998">
                  <c:v>0</c:v>
                </c:pt>
                <c:pt idx="2999">
                  <c:v>0</c:v>
                </c:pt>
                <c:pt idx="3000">
                  <c:v>0</c:v>
                </c:pt>
                <c:pt idx="3001">
                  <c:v>0</c:v>
                </c:pt>
                <c:pt idx="3002">
                  <c:v>0</c:v>
                </c:pt>
                <c:pt idx="3003">
                  <c:v>0</c:v>
                </c:pt>
                <c:pt idx="3004">
                  <c:v>0</c:v>
                </c:pt>
                <c:pt idx="3005">
                  <c:v>0</c:v>
                </c:pt>
                <c:pt idx="3006">
                  <c:v>0</c:v>
                </c:pt>
                <c:pt idx="3007">
                  <c:v>353.23200000000003</c:v>
                </c:pt>
                <c:pt idx="3008">
                  <c:v>353.23200000000003</c:v>
                </c:pt>
                <c:pt idx="3009">
                  <c:v>353.23200000000003</c:v>
                </c:pt>
                <c:pt idx="3010">
                  <c:v>353.23200000000003</c:v>
                </c:pt>
                <c:pt idx="3011">
                  <c:v>353.23200000000003</c:v>
                </c:pt>
                <c:pt idx="3012">
                  <c:v>353.23200000000003</c:v>
                </c:pt>
                <c:pt idx="3013">
                  <c:v>353.23200000000003</c:v>
                </c:pt>
                <c:pt idx="3014">
                  <c:v>353.23200000000003</c:v>
                </c:pt>
                <c:pt idx="3015">
                  <c:v>353.23200000000003</c:v>
                </c:pt>
                <c:pt idx="3016">
                  <c:v>353.23200000000003</c:v>
                </c:pt>
                <c:pt idx="3017">
                  <c:v>353.23200000000003</c:v>
                </c:pt>
                <c:pt idx="3018">
                  <c:v>353.23200000000003</c:v>
                </c:pt>
                <c:pt idx="3019">
                  <c:v>353.23200000000003</c:v>
                </c:pt>
                <c:pt idx="3020">
                  <c:v>353.23200000000003</c:v>
                </c:pt>
                <c:pt idx="3021">
                  <c:v>0</c:v>
                </c:pt>
                <c:pt idx="3022">
                  <c:v>0</c:v>
                </c:pt>
                <c:pt idx="3023">
                  <c:v>0</c:v>
                </c:pt>
                <c:pt idx="3024">
                  <c:v>0</c:v>
                </c:pt>
                <c:pt idx="3025">
                  <c:v>0</c:v>
                </c:pt>
                <c:pt idx="3026">
                  <c:v>0</c:v>
                </c:pt>
                <c:pt idx="3027">
                  <c:v>0</c:v>
                </c:pt>
                <c:pt idx="3028">
                  <c:v>0</c:v>
                </c:pt>
                <c:pt idx="3029">
                  <c:v>0</c:v>
                </c:pt>
                <c:pt idx="3030">
                  <c:v>0</c:v>
                </c:pt>
                <c:pt idx="3031">
                  <c:v>353.23200000000003</c:v>
                </c:pt>
                <c:pt idx="3032">
                  <c:v>353.23200000000003</c:v>
                </c:pt>
                <c:pt idx="3033">
                  <c:v>353.23200000000003</c:v>
                </c:pt>
                <c:pt idx="3034">
                  <c:v>353.23200000000003</c:v>
                </c:pt>
                <c:pt idx="3035">
                  <c:v>353.23200000000003</c:v>
                </c:pt>
                <c:pt idx="3036">
                  <c:v>353.23200000000003</c:v>
                </c:pt>
                <c:pt idx="3037">
                  <c:v>353.23200000000003</c:v>
                </c:pt>
                <c:pt idx="3038">
                  <c:v>353.23200000000003</c:v>
                </c:pt>
                <c:pt idx="3039">
                  <c:v>353.23200000000003</c:v>
                </c:pt>
                <c:pt idx="3040">
                  <c:v>353.23200000000003</c:v>
                </c:pt>
                <c:pt idx="3041">
                  <c:v>353.23200000000003</c:v>
                </c:pt>
                <c:pt idx="3042">
                  <c:v>353.23200000000003</c:v>
                </c:pt>
                <c:pt idx="3043">
                  <c:v>353.23200000000003</c:v>
                </c:pt>
                <c:pt idx="3044">
                  <c:v>353.23200000000003</c:v>
                </c:pt>
                <c:pt idx="3045">
                  <c:v>0</c:v>
                </c:pt>
                <c:pt idx="3046">
                  <c:v>0</c:v>
                </c:pt>
                <c:pt idx="3047">
                  <c:v>0</c:v>
                </c:pt>
                <c:pt idx="3048">
                  <c:v>0</c:v>
                </c:pt>
                <c:pt idx="3049">
                  <c:v>0</c:v>
                </c:pt>
                <c:pt idx="3050">
                  <c:v>0</c:v>
                </c:pt>
                <c:pt idx="3051">
                  <c:v>0</c:v>
                </c:pt>
                <c:pt idx="3052">
                  <c:v>0</c:v>
                </c:pt>
                <c:pt idx="3053">
                  <c:v>0</c:v>
                </c:pt>
                <c:pt idx="3054">
                  <c:v>0</c:v>
                </c:pt>
                <c:pt idx="3055">
                  <c:v>353.23200000000003</c:v>
                </c:pt>
                <c:pt idx="3056">
                  <c:v>353.23200000000003</c:v>
                </c:pt>
                <c:pt idx="3057">
                  <c:v>353.23200000000003</c:v>
                </c:pt>
                <c:pt idx="3058">
                  <c:v>353.23200000000003</c:v>
                </c:pt>
                <c:pt idx="3059">
                  <c:v>353.23200000000003</c:v>
                </c:pt>
                <c:pt idx="3060">
                  <c:v>353.23200000000003</c:v>
                </c:pt>
                <c:pt idx="3061">
                  <c:v>353.23200000000003</c:v>
                </c:pt>
                <c:pt idx="3062">
                  <c:v>353.23200000000003</c:v>
                </c:pt>
                <c:pt idx="3063">
                  <c:v>353.23200000000003</c:v>
                </c:pt>
                <c:pt idx="3064">
                  <c:v>353.23200000000003</c:v>
                </c:pt>
                <c:pt idx="3065">
                  <c:v>353.23200000000003</c:v>
                </c:pt>
                <c:pt idx="3066">
                  <c:v>353.23200000000003</c:v>
                </c:pt>
                <c:pt idx="3067">
                  <c:v>353.23200000000003</c:v>
                </c:pt>
                <c:pt idx="3068">
                  <c:v>353.23200000000003</c:v>
                </c:pt>
                <c:pt idx="3069">
                  <c:v>0</c:v>
                </c:pt>
                <c:pt idx="3070">
                  <c:v>0</c:v>
                </c:pt>
                <c:pt idx="3071">
                  <c:v>0</c:v>
                </c:pt>
                <c:pt idx="3072">
                  <c:v>0</c:v>
                </c:pt>
                <c:pt idx="3073">
                  <c:v>0</c:v>
                </c:pt>
                <c:pt idx="3074">
                  <c:v>0</c:v>
                </c:pt>
                <c:pt idx="3075">
                  <c:v>0</c:v>
                </c:pt>
                <c:pt idx="3076">
                  <c:v>0</c:v>
                </c:pt>
                <c:pt idx="3077">
                  <c:v>0</c:v>
                </c:pt>
                <c:pt idx="3078">
                  <c:v>0</c:v>
                </c:pt>
                <c:pt idx="3079">
                  <c:v>353.23200000000003</c:v>
                </c:pt>
                <c:pt idx="3080">
                  <c:v>353.23200000000003</c:v>
                </c:pt>
                <c:pt idx="3081">
                  <c:v>353.23200000000003</c:v>
                </c:pt>
                <c:pt idx="3082">
                  <c:v>353.23200000000003</c:v>
                </c:pt>
                <c:pt idx="3083">
                  <c:v>353.23200000000003</c:v>
                </c:pt>
                <c:pt idx="3084">
                  <c:v>353.23200000000003</c:v>
                </c:pt>
                <c:pt idx="3085">
                  <c:v>353.23200000000003</c:v>
                </c:pt>
                <c:pt idx="3086">
                  <c:v>353.23200000000003</c:v>
                </c:pt>
                <c:pt idx="3087">
                  <c:v>353.23200000000003</c:v>
                </c:pt>
                <c:pt idx="3088">
                  <c:v>353.23200000000003</c:v>
                </c:pt>
                <c:pt idx="3089">
                  <c:v>353.23200000000003</c:v>
                </c:pt>
                <c:pt idx="3090">
                  <c:v>353.23200000000003</c:v>
                </c:pt>
                <c:pt idx="3091">
                  <c:v>353.23200000000003</c:v>
                </c:pt>
                <c:pt idx="3092">
                  <c:v>353.23200000000003</c:v>
                </c:pt>
                <c:pt idx="3093">
                  <c:v>0</c:v>
                </c:pt>
                <c:pt idx="3094">
                  <c:v>0</c:v>
                </c:pt>
                <c:pt idx="3095">
                  <c:v>0</c:v>
                </c:pt>
                <c:pt idx="3096">
                  <c:v>0</c:v>
                </c:pt>
                <c:pt idx="3097">
                  <c:v>0</c:v>
                </c:pt>
                <c:pt idx="3098">
                  <c:v>0</c:v>
                </c:pt>
                <c:pt idx="3099">
                  <c:v>0</c:v>
                </c:pt>
                <c:pt idx="3100">
                  <c:v>0</c:v>
                </c:pt>
                <c:pt idx="3101">
                  <c:v>0</c:v>
                </c:pt>
                <c:pt idx="3102">
                  <c:v>0</c:v>
                </c:pt>
                <c:pt idx="3103">
                  <c:v>353.23200000000003</c:v>
                </c:pt>
                <c:pt idx="3104">
                  <c:v>353.23200000000003</c:v>
                </c:pt>
                <c:pt idx="3105">
                  <c:v>353.23200000000003</c:v>
                </c:pt>
                <c:pt idx="3106">
                  <c:v>353.23200000000003</c:v>
                </c:pt>
                <c:pt idx="3107">
                  <c:v>353.23200000000003</c:v>
                </c:pt>
                <c:pt idx="3108">
                  <c:v>353.23200000000003</c:v>
                </c:pt>
                <c:pt idx="3109">
                  <c:v>353.23200000000003</c:v>
                </c:pt>
                <c:pt idx="3110">
                  <c:v>353.23200000000003</c:v>
                </c:pt>
                <c:pt idx="3111">
                  <c:v>353.23200000000003</c:v>
                </c:pt>
                <c:pt idx="3112">
                  <c:v>353.23200000000003</c:v>
                </c:pt>
                <c:pt idx="3113">
                  <c:v>353.23200000000003</c:v>
                </c:pt>
                <c:pt idx="3114">
                  <c:v>353.23200000000003</c:v>
                </c:pt>
                <c:pt idx="3115">
                  <c:v>353.23200000000003</c:v>
                </c:pt>
                <c:pt idx="3116">
                  <c:v>353.23200000000003</c:v>
                </c:pt>
                <c:pt idx="3117">
                  <c:v>0</c:v>
                </c:pt>
                <c:pt idx="3118">
                  <c:v>0</c:v>
                </c:pt>
                <c:pt idx="3119">
                  <c:v>0</c:v>
                </c:pt>
                <c:pt idx="3120">
                  <c:v>0</c:v>
                </c:pt>
                <c:pt idx="3121">
                  <c:v>0</c:v>
                </c:pt>
                <c:pt idx="3122">
                  <c:v>0</c:v>
                </c:pt>
                <c:pt idx="3123">
                  <c:v>0</c:v>
                </c:pt>
                <c:pt idx="3124">
                  <c:v>0</c:v>
                </c:pt>
                <c:pt idx="3125">
                  <c:v>0</c:v>
                </c:pt>
                <c:pt idx="3126">
                  <c:v>0</c:v>
                </c:pt>
                <c:pt idx="3127">
                  <c:v>353.23200000000003</c:v>
                </c:pt>
                <c:pt idx="3128">
                  <c:v>353.23200000000003</c:v>
                </c:pt>
                <c:pt idx="3129">
                  <c:v>353.23200000000003</c:v>
                </c:pt>
                <c:pt idx="3130">
                  <c:v>353.23200000000003</c:v>
                </c:pt>
                <c:pt idx="3131">
                  <c:v>353.23200000000003</c:v>
                </c:pt>
                <c:pt idx="3132">
                  <c:v>353.23200000000003</c:v>
                </c:pt>
                <c:pt idx="3133">
                  <c:v>353.23200000000003</c:v>
                </c:pt>
                <c:pt idx="3134">
                  <c:v>353.23200000000003</c:v>
                </c:pt>
                <c:pt idx="3135">
                  <c:v>353.23200000000003</c:v>
                </c:pt>
                <c:pt idx="3136">
                  <c:v>353.23200000000003</c:v>
                </c:pt>
                <c:pt idx="3137">
                  <c:v>353.23200000000003</c:v>
                </c:pt>
                <c:pt idx="3138">
                  <c:v>353.23200000000003</c:v>
                </c:pt>
                <c:pt idx="3139">
                  <c:v>353.23200000000003</c:v>
                </c:pt>
                <c:pt idx="3140">
                  <c:v>353.23200000000003</c:v>
                </c:pt>
                <c:pt idx="3141">
                  <c:v>0</c:v>
                </c:pt>
                <c:pt idx="3142">
                  <c:v>0</c:v>
                </c:pt>
                <c:pt idx="3143">
                  <c:v>0</c:v>
                </c:pt>
                <c:pt idx="3144">
                  <c:v>0</c:v>
                </c:pt>
                <c:pt idx="3145">
                  <c:v>0</c:v>
                </c:pt>
                <c:pt idx="3146">
                  <c:v>0</c:v>
                </c:pt>
                <c:pt idx="3147">
                  <c:v>0</c:v>
                </c:pt>
                <c:pt idx="3148">
                  <c:v>0</c:v>
                </c:pt>
                <c:pt idx="3149">
                  <c:v>0</c:v>
                </c:pt>
                <c:pt idx="3150">
                  <c:v>0</c:v>
                </c:pt>
                <c:pt idx="3151">
                  <c:v>353.23200000000003</c:v>
                </c:pt>
                <c:pt idx="3152">
                  <c:v>353.23200000000003</c:v>
                </c:pt>
                <c:pt idx="3153">
                  <c:v>353.23200000000003</c:v>
                </c:pt>
                <c:pt idx="3154">
                  <c:v>353.23200000000003</c:v>
                </c:pt>
                <c:pt idx="3155">
                  <c:v>353.23200000000003</c:v>
                </c:pt>
                <c:pt idx="3156">
                  <c:v>353.23200000000003</c:v>
                </c:pt>
                <c:pt idx="3157">
                  <c:v>353.23200000000003</c:v>
                </c:pt>
                <c:pt idx="3158">
                  <c:v>353.23200000000003</c:v>
                </c:pt>
                <c:pt idx="3159">
                  <c:v>353.23200000000003</c:v>
                </c:pt>
                <c:pt idx="3160">
                  <c:v>353.23200000000003</c:v>
                </c:pt>
                <c:pt idx="3161">
                  <c:v>353.23200000000003</c:v>
                </c:pt>
                <c:pt idx="3162">
                  <c:v>353.23200000000003</c:v>
                </c:pt>
                <c:pt idx="3163">
                  <c:v>353.23200000000003</c:v>
                </c:pt>
                <c:pt idx="3164">
                  <c:v>353.23200000000003</c:v>
                </c:pt>
                <c:pt idx="3165">
                  <c:v>0</c:v>
                </c:pt>
                <c:pt idx="3166">
                  <c:v>0</c:v>
                </c:pt>
                <c:pt idx="3167">
                  <c:v>0</c:v>
                </c:pt>
                <c:pt idx="3168">
                  <c:v>0</c:v>
                </c:pt>
                <c:pt idx="3169">
                  <c:v>0</c:v>
                </c:pt>
                <c:pt idx="3170">
                  <c:v>0</c:v>
                </c:pt>
                <c:pt idx="3171">
                  <c:v>0</c:v>
                </c:pt>
                <c:pt idx="3172">
                  <c:v>0</c:v>
                </c:pt>
                <c:pt idx="3173">
                  <c:v>0</c:v>
                </c:pt>
                <c:pt idx="3174">
                  <c:v>0</c:v>
                </c:pt>
                <c:pt idx="3175">
                  <c:v>353.23200000000003</c:v>
                </c:pt>
                <c:pt idx="3176">
                  <c:v>353.23200000000003</c:v>
                </c:pt>
                <c:pt idx="3177">
                  <c:v>353.23200000000003</c:v>
                </c:pt>
                <c:pt idx="3178">
                  <c:v>353.23200000000003</c:v>
                </c:pt>
                <c:pt idx="3179">
                  <c:v>353.23200000000003</c:v>
                </c:pt>
                <c:pt idx="3180">
                  <c:v>353.23200000000003</c:v>
                </c:pt>
                <c:pt idx="3181">
                  <c:v>353.23200000000003</c:v>
                </c:pt>
                <c:pt idx="3182">
                  <c:v>353.23200000000003</c:v>
                </c:pt>
                <c:pt idx="3183">
                  <c:v>353.23200000000003</c:v>
                </c:pt>
                <c:pt idx="3184">
                  <c:v>353.23200000000003</c:v>
                </c:pt>
                <c:pt idx="3185">
                  <c:v>353.23200000000003</c:v>
                </c:pt>
                <c:pt idx="3186">
                  <c:v>353.23200000000003</c:v>
                </c:pt>
                <c:pt idx="3187">
                  <c:v>353.23200000000003</c:v>
                </c:pt>
                <c:pt idx="3188">
                  <c:v>353.23200000000003</c:v>
                </c:pt>
                <c:pt idx="3189">
                  <c:v>0</c:v>
                </c:pt>
                <c:pt idx="3190">
                  <c:v>0</c:v>
                </c:pt>
                <c:pt idx="3191">
                  <c:v>0</c:v>
                </c:pt>
                <c:pt idx="3192">
                  <c:v>0</c:v>
                </c:pt>
                <c:pt idx="3193">
                  <c:v>0</c:v>
                </c:pt>
                <c:pt idx="3194">
                  <c:v>0</c:v>
                </c:pt>
                <c:pt idx="3195">
                  <c:v>0</c:v>
                </c:pt>
                <c:pt idx="3196">
                  <c:v>0</c:v>
                </c:pt>
                <c:pt idx="3197">
                  <c:v>0</c:v>
                </c:pt>
                <c:pt idx="3198">
                  <c:v>0</c:v>
                </c:pt>
                <c:pt idx="3199">
                  <c:v>353.23200000000003</c:v>
                </c:pt>
                <c:pt idx="3200">
                  <c:v>353.23200000000003</c:v>
                </c:pt>
                <c:pt idx="3201">
                  <c:v>353.23200000000003</c:v>
                </c:pt>
                <c:pt idx="3202">
                  <c:v>353.23200000000003</c:v>
                </c:pt>
                <c:pt idx="3203">
                  <c:v>353.23200000000003</c:v>
                </c:pt>
                <c:pt idx="3204">
                  <c:v>353.23200000000003</c:v>
                </c:pt>
                <c:pt idx="3205">
                  <c:v>353.23200000000003</c:v>
                </c:pt>
                <c:pt idx="3206">
                  <c:v>353.23200000000003</c:v>
                </c:pt>
                <c:pt idx="3207">
                  <c:v>353.23200000000003</c:v>
                </c:pt>
                <c:pt idx="3208">
                  <c:v>353.23200000000003</c:v>
                </c:pt>
                <c:pt idx="3209">
                  <c:v>353.23200000000003</c:v>
                </c:pt>
                <c:pt idx="3210">
                  <c:v>353.23200000000003</c:v>
                </c:pt>
                <c:pt idx="3211">
                  <c:v>353.23200000000003</c:v>
                </c:pt>
                <c:pt idx="3212">
                  <c:v>353.23200000000003</c:v>
                </c:pt>
                <c:pt idx="3213">
                  <c:v>0</c:v>
                </c:pt>
                <c:pt idx="3214">
                  <c:v>0</c:v>
                </c:pt>
                <c:pt idx="3215">
                  <c:v>0</c:v>
                </c:pt>
                <c:pt idx="3216">
                  <c:v>0</c:v>
                </c:pt>
                <c:pt idx="3217">
                  <c:v>0</c:v>
                </c:pt>
                <c:pt idx="3218">
                  <c:v>0</c:v>
                </c:pt>
                <c:pt idx="3219">
                  <c:v>0</c:v>
                </c:pt>
                <c:pt idx="3220">
                  <c:v>0</c:v>
                </c:pt>
                <c:pt idx="3221">
                  <c:v>0</c:v>
                </c:pt>
                <c:pt idx="3222">
                  <c:v>0</c:v>
                </c:pt>
                <c:pt idx="3223">
                  <c:v>353.23200000000003</c:v>
                </c:pt>
                <c:pt idx="3224">
                  <c:v>353.23200000000003</c:v>
                </c:pt>
                <c:pt idx="3225">
                  <c:v>353.23200000000003</c:v>
                </c:pt>
                <c:pt idx="3226">
                  <c:v>353.23200000000003</c:v>
                </c:pt>
                <c:pt idx="3227">
                  <c:v>353.23200000000003</c:v>
                </c:pt>
                <c:pt idx="3228">
                  <c:v>353.23200000000003</c:v>
                </c:pt>
                <c:pt idx="3229">
                  <c:v>353.23200000000003</c:v>
                </c:pt>
                <c:pt idx="3230">
                  <c:v>353.23200000000003</c:v>
                </c:pt>
                <c:pt idx="3231">
                  <c:v>353.23200000000003</c:v>
                </c:pt>
                <c:pt idx="3232">
                  <c:v>353.23200000000003</c:v>
                </c:pt>
                <c:pt idx="3233">
                  <c:v>353.23200000000003</c:v>
                </c:pt>
                <c:pt idx="3234">
                  <c:v>353.23200000000003</c:v>
                </c:pt>
                <c:pt idx="3235">
                  <c:v>353.23200000000003</c:v>
                </c:pt>
                <c:pt idx="3236">
                  <c:v>353.23200000000003</c:v>
                </c:pt>
                <c:pt idx="3237">
                  <c:v>0</c:v>
                </c:pt>
                <c:pt idx="3238">
                  <c:v>0</c:v>
                </c:pt>
                <c:pt idx="3239">
                  <c:v>0</c:v>
                </c:pt>
                <c:pt idx="3240">
                  <c:v>0</c:v>
                </c:pt>
                <c:pt idx="3241">
                  <c:v>0</c:v>
                </c:pt>
                <c:pt idx="3242">
                  <c:v>0</c:v>
                </c:pt>
                <c:pt idx="3243">
                  <c:v>0</c:v>
                </c:pt>
                <c:pt idx="3244">
                  <c:v>0</c:v>
                </c:pt>
                <c:pt idx="3245">
                  <c:v>0</c:v>
                </c:pt>
                <c:pt idx="3246">
                  <c:v>0</c:v>
                </c:pt>
                <c:pt idx="3247">
                  <c:v>353.23200000000003</c:v>
                </c:pt>
                <c:pt idx="3248">
                  <c:v>353.23200000000003</c:v>
                </c:pt>
                <c:pt idx="3249">
                  <c:v>353.23200000000003</c:v>
                </c:pt>
                <c:pt idx="3250">
                  <c:v>353.23200000000003</c:v>
                </c:pt>
                <c:pt idx="3251">
                  <c:v>353.23200000000003</c:v>
                </c:pt>
                <c:pt idx="3252">
                  <c:v>353.23200000000003</c:v>
                </c:pt>
                <c:pt idx="3253">
                  <c:v>353.23200000000003</c:v>
                </c:pt>
                <c:pt idx="3254">
                  <c:v>353.23200000000003</c:v>
                </c:pt>
                <c:pt idx="3255">
                  <c:v>353.23200000000003</c:v>
                </c:pt>
                <c:pt idx="3256">
                  <c:v>353.23200000000003</c:v>
                </c:pt>
                <c:pt idx="3257">
                  <c:v>353.23200000000003</c:v>
                </c:pt>
                <c:pt idx="3258">
                  <c:v>353.23200000000003</c:v>
                </c:pt>
                <c:pt idx="3259">
                  <c:v>353.23200000000003</c:v>
                </c:pt>
                <c:pt idx="3260">
                  <c:v>353.23200000000003</c:v>
                </c:pt>
                <c:pt idx="3261">
                  <c:v>0</c:v>
                </c:pt>
                <c:pt idx="3262">
                  <c:v>0</c:v>
                </c:pt>
                <c:pt idx="3263">
                  <c:v>0</c:v>
                </c:pt>
                <c:pt idx="3264">
                  <c:v>0</c:v>
                </c:pt>
                <c:pt idx="3265">
                  <c:v>0</c:v>
                </c:pt>
                <c:pt idx="3266">
                  <c:v>0</c:v>
                </c:pt>
                <c:pt idx="3267">
                  <c:v>0</c:v>
                </c:pt>
                <c:pt idx="3268">
                  <c:v>0</c:v>
                </c:pt>
                <c:pt idx="3269">
                  <c:v>0</c:v>
                </c:pt>
                <c:pt idx="3270">
                  <c:v>0</c:v>
                </c:pt>
                <c:pt idx="3271">
                  <c:v>353.23200000000003</c:v>
                </c:pt>
                <c:pt idx="3272">
                  <c:v>353.23200000000003</c:v>
                </c:pt>
                <c:pt idx="3273">
                  <c:v>353.23200000000003</c:v>
                </c:pt>
                <c:pt idx="3274">
                  <c:v>353.23200000000003</c:v>
                </c:pt>
                <c:pt idx="3275">
                  <c:v>353.23200000000003</c:v>
                </c:pt>
                <c:pt idx="3276">
                  <c:v>353.23200000000003</c:v>
                </c:pt>
                <c:pt idx="3277">
                  <c:v>353.23200000000003</c:v>
                </c:pt>
                <c:pt idx="3278">
                  <c:v>353.23200000000003</c:v>
                </c:pt>
                <c:pt idx="3279">
                  <c:v>353.23200000000003</c:v>
                </c:pt>
                <c:pt idx="3280">
                  <c:v>353.23200000000003</c:v>
                </c:pt>
                <c:pt idx="3281">
                  <c:v>353.23200000000003</c:v>
                </c:pt>
                <c:pt idx="3282">
                  <c:v>353.23200000000003</c:v>
                </c:pt>
                <c:pt idx="3283">
                  <c:v>353.23200000000003</c:v>
                </c:pt>
                <c:pt idx="3284">
                  <c:v>353.23200000000003</c:v>
                </c:pt>
                <c:pt idx="3285">
                  <c:v>0</c:v>
                </c:pt>
                <c:pt idx="3286">
                  <c:v>0</c:v>
                </c:pt>
                <c:pt idx="3287">
                  <c:v>0</c:v>
                </c:pt>
                <c:pt idx="3288">
                  <c:v>0</c:v>
                </c:pt>
                <c:pt idx="3289">
                  <c:v>0</c:v>
                </c:pt>
                <c:pt idx="3290">
                  <c:v>0</c:v>
                </c:pt>
                <c:pt idx="3291">
                  <c:v>0</c:v>
                </c:pt>
                <c:pt idx="3292">
                  <c:v>0</c:v>
                </c:pt>
                <c:pt idx="3293">
                  <c:v>0</c:v>
                </c:pt>
                <c:pt idx="3294">
                  <c:v>0</c:v>
                </c:pt>
                <c:pt idx="3295">
                  <c:v>353.23200000000003</c:v>
                </c:pt>
                <c:pt idx="3296">
                  <c:v>353.23200000000003</c:v>
                </c:pt>
                <c:pt idx="3297">
                  <c:v>353.23200000000003</c:v>
                </c:pt>
                <c:pt idx="3298">
                  <c:v>353.23200000000003</c:v>
                </c:pt>
                <c:pt idx="3299">
                  <c:v>353.23200000000003</c:v>
                </c:pt>
                <c:pt idx="3300">
                  <c:v>353.23200000000003</c:v>
                </c:pt>
                <c:pt idx="3301">
                  <c:v>353.23200000000003</c:v>
                </c:pt>
                <c:pt idx="3302">
                  <c:v>353.23200000000003</c:v>
                </c:pt>
                <c:pt idx="3303">
                  <c:v>353.23200000000003</c:v>
                </c:pt>
                <c:pt idx="3304">
                  <c:v>353.23200000000003</c:v>
                </c:pt>
                <c:pt idx="3305">
                  <c:v>353.23200000000003</c:v>
                </c:pt>
                <c:pt idx="3306">
                  <c:v>353.23200000000003</c:v>
                </c:pt>
                <c:pt idx="3307">
                  <c:v>353.23200000000003</c:v>
                </c:pt>
                <c:pt idx="3308">
                  <c:v>353.23200000000003</c:v>
                </c:pt>
                <c:pt idx="3309">
                  <c:v>0</c:v>
                </c:pt>
                <c:pt idx="3310">
                  <c:v>0</c:v>
                </c:pt>
                <c:pt idx="3311">
                  <c:v>0</c:v>
                </c:pt>
                <c:pt idx="3312">
                  <c:v>0</c:v>
                </c:pt>
                <c:pt idx="3313">
                  <c:v>0</c:v>
                </c:pt>
                <c:pt idx="3314">
                  <c:v>0</c:v>
                </c:pt>
                <c:pt idx="3315">
                  <c:v>0</c:v>
                </c:pt>
                <c:pt idx="3316">
                  <c:v>0</c:v>
                </c:pt>
                <c:pt idx="3317">
                  <c:v>0</c:v>
                </c:pt>
                <c:pt idx="3318">
                  <c:v>0</c:v>
                </c:pt>
                <c:pt idx="3319">
                  <c:v>353.23200000000003</c:v>
                </c:pt>
                <c:pt idx="3320">
                  <c:v>353.23200000000003</c:v>
                </c:pt>
                <c:pt idx="3321">
                  <c:v>353.23200000000003</c:v>
                </c:pt>
                <c:pt idx="3322">
                  <c:v>353.23200000000003</c:v>
                </c:pt>
                <c:pt idx="3323">
                  <c:v>353.23200000000003</c:v>
                </c:pt>
                <c:pt idx="3324">
                  <c:v>353.23200000000003</c:v>
                </c:pt>
                <c:pt idx="3325">
                  <c:v>353.23200000000003</c:v>
                </c:pt>
                <c:pt idx="3326">
                  <c:v>353.23200000000003</c:v>
                </c:pt>
                <c:pt idx="3327">
                  <c:v>353.23200000000003</c:v>
                </c:pt>
                <c:pt idx="3328">
                  <c:v>353.23200000000003</c:v>
                </c:pt>
                <c:pt idx="3329">
                  <c:v>353.23200000000003</c:v>
                </c:pt>
                <c:pt idx="3330">
                  <c:v>353.23200000000003</c:v>
                </c:pt>
                <c:pt idx="3331">
                  <c:v>353.23200000000003</c:v>
                </c:pt>
                <c:pt idx="3332">
                  <c:v>353.23200000000003</c:v>
                </c:pt>
                <c:pt idx="3333">
                  <c:v>0</c:v>
                </c:pt>
                <c:pt idx="3334">
                  <c:v>0</c:v>
                </c:pt>
                <c:pt idx="3335">
                  <c:v>0</c:v>
                </c:pt>
                <c:pt idx="3336">
                  <c:v>0</c:v>
                </c:pt>
                <c:pt idx="3337">
                  <c:v>0</c:v>
                </c:pt>
                <c:pt idx="3338">
                  <c:v>0</c:v>
                </c:pt>
                <c:pt idx="3339">
                  <c:v>0</c:v>
                </c:pt>
                <c:pt idx="3340">
                  <c:v>0</c:v>
                </c:pt>
                <c:pt idx="3341">
                  <c:v>0</c:v>
                </c:pt>
                <c:pt idx="3342">
                  <c:v>0</c:v>
                </c:pt>
                <c:pt idx="3343">
                  <c:v>353.23200000000003</c:v>
                </c:pt>
                <c:pt idx="3344">
                  <c:v>353.23200000000003</c:v>
                </c:pt>
                <c:pt idx="3345">
                  <c:v>353.23200000000003</c:v>
                </c:pt>
                <c:pt idx="3346">
                  <c:v>353.23200000000003</c:v>
                </c:pt>
                <c:pt idx="3347">
                  <c:v>353.23200000000003</c:v>
                </c:pt>
                <c:pt idx="3348">
                  <c:v>353.23200000000003</c:v>
                </c:pt>
                <c:pt idx="3349">
                  <c:v>353.23200000000003</c:v>
                </c:pt>
                <c:pt idx="3350">
                  <c:v>353.23200000000003</c:v>
                </c:pt>
                <c:pt idx="3351">
                  <c:v>353.23200000000003</c:v>
                </c:pt>
                <c:pt idx="3352">
                  <c:v>353.23200000000003</c:v>
                </c:pt>
                <c:pt idx="3353">
                  <c:v>353.23200000000003</c:v>
                </c:pt>
                <c:pt idx="3354">
                  <c:v>353.23200000000003</c:v>
                </c:pt>
                <c:pt idx="3355">
                  <c:v>353.23200000000003</c:v>
                </c:pt>
                <c:pt idx="3356">
                  <c:v>353.23200000000003</c:v>
                </c:pt>
                <c:pt idx="3357">
                  <c:v>0</c:v>
                </c:pt>
                <c:pt idx="3358">
                  <c:v>0</c:v>
                </c:pt>
                <c:pt idx="3359">
                  <c:v>0</c:v>
                </c:pt>
                <c:pt idx="3360">
                  <c:v>0</c:v>
                </c:pt>
                <c:pt idx="3361">
                  <c:v>0</c:v>
                </c:pt>
                <c:pt idx="3362">
                  <c:v>0</c:v>
                </c:pt>
                <c:pt idx="3363">
                  <c:v>0</c:v>
                </c:pt>
                <c:pt idx="3364">
                  <c:v>0</c:v>
                </c:pt>
                <c:pt idx="3365">
                  <c:v>0</c:v>
                </c:pt>
                <c:pt idx="3366">
                  <c:v>0</c:v>
                </c:pt>
                <c:pt idx="3367">
                  <c:v>353.23200000000003</c:v>
                </c:pt>
                <c:pt idx="3368">
                  <c:v>353.23200000000003</c:v>
                </c:pt>
                <c:pt idx="3369">
                  <c:v>353.23200000000003</c:v>
                </c:pt>
                <c:pt idx="3370">
                  <c:v>353.23200000000003</c:v>
                </c:pt>
                <c:pt idx="3371">
                  <c:v>353.23200000000003</c:v>
                </c:pt>
                <c:pt idx="3372">
                  <c:v>353.23200000000003</c:v>
                </c:pt>
                <c:pt idx="3373">
                  <c:v>353.23200000000003</c:v>
                </c:pt>
                <c:pt idx="3374">
                  <c:v>353.23200000000003</c:v>
                </c:pt>
                <c:pt idx="3375">
                  <c:v>353.23200000000003</c:v>
                </c:pt>
                <c:pt idx="3376">
                  <c:v>353.23200000000003</c:v>
                </c:pt>
                <c:pt idx="3377">
                  <c:v>353.23200000000003</c:v>
                </c:pt>
                <c:pt idx="3378">
                  <c:v>353.23200000000003</c:v>
                </c:pt>
                <c:pt idx="3379">
                  <c:v>353.23200000000003</c:v>
                </c:pt>
                <c:pt idx="3380">
                  <c:v>353.23200000000003</c:v>
                </c:pt>
                <c:pt idx="3381">
                  <c:v>0</c:v>
                </c:pt>
                <c:pt idx="3382">
                  <c:v>0</c:v>
                </c:pt>
                <c:pt idx="3383">
                  <c:v>0</c:v>
                </c:pt>
                <c:pt idx="3384">
                  <c:v>0</c:v>
                </c:pt>
                <c:pt idx="3385">
                  <c:v>0</c:v>
                </c:pt>
                <c:pt idx="3386">
                  <c:v>0</c:v>
                </c:pt>
                <c:pt idx="3387">
                  <c:v>0</c:v>
                </c:pt>
                <c:pt idx="3388">
                  <c:v>0</c:v>
                </c:pt>
                <c:pt idx="3389">
                  <c:v>0</c:v>
                </c:pt>
                <c:pt idx="3390">
                  <c:v>0</c:v>
                </c:pt>
                <c:pt idx="3391">
                  <c:v>353.23200000000003</c:v>
                </c:pt>
                <c:pt idx="3392">
                  <c:v>353.23200000000003</c:v>
                </c:pt>
                <c:pt idx="3393">
                  <c:v>353.23200000000003</c:v>
                </c:pt>
                <c:pt idx="3394">
                  <c:v>353.23200000000003</c:v>
                </c:pt>
                <c:pt idx="3395">
                  <c:v>353.23200000000003</c:v>
                </c:pt>
                <c:pt idx="3396">
                  <c:v>353.23200000000003</c:v>
                </c:pt>
                <c:pt idx="3397">
                  <c:v>353.23200000000003</c:v>
                </c:pt>
                <c:pt idx="3398">
                  <c:v>353.23200000000003</c:v>
                </c:pt>
                <c:pt idx="3399">
                  <c:v>353.23200000000003</c:v>
                </c:pt>
                <c:pt idx="3400">
                  <c:v>353.23200000000003</c:v>
                </c:pt>
                <c:pt idx="3401">
                  <c:v>353.23200000000003</c:v>
                </c:pt>
                <c:pt idx="3402">
                  <c:v>353.23200000000003</c:v>
                </c:pt>
                <c:pt idx="3403">
                  <c:v>353.23200000000003</c:v>
                </c:pt>
                <c:pt idx="3404">
                  <c:v>353.23200000000003</c:v>
                </c:pt>
                <c:pt idx="3405">
                  <c:v>0</c:v>
                </c:pt>
                <c:pt idx="3406">
                  <c:v>0</c:v>
                </c:pt>
                <c:pt idx="3407">
                  <c:v>0</c:v>
                </c:pt>
                <c:pt idx="3408">
                  <c:v>0</c:v>
                </c:pt>
                <c:pt idx="3409">
                  <c:v>0</c:v>
                </c:pt>
                <c:pt idx="3410">
                  <c:v>0</c:v>
                </c:pt>
                <c:pt idx="3411">
                  <c:v>0</c:v>
                </c:pt>
                <c:pt idx="3412">
                  <c:v>0</c:v>
                </c:pt>
                <c:pt idx="3413">
                  <c:v>0</c:v>
                </c:pt>
                <c:pt idx="3414">
                  <c:v>0</c:v>
                </c:pt>
                <c:pt idx="3415">
                  <c:v>353.23200000000003</c:v>
                </c:pt>
                <c:pt idx="3416">
                  <c:v>353.23200000000003</c:v>
                </c:pt>
                <c:pt idx="3417">
                  <c:v>353.23200000000003</c:v>
                </c:pt>
                <c:pt idx="3418">
                  <c:v>353.23200000000003</c:v>
                </c:pt>
                <c:pt idx="3419">
                  <c:v>353.23200000000003</c:v>
                </c:pt>
                <c:pt idx="3420">
                  <c:v>353.23200000000003</c:v>
                </c:pt>
                <c:pt idx="3421">
                  <c:v>353.23200000000003</c:v>
                </c:pt>
                <c:pt idx="3422">
                  <c:v>353.23200000000003</c:v>
                </c:pt>
                <c:pt idx="3423">
                  <c:v>353.23200000000003</c:v>
                </c:pt>
                <c:pt idx="3424">
                  <c:v>353.23200000000003</c:v>
                </c:pt>
                <c:pt idx="3425">
                  <c:v>353.23200000000003</c:v>
                </c:pt>
                <c:pt idx="3426">
                  <c:v>353.23200000000003</c:v>
                </c:pt>
                <c:pt idx="3427">
                  <c:v>353.23200000000003</c:v>
                </c:pt>
                <c:pt idx="3428">
                  <c:v>353.23200000000003</c:v>
                </c:pt>
                <c:pt idx="3429">
                  <c:v>0</c:v>
                </c:pt>
                <c:pt idx="3430">
                  <c:v>0</c:v>
                </c:pt>
                <c:pt idx="3431">
                  <c:v>0</c:v>
                </c:pt>
                <c:pt idx="3432">
                  <c:v>0</c:v>
                </c:pt>
                <c:pt idx="3433">
                  <c:v>0</c:v>
                </c:pt>
                <c:pt idx="3434">
                  <c:v>0</c:v>
                </c:pt>
                <c:pt idx="3435">
                  <c:v>0</c:v>
                </c:pt>
                <c:pt idx="3436">
                  <c:v>0</c:v>
                </c:pt>
                <c:pt idx="3437">
                  <c:v>0</c:v>
                </c:pt>
                <c:pt idx="3438">
                  <c:v>0</c:v>
                </c:pt>
                <c:pt idx="3439">
                  <c:v>353.23200000000003</c:v>
                </c:pt>
                <c:pt idx="3440">
                  <c:v>353.23200000000003</c:v>
                </c:pt>
                <c:pt idx="3441">
                  <c:v>353.23200000000003</c:v>
                </c:pt>
                <c:pt idx="3442">
                  <c:v>353.23200000000003</c:v>
                </c:pt>
                <c:pt idx="3443">
                  <c:v>353.23200000000003</c:v>
                </c:pt>
                <c:pt idx="3444">
                  <c:v>353.23200000000003</c:v>
                </c:pt>
                <c:pt idx="3445">
                  <c:v>353.23200000000003</c:v>
                </c:pt>
                <c:pt idx="3446">
                  <c:v>353.23200000000003</c:v>
                </c:pt>
                <c:pt idx="3447">
                  <c:v>353.23200000000003</c:v>
                </c:pt>
                <c:pt idx="3448">
                  <c:v>353.23200000000003</c:v>
                </c:pt>
                <c:pt idx="3449">
                  <c:v>353.23200000000003</c:v>
                </c:pt>
                <c:pt idx="3450">
                  <c:v>353.23200000000003</c:v>
                </c:pt>
                <c:pt idx="3451">
                  <c:v>353.23200000000003</c:v>
                </c:pt>
                <c:pt idx="3452">
                  <c:v>353.23200000000003</c:v>
                </c:pt>
                <c:pt idx="3453">
                  <c:v>0</c:v>
                </c:pt>
                <c:pt idx="3454">
                  <c:v>0</c:v>
                </c:pt>
                <c:pt idx="3455">
                  <c:v>0</c:v>
                </c:pt>
                <c:pt idx="3456">
                  <c:v>0</c:v>
                </c:pt>
                <c:pt idx="3457">
                  <c:v>0</c:v>
                </c:pt>
                <c:pt idx="3458">
                  <c:v>0</c:v>
                </c:pt>
                <c:pt idx="3459">
                  <c:v>0</c:v>
                </c:pt>
                <c:pt idx="3460">
                  <c:v>0</c:v>
                </c:pt>
                <c:pt idx="3461">
                  <c:v>0</c:v>
                </c:pt>
                <c:pt idx="3462">
                  <c:v>0</c:v>
                </c:pt>
                <c:pt idx="3463">
                  <c:v>353.23200000000003</c:v>
                </c:pt>
                <c:pt idx="3464">
                  <c:v>353.23200000000003</c:v>
                </c:pt>
                <c:pt idx="3465">
                  <c:v>353.23200000000003</c:v>
                </c:pt>
                <c:pt idx="3466">
                  <c:v>353.23200000000003</c:v>
                </c:pt>
                <c:pt idx="3467">
                  <c:v>353.23200000000003</c:v>
                </c:pt>
                <c:pt idx="3468">
                  <c:v>353.23200000000003</c:v>
                </c:pt>
                <c:pt idx="3469">
                  <c:v>353.23200000000003</c:v>
                </c:pt>
                <c:pt idx="3470">
                  <c:v>353.23200000000003</c:v>
                </c:pt>
                <c:pt idx="3471">
                  <c:v>353.23200000000003</c:v>
                </c:pt>
                <c:pt idx="3472">
                  <c:v>353.23200000000003</c:v>
                </c:pt>
                <c:pt idx="3473">
                  <c:v>353.23200000000003</c:v>
                </c:pt>
                <c:pt idx="3474">
                  <c:v>353.23200000000003</c:v>
                </c:pt>
                <c:pt idx="3475">
                  <c:v>353.23200000000003</c:v>
                </c:pt>
                <c:pt idx="3476">
                  <c:v>353.23200000000003</c:v>
                </c:pt>
                <c:pt idx="3477">
                  <c:v>0</c:v>
                </c:pt>
                <c:pt idx="3478">
                  <c:v>0</c:v>
                </c:pt>
                <c:pt idx="3479">
                  <c:v>0</c:v>
                </c:pt>
                <c:pt idx="3480">
                  <c:v>0</c:v>
                </c:pt>
                <c:pt idx="3481">
                  <c:v>0</c:v>
                </c:pt>
                <c:pt idx="3482">
                  <c:v>0</c:v>
                </c:pt>
                <c:pt idx="3483">
                  <c:v>0</c:v>
                </c:pt>
                <c:pt idx="3484">
                  <c:v>0</c:v>
                </c:pt>
                <c:pt idx="3485">
                  <c:v>0</c:v>
                </c:pt>
                <c:pt idx="3486">
                  <c:v>0</c:v>
                </c:pt>
                <c:pt idx="3487">
                  <c:v>353.23200000000003</c:v>
                </c:pt>
                <c:pt idx="3488">
                  <c:v>353.23200000000003</c:v>
                </c:pt>
                <c:pt idx="3489">
                  <c:v>353.23200000000003</c:v>
                </c:pt>
                <c:pt idx="3490">
                  <c:v>353.23200000000003</c:v>
                </c:pt>
                <c:pt idx="3491">
                  <c:v>353.23200000000003</c:v>
                </c:pt>
                <c:pt idx="3492">
                  <c:v>353.23200000000003</c:v>
                </c:pt>
                <c:pt idx="3493">
                  <c:v>353.23200000000003</c:v>
                </c:pt>
                <c:pt idx="3494">
                  <c:v>353.23200000000003</c:v>
                </c:pt>
                <c:pt idx="3495">
                  <c:v>353.23200000000003</c:v>
                </c:pt>
                <c:pt idx="3496">
                  <c:v>353.23200000000003</c:v>
                </c:pt>
                <c:pt idx="3497">
                  <c:v>353.23200000000003</c:v>
                </c:pt>
                <c:pt idx="3498">
                  <c:v>353.23200000000003</c:v>
                </c:pt>
                <c:pt idx="3499">
                  <c:v>353.23200000000003</c:v>
                </c:pt>
                <c:pt idx="3500">
                  <c:v>353.23200000000003</c:v>
                </c:pt>
                <c:pt idx="3501">
                  <c:v>0</c:v>
                </c:pt>
                <c:pt idx="3502">
                  <c:v>0</c:v>
                </c:pt>
                <c:pt idx="3503">
                  <c:v>0</c:v>
                </c:pt>
                <c:pt idx="3504">
                  <c:v>0</c:v>
                </c:pt>
                <c:pt idx="3505">
                  <c:v>0</c:v>
                </c:pt>
                <c:pt idx="3506">
                  <c:v>0</c:v>
                </c:pt>
                <c:pt idx="3507">
                  <c:v>0</c:v>
                </c:pt>
                <c:pt idx="3508">
                  <c:v>0</c:v>
                </c:pt>
                <c:pt idx="3509">
                  <c:v>0</c:v>
                </c:pt>
                <c:pt idx="3510">
                  <c:v>0</c:v>
                </c:pt>
                <c:pt idx="3511">
                  <c:v>353.23200000000003</c:v>
                </c:pt>
                <c:pt idx="3512">
                  <c:v>353.23200000000003</c:v>
                </c:pt>
                <c:pt idx="3513">
                  <c:v>353.23200000000003</c:v>
                </c:pt>
                <c:pt idx="3514">
                  <c:v>353.23200000000003</c:v>
                </c:pt>
                <c:pt idx="3515">
                  <c:v>353.23200000000003</c:v>
                </c:pt>
                <c:pt idx="3516">
                  <c:v>353.23200000000003</c:v>
                </c:pt>
                <c:pt idx="3517">
                  <c:v>353.23200000000003</c:v>
                </c:pt>
                <c:pt idx="3518">
                  <c:v>353.23200000000003</c:v>
                </c:pt>
                <c:pt idx="3519">
                  <c:v>353.23200000000003</c:v>
                </c:pt>
                <c:pt idx="3520">
                  <c:v>353.23200000000003</c:v>
                </c:pt>
                <c:pt idx="3521">
                  <c:v>353.23200000000003</c:v>
                </c:pt>
                <c:pt idx="3522">
                  <c:v>353.23200000000003</c:v>
                </c:pt>
                <c:pt idx="3523">
                  <c:v>353.23200000000003</c:v>
                </c:pt>
                <c:pt idx="3524">
                  <c:v>353.23200000000003</c:v>
                </c:pt>
                <c:pt idx="3525">
                  <c:v>0</c:v>
                </c:pt>
                <c:pt idx="3526">
                  <c:v>0</c:v>
                </c:pt>
                <c:pt idx="3527">
                  <c:v>0</c:v>
                </c:pt>
                <c:pt idx="3528">
                  <c:v>0</c:v>
                </c:pt>
                <c:pt idx="3529">
                  <c:v>0</c:v>
                </c:pt>
                <c:pt idx="3530">
                  <c:v>0</c:v>
                </c:pt>
                <c:pt idx="3531">
                  <c:v>0</c:v>
                </c:pt>
                <c:pt idx="3532">
                  <c:v>0</c:v>
                </c:pt>
                <c:pt idx="3533">
                  <c:v>0</c:v>
                </c:pt>
                <c:pt idx="3534">
                  <c:v>0</c:v>
                </c:pt>
                <c:pt idx="3535">
                  <c:v>353.23200000000003</c:v>
                </c:pt>
                <c:pt idx="3536">
                  <c:v>353.23200000000003</c:v>
                </c:pt>
                <c:pt idx="3537">
                  <c:v>353.23200000000003</c:v>
                </c:pt>
                <c:pt idx="3538">
                  <c:v>353.23200000000003</c:v>
                </c:pt>
                <c:pt idx="3539">
                  <c:v>353.23200000000003</c:v>
                </c:pt>
                <c:pt idx="3540">
                  <c:v>353.23200000000003</c:v>
                </c:pt>
                <c:pt idx="3541">
                  <c:v>353.23200000000003</c:v>
                </c:pt>
                <c:pt idx="3542">
                  <c:v>353.23200000000003</c:v>
                </c:pt>
                <c:pt idx="3543">
                  <c:v>353.23200000000003</c:v>
                </c:pt>
                <c:pt idx="3544">
                  <c:v>353.23200000000003</c:v>
                </c:pt>
                <c:pt idx="3545">
                  <c:v>353.23200000000003</c:v>
                </c:pt>
                <c:pt idx="3546">
                  <c:v>353.23200000000003</c:v>
                </c:pt>
                <c:pt idx="3547">
                  <c:v>353.23200000000003</c:v>
                </c:pt>
                <c:pt idx="3548">
                  <c:v>353.23200000000003</c:v>
                </c:pt>
                <c:pt idx="3549">
                  <c:v>0</c:v>
                </c:pt>
                <c:pt idx="3550">
                  <c:v>0</c:v>
                </c:pt>
                <c:pt idx="3551">
                  <c:v>0</c:v>
                </c:pt>
                <c:pt idx="3552">
                  <c:v>0</c:v>
                </c:pt>
                <c:pt idx="3553">
                  <c:v>0</c:v>
                </c:pt>
                <c:pt idx="3554">
                  <c:v>0</c:v>
                </c:pt>
                <c:pt idx="3555">
                  <c:v>0</c:v>
                </c:pt>
                <c:pt idx="3556">
                  <c:v>0</c:v>
                </c:pt>
                <c:pt idx="3557">
                  <c:v>0</c:v>
                </c:pt>
                <c:pt idx="3558">
                  <c:v>0</c:v>
                </c:pt>
                <c:pt idx="3559">
                  <c:v>353.23200000000003</c:v>
                </c:pt>
                <c:pt idx="3560">
                  <c:v>353.23200000000003</c:v>
                </c:pt>
                <c:pt idx="3561">
                  <c:v>353.23200000000003</c:v>
                </c:pt>
                <c:pt idx="3562">
                  <c:v>353.23200000000003</c:v>
                </c:pt>
                <c:pt idx="3563">
                  <c:v>353.23200000000003</c:v>
                </c:pt>
                <c:pt idx="3564">
                  <c:v>353.23200000000003</c:v>
                </c:pt>
                <c:pt idx="3565">
                  <c:v>353.23200000000003</c:v>
                </c:pt>
                <c:pt idx="3566">
                  <c:v>353.23200000000003</c:v>
                </c:pt>
                <c:pt idx="3567">
                  <c:v>353.23200000000003</c:v>
                </c:pt>
                <c:pt idx="3568">
                  <c:v>353.23200000000003</c:v>
                </c:pt>
                <c:pt idx="3569">
                  <c:v>353.23200000000003</c:v>
                </c:pt>
                <c:pt idx="3570">
                  <c:v>353.23200000000003</c:v>
                </c:pt>
                <c:pt idx="3571">
                  <c:v>353.23200000000003</c:v>
                </c:pt>
                <c:pt idx="3572">
                  <c:v>353.23200000000003</c:v>
                </c:pt>
                <c:pt idx="3573">
                  <c:v>0</c:v>
                </c:pt>
                <c:pt idx="3574">
                  <c:v>0</c:v>
                </c:pt>
                <c:pt idx="3575">
                  <c:v>0</c:v>
                </c:pt>
                <c:pt idx="3576">
                  <c:v>0</c:v>
                </c:pt>
                <c:pt idx="3577">
                  <c:v>0</c:v>
                </c:pt>
                <c:pt idx="3578">
                  <c:v>0</c:v>
                </c:pt>
                <c:pt idx="3579">
                  <c:v>0</c:v>
                </c:pt>
                <c:pt idx="3580">
                  <c:v>0</c:v>
                </c:pt>
                <c:pt idx="3581">
                  <c:v>0</c:v>
                </c:pt>
                <c:pt idx="3582">
                  <c:v>0</c:v>
                </c:pt>
                <c:pt idx="3583">
                  <c:v>353.23200000000003</c:v>
                </c:pt>
                <c:pt idx="3584">
                  <c:v>353.23200000000003</c:v>
                </c:pt>
                <c:pt idx="3585">
                  <c:v>353.23200000000003</c:v>
                </c:pt>
                <c:pt idx="3586">
                  <c:v>353.23200000000003</c:v>
                </c:pt>
                <c:pt idx="3587">
                  <c:v>353.23200000000003</c:v>
                </c:pt>
                <c:pt idx="3588">
                  <c:v>353.23200000000003</c:v>
                </c:pt>
                <c:pt idx="3589">
                  <c:v>353.23200000000003</c:v>
                </c:pt>
                <c:pt idx="3590">
                  <c:v>353.23200000000003</c:v>
                </c:pt>
                <c:pt idx="3591">
                  <c:v>353.23200000000003</c:v>
                </c:pt>
                <c:pt idx="3592">
                  <c:v>353.23200000000003</c:v>
                </c:pt>
                <c:pt idx="3593">
                  <c:v>353.23200000000003</c:v>
                </c:pt>
                <c:pt idx="3594">
                  <c:v>353.23200000000003</c:v>
                </c:pt>
                <c:pt idx="3595">
                  <c:v>353.23200000000003</c:v>
                </c:pt>
                <c:pt idx="3596">
                  <c:v>353.23200000000003</c:v>
                </c:pt>
                <c:pt idx="3597">
                  <c:v>0</c:v>
                </c:pt>
                <c:pt idx="3598">
                  <c:v>0</c:v>
                </c:pt>
                <c:pt idx="3599">
                  <c:v>0</c:v>
                </c:pt>
                <c:pt idx="3600">
                  <c:v>0</c:v>
                </c:pt>
                <c:pt idx="3601">
                  <c:v>0</c:v>
                </c:pt>
                <c:pt idx="3602">
                  <c:v>0</c:v>
                </c:pt>
                <c:pt idx="3603">
                  <c:v>0</c:v>
                </c:pt>
                <c:pt idx="3604">
                  <c:v>0</c:v>
                </c:pt>
                <c:pt idx="3605">
                  <c:v>0</c:v>
                </c:pt>
                <c:pt idx="3606">
                  <c:v>0</c:v>
                </c:pt>
                <c:pt idx="3607">
                  <c:v>353.23200000000003</c:v>
                </c:pt>
                <c:pt idx="3608">
                  <c:v>353.23200000000003</c:v>
                </c:pt>
                <c:pt idx="3609">
                  <c:v>353.23200000000003</c:v>
                </c:pt>
                <c:pt idx="3610">
                  <c:v>353.23200000000003</c:v>
                </c:pt>
                <c:pt idx="3611">
                  <c:v>353.23200000000003</c:v>
                </c:pt>
                <c:pt idx="3612">
                  <c:v>353.23200000000003</c:v>
                </c:pt>
                <c:pt idx="3613">
                  <c:v>353.23200000000003</c:v>
                </c:pt>
                <c:pt idx="3614">
                  <c:v>353.23200000000003</c:v>
                </c:pt>
                <c:pt idx="3615">
                  <c:v>353.23200000000003</c:v>
                </c:pt>
                <c:pt idx="3616">
                  <c:v>353.23200000000003</c:v>
                </c:pt>
                <c:pt idx="3617">
                  <c:v>353.23200000000003</c:v>
                </c:pt>
                <c:pt idx="3618">
                  <c:v>353.23200000000003</c:v>
                </c:pt>
                <c:pt idx="3619">
                  <c:v>353.23200000000003</c:v>
                </c:pt>
                <c:pt idx="3620">
                  <c:v>353.23200000000003</c:v>
                </c:pt>
                <c:pt idx="3621">
                  <c:v>0</c:v>
                </c:pt>
                <c:pt idx="3622">
                  <c:v>0</c:v>
                </c:pt>
                <c:pt idx="3623">
                  <c:v>0</c:v>
                </c:pt>
                <c:pt idx="3624">
                  <c:v>0</c:v>
                </c:pt>
                <c:pt idx="3625">
                  <c:v>0</c:v>
                </c:pt>
                <c:pt idx="3626">
                  <c:v>0</c:v>
                </c:pt>
                <c:pt idx="3627">
                  <c:v>0</c:v>
                </c:pt>
                <c:pt idx="3628">
                  <c:v>0</c:v>
                </c:pt>
                <c:pt idx="3629">
                  <c:v>0</c:v>
                </c:pt>
                <c:pt idx="3630">
                  <c:v>0</c:v>
                </c:pt>
                <c:pt idx="3631">
                  <c:v>353.23200000000003</c:v>
                </c:pt>
                <c:pt idx="3632">
                  <c:v>353.23200000000003</c:v>
                </c:pt>
                <c:pt idx="3633">
                  <c:v>353.23200000000003</c:v>
                </c:pt>
                <c:pt idx="3634">
                  <c:v>353.23200000000003</c:v>
                </c:pt>
                <c:pt idx="3635">
                  <c:v>353.23200000000003</c:v>
                </c:pt>
                <c:pt idx="3636">
                  <c:v>353.23200000000003</c:v>
                </c:pt>
                <c:pt idx="3637">
                  <c:v>353.23200000000003</c:v>
                </c:pt>
                <c:pt idx="3638">
                  <c:v>353.23200000000003</c:v>
                </c:pt>
                <c:pt idx="3639">
                  <c:v>353.23200000000003</c:v>
                </c:pt>
                <c:pt idx="3640">
                  <c:v>353.23200000000003</c:v>
                </c:pt>
                <c:pt idx="3641">
                  <c:v>353.23200000000003</c:v>
                </c:pt>
                <c:pt idx="3642">
                  <c:v>353.23200000000003</c:v>
                </c:pt>
                <c:pt idx="3643">
                  <c:v>353.23200000000003</c:v>
                </c:pt>
                <c:pt idx="3644">
                  <c:v>353.23200000000003</c:v>
                </c:pt>
                <c:pt idx="3645">
                  <c:v>0</c:v>
                </c:pt>
                <c:pt idx="3646">
                  <c:v>0</c:v>
                </c:pt>
                <c:pt idx="3647">
                  <c:v>0</c:v>
                </c:pt>
                <c:pt idx="3648">
                  <c:v>0</c:v>
                </c:pt>
                <c:pt idx="3649">
                  <c:v>0</c:v>
                </c:pt>
                <c:pt idx="3650">
                  <c:v>0</c:v>
                </c:pt>
                <c:pt idx="3651">
                  <c:v>0</c:v>
                </c:pt>
                <c:pt idx="3652">
                  <c:v>0</c:v>
                </c:pt>
                <c:pt idx="3653">
                  <c:v>0</c:v>
                </c:pt>
                <c:pt idx="3654">
                  <c:v>0</c:v>
                </c:pt>
                <c:pt idx="3655">
                  <c:v>353.23200000000003</c:v>
                </c:pt>
                <c:pt idx="3656">
                  <c:v>353.23200000000003</c:v>
                </c:pt>
                <c:pt idx="3657">
                  <c:v>353.23200000000003</c:v>
                </c:pt>
                <c:pt idx="3658">
                  <c:v>353.23200000000003</c:v>
                </c:pt>
                <c:pt idx="3659">
                  <c:v>353.23200000000003</c:v>
                </c:pt>
                <c:pt idx="3660">
                  <c:v>353.23200000000003</c:v>
                </c:pt>
                <c:pt idx="3661">
                  <c:v>353.23200000000003</c:v>
                </c:pt>
                <c:pt idx="3662">
                  <c:v>353.23200000000003</c:v>
                </c:pt>
                <c:pt idx="3663">
                  <c:v>353.23200000000003</c:v>
                </c:pt>
                <c:pt idx="3664">
                  <c:v>353.23200000000003</c:v>
                </c:pt>
                <c:pt idx="3665">
                  <c:v>353.23200000000003</c:v>
                </c:pt>
                <c:pt idx="3666">
                  <c:v>353.23200000000003</c:v>
                </c:pt>
                <c:pt idx="3667">
                  <c:v>353.23200000000003</c:v>
                </c:pt>
                <c:pt idx="3668">
                  <c:v>353.23200000000003</c:v>
                </c:pt>
                <c:pt idx="3669">
                  <c:v>0</c:v>
                </c:pt>
                <c:pt idx="3670">
                  <c:v>0</c:v>
                </c:pt>
                <c:pt idx="3671">
                  <c:v>0</c:v>
                </c:pt>
                <c:pt idx="3672">
                  <c:v>0</c:v>
                </c:pt>
                <c:pt idx="3673">
                  <c:v>0</c:v>
                </c:pt>
                <c:pt idx="3674">
                  <c:v>0</c:v>
                </c:pt>
                <c:pt idx="3675">
                  <c:v>0</c:v>
                </c:pt>
                <c:pt idx="3676">
                  <c:v>0</c:v>
                </c:pt>
                <c:pt idx="3677">
                  <c:v>0</c:v>
                </c:pt>
                <c:pt idx="3678">
                  <c:v>0</c:v>
                </c:pt>
                <c:pt idx="3679">
                  <c:v>353.23200000000003</c:v>
                </c:pt>
                <c:pt idx="3680">
                  <c:v>353.23200000000003</c:v>
                </c:pt>
                <c:pt idx="3681">
                  <c:v>353.23200000000003</c:v>
                </c:pt>
                <c:pt idx="3682">
                  <c:v>353.23200000000003</c:v>
                </c:pt>
                <c:pt idx="3683">
                  <c:v>353.23200000000003</c:v>
                </c:pt>
                <c:pt idx="3684">
                  <c:v>353.23200000000003</c:v>
                </c:pt>
                <c:pt idx="3685">
                  <c:v>353.23200000000003</c:v>
                </c:pt>
                <c:pt idx="3686">
                  <c:v>353.23200000000003</c:v>
                </c:pt>
                <c:pt idx="3687">
                  <c:v>353.23200000000003</c:v>
                </c:pt>
                <c:pt idx="3688">
                  <c:v>353.23200000000003</c:v>
                </c:pt>
                <c:pt idx="3689">
                  <c:v>353.23200000000003</c:v>
                </c:pt>
                <c:pt idx="3690">
                  <c:v>353.23200000000003</c:v>
                </c:pt>
                <c:pt idx="3691">
                  <c:v>353.23200000000003</c:v>
                </c:pt>
                <c:pt idx="3692">
                  <c:v>353.23200000000003</c:v>
                </c:pt>
                <c:pt idx="3693">
                  <c:v>0</c:v>
                </c:pt>
                <c:pt idx="3694">
                  <c:v>0</c:v>
                </c:pt>
                <c:pt idx="3695">
                  <c:v>0</c:v>
                </c:pt>
                <c:pt idx="3696">
                  <c:v>0</c:v>
                </c:pt>
                <c:pt idx="3697">
                  <c:v>0</c:v>
                </c:pt>
                <c:pt idx="3698">
                  <c:v>0</c:v>
                </c:pt>
                <c:pt idx="3699">
                  <c:v>0</c:v>
                </c:pt>
                <c:pt idx="3700">
                  <c:v>0</c:v>
                </c:pt>
                <c:pt idx="3701">
                  <c:v>0</c:v>
                </c:pt>
                <c:pt idx="3702">
                  <c:v>0</c:v>
                </c:pt>
                <c:pt idx="3703">
                  <c:v>353.23200000000003</c:v>
                </c:pt>
                <c:pt idx="3704">
                  <c:v>353.23200000000003</c:v>
                </c:pt>
                <c:pt idx="3705">
                  <c:v>353.23200000000003</c:v>
                </c:pt>
                <c:pt idx="3706">
                  <c:v>353.23200000000003</c:v>
                </c:pt>
                <c:pt idx="3707">
                  <c:v>353.23200000000003</c:v>
                </c:pt>
                <c:pt idx="3708">
                  <c:v>353.23200000000003</c:v>
                </c:pt>
                <c:pt idx="3709">
                  <c:v>353.23200000000003</c:v>
                </c:pt>
                <c:pt idx="3710">
                  <c:v>353.23200000000003</c:v>
                </c:pt>
                <c:pt idx="3711">
                  <c:v>353.23200000000003</c:v>
                </c:pt>
                <c:pt idx="3712">
                  <c:v>353.23200000000003</c:v>
                </c:pt>
                <c:pt idx="3713">
                  <c:v>353.23200000000003</c:v>
                </c:pt>
                <c:pt idx="3714">
                  <c:v>353.23200000000003</c:v>
                </c:pt>
                <c:pt idx="3715">
                  <c:v>353.23200000000003</c:v>
                </c:pt>
                <c:pt idx="3716">
                  <c:v>353.23200000000003</c:v>
                </c:pt>
                <c:pt idx="3717">
                  <c:v>0</c:v>
                </c:pt>
                <c:pt idx="3718">
                  <c:v>0</c:v>
                </c:pt>
                <c:pt idx="3719">
                  <c:v>0</c:v>
                </c:pt>
                <c:pt idx="3720">
                  <c:v>0</c:v>
                </c:pt>
                <c:pt idx="3721">
                  <c:v>0</c:v>
                </c:pt>
                <c:pt idx="3722">
                  <c:v>0</c:v>
                </c:pt>
                <c:pt idx="3723">
                  <c:v>0</c:v>
                </c:pt>
                <c:pt idx="3724">
                  <c:v>0</c:v>
                </c:pt>
                <c:pt idx="3725">
                  <c:v>0</c:v>
                </c:pt>
                <c:pt idx="3726">
                  <c:v>0</c:v>
                </c:pt>
                <c:pt idx="3727">
                  <c:v>353.23200000000003</c:v>
                </c:pt>
                <c:pt idx="3728">
                  <c:v>353.23200000000003</c:v>
                </c:pt>
                <c:pt idx="3729">
                  <c:v>353.23200000000003</c:v>
                </c:pt>
                <c:pt idx="3730">
                  <c:v>353.23200000000003</c:v>
                </c:pt>
                <c:pt idx="3731">
                  <c:v>353.23200000000003</c:v>
                </c:pt>
                <c:pt idx="3732">
                  <c:v>353.23200000000003</c:v>
                </c:pt>
                <c:pt idx="3733">
                  <c:v>353.23200000000003</c:v>
                </c:pt>
                <c:pt idx="3734">
                  <c:v>353.23200000000003</c:v>
                </c:pt>
                <c:pt idx="3735">
                  <c:v>353.23200000000003</c:v>
                </c:pt>
                <c:pt idx="3736">
                  <c:v>353.23200000000003</c:v>
                </c:pt>
                <c:pt idx="3737">
                  <c:v>353.23200000000003</c:v>
                </c:pt>
                <c:pt idx="3738">
                  <c:v>353.23200000000003</c:v>
                </c:pt>
                <c:pt idx="3739">
                  <c:v>353.23200000000003</c:v>
                </c:pt>
                <c:pt idx="3740">
                  <c:v>353.23200000000003</c:v>
                </c:pt>
                <c:pt idx="3741">
                  <c:v>0</c:v>
                </c:pt>
                <c:pt idx="3742">
                  <c:v>0</c:v>
                </c:pt>
                <c:pt idx="3743">
                  <c:v>0</c:v>
                </c:pt>
                <c:pt idx="3744">
                  <c:v>0</c:v>
                </c:pt>
                <c:pt idx="3745">
                  <c:v>0</c:v>
                </c:pt>
                <c:pt idx="3746">
                  <c:v>0</c:v>
                </c:pt>
                <c:pt idx="3747">
                  <c:v>0</c:v>
                </c:pt>
                <c:pt idx="3748">
                  <c:v>0</c:v>
                </c:pt>
                <c:pt idx="3749">
                  <c:v>0</c:v>
                </c:pt>
                <c:pt idx="3750">
                  <c:v>0</c:v>
                </c:pt>
                <c:pt idx="3751">
                  <c:v>353.23200000000003</c:v>
                </c:pt>
                <c:pt idx="3752">
                  <c:v>353.23200000000003</c:v>
                </c:pt>
                <c:pt idx="3753">
                  <c:v>353.23200000000003</c:v>
                </c:pt>
                <c:pt idx="3754">
                  <c:v>353.23200000000003</c:v>
                </c:pt>
                <c:pt idx="3755">
                  <c:v>353.23200000000003</c:v>
                </c:pt>
                <c:pt idx="3756">
                  <c:v>353.23200000000003</c:v>
                </c:pt>
                <c:pt idx="3757">
                  <c:v>353.23200000000003</c:v>
                </c:pt>
                <c:pt idx="3758">
                  <c:v>353.23200000000003</c:v>
                </c:pt>
                <c:pt idx="3759">
                  <c:v>353.23200000000003</c:v>
                </c:pt>
                <c:pt idx="3760">
                  <c:v>353.23200000000003</c:v>
                </c:pt>
                <c:pt idx="3761">
                  <c:v>353.23200000000003</c:v>
                </c:pt>
                <c:pt idx="3762">
                  <c:v>353.23200000000003</c:v>
                </c:pt>
                <c:pt idx="3763">
                  <c:v>353.23200000000003</c:v>
                </c:pt>
                <c:pt idx="3764">
                  <c:v>353.23200000000003</c:v>
                </c:pt>
                <c:pt idx="3765">
                  <c:v>0</c:v>
                </c:pt>
                <c:pt idx="3766">
                  <c:v>0</c:v>
                </c:pt>
                <c:pt idx="3767">
                  <c:v>0</c:v>
                </c:pt>
                <c:pt idx="3768">
                  <c:v>0</c:v>
                </c:pt>
                <c:pt idx="3769">
                  <c:v>0</c:v>
                </c:pt>
                <c:pt idx="3770">
                  <c:v>0</c:v>
                </c:pt>
                <c:pt idx="3771">
                  <c:v>0</c:v>
                </c:pt>
                <c:pt idx="3772">
                  <c:v>0</c:v>
                </c:pt>
                <c:pt idx="3773">
                  <c:v>0</c:v>
                </c:pt>
                <c:pt idx="3774">
                  <c:v>0</c:v>
                </c:pt>
                <c:pt idx="3775">
                  <c:v>353.23200000000003</c:v>
                </c:pt>
                <c:pt idx="3776">
                  <c:v>353.23200000000003</c:v>
                </c:pt>
                <c:pt idx="3777">
                  <c:v>353.23200000000003</c:v>
                </c:pt>
                <c:pt idx="3778">
                  <c:v>353.23200000000003</c:v>
                </c:pt>
                <c:pt idx="3779">
                  <c:v>353.23200000000003</c:v>
                </c:pt>
                <c:pt idx="3780">
                  <c:v>353.23200000000003</c:v>
                </c:pt>
                <c:pt idx="3781">
                  <c:v>353.23200000000003</c:v>
                </c:pt>
                <c:pt idx="3782">
                  <c:v>353.23200000000003</c:v>
                </c:pt>
                <c:pt idx="3783">
                  <c:v>353.23200000000003</c:v>
                </c:pt>
                <c:pt idx="3784">
                  <c:v>353.23200000000003</c:v>
                </c:pt>
                <c:pt idx="3785">
                  <c:v>353.23200000000003</c:v>
                </c:pt>
                <c:pt idx="3786">
                  <c:v>353.23200000000003</c:v>
                </c:pt>
                <c:pt idx="3787">
                  <c:v>353.23200000000003</c:v>
                </c:pt>
                <c:pt idx="3788">
                  <c:v>353.23200000000003</c:v>
                </c:pt>
                <c:pt idx="3789">
                  <c:v>0</c:v>
                </c:pt>
                <c:pt idx="3790">
                  <c:v>0</c:v>
                </c:pt>
                <c:pt idx="3791">
                  <c:v>0</c:v>
                </c:pt>
                <c:pt idx="3792">
                  <c:v>0</c:v>
                </c:pt>
                <c:pt idx="3793">
                  <c:v>0</c:v>
                </c:pt>
                <c:pt idx="3794">
                  <c:v>0</c:v>
                </c:pt>
                <c:pt idx="3795">
                  <c:v>0</c:v>
                </c:pt>
                <c:pt idx="3796">
                  <c:v>0</c:v>
                </c:pt>
                <c:pt idx="3797">
                  <c:v>0</c:v>
                </c:pt>
                <c:pt idx="3798">
                  <c:v>0</c:v>
                </c:pt>
                <c:pt idx="3799">
                  <c:v>353.23200000000003</c:v>
                </c:pt>
                <c:pt idx="3800">
                  <c:v>353.23200000000003</c:v>
                </c:pt>
                <c:pt idx="3801">
                  <c:v>353.23200000000003</c:v>
                </c:pt>
                <c:pt idx="3802">
                  <c:v>353.23200000000003</c:v>
                </c:pt>
                <c:pt idx="3803">
                  <c:v>353.23200000000003</c:v>
                </c:pt>
                <c:pt idx="3804">
                  <c:v>353.23200000000003</c:v>
                </c:pt>
                <c:pt idx="3805">
                  <c:v>353.23200000000003</c:v>
                </c:pt>
                <c:pt idx="3806">
                  <c:v>353.23200000000003</c:v>
                </c:pt>
                <c:pt idx="3807">
                  <c:v>353.23200000000003</c:v>
                </c:pt>
                <c:pt idx="3808">
                  <c:v>353.23200000000003</c:v>
                </c:pt>
                <c:pt idx="3809">
                  <c:v>353.23200000000003</c:v>
                </c:pt>
                <c:pt idx="3810">
                  <c:v>353.23200000000003</c:v>
                </c:pt>
                <c:pt idx="3811">
                  <c:v>353.23200000000003</c:v>
                </c:pt>
                <c:pt idx="3812">
                  <c:v>353.23200000000003</c:v>
                </c:pt>
                <c:pt idx="3813">
                  <c:v>0</c:v>
                </c:pt>
                <c:pt idx="3814">
                  <c:v>0</c:v>
                </c:pt>
                <c:pt idx="3815">
                  <c:v>0</c:v>
                </c:pt>
                <c:pt idx="3816">
                  <c:v>0</c:v>
                </c:pt>
                <c:pt idx="3817">
                  <c:v>0</c:v>
                </c:pt>
                <c:pt idx="3818">
                  <c:v>0</c:v>
                </c:pt>
                <c:pt idx="3819">
                  <c:v>0</c:v>
                </c:pt>
                <c:pt idx="3820">
                  <c:v>0</c:v>
                </c:pt>
                <c:pt idx="3821">
                  <c:v>0</c:v>
                </c:pt>
                <c:pt idx="3822">
                  <c:v>0</c:v>
                </c:pt>
                <c:pt idx="3823">
                  <c:v>353.23200000000003</c:v>
                </c:pt>
                <c:pt idx="3824">
                  <c:v>353.23200000000003</c:v>
                </c:pt>
                <c:pt idx="3825">
                  <c:v>353.23200000000003</c:v>
                </c:pt>
                <c:pt idx="3826">
                  <c:v>353.23200000000003</c:v>
                </c:pt>
                <c:pt idx="3827">
                  <c:v>353.23200000000003</c:v>
                </c:pt>
                <c:pt idx="3828">
                  <c:v>353.23200000000003</c:v>
                </c:pt>
                <c:pt idx="3829">
                  <c:v>353.23200000000003</c:v>
                </c:pt>
                <c:pt idx="3830">
                  <c:v>353.23200000000003</c:v>
                </c:pt>
                <c:pt idx="3831">
                  <c:v>353.23200000000003</c:v>
                </c:pt>
                <c:pt idx="3832">
                  <c:v>353.23200000000003</c:v>
                </c:pt>
                <c:pt idx="3833">
                  <c:v>353.23200000000003</c:v>
                </c:pt>
                <c:pt idx="3834">
                  <c:v>353.23200000000003</c:v>
                </c:pt>
                <c:pt idx="3835">
                  <c:v>353.23200000000003</c:v>
                </c:pt>
                <c:pt idx="3836">
                  <c:v>353.23200000000003</c:v>
                </c:pt>
                <c:pt idx="3837">
                  <c:v>0</c:v>
                </c:pt>
                <c:pt idx="3838">
                  <c:v>0</c:v>
                </c:pt>
                <c:pt idx="3839">
                  <c:v>0</c:v>
                </c:pt>
                <c:pt idx="3840">
                  <c:v>0</c:v>
                </c:pt>
                <c:pt idx="3841">
                  <c:v>0</c:v>
                </c:pt>
                <c:pt idx="3842">
                  <c:v>0</c:v>
                </c:pt>
                <c:pt idx="3843">
                  <c:v>0</c:v>
                </c:pt>
                <c:pt idx="3844">
                  <c:v>0</c:v>
                </c:pt>
                <c:pt idx="3845">
                  <c:v>0</c:v>
                </c:pt>
                <c:pt idx="3846">
                  <c:v>0</c:v>
                </c:pt>
                <c:pt idx="3847">
                  <c:v>353.23200000000003</c:v>
                </c:pt>
                <c:pt idx="3848">
                  <c:v>353.23200000000003</c:v>
                </c:pt>
                <c:pt idx="3849">
                  <c:v>353.23200000000003</c:v>
                </c:pt>
                <c:pt idx="3850">
                  <c:v>353.23200000000003</c:v>
                </c:pt>
                <c:pt idx="3851">
                  <c:v>353.23200000000003</c:v>
                </c:pt>
                <c:pt idx="3852">
                  <c:v>353.23200000000003</c:v>
                </c:pt>
                <c:pt idx="3853">
                  <c:v>353.23200000000003</c:v>
                </c:pt>
                <c:pt idx="3854">
                  <c:v>353.23200000000003</c:v>
                </c:pt>
                <c:pt idx="3855">
                  <c:v>353.23200000000003</c:v>
                </c:pt>
                <c:pt idx="3856">
                  <c:v>353.23200000000003</c:v>
                </c:pt>
                <c:pt idx="3857">
                  <c:v>353.23200000000003</c:v>
                </c:pt>
                <c:pt idx="3858">
                  <c:v>353.23200000000003</c:v>
                </c:pt>
                <c:pt idx="3859">
                  <c:v>353.23200000000003</c:v>
                </c:pt>
                <c:pt idx="3860">
                  <c:v>353.23200000000003</c:v>
                </c:pt>
                <c:pt idx="3861">
                  <c:v>0</c:v>
                </c:pt>
                <c:pt idx="3862">
                  <c:v>0</c:v>
                </c:pt>
                <c:pt idx="3863">
                  <c:v>0</c:v>
                </c:pt>
                <c:pt idx="3864">
                  <c:v>0</c:v>
                </c:pt>
                <c:pt idx="3865">
                  <c:v>0</c:v>
                </c:pt>
                <c:pt idx="3866">
                  <c:v>0</c:v>
                </c:pt>
                <c:pt idx="3867">
                  <c:v>0</c:v>
                </c:pt>
                <c:pt idx="3868">
                  <c:v>0</c:v>
                </c:pt>
                <c:pt idx="3869">
                  <c:v>0</c:v>
                </c:pt>
                <c:pt idx="3870">
                  <c:v>0</c:v>
                </c:pt>
                <c:pt idx="3871">
                  <c:v>353.23200000000003</c:v>
                </c:pt>
                <c:pt idx="3872">
                  <c:v>353.23200000000003</c:v>
                </c:pt>
                <c:pt idx="3873">
                  <c:v>353.23200000000003</c:v>
                </c:pt>
                <c:pt idx="3874">
                  <c:v>353.23200000000003</c:v>
                </c:pt>
                <c:pt idx="3875">
                  <c:v>353.23200000000003</c:v>
                </c:pt>
                <c:pt idx="3876">
                  <c:v>353.23200000000003</c:v>
                </c:pt>
                <c:pt idx="3877">
                  <c:v>353.23200000000003</c:v>
                </c:pt>
                <c:pt idx="3878">
                  <c:v>353.23200000000003</c:v>
                </c:pt>
                <c:pt idx="3879">
                  <c:v>353.23200000000003</c:v>
                </c:pt>
                <c:pt idx="3880">
                  <c:v>353.23200000000003</c:v>
                </c:pt>
                <c:pt idx="3881">
                  <c:v>353.23200000000003</c:v>
                </c:pt>
                <c:pt idx="3882">
                  <c:v>353.23200000000003</c:v>
                </c:pt>
                <c:pt idx="3883">
                  <c:v>353.23200000000003</c:v>
                </c:pt>
                <c:pt idx="3884">
                  <c:v>353.23200000000003</c:v>
                </c:pt>
                <c:pt idx="3885">
                  <c:v>0</c:v>
                </c:pt>
                <c:pt idx="3886">
                  <c:v>0</c:v>
                </c:pt>
                <c:pt idx="3887">
                  <c:v>0</c:v>
                </c:pt>
                <c:pt idx="3888">
                  <c:v>0</c:v>
                </c:pt>
                <c:pt idx="3889">
                  <c:v>0</c:v>
                </c:pt>
                <c:pt idx="3890">
                  <c:v>0</c:v>
                </c:pt>
                <c:pt idx="3891">
                  <c:v>0</c:v>
                </c:pt>
                <c:pt idx="3892">
                  <c:v>0</c:v>
                </c:pt>
                <c:pt idx="3893">
                  <c:v>0</c:v>
                </c:pt>
                <c:pt idx="3894">
                  <c:v>0</c:v>
                </c:pt>
                <c:pt idx="3895">
                  <c:v>353.23200000000003</c:v>
                </c:pt>
                <c:pt idx="3896">
                  <c:v>353.23200000000003</c:v>
                </c:pt>
                <c:pt idx="3897">
                  <c:v>353.23200000000003</c:v>
                </c:pt>
                <c:pt idx="3898">
                  <c:v>353.23200000000003</c:v>
                </c:pt>
                <c:pt idx="3899">
                  <c:v>353.23200000000003</c:v>
                </c:pt>
                <c:pt idx="3900">
                  <c:v>353.23200000000003</c:v>
                </c:pt>
                <c:pt idx="3901">
                  <c:v>353.23200000000003</c:v>
                </c:pt>
                <c:pt idx="3902">
                  <c:v>353.23200000000003</c:v>
                </c:pt>
                <c:pt idx="3903">
                  <c:v>353.23200000000003</c:v>
                </c:pt>
                <c:pt idx="3904">
                  <c:v>353.23200000000003</c:v>
                </c:pt>
                <c:pt idx="3905">
                  <c:v>353.23200000000003</c:v>
                </c:pt>
                <c:pt idx="3906">
                  <c:v>353.23200000000003</c:v>
                </c:pt>
                <c:pt idx="3907">
                  <c:v>353.23200000000003</c:v>
                </c:pt>
                <c:pt idx="3908">
                  <c:v>353.23200000000003</c:v>
                </c:pt>
                <c:pt idx="3909">
                  <c:v>0</c:v>
                </c:pt>
                <c:pt idx="3910">
                  <c:v>0</c:v>
                </c:pt>
                <c:pt idx="3911">
                  <c:v>0</c:v>
                </c:pt>
                <c:pt idx="3912">
                  <c:v>0</c:v>
                </c:pt>
                <c:pt idx="3913">
                  <c:v>0</c:v>
                </c:pt>
                <c:pt idx="3914">
                  <c:v>0</c:v>
                </c:pt>
                <c:pt idx="3915">
                  <c:v>0</c:v>
                </c:pt>
                <c:pt idx="3916">
                  <c:v>0</c:v>
                </c:pt>
                <c:pt idx="3917">
                  <c:v>0</c:v>
                </c:pt>
                <c:pt idx="3918">
                  <c:v>0</c:v>
                </c:pt>
                <c:pt idx="3919">
                  <c:v>353.23200000000003</c:v>
                </c:pt>
                <c:pt idx="3920">
                  <c:v>353.23200000000003</c:v>
                </c:pt>
                <c:pt idx="3921">
                  <c:v>353.23200000000003</c:v>
                </c:pt>
                <c:pt idx="3922">
                  <c:v>353.23200000000003</c:v>
                </c:pt>
                <c:pt idx="3923">
                  <c:v>353.23200000000003</c:v>
                </c:pt>
                <c:pt idx="3924">
                  <c:v>353.23200000000003</c:v>
                </c:pt>
                <c:pt idx="3925">
                  <c:v>353.23200000000003</c:v>
                </c:pt>
                <c:pt idx="3926">
                  <c:v>353.23200000000003</c:v>
                </c:pt>
                <c:pt idx="3927">
                  <c:v>353.23200000000003</c:v>
                </c:pt>
                <c:pt idx="3928">
                  <c:v>353.23200000000003</c:v>
                </c:pt>
                <c:pt idx="3929">
                  <c:v>353.23200000000003</c:v>
                </c:pt>
                <c:pt idx="3930">
                  <c:v>353.23200000000003</c:v>
                </c:pt>
                <c:pt idx="3931">
                  <c:v>353.23200000000003</c:v>
                </c:pt>
                <c:pt idx="3932">
                  <c:v>353.23200000000003</c:v>
                </c:pt>
                <c:pt idx="3933">
                  <c:v>0</c:v>
                </c:pt>
                <c:pt idx="3934">
                  <c:v>0</c:v>
                </c:pt>
                <c:pt idx="3935">
                  <c:v>0</c:v>
                </c:pt>
                <c:pt idx="3936">
                  <c:v>0</c:v>
                </c:pt>
                <c:pt idx="3937">
                  <c:v>0</c:v>
                </c:pt>
                <c:pt idx="3938">
                  <c:v>0</c:v>
                </c:pt>
                <c:pt idx="3939">
                  <c:v>0</c:v>
                </c:pt>
                <c:pt idx="3940">
                  <c:v>0</c:v>
                </c:pt>
                <c:pt idx="3941">
                  <c:v>0</c:v>
                </c:pt>
                <c:pt idx="3942">
                  <c:v>0</c:v>
                </c:pt>
                <c:pt idx="3943">
                  <c:v>353.23200000000003</c:v>
                </c:pt>
                <c:pt idx="3944">
                  <c:v>353.23200000000003</c:v>
                </c:pt>
                <c:pt idx="3945">
                  <c:v>357.43</c:v>
                </c:pt>
                <c:pt idx="3946">
                  <c:v>407.21499999999997</c:v>
                </c:pt>
                <c:pt idx="3947">
                  <c:v>366.72300000000001</c:v>
                </c:pt>
                <c:pt idx="3948">
                  <c:v>395.779</c:v>
                </c:pt>
                <c:pt idx="3949">
                  <c:v>353.23200000000003</c:v>
                </c:pt>
                <c:pt idx="3950">
                  <c:v>353.858</c:v>
                </c:pt>
                <c:pt idx="3951">
                  <c:v>393.21100000000001</c:v>
                </c:pt>
                <c:pt idx="3952">
                  <c:v>363.428</c:v>
                </c:pt>
                <c:pt idx="3953">
                  <c:v>353.23200000000003</c:v>
                </c:pt>
                <c:pt idx="3954">
                  <c:v>353.23200000000003</c:v>
                </c:pt>
                <c:pt idx="3955">
                  <c:v>353.23200000000003</c:v>
                </c:pt>
                <c:pt idx="3956">
                  <c:v>353.23200000000003</c:v>
                </c:pt>
                <c:pt idx="3957">
                  <c:v>0</c:v>
                </c:pt>
                <c:pt idx="3958">
                  <c:v>0</c:v>
                </c:pt>
                <c:pt idx="3959">
                  <c:v>0</c:v>
                </c:pt>
                <c:pt idx="3960">
                  <c:v>0</c:v>
                </c:pt>
                <c:pt idx="3961">
                  <c:v>0</c:v>
                </c:pt>
                <c:pt idx="3962">
                  <c:v>0</c:v>
                </c:pt>
                <c:pt idx="3963">
                  <c:v>0</c:v>
                </c:pt>
                <c:pt idx="3964">
                  <c:v>0</c:v>
                </c:pt>
                <c:pt idx="3965">
                  <c:v>0</c:v>
                </c:pt>
                <c:pt idx="3966">
                  <c:v>0</c:v>
                </c:pt>
                <c:pt idx="3967">
                  <c:v>353.23200000000003</c:v>
                </c:pt>
                <c:pt idx="3968">
                  <c:v>353.23200000000003</c:v>
                </c:pt>
                <c:pt idx="3969">
                  <c:v>353.23200000000003</c:v>
                </c:pt>
                <c:pt idx="3970">
                  <c:v>353.23200000000003</c:v>
                </c:pt>
                <c:pt idx="3971">
                  <c:v>353.23200000000003</c:v>
                </c:pt>
                <c:pt idx="3972">
                  <c:v>353.23200000000003</c:v>
                </c:pt>
                <c:pt idx="3973">
                  <c:v>353.23200000000003</c:v>
                </c:pt>
                <c:pt idx="3974">
                  <c:v>353.23200000000003</c:v>
                </c:pt>
                <c:pt idx="3975">
                  <c:v>353.23200000000003</c:v>
                </c:pt>
                <c:pt idx="3976">
                  <c:v>353.23200000000003</c:v>
                </c:pt>
                <c:pt idx="3977">
                  <c:v>353.23200000000003</c:v>
                </c:pt>
                <c:pt idx="3978">
                  <c:v>353.23200000000003</c:v>
                </c:pt>
                <c:pt idx="3979">
                  <c:v>353.23200000000003</c:v>
                </c:pt>
                <c:pt idx="3980">
                  <c:v>353.23200000000003</c:v>
                </c:pt>
                <c:pt idx="3981">
                  <c:v>0</c:v>
                </c:pt>
                <c:pt idx="3982">
                  <c:v>0</c:v>
                </c:pt>
                <c:pt idx="3983">
                  <c:v>0</c:v>
                </c:pt>
                <c:pt idx="3984">
                  <c:v>0</c:v>
                </c:pt>
                <c:pt idx="3985">
                  <c:v>0</c:v>
                </c:pt>
                <c:pt idx="3986">
                  <c:v>0</c:v>
                </c:pt>
                <c:pt idx="3987">
                  <c:v>0</c:v>
                </c:pt>
                <c:pt idx="3988">
                  <c:v>0</c:v>
                </c:pt>
                <c:pt idx="3989">
                  <c:v>0</c:v>
                </c:pt>
                <c:pt idx="3990">
                  <c:v>0</c:v>
                </c:pt>
                <c:pt idx="3991">
                  <c:v>353.23200000000003</c:v>
                </c:pt>
                <c:pt idx="3992">
                  <c:v>353.23200000000003</c:v>
                </c:pt>
                <c:pt idx="3993">
                  <c:v>353.23200000000003</c:v>
                </c:pt>
                <c:pt idx="3994">
                  <c:v>353.23200000000003</c:v>
                </c:pt>
                <c:pt idx="3995">
                  <c:v>353.23200000000003</c:v>
                </c:pt>
                <c:pt idx="3996">
                  <c:v>353.23200000000003</c:v>
                </c:pt>
                <c:pt idx="3997">
                  <c:v>353.23200000000003</c:v>
                </c:pt>
                <c:pt idx="3998">
                  <c:v>353.23200000000003</c:v>
                </c:pt>
                <c:pt idx="3999">
                  <c:v>353.23200000000003</c:v>
                </c:pt>
                <c:pt idx="4000">
                  <c:v>353.23200000000003</c:v>
                </c:pt>
                <c:pt idx="4001">
                  <c:v>353.23200000000003</c:v>
                </c:pt>
                <c:pt idx="4002">
                  <c:v>353.23200000000003</c:v>
                </c:pt>
                <c:pt idx="4003">
                  <c:v>353.23200000000003</c:v>
                </c:pt>
                <c:pt idx="4004">
                  <c:v>353.23200000000003</c:v>
                </c:pt>
                <c:pt idx="4005">
                  <c:v>0</c:v>
                </c:pt>
                <c:pt idx="4006">
                  <c:v>0</c:v>
                </c:pt>
                <c:pt idx="4007">
                  <c:v>0</c:v>
                </c:pt>
                <c:pt idx="4008">
                  <c:v>0</c:v>
                </c:pt>
                <c:pt idx="4009">
                  <c:v>0</c:v>
                </c:pt>
                <c:pt idx="4010">
                  <c:v>0</c:v>
                </c:pt>
                <c:pt idx="4011">
                  <c:v>0</c:v>
                </c:pt>
                <c:pt idx="4012">
                  <c:v>0</c:v>
                </c:pt>
                <c:pt idx="4013">
                  <c:v>0</c:v>
                </c:pt>
                <c:pt idx="4014">
                  <c:v>0</c:v>
                </c:pt>
                <c:pt idx="4015">
                  <c:v>353.23200000000003</c:v>
                </c:pt>
                <c:pt idx="4016">
                  <c:v>353.23200000000003</c:v>
                </c:pt>
                <c:pt idx="4017">
                  <c:v>353.23200000000003</c:v>
                </c:pt>
                <c:pt idx="4018">
                  <c:v>353.23200000000003</c:v>
                </c:pt>
                <c:pt idx="4019">
                  <c:v>353.23200000000003</c:v>
                </c:pt>
                <c:pt idx="4020">
                  <c:v>353.23200000000003</c:v>
                </c:pt>
                <c:pt idx="4021">
                  <c:v>353.23200000000003</c:v>
                </c:pt>
                <c:pt idx="4022">
                  <c:v>353.23200000000003</c:v>
                </c:pt>
                <c:pt idx="4023">
                  <c:v>353.23200000000003</c:v>
                </c:pt>
                <c:pt idx="4024">
                  <c:v>353.23200000000003</c:v>
                </c:pt>
                <c:pt idx="4025">
                  <c:v>353.23200000000003</c:v>
                </c:pt>
                <c:pt idx="4026">
                  <c:v>353.23200000000003</c:v>
                </c:pt>
                <c:pt idx="4027">
                  <c:v>353.23200000000003</c:v>
                </c:pt>
                <c:pt idx="4028">
                  <c:v>353.23200000000003</c:v>
                </c:pt>
                <c:pt idx="4029">
                  <c:v>0</c:v>
                </c:pt>
                <c:pt idx="4030">
                  <c:v>0</c:v>
                </c:pt>
                <c:pt idx="4031">
                  <c:v>0</c:v>
                </c:pt>
                <c:pt idx="4032">
                  <c:v>0</c:v>
                </c:pt>
                <c:pt idx="4033">
                  <c:v>0</c:v>
                </c:pt>
                <c:pt idx="4034">
                  <c:v>0</c:v>
                </c:pt>
                <c:pt idx="4035">
                  <c:v>0</c:v>
                </c:pt>
                <c:pt idx="4036">
                  <c:v>0</c:v>
                </c:pt>
                <c:pt idx="4037">
                  <c:v>0</c:v>
                </c:pt>
                <c:pt idx="4038">
                  <c:v>0</c:v>
                </c:pt>
                <c:pt idx="4039">
                  <c:v>353.23200000000003</c:v>
                </c:pt>
                <c:pt idx="4040">
                  <c:v>353.23200000000003</c:v>
                </c:pt>
                <c:pt idx="4041">
                  <c:v>353.23200000000003</c:v>
                </c:pt>
                <c:pt idx="4042">
                  <c:v>353.23200000000003</c:v>
                </c:pt>
                <c:pt idx="4043">
                  <c:v>353.23200000000003</c:v>
                </c:pt>
                <c:pt idx="4044">
                  <c:v>353.23200000000003</c:v>
                </c:pt>
                <c:pt idx="4045">
                  <c:v>353.23200000000003</c:v>
                </c:pt>
                <c:pt idx="4046">
                  <c:v>353.23200000000003</c:v>
                </c:pt>
                <c:pt idx="4047">
                  <c:v>353.23200000000003</c:v>
                </c:pt>
                <c:pt idx="4048">
                  <c:v>353.23200000000003</c:v>
                </c:pt>
                <c:pt idx="4049">
                  <c:v>353.23200000000003</c:v>
                </c:pt>
                <c:pt idx="4050">
                  <c:v>353.23200000000003</c:v>
                </c:pt>
                <c:pt idx="4051">
                  <c:v>353.23200000000003</c:v>
                </c:pt>
                <c:pt idx="4052">
                  <c:v>353.23200000000003</c:v>
                </c:pt>
                <c:pt idx="4053">
                  <c:v>0</c:v>
                </c:pt>
                <c:pt idx="4054">
                  <c:v>0</c:v>
                </c:pt>
                <c:pt idx="4055">
                  <c:v>0</c:v>
                </c:pt>
                <c:pt idx="4056">
                  <c:v>0</c:v>
                </c:pt>
                <c:pt idx="4057">
                  <c:v>0</c:v>
                </c:pt>
                <c:pt idx="4058">
                  <c:v>0</c:v>
                </c:pt>
                <c:pt idx="4059">
                  <c:v>0</c:v>
                </c:pt>
                <c:pt idx="4060">
                  <c:v>0</c:v>
                </c:pt>
                <c:pt idx="4061">
                  <c:v>0</c:v>
                </c:pt>
                <c:pt idx="4062">
                  <c:v>0</c:v>
                </c:pt>
                <c:pt idx="4063">
                  <c:v>353.23200000000003</c:v>
                </c:pt>
                <c:pt idx="4064">
                  <c:v>353.23200000000003</c:v>
                </c:pt>
                <c:pt idx="4065">
                  <c:v>353.23200000000003</c:v>
                </c:pt>
                <c:pt idx="4066">
                  <c:v>353.23200000000003</c:v>
                </c:pt>
                <c:pt idx="4067">
                  <c:v>353.23200000000003</c:v>
                </c:pt>
                <c:pt idx="4068">
                  <c:v>353.23200000000003</c:v>
                </c:pt>
                <c:pt idx="4069">
                  <c:v>353.23200000000003</c:v>
                </c:pt>
                <c:pt idx="4070">
                  <c:v>353.23200000000003</c:v>
                </c:pt>
                <c:pt idx="4071">
                  <c:v>353.23200000000003</c:v>
                </c:pt>
                <c:pt idx="4072">
                  <c:v>353.23200000000003</c:v>
                </c:pt>
                <c:pt idx="4073">
                  <c:v>353.23200000000003</c:v>
                </c:pt>
                <c:pt idx="4074">
                  <c:v>353.23200000000003</c:v>
                </c:pt>
                <c:pt idx="4075">
                  <c:v>353.23200000000003</c:v>
                </c:pt>
                <c:pt idx="4076">
                  <c:v>353.23200000000003</c:v>
                </c:pt>
                <c:pt idx="4077">
                  <c:v>0</c:v>
                </c:pt>
                <c:pt idx="4078">
                  <c:v>0</c:v>
                </c:pt>
                <c:pt idx="4079">
                  <c:v>0</c:v>
                </c:pt>
                <c:pt idx="4080">
                  <c:v>0</c:v>
                </c:pt>
                <c:pt idx="4081">
                  <c:v>0</c:v>
                </c:pt>
                <c:pt idx="4082">
                  <c:v>0</c:v>
                </c:pt>
                <c:pt idx="4083">
                  <c:v>0</c:v>
                </c:pt>
                <c:pt idx="4084">
                  <c:v>0</c:v>
                </c:pt>
                <c:pt idx="4085">
                  <c:v>0</c:v>
                </c:pt>
                <c:pt idx="4086">
                  <c:v>0</c:v>
                </c:pt>
                <c:pt idx="4087">
                  <c:v>353.23200000000003</c:v>
                </c:pt>
                <c:pt idx="4088">
                  <c:v>353.23200000000003</c:v>
                </c:pt>
                <c:pt idx="4089">
                  <c:v>395.154</c:v>
                </c:pt>
                <c:pt idx="4090">
                  <c:v>417.02100000000002</c:v>
                </c:pt>
                <c:pt idx="4091">
                  <c:v>435.62200000000001</c:v>
                </c:pt>
                <c:pt idx="4092">
                  <c:v>405.31400000000002</c:v>
                </c:pt>
                <c:pt idx="4093">
                  <c:v>353.23200000000003</c:v>
                </c:pt>
                <c:pt idx="4094">
                  <c:v>376.19099999999997</c:v>
                </c:pt>
                <c:pt idx="4095">
                  <c:v>403.654</c:v>
                </c:pt>
                <c:pt idx="4096">
                  <c:v>374.79199999999997</c:v>
                </c:pt>
                <c:pt idx="4097">
                  <c:v>353.23200000000003</c:v>
                </c:pt>
                <c:pt idx="4098">
                  <c:v>353.23200000000003</c:v>
                </c:pt>
                <c:pt idx="4099">
                  <c:v>353.23200000000003</c:v>
                </c:pt>
                <c:pt idx="4100">
                  <c:v>353.23200000000003</c:v>
                </c:pt>
                <c:pt idx="4101">
                  <c:v>0</c:v>
                </c:pt>
                <c:pt idx="4102">
                  <c:v>0</c:v>
                </c:pt>
                <c:pt idx="4103">
                  <c:v>0</c:v>
                </c:pt>
                <c:pt idx="4104">
                  <c:v>0</c:v>
                </c:pt>
                <c:pt idx="4105">
                  <c:v>0</c:v>
                </c:pt>
                <c:pt idx="4106">
                  <c:v>0</c:v>
                </c:pt>
                <c:pt idx="4107">
                  <c:v>0</c:v>
                </c:pt>
                <c:pt idx="4108">
                  <c:v>0</c:v>
                </c:pt>
                <c:pt idx="4109">
                  <c:v>0</c:v>
                </c:pt>
                <c:pt idx="4110">
                  <c:v>0</c:v>
                </c:pt>
                <c:pt idx="4111">
                  <c:v>353.23200000000003</c:v>
                </c:pt>
                <c:pt idx="4112">
                  <c:v>353.23200000000003</c:v>
                </c:pt>
                <c:pt idx="4113">
                  <c:v>416.69799999999998</c:v>
                </c:pt>
                <c:pt idx="4114">
                  <c:v>449.47</c:v>
                </c:pt>
                <c:pt idx="4115">
                  <c:v>399.96</c:v>
                </c:pt>
                <c:pt idx="4116">
                  <c:v>429.774</c:v>
                </c:pt>
                <c:pt idx="4117">
                  <c:v>374.755</c:v>
                </c:pt>
                <c:pt idx="4118">
                  <c:v>355.97899999999998</c:v>
                </c:pt>
                <c:pt idx="4119">
                  <c:v>404.68</c:v>
                </c:pt>
                <c:pt idx="4120">
                  <c:v>368.983</c:v>
                </c:pt>
                <c:pt idx="4121">
                  <c:v>353.23200000000003</c:v>
                </c:pt>
                <c:pt idx="4122">
                  <c:v>353.23200000000003</c:v>
                </c:pt>
                <c:pt idx="4123">
                  <c:v>353.23200000000003</c:v>
                </c:pt>
                <c:pt idx="4124">
                  <c:v>353.23200000000003</c:v>
                </c:pt>
                <c:pt idx="4125">
                  <c:v>0</c:v>
                </c:pt>
                <c:pt idx="4126">
                  <c:v>0</c:v>
                </c:pt>
                <c:pt idx="4127">
                  <c:v>0</c:v>
                </c:pt>
                <c:pt idx="4128">
                  <c:v>0</c:v>
                </c:pt>
                <c:pt idx="4129">
                  <c:v>0</c:v>
                </c:pt>
                <c:pt idx="4130">
                  <c:v>0</c:v>
                </c:pt>
                <c:pt idx="4131">
                  <c:v>0</c:v>
                </c:pt>
                <c:pt idx="4132">
                  <c:v>0</c:v>
                </c:pt>
                <c:pt idx="4133">
                  <c:v>0</c:v>
                </c:pt>
                <c:pt idx="4134">
                  <c:v>0</c:v>
                </c:pt>
                <c:pt idx="4135">
                  <c:v>353.23200000000003</c:v>
                </c:pt>
                <c:pt idx="4136">
                  <c:v>353.23200000000003</c:v>
                </c:pt>
                <c:pt idx="4137">
                  <c:v>353.23200000000003</c:v>
                </c:pt>
                <c:pt idx="4138">
                  <c:v>353.23200000000003</c:v>
                </c:pt>
                <c:pt idx="4139">
                  <c:v>353.23200000000003</c:v>
                </c:pt>
                <c:pt idx="4140">
                  <c:v>353.23200000000003</c:v>
                </c:pt>
                <c:pt idx="4141">
                  <c:v>353.23200000000003</c:v>
                </c:pt>
                <c:pt idx="4142">
                  <c:v>353.23200000000003</c:v>
                </c:pt>
                <c:pt idx="4143">
                  <c:v>353.23200000000003</c:v>
                </c:pt>
                <c:pt idx="4144">
                  <c:v>353.23200000000003</c:v>
                </c:pt>
                <c:pt idx="4145">
                  <c:v>353.23200000000003</c:v>
                </c:pt>
                <c:pt idx="4146">
                  <c:v>353.23200000000003</c:v>
                </c:pt>
                <c:pt idx="4147">
                  <c:v>353.23200000000003</c:v>
                </c:pt>
                <c:pt idx="4148">
                  <c:v>353.23200000000003</c:v>
                </c:pt>
                <c:pt idx="4149">
                  <c:v>0</c:v>
                </c:pt>
                <c:pt idx="4150">
                  <c:v>0</c:v>
                </c:pt>
                <c:pt idx="4151">
                  <c:v>0</c:v>
                </c:pt>
                <c:pt idx="4152">
                  <c:v>0</c:v>
                </c:pt>
                <c:pt idx="4153">
                  <c:v>0</c:v>
                </c:pt>
                <c:pt idx="4154">
                  <c:v>0</c:v>
                </c:pt>
                <c:pt idx="4155">
                  <c:v>0</c:v>
                </c:pt>
                <c:pt idx="4156">
                  <c:v>0</c:v>
                </c:pt>
                <c:pt idx="4157">
                  <c:v>0</c:v>
                </c:pt>
                <c:pt idx="4158">
                  <c:v>0</c:v>
                </c:pt>
                <c:pt idx="4159">
                  <c:v>353.23200000000003</c:v>
                </c:pt>
                <c:pt idx="4160">
                  <c:v>353.23200000000003</c:v>
                </c:pt>
                <c:pt idx="4161">
                  <c:v>353.23200000000003</c:v>
                </c:pt>
                <c:pt idx="4162">
                  <c:v>370.98899999999998</c:v>
                </c:pt>
                <c:pt idx="4163">
                  <c:v>379.60899999999998</c:v>
                </c:pt>
                <c:pt idx="4164">
                  <c:v>398.51799999999997</c:v>
                </c:pt>
                <c:pt idx="4165">
                  <c:v>353.23200000000003</c:v>
                </c:pt>
                <c:pt idx="4166">
                  <c:v>353.23200000000003</c:v>
                </c:pt>
                <c:pt idx="4167">
                  <c:v>395.077</c:v>
                </c:pt>
                <c:pt idx="4168">
                  <c:v>383.024</c:v>
                </c:pt>
                <c:pt idx="4169">
                  <c:v>353.23200000000003</c:v>
                </c:pt>
                <c:pt idx="4170">
                  <c:v>353.23200000000003</c:v>
                </c:pt>
                <c:pt idx="4171">
                  <c:v>353.23200000000003</c:v>
                </c:pt>
                <c:pt idx="4172">
                  <c:v>353.23200000000003</c:v>
                </c:pt>
                <c:pt idx="4173">
                  <c:v>0</c:v>
                </c:pt>
                <c:pt idx="4174">
                  <c:v>0</c:v>
                </c:pt>
                <c:pt idx="4175">
                  <c:v>0</c:v>
                </c:pt>
                <c:pt idx="4176">
                  <c:v>0</c:v>
                </c:pt>
                <c:pt idx="4177">
                  <c:v>0</c:v>
                </c:pt>
                <c:pt idx="4178">
                  <c:v>0</c:v>
                </c:pt>
                <c:pt idx="4179">
                  <c:v>0</c:v>
                </c:pt>
                <c:pt idx="4180">
                  <c:v>0</c:v>
                </c:pt>
                <c:pt idx="4181">
                  <c:v>0</c:v>
                </c:pt>
                <c:pt idx="4182">
                  <c:v>0</c:v>
                </c:pt>
                <c:pt idx="4183">
                  <c:v>353.23200000000003</c:v>
                </c:pt>
                <c:pt idx="4184">
                  <c:v>353.23200000000003</c:v>
                </c:pt>
                <c:pt idx="4185">
                  <c:v>353.23200000000003</c:v>
                </c:pt>
                <c:pt idx="4186">
                  <c:v>353.23200000000003</c:v>
                </c:pt>
                <c:pt idx="4187">
                  <c:v>353.23200000000003</c:v>
                </c:pt>
                <c:pt idx="4188">
                  <c:v>353.23200000000003</c:v>
                </c:pt>
                <c:pt idx="4189">
                  <c:v>353.23200000000003</c:v>
                </c:pt>
                <c:pt idx="4190">
                  <c:v>353.23200000000003</c:v>
                </c:pt>
                <c:pt idx="4191">
                  <c:v>353.23200000000003</c:v>
                </c:pt>
                <c:pt idx="4192">
                  <c:v>353.23200000000003</c:v>
                </c:pt>
                <c:pt idx="4193">
                  <c:v>353.23200000000003</c:v>
                </c:pt>
                <c:pt idx="4194">
                  <c:v>353.23200000000003</c:v>
                </c:pt>
                <c:pt idx="4195">
                  <c:v>353.23200000000003</c:v>
                </c:pt>
                <c:pt idx="4196">
                  <c:v>353.23200000000003</c:v>
                </c:pt>
                <c:pt idx="4197">
                  <c:v>0</c:v>
                </c:pt>
                <c:pt idx="4198">
                  <c:v>0</c:v>
                </c:pt>
                <c:pt idx="4199">
                  <c:v>0</c:v>
                </c:pt>
                <c:pt idx="4200">
                  <c:v>0</c:v>
                </c:pt>
                <c:pt idx="4201">
                  <c:v>0</c:v>
                </c:pt>
                <c:pt idx="4202">
                  <c:v>0</c:v>
                </c:pt>
                <c:pt idx="4203">
                  <c:v>0</c:v>
                </c:pt>
                <c:pt idx="4204">
                  <c:v>0</c:v>
                </c:pt>
                <c:pt idx="4205">
                  <c:v>0</c:v>
                </c:pt>
                <c:pt idx="4206">
                  <c:v>0</c:v>
                </c:pt>
                <c:pt idx="4207">
                  <c:v>353.23200000000003</c:v>
                </c:pt>
                <c:pt idx="4208">
                  <c:v>353.23200000000003</c:v>
                </c:pt>
                <c:pt idx="4209">
                  <c:v>353.23200000000003</c:v>
                </c:pt>
                <c:pt idx="4210">
                  <c:v>353.23200000000003</c:v>
                </c:pt>
                <c:pt idx="4211">
                  <c:v>353.23200000000003</c:v>
                </c:pt>
                <c:pt idx="4212">
                  <c:v>353.23200000000003</c:v>
                </c:pt>
                <c:pt idx="4213">
                  <c:v>353.23200000000003</c:v>
                </c:pt>
                <c:pt idx="4214">
                  <c:v>353.23200000000003</c:v>
                </c:pt>
                <c:pt idx="4215">
                  <c:v>353.23200000000003</c:v>
                </c:pt>
                <c:pt idx="4216">
                  <c:v>353.23200000000003</c:v>
                </c:pt>
                <c:pt idx="4217">
                  <c:v>353.23200000000003</c:v>
                </c:pt>
                <c:pt idx="4218">
                  <c:v>353.23200000000003</c:v>
                </c:pt>
                <c:pt idx="4219">
                  <c:v>353.23200000000003</c:v>
                </c:pt>
                <c:pt idx="4220">
                  <c:v>353.23200000000003</c:v>
                </c:pt>
                <c:pt idx="4221">
                  <c:v>0</c:v>
                </c:pt>
                <c:pt idx="4222">
                  <c:v>0</c:v>
                </c:pt>
                <c:pt idx="4223">
                  <c:v>0</c:v>
                </c:pt>
                <c:pt idx="4224">
                  <c:v>0</c:v>
                </c:pt>
                <c:pt idx="4225">
                  <c:v>0</c:v>
                </c:pt>
                <c:pt idx="4226">
                  <c:v>0</c:v>
                </c:pt>
                <c:pt idx="4227">
                  <c:v>0</c:v>
                </c:pt>
                <c:pt idx="4228">
                  <c:v>0</c:v>
                </c:pt>
                <c:pt idx="4229">
                  <c:v>0</c:v>
                </c:pt>
                <c:pt idx="4230">
                  <c:v>0</c:v>
                </c:pt>
                <c:pt idx="4231">
                  <c:v>353.23200000000003</c:v>
                </c:pt>
                <c:pt idx="4232">
                  <c:v>353.23200000000003</c:v>
                </c:pt>
                <c:pt idx="4233">
                  <c:v>353.23200000000003</c:v>
                </c:pt>
                <c:pt idx="4234">
                  <c:v>353.23200000000003</c:v>
                </c:pt>
                <c:pt idx="4235">
                  <c:v>353.23200000000003</c:v>
                </c:pt>
                <c:pt idx="4236">
                  <c:v>353.23200000000003</c:v>
                </c:pt>
                <c:pt idx="4237">
                  <c:v>353.23200000000003</c:v>
                </c:pt>
                <c:pt idx="4238">
                  <c:v>353.23200000000003</c:v>
                </c:pt>
                <c:pt idx="4239">
                  <c:v>353.23200000000003</c:v>
                </c:pt>
                <c:pt idx="4240">
                  <c:v>353.23200000000003</c:v>
                </c:pt>
                <c:pt idx="4241">
                  <c:v>353.23200000000003</c:v>
                </c:pt>
                <c:pt idx="4242">
                  <c:v>353.23200000000003</c:v>
                </c:pt>
                <c:pt idx="4243">
                  <c:v>353.23200000000003</c:v>
                </c:pt>
                <c:pt idx="4244">
                  <c:v>353.23200000000003</c:v>
                </c:pt>
                <c:pt idx="4245">
                  <c:v>0</c:v>
                </c:pt>
                <c:pt idx="4246">
                  <c:v>0</c:v>
                </c:pt>
                <c:pt idx="4247">
                  <c:v>0</c:v>
                </c:pt>
                <c:pt idx="4248">
                  <c:v>0</c:v>
                </c:pt>
                <c:pt idx="4249">
                  <c:v>0</c:v>
                </c:pt>
                <c:pt idx="4250">
                  <c:v>0</c:v>
                </c:pt>
                <c:pt idx="4251">
                  <c:v>0</c:v>
                </c:pt>
                <c:pt idx="4252">
                  <c:v>0</c:v>
                </c:pt>
                <c:pt idx="4253">
                  <c:v>0</c:v>
                </c:pt>
                <c:pt idx="4254">
                  <c:v>0</c:v>
                </c:pt>
                <c:pt idx="4255">
                  <c:v>353.23200000000003</c:v>
                </c:pt>
                <c:pt idx="4256">
                  <c:v>353.23200000000003</c:v>
                </c:pt>
                <c:pt idx="4257">
                  <c:v>353.23200000000003</c:v>
                </c:pt>
                <c:pt idx="4258">
                  <c:v>353.23200000000003</c:v>
                </c:pt>
                <c:pt idx="4259">
                  <c:v>353.23200000000003</c:v>
                </c:pt>
                <c:pt idx="4260">
                  <c:v>353.23200000000003</c:v>
                </c:pt>
                <c:pt idx="4261">
                  <c:v>353.23200000000003</c:v>
                </c:pt>
                <c:pt idx="4262">
                  <c:v>353.23200000000003</c:v>
                </c:pt>
                <c:pt idx="4263">
                  <c:v>353.23200000000003</c:v>
                </c:pt>
                <c:pt idx="4264">
                  <c:v>353.23200000000003</c:v>
                </c:pt>
                <c:pt idx="4265">
                  <c:v>353.23200000000003</c:v>
                </c:pt>
                <c:pt idx="4266">
                  <c:v>353.23200000000003</c:v>
                </c:pt>
                <c:pt idx="4267">
                  <c:v>353.23200000000003</c:v>
                </c:pt>
                <c:pt idx="4268">
                  <c:v>353.23200000000003</c:v>
                </c:pt>
                <c:pt idx="4269">
                  <c:v>0</c:v>
                </c:pt>
                <c:pt idx="4270">
                  <c:v>0</c:v>
                </c:pt>
                <c:pt idx="4271">
                  <c:v>0</c:v>
                </c:pt>
                <c:pt idx="4272">
                  <c:v>0</c:v>
                </c:pt>
                <c:pt idx="4273">
                  <c:v>0</c:v>
                </c:pt>
                <c:pt idx="4274">
                  <c:v>0</c:v>
                </c:pt>
                <c:pt idx="4275">
                  <c:v>0</c:v>
                </c:pt>
                <c:pt idx="4276">
                  <c:v>0</c:v>
                </c:pt>
                <c:pt idx="4277">
                  <c:v>0</c:v>
                </c:pt>
                <c:pt idx="4278">
                  <c:v>0</c:v>
                </c:pt>
                <c:pt idx="4279">
                  <c:v>353.23200000000003</c:v>
                </c:pt>
                <c:pt idx="4280">
                  <c:v>353.23200000000003</c:v>
                </c:pt>
                <c:pt idx="4281">
                  <c:v>353.23200000000003</c:v>
                </c:pt>
                <c:pt idx="4282">
                  <c:v>353.23200000000003</c:v>
                </c:pt>
                <c:pt idx="4283">
                  <c:v>353.23200000000003</c:v>
                </c:pt>
                <c:pt idx="4284">
                  <c:v>353.23200000000003</c:v>
                </c:pt>
                <c:pt idx="4285">
                  <c:v>353.23200000000003</c:v>
                </c:pt>
                <c:pt idx="4286">
                  <c:v>353.23200000000003</c:v>
                </c:pt>
                <c:pt idx="4287">
                  <c:v>353.23200000000003</c:v>
                </c:pt>
                <c:pt idx="4288">
                  <c:v>353.23200000000003</c:v>
                </c:pt>
                <c:pt idx="4289">
                  <c:v>353.23200000000003</c:v>
                </c:pt>
                <c:pt idx="4290">
                  <c:v>353.23200000000003</c:v>
                </c:pt>
                <c:pt idx="4291">
                  <c:v>353.23200000000003</c:v>
                </c:pt>
                <c:pt idx="4292">
                  <c:v>353.23200000000003</c:v>
                </c:pt>
                <c:pt idx="4293">
                  <c:v>0</c:v>
                </c:pt>
                <c:pt idx="4294">
                  <c:v>0</c:v>
                </c:pt>
                <c:pt idx="4295">
                  <c:v>0</c:v>
                </c:pt>
                <c:pt idx="4296">
                  <c:v>0</c:v>
                </c:pt>
                <c:pt idx="4297">
                  <c:v>0</c:v>
                </c:pt>
                <c:pt idx="4298">
                  <c:v>0</c:v>
                </c:pt>
                <c:pt idx="4299">
                  <c:v>0</c:v>
                </c:pt>
                <c:pt idx="4300">
                  <c:v>0</c:v>
                </c:pt>
                <c:pt idx="4301">
                  <c:v>0</c:v>
                </c:pt>
                <c:pt idx="4302">
                  <c:v>0</c:v>
                </c:pt>
                <c:pt idx="4303">
                  <c:v>353.23200000000003</c:v>
                </c:pt>
                <c:pt idx="4304">
                  <c:v>353.23200000000003</c:v>
                </c:pt>
                <c:pt idx="4305">
                  <c:v>353.23200000000003</c:v>
                </c:pt>
                <c:pt idx="4306">
                  <c:v>353.23200000000003</c:v>
                </c:pt>
                <c:pt idx="4307">
                  <c:v>353.23200000000003</c:v>
                </c:pt>
                <c:pt idx="4308">
                  <c:v>353.23200000000003</c:v>
                </c:pt>
                <c:pt idx="4309">
                  <c:v>353.23200000000003</c:v>
                </c:pt>
                <c:pt idx="4310">
                  <c:v>353.23200000000003</c:v>
                </c:pt>
                <c:pt idx="4311">
                  <c:v>353.23200000000003</c:v>
                </c:pt>
                <c:pt idx="4312">
                  <c:v>353.23200000000003</c:v>
                </c:pt>
                <c:pt idx="4313">
                  <c:v>353.23200000000003</c:v>
                </c:pt>
                <c:pt idx="4314">
                  <c:v>353.23200000000003</c:v>
                </c:pt>
                <c:pt idx="4315">
                  <c:v>353.23200000000003</c:v>
                </c:pt>
                <c:pt idx="4316">
                  <c:v>353.23200000000003</c:v>
                </c:pt>
                <c:pt idx="4317">
                  <c:v>0</c:v>
                </c:pt>
                <c:pt idx="4318">
                  <c:v>0</c:v>
                </c:pt>
                <c:pt idx="4319">
                  <c:v>0</c:v>
                </c:pt>
                <c:pt idx="4320">
                  <c:v>0</c:v>
                </c:pt>
                <c:pt idx="4321">
                  <c:v>0</c:v>
                </c:pt>
                <c:pt idx="4322">
                  <c:v>0</c:v>
                </c:pt>
                <c:pt idx="4323">
                  <c:v>0</c:v>
                </c:pt>
                <c:pt idx="4324">
                  <c:v>0</c:v>
                </c:pt>
                <c:pt idx="4325">
                  <c:v>0</c:v>
                </c:pt>
                <c:pt idx="4326">
                  <c:v>0</c:v>
                </c:pt>
                <c:pt idx="4327">
                  <c:v>353.23200000000003</c:v>
                </c:pt>
                <c:pt idx="4328">
                  <c:v>353.23200000000003</c:v>
                </c:pt>
                <c:pt idx="4329">
                  <c:v>353.23200000000003</c:v>
                </c:pt>
                <c:pt idx="4330">
                  <c:v>353.23200000000003</c:v>
                </c:pt>
                <c:pt idx="4331">
                  <c:v>353.23200000000003</c:v>
                </c:pt>
                <c:pt idx="4332">
                  <c:v>353.23200000000003</c:v>
                </c:pt>
                <c:pt idx="4333">
                  <c:v>353.23200000000003</c:v>
                </c:pt>
                <c:pt idx="4334">
                  <c:v>353.23200000000003</c:v>
                </c:pt>
                <c:pt idx="4335">
                  <c:v>353.23200000000003</c:v>
                </c:pt>
                <c:pt idx="4336">
                  <c:v>353.23200000000003</c:v>
                </c:pt>
                <c:pt idx="4337">
                  <c:v>353.23200000000003</c:v>
                </c:pt>
                <c:pt idx="4338">
                  <c:v>353.23200000000003</c:v>
                </c:pt>
                <c:pt idx="4339">
                  <c:v>353.23200000000003</c:v>
                </c:pt>
                <c:pt idx="4340">
                  <c:v>353.23200000000003</c:v>
                </c:pt>
                <c:pt idx="4341">
                  <c:v>0</c:v>
                </c:pt>
                <c:pt idx="4342">
                  <c:v>0</c:v>
                </c:pt>
                <c:pt idx="4343">
                  <c:v>0</c:v>
                </c:pt>
                <c:pt idx="4344">
                  <c:v>0</c:v>
                </c:pt>
                <c:pt idx="4345">
                  <c:v>0</c:v>
                </c:pt>
                <c:pt idx="4346">
                  <c:v>0</c:v>
                </c:pt>
                <c:pt idx="4347">
                  <c:v>0</c:v>
                </c:pt>
                <c:pt idx="4348">
                  <c:v>0</c:v>
                </c:pt>
                <c:pt idx="4349">
                  <c:v>0</c:v>
                </c:pt>
                <c:pt idx="4350">
                  <c:v>0</c:v>
                </c:pt>
                <c:pt idx="4351">
                  <c:v>353.23200000000003</c:v>
                </c:pt>
                <c:pt idx="4352">
                  <c:v>353.23200000000003</c:v>
                </c:pt>
                <c:pt idx="4353">
                  <c:v>353.23200000000003</c:v>
                </c:pt>
                <c:pt idx="4354">
                  <c:v>353.23200000000003</c:v>
                </c:pt>
                <c:pt idx="4355">
                  <c:v>353.23200000000003</c:v>
                </c:pt>
                <c:pt idx="4356">
                  <c:v>353.23200000000003</c:v>
                </c:pt>
                <c:pt idx="4357">
                  <c:v>353.23200000000003</c:v>
                </c:pt>
                <c:pt idx="4358">
                  <c:v>353.23200000000003</c:v>
                </c:pt>
                <c:pt idx="4359">
                  <c:v>353.23200000000003</c:v>
                </c:pt>
                <c:pt idx="4360">
                  <c:v>353.23200000000003</c:v>
                </c:pt>
                <c:pt idx="4361">
                  <c:v>353.23200000000003</c:v>
                </c:pt>
                <c:pt idx="4362">
                  <c:v>353.23200000000003</c:v>
                </c:pt>
                <c:pt idx="4363">
                  <c:v>353.23200000000003</c:v>
                </c:pt>
                <c:pt idx="4364">
                  <c:v>353.23200000000003</c:v>
                </c:pt>
                <c:pt idx="4365">
                  <c:v>0</c:v>
                </c:pt>
                <c:pt idx="4366">
                  <c:v>0</c:v>
                </c:pt>
                <c:pt idx="4367">
                  <c:v>0</c:v>
                </c:pt>
                <c:pt idx="4368">
                  <c:v>0</c:v>
                </c:pt>
                <c:pt idx="4369">
                  <c:v>0</c:v>
                </c:pt>
                <c:pt idx="4370">
                  <c:v>0</c:v>
                </c:pt>
                <c:pt idx="4371">
                  <c:v>0</c:v>
                </c:pt>
                <c:pt idx="4372">
                  <c:v>0</c:v>
                </c:pt>
                <c:pt idx="4373">
                  <c:v>0</c:v>
                </c:pt>
                <c:pt idx="4374">
                  <c:v>0</c:v>
                </c:pt>
                <c:pt idx="4375">
                  <c:v>353.23200000000003</c:v>
                </c:pt>
                <c:pt idx="4376">
                  <c:v>353.23200000000003</c:v>
                </c:pt>
                <c:pt idx="4377">
                  <c:v>353.23200000000003</c:v>
                </c:pt>
                <c:pt idx="4378">
                  <c:v>353.23200000000003</c:v>
                </c:pt>
                <c:pt idx="4379">
                  <c:v>353.23200000000003</c:v>
                </c:pt>
                <c:pt idx="4380">
                  <c:v>353.23200000000003</c:v>
                </c:pt>
                <c:pt idx="4381">
                  <c:v>353.23200000000003</c:v>
                </c:pt>
                <c:pt idx="4382">
                  <c:v>353.23200000000003</c:v>
                </c:pt>
                <c:pt idx="4383">
                  <c:v>353.23200000000003</c:v>
                </c:pt>
                <c:pt idx="4384">
                  <c:v>353.23200000000003</c:v>
                </c:pt>
                <c:pt idx="4385">
                  <c:v>353.23200000000003</c:v>
                </c:pt>
                <c:pt idx="4386">
                  <c:v>353.23200000000003</c:v>
                </c:pt>
                <c:pt idx="4387">
                  <c:v>353.23200000000003</c:v>
                </c:pt>
                <c:pt idx="4388">
                  <c:v>353.23200000000003</c:v>
                </c:pt>
                <c:pt idx="4389">
                  <c:v>0</c:v>
                </c:pt>
                <c:pt idx="4390">
                  <c:v>0</c:v>
                </c:pt>
                <c:pt idx="4391">
                  <c:v>0</c:v>
                </c:pt>
                <c:pt idx="4392">
                  <c:v>0</c:v>
                </c:pt>
                <c:pt idx="4393">
                  <c:v>0</c:v>
                </c:pt>
                <c:pt idx="4394">
                  <c:v>0</c:v>
                </c:pt>
                <c:pt idx="4395">
                  <c:v>0</c:v>
                </c:pt>
                <c:pt idx="4396">
                  <c:v>0</c:v>
                </c:pt>
                <c:pt idx="4397">
                  <c:v>0</c:v>
                </c:pt>
                <c:pt idx="4398">
                  <c:v>0</c:v>
                </c:pt>
                <c:pt idx="4399">
                  <c:v>353.23200000000003</c:v>
                </c:pt>
                <c:pt idx="4400">
                  <c:v>353.23200000000003</c:v>
                </c:pt>
                <c:pt idx="4401">
                  <c:v>353.23200000000003</c:v>
                </c:pt>
                <c:pt idx="4402">
                  <c:v>353.23200000000003</c:v>
                </c:pt>
                <c:pt idx="4403">
                  <c:v>353.23200000000003</c:v>
                </c:pt>
                <c:pt idx="4404">
                  <c:v>353.23200000000003</c:v>
                </c:pt>
                <c:pt idx="4405">
                  <c:v>353.23200000000003</c:v>
                </c:pt>
                <c:pt idx="4406">
                  <c:v>353.23200000000003</c:v>
                </c:pt>
                <c:pt idx="4407">
                  <c:v>353.23200000000003</c:v>
                </c:pt>
                <c:pt idx="4408">
                  <c:v>353.23200000000003</c:v>
                </c:pt>
                <c:pt idx="4409">
                  <c:v>353.23200000000003</c:v>
                </c:pt>
                <c:pt idx="4410">
                  <c:v>353.23200000000003</c:v>
                </c:pt>
                <c:pt idx="4411">
                  <c:v>353.23200000000003</c:v>
                </c:pt>
                <c:pt idx="4412">
                  <c:v>353.23200000000003</c:v>
                </c:pt>
                <c:pt idx="4413">
                  <c:v>0</c:v>
                </c:pt>
                <c:pt idx="4414">
                  <c:v>0</c:v>
                </c:pt>
                <c:pt idx="4415">
                  <c:v>0</c:v>
                </c:pt>
                <c:pt idx="4416">
                  <c:v>0</c:v>
                </c:pt>
                <c:pt idx="4417">
                  <c:v>0</c:v>
                </c:pt>
                <c:pt idx="4418">
                  <c:v>0</c:v>
                </c:pt>
                <c:pt idx="4419">
                  <c:v>0</c:v>
                </c:pt>
                <c:pt idx="4420">
                  <c:v>0</c:v>
                </c:pt>
                <c:pt idx="4421">
                  <c:v>0</c:v>
                </c:pt>
                <c:pt idx="4422">
                  <c:v>0</c:v>
                </c:pt>
                <c:pt idx="4423">
                  <c:v>353.23200000000003</c:v>
                </c:pt>
                <c:pt idx="4424">
                  <c:v>353.23200000000003</c:v>
                </c:pt>
                <c:pt idx="4425">
                  <c:v>353.23200000000003</c:v>
                </c:pt>
                <c:pt idx="4426">
                  <c:v>353.23200000000003</c:v>
                </c:pt>
                <c:pt idx="4427">
                  <c:v>353.23200000000003</c:v>
                </c:pt>
                <c:pt idx="4428">
                  <c:v>353.23200000000003</c:v>
                </c:pt>
                <c:pt idx="4429">
                  <c:v>353.23200000000003</c:v>
                </c:pt>
                <c:pt idx="4430">
                  <c:v>353.23200000000003</c:v>
                </c:pt>
                <c:pt idx="4431">
                  <c:v>353.23200000000003</c:v>
                </c:pt>
                <c:pt idx="4432">
                  <c:v>353.23200000000003</c:v>
                </c:pt>
                <c:pt idx="4433">
                  <c:v>353.23200000000003</c:v>
                </c:pt>
                <c:pt idx="4434">
                  <c:v>353.23200000000003</c:v>
                </c:pt>
                <c:pt idx="4435">
                  <c:v>353.23200000000003</c:v>
                </c:pt>
                <c:pt idx="4436">
                  <c:v>353.23200000000003</c:v>
                </c:pt>
                <c:pt idx="4437">
                  <c:v>0</c:v>
                </c:pt>
                <c:pt idx="4438">
                  <c:v>0</c:v>
                </c:pt>
                <c:pt idx="4439">
                  <c:v>0</c:v>
                </c:pt>
                <c:pt idx="4440">
                  <c:v>0</c:v>
                </c:pt>
                <c:pt idx="4441">
                  <c:v>0</c:v>
                </c:pt>
                <c:pt idx="4442">
                  <c:v>0</c:v>
                </c:pt>
                <c:pt idx="4443">
                  <c:v>0</c:v>
                </c:pt>
                <c:pt idx="4444">
                  <c:v>0</c:v>
                </c:pt>
                <c:pt idx="4445">
                  <c:v>0</c:v>
                </c:pt>
                <c:pt idx="4446">
                  <c:v>0</c:v>
                </c:pt>
                <c:pt idx="4447">
                  <c:v>353.23200000000003</c:v>
                </c:pt>
                <c:pt idx="4448">
                  <c:v>353.23200000000003</c:v>
                </c:pt>
                <c:pt idx="4449">
                  <c:v>353.23200000000003</c:v>
                </c:pt>
                <c:pt idx="4450">
                  <c:v>353.23200000000003</c:v>
                </c:pt>
                <c:pt idx="4451">
                  <c:v>353.23200000000003</c:v>
                </c:pt>
                <c:pt idx="4452">
                  <c:v>353.23200000000003</c:v>
                </c:pt>
                <c:pt idx="4453">
                  <c:v>353.23200000000003</c:v>
                </c:pt>
                <c:pt idx="4454">
                  <c:v>353.23200000000003</c:v>
                </c:pt>
                <c:pt idx="4455">
                  <c:v>353.23200000000003</c:v>
                </c:pt>
                <c:pt idx="4456">
                  <c:v>353.23200000000003</c:v>
                </c:pt>
                <c:pt idx="4457">
                  <c:v>353.23200000000003</c:v>
                </c:pt>
                <c:pt idx="4458">
                  <c:v>353.23200000000003</c:v>
                </c:pt>
                <c:pt idx="4459">
                  <c:v>353.23200000000003</c:v>
                </c:pt>
                <c:pt idx="4460">
                  <c:v>353.23200000000003</c:v>
                </c:pt>
                <c:pt idx="4461">
                  <c:v>0</c:v>
                </c:pt>
                <c:pt idx="4462">
                  <c:v>0</c:v>
                </c:pt>
                <c:pt idx="4463">
                  <c:v>0</c:v>
                </c:pt>
                <c:pt idx="4464">
                  <c:v>0</c:v>
                </c:pt>
                <c:pt idx="4465">
                  <c:v>0</c:v>
                </c:pt>
                <c:pt idx="4466">
                  <c:v>0</c:v>
                </c:pt>
                <c:pt idx="4467">
                  <c:v>0</c:v>
                </c:pt>
                <c:pt idx="4468">
                  <c:v>0</c:v>
                </c:pt>
                <c:pt idx="4469">
                  <c:v>0</c:v>
                </c:pt>
                <c:pt idx="4470">
                  <c:v>0</c:v>
                </c:pt>
                <c:pt idx="4471">
                  <c:v>353.23200000000003</c:v>
                </c:pt>
                <c:pt idx="4472">
                  <c:v>353.23200000000003</c:v>
                </c:pt>
                <c:pt idx="4473">
                  <c:v>353.23200000000003</c:v>
                </c:pt>
                <c:pt idx="4474">
                  <c:v>353.23200000000003</c:v>
                </c:pt>
                <c:pt idx="4475">
                  <c:v>353.23200000000003</c:v>
                </c:pt>
                <c:pt idx="4476">
                  <c:v>353.23200000000003</c:v>
                </c:pt>
                <c:pt idx="4477">
                  <c:v>353.23200000000003</c:v>
                </c:pt>
                <c:pt idx="4478">
                  <c:v>353.23200000000003</c:v>
                </c:pt>
                <c:pt idx="4479">
                  <c:v>353.23200000000003</c:v>
                </c:pt>
                <c:pt idx="4480">
                  <c:v>353.23200000000003</c:v>
                </c:pt>
                <c:pt idx="4481">
                  <c:v>353.23200000000003</c:v>
                </c:pt>
                <c:pt idx="4482">
                  <c:v>353.23200000000003</c:v>
                </c:pt>
                <c:pt idx="4483">
                  <c:v>353.23200000000003</c:v>
                </c:pt>
                <c:pt idx="4484">
                  <c:v>353.23200000000003</c:v>
                </c:pt>
                <c:pt idx="4485">
                  <c:v>0</c:v>
                </c:pt>
                <c:pt idx="4486">
                  <c:v>0</c:v>
                </c:pt>
                <c:pt idx="4487">
                  <c:v>0</c:v>
                </c:pt>
                <c:pt idx="4488">
                  <c:v>0</c:v>
                </c:pt>
                <c:pt idx="4489">
                  <c:v>0</c:v>
                </c:pt>
                <c:pt idx="4490">
                  <c:v>0</c:v>
                </c:pt>
                <c:pt idx="4491">
                  <c:v>0</c:v>
                </c:pt>
                <c:pt idx="4492">
                  <c:v>0</c:v>
                </c:pt>
                <c:pt idx="4493">
                  <c:v>0</c:v>
                </c:pt>
                <c:pt idx="4494">
                  <c:v>0</c:v>
                </c:pt>
                <c:pt idx="4495">
                  <c:v>353.23200000000003</c:v>
                </c:pt>
                <c:pt idx="4496">
                  <c:v>353.23200000000003</c:v>
                </c:pt>
                <c:pt idx="4497">
                  <c:v>353.23200000000003</c:v>
                </c:pt>
                <c:pt idx="4498">
                  <c:v>353.23200000000003</c:v>
                </c:pt>
                <c:pt idx="4499">
                  <c:v>353.23200000000003</c:v>
                </c:pt>
                <c:pt idx="4500">
                  <c:v>353.23200000000003</c:v>
                </c:pt>
                <c:pt idx="4501">
                  <c:v>353.23200000000003</c:v>
                </c:pt>
                <c:pt idx="4502">
                  <c:v>353.23200000000003</c:v>
                </c:pt>
                <c:pt idx="4503">
                  <c:v>353.23200000000003</c:v>
                </c:pt>
                <c:pt idx="4504">
                  <c:v>353.23200000000003</c:v>
                </c:pt>
                <c:pt idx="4505">
                  <c:v>353.23200000000003</c:v>
                </c:pt>
                <c:pt idx="4506">
                  <c:v>353.23200000000003</c:v>
                </c:pt>
                <c:pt idx="4507">
                  <c:v>353.23200000000003</c:v>
                </c:pt>
                <c:pt idx="4508">
                  <c:v>353.23200000000003</c:v>
                </c:pt>
                <c:pt idx="4509">
                  <c:v>0</c:v>
                </c:pt>
                <c:pt idx="4510">
                  <c:v>0</c:v>
                </c:pt>
                <c:pt idx="4511">
                  <c:v>0</c:v>
                </c:pt>
                <c:pt idx="4512">
                  <c:v>0</c:v>
                </c:pt>
                <c:pt idx="4513">
                  <c:v>0</c:v>
                </c:pt>
                <c:pt idx="4514">
                  <c:v>0</c:v>
                </c:pt>
                <c:pt idx="4515">
                  <c:v>0</c:v>
                </c:pt>
                <c:pt idx="4516">
                  <c:v>0</c:v>
                </c:pt>
                <c:pt idx="4517">
                  <c:v>0</c:v>
                </c:pt>
                <c:pt idx="4518">
                  <c:v>0</c:v>
                </c:pt>
                <c:pt idx="4519">
                  <c:v>353.23200000000003</c:v>
                </c:pt>
                <c:pt idx="4520">
                  <c:v>353.23200000000003</c:v>
                </c:pt>
                <c:pt idx="4521">
                  <c:v>353.23200000000003</c:v>
                </c:pt>
                <c:pt idx="4522">
                  <c:v>353.23200000000003</c:v>
                </c:pt>
                <c:pt idx="4523">
                  <c:v>353.23200000000003</c:v>
                </c:pt>
                <c:pt idx="4524">
                  <c:v>353.23200000000003</c:v>
                </c:pt>
                <c:pt idx="4525">
                  <c:v>353.23200000000003</c:v>
                </c:pt>
                <c:pt idx="4526">
                  <c:v>353.23200000000003</c:v>
                </c:pt>
                <c:pt idx="4527">
                  <c:v>353.23200000000003</c:v>
                </c:pt>
                <c:pt idx="4528">
                  <c:v>353.23200000000003</c:v>
                </c:pt>
                <c:pt idx="4529">
                  <c:v>353.23200000000003</c:v>
                </c:pt>
                <c:pt idx="4530">
                  <c:v>353.23200000000003</c:v>
                </c:pt>
                <c:pt idx="4531">
                  <c:v>353.23200000000003</c:v>
                </c:pt>
                <c:pt idx="4532">
                  <c:v>353.23200000000003</c:v>
                </c:pt>
                <c:pt idx="4533">
                  <c:v>0</c:v>
                </c:pt>
                <c:pt idx="4534">
                  <c:v>0</c:v>
                </c:pt>
                <c:pt idx="4535">
                  <c:v>0</c:v>
                </c:pt>
                <c:pt idx="4536">
                  <c:v>0</c:v>
                </c:pt>
                <c:pt idx="4537">
                  <c:v>0</c:v>
                </c:pt>
                <c:pt idx="4538">
                  <c:v>0</c:v>
                </c:pt>
                <c:pt idx="4539">
                  <c:v>0</c:v>
                </c:pt>
                <c:pt idx="4540">
                  <c:v>0</c:v>
                </c:pt>
                <c:pt idx="4541">
                  <c:v>0</c:v>
                </c:pt>
                <c:pt idx="4542">
                  <c:v>0</c:v>
                </c:pt>
                <c:pt idx="4543">
                  <c:v>353.23200000000003</c:v>
                </c:pt>
                <c:pt idx="4544">
                  <c:v>370.95800000000003</c:v>
                </c:pt>
                <c:pt idx="4545">
                  <c:v>353.23200000000003</c:v>
                </c:pt>
                <c:pt idx="4546">
                  <c:v>353.23200000000003</c:v>
                </c:pt>
                <c:pt idx="4547">
                  <c:v>353.23200000000003</c:v>
                </c:pt>
                <c:pt idx="4548">
                  <c:v>353.23200000000003</c:v>
                </c:pt>
                <c:pt idx="4549">
                  <c:v>353.23200000000003</c:v>
                </c:pt>
                <c:pt idx="4550">
                  <c:v>353.23200000000003</c:v>
                </c:pt>
                <c:pt idx="4551">
                  <c:v>353.23200000000003</c:v>
                </c:pt>
                <c:pt idx="4552">
                  <c:v>353.23200000000003</c:v>
                </c:pt>
                <c:pt idx="4553">
                  <c:v>353.23200000000003</c:v>
                </c:pt>
                <c:pt idx="4554">
                  <c:v>353.23200000000003</c:v>
                </c:pt>
                <c:pt idx="4555">
                  <c:v>353.23200000000003</c:v>
                </c:pt>
                <c:pt idx="4556">
                  <c:v>353.23200000000003</c:v>
                </c:pt>
                <c:pt idx="4557">
                  <c:v>0</c:v>
                </c:pt>
                <c:pt idx="4558">
                  <c:v>0</c:v>
                </c:pt>
                <c:pt idx="4559">
                  <c:v>0</c:v>
                </c:pt>
                <c:pt idx="4560">
                  <c:v>0</c:v>
                </c:pt>
                <c:pt idx="4561">
                  <c:v>0</c:v>
                </c:pt>
                <c:pt idx="4562">
                  <c:v>0</c:v>
                </c:pt>
                <c:pt idx="4563">
                  <c:v>0</c:v>
                </c:pt>
                <c:pt idx="4564">
                  <c:v>0</c:v>
                </c:pt>
                <c:pt idx="4565">
                  <c:v>0</c:v>
                </c:pt>
                <c:pt idx="4566">
                  <c:v>0</c:v>
                </c:pt>
                <c:pt idx="4567">
                  <c:v>353.23200000000003</c:v>
                </c:pt>
                <c:pt idx="4568">
                  <c:v>353.23200000000003</c:v>
                </c:pt>
                <c:pt idx="4569">
                  <c:v>383.15699999999998</c:v>
                </c:pt>
                <c:pt idx="4570">
                  <c:v>363.17200000000003</c:v>
                </c:pt>
                <c:pt idx="4571">
                  <c:v>353.23200000000003</c:v>
                </c:pt>
                <c:pt idx="4572">
                  <c:v>370.40699999999998</c:v>
                </c:pt>
                <c:pt idx="4573">
                  <c:v>353.23200000000003</c:v>
                </c:pt>
                <c:pt idx="4574">
                  <c:v>353.23200000000003</c:v>
                </c:pt>
                <c:pt idx="4575">
                  <c:v>353.23200000000003</c:v>
                </c:pt>
                <c:pt idx="4576">
                  <c:v>361.78800000000001</c:v>
                </c:pt>
                <c:pt idx="4577">
                  <c:v>353.23200000000003</c:v>
                </c:pt>
                <c:pt idx="4578">
                  <c:v>353.23200000000003</c:v>
                </c:pt>
                <c:pt idx="4579">
                  <c:v>353.23200000000003</c:v>
                </c:pt>
                <c:pt idx="4580">
                  <c:v>353.23200000000003</c:v>
                </c:pt>
                <c:pt idx="4581">
                  <c:v>0</c:v>
                </c:pt>
                <c:pt idx="4582">
                  <c:v>0</c:v>
                </c:pt>
                <c:pt idx="4583">
                  <c:v>0</c:v>
                </c:pt>
                <c:pt idx="4584">
                  <c:v>0</c:v>
                </c:pt>
                <c:pt idx="4585">
                  <c:v>0</c:v>
                </c:pt>
                <c:pt idx="4586">
                  <c:v>0</c:v>
                </c:pt>
                <c:pt idx="4587">
                  <c:v>0</c:v>
                </c:pt>
                <c:pt idx="4588">
                  <c:v>0</c:v>
                </c:pt>
                <c:pt idx="4589">
                  <c:v>0</c:v>
                </c:pt>
                <c:pt idx="4590">
                  <c:v>0</c:v>
                </c:pt>
                <c:pt idx="4591">
                  <c:v>353.23200000000003</c:v>
                </c:pt>
                <c:pt idx="4592">
                  <c:v>361.44200000000001</c:v>
                </c:pt>
                <c:pt idx="4593">
                  <c:v>353.23200000000003</c:v>
                </c:pt>
                <c:pt idx="4594">
                  <c:v>374.505</c:v>
                </c:pt>
                <c:pt idx="4595">
                  <c:v>353.23200000000003</c:v>
                </c:pt>
                <c:pt idx="4596">
                  <c:v>361.80099999999999</c:v>
                </c:pt>
                <c:pt idx="4597">
                  <c:v>353.23200000000003</c:v>
                </c:pt>
                <c:pt idx="4598">
                  <c:v>353.23200000000003</c:v>
                </c:pt>
                <c:pt idx="4599">
                  <c:v>353.23200000000003</c:v>
                </c:pt>
                <c:pt idx="4600">
                  <c:v>353.23200000000003</c:v>
                </c:pt>
                <c:pt idx="4601">
                  <c:v>353.23200000000003</c:v>
                </c:pt>
                <c:pt idx="4602">
                  <c:v>353.23200000000003</c:v>
                </c:pt>
                <c:pt idx="4603">
                  <c:v>353.23200000000003</c:v>
                </c:pt>
                <c:pt idx="4604">
                  <c:v>353.23200000000003</c:v>
                </c:pt>
                <c:pt idx="4605">
                  <c:v>0</c:v>
                </c:pt>
                <c:pt idx="4606">
                  <c:v>0</c:v>
                </c:pt>
                <c:pt idx="4607">
                  <c:v>0</c:v>
                </c:pt>
                <c:pt idx="4608">
                  <c:v>0</c:v>
                </c:pt>
                <c:pt idx="4609">
                  <c:v>0</c:v>
                </c:pt>
                <c:pt idx="4610">
                  <c:v>0</c:v>
                </c:pt>
                <c:pt idx="4611">
                  <c:v>0</c:v>
                </c:pt>
                <c:pt idx="4612">
                  <c:v>0</c:v>
                </c:pt>
                <c:pt idx="4613">
                  <c:v>0</c:v>
                </c:pt>
                <c:pt idx="4614">
                  <c:v>0</c:v>
                </c:pt>
                <c:pt idx="4615">
                  <c:v>353.23200000000003</c:v>
                </c:pt>
                <c:pt idx="4616">
                  <c:v>353.23200000000003</c:v>
                </c:pt>
                <c:pt idx="4617">
                  <c:v>353.23200000000003</c:v>
                </c:pt>
                <c:pt idx="4618">
                  <c:v>383.71199999999999</c:v>
                </c:pt>
                <c:pt idx="4619">
                  <c:v>370.83300000000003</c:v>
                </c:pt>
                <c:pt idx="4620">
                  <c:v>394.06599999999997</c:v>
                </c:pt>
                <c:pt idx="4621">
                  <c:v>353.23200000000003</c:v>
                </c:pt>
                <c:pt idx="4622">
                  <c:v>353.23200000000003</c:v>
                </c:pt>
                <c:pt idx="4623">
                  <c:v>353.23200000000003</c:v>
                </c:pt>
                <c:pt idx="4624">
                  <c:v>353.23200000000003</c:v>
                </c:pt>
                <c:pt idx="4625">
                  <c:v>353.23200000000003</c:v>
                </c:pt>
                <c:pt idx="4626">
                  <c:v>353.23200000000003</c:v>
                </c:pt>
                <c:pt idx="4627">
                  <c:v>353.23200000000003</c:v>
                </c:pt>
                <c:pt idx="4628">
                  <c:v>353.23200000000003</c:v>
                </c:pt>
                <c:pt idx="4629">
                  <c:v>0</c:v>
                </c:pt>
                <c:pt idx="4630">
                  <c:v>0</c:v>
                </c:pt>
                <c:pt idx="4631">
                  <c:v>0</c:v>
                </c:pt>
                <c:pt idx="4632">
                  <c:v>0</c:v>
                </c:pt>
                <c:pt idx="4633">
                  <c:v>0</c:v>
                </c:pt>
                <c:pt idx="4634">
                  <c:v>0</c:v>
                </c:pt>
                <c:pt idx="4635">
                  <c:v>0</c:v>
                </c:pt>
                <c:pt idx="4636">
                  <c:v>0</c:v>
                </c:pt>
                <c:pt idx="4637">
                  <c:v>0</c:v>
                </c:pt>
                <c:pt idx="4638">
                  <c:v>0</c:v>
                </c:pt>
                <c:pt idx="4639">
                  <c:v>353.23200000000003</c:v>
                </c:pt>
                <c:pt idx="4640">
                  <c:v>353.23200000000003</c:v>
                </c:pt>
                <c:pt idx="4641">
                  <c:v>353.23200000000003</c:v>
                </c:pt>
                <c:pt idx="4642">
                  <c:v>353.23200000000003</c:v>
                </c:pt>
                <c:pt idx="4643">
                  <c:v>353.23200000000003</c:v>
                </c:pt>
                <c:pt idx="4644">
                  <c:v>353.23200000000003</c:v>
                </c:pt>
                <c:pt idx="4645">
                  <c:v>353.23200000000003</c:v>
                </c:pt>
                <c:pt idx="4646">
                  <c:v>353.23200000000003</c:v>
                </c:pt>
                <c:pt idx="4647">
                  <c:v>353.23200000000003</c:v>
                </c:pt>
                <c:pt idx="4648">
                  <c:v>353.23200000000003</c:v>
                </c:pt>
                <c:pt idx="4649">
                  <c:v>353.23200000000003</c:v>
                </c:pt>
                <c:pt idx="4650">
                  <c:v>353.23200000000003</c:v>
                </c:pt>
                <c:pt idx="4651">
                  <c:v>353.23200000000003</c:v>
                </c:pt>
                <c:pt idx="4652">
                  <c:v>353.23200000000003</c:v>
                </c:pt>
                <c:pt idx="4653">
                  <c:v>0</c:v>
                </c:pt>
                <c:pt idx="4654">
                  <c:v>0</c:v>
                </c:pt>
                <c:pt idx="4655">
                  <c:v>0</c:v>
                </c:pt>
                <c:pt idx="4656">
                  <c:v>0</c:v>
                </c:pt>
                <c:pt idx="4657">
                  <c:v>0</c:v>
                </c:pt>
                <c:pt idx="4658">
                  <c:v>0</c:v>
                </c:pt>
                <c:pt idx="4659">
                  <c:v>0</c:v>
                </c:pt>
                <c:pt idx="4660">
                  <c:v>0</c:v>
                </c:pt>
                <c:pt idx="4661">
                  <c:v>0</c:v>
                </c:pt>
                <c:pt idx="4662">
                  <c:v>0</c:v>
                </c:pt>
                <c:pt idx="4663">
                  <c:v>353.23200000000003</c:v>
                </c:pt>
                <c:pt idx="4664">
                  <c:v>353.23200000000003</c:v>
                </c:pt>
                <c:pt idx="4665">
                  <c:v>353.23200000000003</c:v>
                </c:pt>
                <c:pt idx="4666">
                  <c:v>353.23200000000003</c:v>
                </c:pt>
                <c:pt idx="4667">
                  <c:v>353.23200000000003</c:v>
                </c:pt>
                <c:pt idx="4668">
                  <c:v>353.23200000000003</c:v>
                </c:pt>
                <c:pt idx="4669">
                  <c:v>353.23200000000003</c:v>
                </c:pt>
                <c:pt idx="4670">
                  <c:v>353.23200000000003</c:v>
                </c:pt>
                <c:pt idx="4671">
                  <c:v>353.23200000000003</c:v>
                </c:pt>
                <c:pt idx="4672">
                  <c:v>353.23200000000003</c:v>
                </c:pt>
                <c:pt idx="4673">
                  <c:v>353.23200000000003</c:v>
                </c:pt>
                <c:pt idx="4674">
                  <c:v>353.23200000000003</c:v>
                </c:pt>
                <c:pt idx="4675">
                  <c:v>353.23200000000003</c:v>
                </c:pt>
                <c:pt idx="4676">
                  <c:v>353.23200000000003</c:v>
                </c:pt>
                <c:pt idx="4677">
                  <c:v>0</c:v>
                </c:pt>
                <c:pt idx="4678">
                  <c:v>0</c:v>
                </c:pt>
                <c:pt idx="4679">
                  <c:v>0</c:v>
                </c:pt>
                <c:pt idx="4680">
                  <c:v>0</c:v>
                </c:pt>
                <c:pt idx="4681">
                  <c:v>0</c:v>
                </c:pt>
                <c:pt idx="4682">
                  <c:v>0</c:v>
                </c:pt>
                <c:pt idx="4683">
                  <c:v>0</c:v>
                </c:pt>
                <c:pt idx="4684">
                  <c:v>0</c:v>
                </c:pt>
                <c:pt idx="4685">
                  <c:v>0</c:v>
                </c:pt>
                <c:pt idx="4686">
                  <c:v>0</c:v>
                </c:pt>
                <c:pt idx="4687">
                  <c:v>353.23200000000003</c:v>
                </c:pt>
                <c:pt idx="4688">
                  <c:v>353.23200000000003</c:v>
                </c:pt>
                <c:pt idx="4689">
                  <c:v>353.23200000000003</c:v>
                </c:pt>
                <c:pt idx="4690">
                  <c:v>353.23200000000003</c:v>
                </c:pt>
                <c:pt idx="4691">
                  <c:v>353.23200000000003</c:v>
                </c:pt>
                <c:pt idx="4692">
                  <c:v>353.23200000000003</c:v>
                </c:pt>
                <c:pt idx="4693">
                  <c:v>353.23200000000003</c:v>
                </c:pt>
                <c:pt idx="4694">
                  <c:v>353.23200000000003</c:v>
                </c:pt>
                <c:pt idx="4695">
                  <c:v>353.23200000000003</c:v>
                </c:pt>
                <c:pt idx="4696">
                  <c:v>353.23200000000003</c:v>
                </c:pt>
                <c:pt idx="4697">
                  <c:v>353.23200000000003</c:v>
                </c:pt>
                <c:pt idx="4698">
                  <c:v>353.23200000000003</c:v>
                </c:pt>
                <c:pt idx="4699">
                  <c:v>353.23200000000003</c:v>
                </c:pt>
                <c:pt idx="4700">
                  <c:v>353.23200000000003</c:v>
                </c:pt>
                <c:pt idx="4701">
                  <c:v>0</c:v>
                </c:pt>
                <c:pt idx="4702">
                  <c:v>0</c:v>
                </c:pt>
                <c:pt idx="4703">
                  <c:v>0</c:v>
                </c:pt>
                <c:pt idx="4704">
                  <c:v>0</c:v>
                </c:pt>
                <c:pt idx="4705">
                  <c:v>0</c:v>
                </c:pt>
                <c:pt idx="4706">
                  <c:v>0</c:v>
                </c:pt>
                <c:pt idx="4707">
                  <c:v>0</c:v>
                </c:pt>
                <c:pt idx="4708">
                  <c:v>0</c:v>
                </c:pt>
                <c:pt idx="4709">
                  <c:v>0</c:v>
                </c:pt>
                <c:pt idx="4710">
                  <c:v>0</c:v>
                </c:pt>
                <c:pt idx="4711">
                  <c:v>353.23200000000003</c:v>
                </c:pt>
                <c:pt idx="4712">
                  <c:v>353.23200000000003</c:v>
                </c:pt>
                <c:pt idx="4713">
                  <c:v>353.23200000000003</c:v>
                </c:pt>
                <c:pt idx="4714">
                  <c:v>353.23200000000003</c:v>
                </c:pt>
                <c:pt idx="4715">
                  <c:v>353.23200000000003</c:v>
                </c:pt>
                <c:pt idx="4716">
                  <c:v>353.23200000000003</c:v>
                </c:pt>
                <c:pt idx="4717">
                  <c:v>353.23200000000003</c:v>
                </c:pt>
                <c:pt idx="4718">
                  <c:v>353.23200000000003</c:v>
                </c:pt>
                <c:pt idx="4719">
                  <c:v>353.23200000000003</c:v>
                </c:pt>
                <c:pt idx="4720">
                  <c:v>353.23200000000003</c:v>
                </c:pt>
                <c:pt idx="4721">
                  <c:v>353.23200000000003</c:v>
                </c:pt>
                <c:pt idx="4722">
                  <c:v>353.23200000000003</c:v>
                </c:pt>
                <c:pt idx="4723">
                  <c:v>353.23200000000003</c:v>
                </c:pt>
                <c:pt idx="4724">
                  <c:v>353.23200000000003</c:v>
                </c:pt>
                <c:pt idx="4725">
                  <c:v>0</c:v>
                </c:pt>
                <c:pt idx="4726">
                  <c:v>0</c:v>
                </c:pt>
                <c:pt idx="4727">
                  <c:v>0</c:v>
                </c:pt>
                <c:pt idx="4728">
                  <c:v>0</c:v>
                </c:pt>
                <c:pt idx="4729">
                  <c:v>0</c:v>
                </c:pt>
                <c:pt idx="4730">
                  <c:v>0</c:v>
                </c:pt>
                <c:pt idx="4731">
                  <c:v>0</c:v>
                </c:pt>
                <c:pt idx="4732">
                  <c:v>0</c:v>
                </c:pt>
                <c:pt idx="4733">
                  <c:v>0</c:v>
                </c:pt>
                <c:pt idx="4734">
                  <c:v>0</c:v>
                </c:pt>
                <c:pt idx="4735">
                  <c:v>353.23200000000003</c:v>
                </c:pt>
                <c:pt idx="4736">
                  <c:v>353.23200000000003</c:v>
                </c:pt>
                <c:pt idx="4737">
                  <c:v>353.23200000000003</c:v>
                </c:pt>
                <c:pt idx="4738">
                  <c:v>353.23200000000003</c:v>
                </c:pt>
                <c:pt idx="4739">
                  <c:v>353.23200000000003</c:v>
                </c:pt>
                <c:pt idx="4740">
                  <c:v>353.23200000000003</c:v>
                </c:pt>
                <c:pt idx="4741">
                  <c:v>353.23200000000003</c:v>
                </c:pt>
                <c:pt idx="4742">
                  <c:v>353.23200000000003</c:v>
                </c:pt>
                <c:pt idx="4743">
                  <c:v>353.23200000000003</c:v>
                </c:pt>
                <c:pt idx="4744">
                  <c:v>353.23200000000003</c:v>
                </c:pt>
                <c:pt idx="4745">
                  <c:v>353.23200000000003</c:v>
                </c:pt>
                <c:pt idx="4746">
                  <c:v>353.23200000000003</c:v>
                </c:pt>
                <c:pt idx="4747">
                  <c:v>353.23200000000003</c:v>
                </c:pt>
                <c:pt idx="4748">
                  <c:v>353.23200000000003</c:v>
                </c:pt>
                <c:pt idx="4749">
                  <c:v>0</c:v>
                </c:pt>
                <c:pt idx="4750">
                  <c:v>0</c:v>
                </c:pt>
                <c:pt idx="4751">
                  <c:v>0</c:v>
                </c:pt>
                <c:pt idx="4752">
                  <c:v>0</c:v>
                </c:pt>
                <c:pt idx="4753">
                  <c:v>0</c:v>
                </c:pt>
                <c:pt idx="4754">
                  <c:v>0</c:v>
                </c:pt>
                <c:pt idx="4755">
                  <c:v>0</c:v>
                </c:pt>
                <c:pt idx="4756">
                  <c:v>0</c:v>
                </c:pt>
                <c:pt idx="4757">
                  <c:v>0</c:v>
                </c:pt>
                <c:pt idx="4758">
                  <c:v>0</c:v>
                </c:pt>
                <c:pt idx="4759">
                  <c:v>353.23200000000003</c:v>
                </c:pt>
                <c:pt idx="4760">
                  <c:v>353.23200000000003</c:v>
                </c:pt>
                <c:pt idx="4761">
                  <c:v>353.23200000000003</c:v>
                </c:pt>
                <c:pt idx="4762">
                  <c:v>353.23200000000003</c:v>
                </c:pt>
                <c:pt idx="4763">
                  <c:v>353.23200000000003</c:v>
                </c:pt>
                <c:pt idx="4764">
                  <c:v>353.23200000000003</c:v>
                </c:pt>
                <c:pt idx="4765">
                  <c:v>353.23200000000003</c:v>
                </c:pt>
                <c:pt idx="4766">
                  <c:v>353.23200000000003</c:v>
                </c:pt>
                <c:pt idx="4767">
                  <c:v>353.23200000000003</c:v>
                </c:pt>
                <c:pt idx="4768">
                  <c:v>353.23200000000003</c:v>
                </c:pt>
                <c:pt idx="4769">
                  <c:v>353.23200000000003</c:v>
                </c:pt>
                <c:pt idx="4770">
                  <c:v>353.23200000000003</c:v>
                </c:pt>
                <c:pt idx="4771">
                  <c:v>353.23200000000003</c:v>
                </c:pt>
                <c:pt idx="4772">
                  <c:v>353.23200000000003</c:v>
                </c:pt>
                <c:pt idx="4773">
                  <c:v>0</c:v>
                </c:pt>
                <c:pt idx="4774">
                  <c:v>0</c:v>
                </c:pt>
                <c:pt idx="4775">
                  <c:v>0</c:v>
                </c:pt>
                <c:pt idx="4776">
                  <c:v>0</c:v>
                </c:pt>
                <c:pt idx="4777">
                  <c:v>0</c:v>
                </c:pt>
                <c:pt idx="4778">
                  <c:v>0</c:v>
                </c:pt>
                <c:pt idx="4779">
                  <c:v>0</c:v>
                </c:pt>
                <c:pt idx="4780">
                  <c:v>0</c:v>
                </c:pt>
                <c:pt idx="4781">
                  <c:v>0</c:v>
                </c:pt>
                <c:pt idx="4782">
                  <c:v>0</c:v>
                </c:pt>
                <c:pt idx="4783">
                  <c:v>353.23200000000003</c:v>
                </c:pt>
                <c:pt idx="4784">
                  <c:v>353.23200000000003</c:v>
                </c:pt>
                <c:pt idx="4785">
                  <c:v>353.23200000000003</c:v>
                </c:pt>
                <c:pt idx="4786">
                  <c:v>353.23200000000003</c:v>
                </c:pt>
                <c:pt idx="4787">
                  <c:v>353.23200000000003</c:v>
                </c:pt>
                <c:pt idx="4788">
                  <c:v>353.23200000000003</c:v>
                </c:pt>
                <c:pt idx="4789">
                  <c:v>353.23200000000003</c:v>
                </c:pt>
                <c:pt idx="4790">
                  <c:v>353.23200000000003</c:v>
                </c:pt>
                <c:pt idx="4791">
                  <c:v>353.23200000000003</c:v>
                </c:pt>
                <c:pt idx="4792">
                  <c:v>353.23200000000003</c:v>
                </c:pt>
                <c:pt idx="4793">
                  <c:v>353.23200000000003</c:v>
                </c:pt>
                <c:pt idx="4794">
                  <c:v>353.23200000000003</c:v>
                </c:pt>
                <c:pt idx="4795">
                  <c:v>353.23200000000003</c:v>
                </c:pt>
                <c:pt idx="4796">
                  <c:v>353.23200000000003</c:v>
                </c:pt>
                <c:pt idx="4797">
                  <c:v>0</c:v>
                </c:pt>
                <c:pt idx="4798">
                  <c:v>0</c:v>
                </c:pt>
                <c:pt idx="4799">
                  <c:v>0</c:v>
                </c:pt>
                <c:pt idx="4800">
                  <c:v>0</c:v>
                </c:pt>
                <c:pt idx="4801">
                  <c:v>0</c:v>
                </c:pt>
                <c:pt idx="4802">
                  <c:v>0</c:v>
                </c:pt>
                <c:pt idx="4803">
                  <c:v>0</c:v>
                </c:pt>
                <c:pt idx="4804">
                  <c:v>0</c:v>
                </c:pt>
                <c:pt idx="4805">
                  <c:v>0</c:v>
                </c:pt>
                <c:pt idx="4806">
                  <c:v>0</c:v>
                </c:pt>
                <c:pt idx="4807">
                  <c:v>353.23200000000003</c:v>
                </c:pt>
                <c:pt idx="4808">
                  <c:v>353.23200000000003</c:v>
                </c:pt>
                <c:pt idx="4809">
                  <c:v>356.09500000000003</c:v>
                </c:pt>
                <c:pt idx="4810">
                  <c:v>390.46800000000002</c:v>
                </c:pt>
                <c:pt idx="4811">
                  <c:v>372.9</c:v>
                </c:pt>
                <c:pt idx="4812">
                  <c:v>389.17899999999997</c:v>
                </c:pt>
                <c:pt idx="4813">
                  <c:v>353.23200000000003</c:v>
                </c:pt>
                <c:pt idx="4814">
                  <c:v>353.23200000000003</c:v>
                </c:pt>
                <c:pt idx="4815">
                  <c:v>353.23200000000003</c:v>
                </c:pt>
                <c:pt idx="4816">
                  <c:v>353.23200000000003</c:v>
                </c:pt>
                <c:pt idx="4817">
                  <c:v>353.23200000000003</c:v>
                </c:pt>
                <c:pt idx="4818">
                  <c:v>353.23200000000003</c:v>
                </c:pt>
                <c:pt idx="4819">
                  <c:v>353.23200000000003</c:v>
                </c:pt>
                <c:pt idx="4820">
                  <c:v>353.23200000000003</c:v>
                </c:pt>
                <c:pt idx="4821">
                  <c:v>0</c:v>
                </c:pt>
                <c:pt idx="4822">
                  <c:v>0</c:v>
                </c:pt>
                <c:pt idx="4823">
                  <c:v>0</c:v>
                </c:pt>
                <c:pt idx="4824">
                  <c:v>0</c:v>
                </c:pt>
                <c:pt idx="4825">
                  <c:v>0</c:v>
                </c:pt>
                <c:pt idx="4826">
                  <c:v>0</c:v>
                </c:pt>
                <c:pt idx="4827">
                  <c:v>0</c:v>
                </c:pt>
                <c:pt idx="4828">
                  <c:v>0</c:v>
                </c:pt>
                <c:pt idx="4829">
                  <c:v>0</c:v>
                </c:pt>
                <c:pt idx="4830">
                  <c:v>0</c:v>
                </c:pt>
                <c:pt idx="4831">
                  <c:v>353.23200000000003</c:v>
                </c:pt>
                <c:pt idx="4832">
                  <c:v>353.23200000000003</c:v>
                </c:pt>
                <c:pt idx="4833">
                  <c:v>353.23200000000003</c:v>
                </c:pt>
                <c:pt idx="4834">
                  <c:v>360.32100000000003</c:v>
                </c:pt>
                <c:pt idx="4835">
                  <c:v>353.23200000000003</c:v>
                </c:pt>
                <c:pt idx="4836">
                  <c:v>353.23200000000003</c:v>
                </c:pt>
                <c:pt idx="4837">
                  <c:v>353.23200000000003</c:v>
                </c:pt>
                <c:pt idx="4838">
                  <c:v>353.23200000000003</c:v>
                </c:pt>
                <c:pt idx="4839">
                  <c:v>353.23200000000003</c:v>
                </c:pt>
                <c:pt idx="4840">
                  <c:v>353.23200000000003</c:v>
                </c:pt>
                <c:pt idx="4841">
                  <c:v>353.23200000000003</c:v>
                </c:pt>
                <c:pt idx="4842">
                  <c:v>353.23200000000003</c:v>
                </c:pt>
                <c:pt idx="4843">
                  <c:v>353.23200000000003</c:v>
                </c:pt>
                <c:pt idx="4844">
                  <c:v>353.23200000000003</c:v>
                </c:pt>
                <c:pt idx="4845">
                  <c:v>0</c:v>
                </c:pt>
                <c:pt idx="4846">
                  <c:v>0</c:v>
                </c:pt>
                <c:pt idx="4847">
                  <c:v>0</c:v>
                </c:pt>
                <c:pt idx="4848">
                  <c:v>0</c:v>
                </c:pt>
                <c:pt idx="4849">
                  <c:v>0</c:v>
                </c:pt>
                <c:pt idx="4850">
                  <c:v>0</c:v>
                </c:pt>
                <c:pt idx="4851">
                  <c:v>0</c:v>
                </c:pt>
                <c:pt idx="4852">
                  <c:v>0</c:v>
                </c:pt>
                <c:pt idx="4853">
                  <c:v>0</c:v>
                </c:pt>
                <c:pt idx="4854">
                  <c:v>0</c:v>
                </c:pt>
                <c:pt idx="4855">
                  <c:v>353.23200000000003</c:v>
                </c:pt>
                <c:pt idx="4856">
                  <c:v>353.23200000000003</c:v>
                </c:pt>
                <c:pt idx="4857">
                  <c:v>353.23200000000003</c:v>
                </c:pt>
                <c:pt idx="4858">
                  <c:v>353.23200000000003</c:v>
                </c:pt>
                <c:pt idx="4859">
                  <c:v>353.23200000000003</c:v>
                </c:pt>
                <c:pt idx="4860">
                  <c:v>353.23200000000003</c:v>
                </c:pt>
                <c:pt idx="4861">
                  <c:v>353.23200000000003</c:v>
                </c:pt>
                <c:pt idx="4862">
                  <c:v>353.23200000000003</c:v>
                </c:pt>
                <c:pt idx="4863">
                  <c:v>353.23200000000003</c:v>
                </c:pt>
                <c:pt idx="4864">
                  <c:v>353.23200000000003</c:v>
                </c:pt>
                <c:pt idx="4865">
                  <c:v>353.23200000000003</c:v>
                </c:pt>
                <c:pt idx="4866">
                  <c:v>353.23200000000003</c:v>
                </c:pt>
                <c:pt idx="4867">
                  <c:v>353.23200000000003</c:v>
                </c:pt>
                <c:pt idx="4868">
                  <c:v>353.23200000000003</c:v>
                </c:pt>
                <c:pt idx="4869">
                  <c:v>0</c:v>
                </c:pt>
                <c:pt idx="4870">
                  <c:v>0</c:v>
                </c:pt>
                <c:pt idx="4871">
                  <c:v>0</c:v>
                </c:pt>
                <c:pt idx="4872">
                  <c:v>0</c:v>
                </c:pt>
                <c:pt idx="4873">
                  <c:v>0</c:v>
                </c:pt>
                <c:pt idx="4874">
                  <c:v>0</c:v>
                </c:pt>
                <c:pt idx="4875">
                  <c:v>0</c:v>
                </c:pt>
                <c:pt idx="4876">
                  <c:v>0</c:v>
                </c:pt>
                <c:pt idx="4877">
                  <c:v>0</c:v>
                </c:pt>
                <c:pt idx="4878">
                  <c:v>0</c:v>
                </c:pt>
                <c:pt idx="4879">
                  <c:v>353.23200000000003</c:v>
                </c:pt>
                <c:pt idx="4880">
                  <c:v>353.23200000000003</c:v>
                </c:pt>
                <c:pt idx="4881">
                  <c:v>353.23200000000003</c:v>
                </c:pt>
                <c:pt idx="4882">
                  <c:v>353.94200000000001</c:v>
                </c:pt>
                <c:pt idx="4883">
                  <c:v>353.23200000000003</c:v>
                </c:pt>
                <c:pt idx="4884">
                  <c:v>391.858</c:v>
                </c:pt>
                <c:pt idx="4885">
                  <c:v>353.23200000000003</c:v>
                </c:pt>
                <c:pt idx="4886">
                  <c:v>353.23200000000003</c:v>
                </c:pt>
                <c:pt idx="4887">
                  <c:v>353.23200000000003</c:v>
                </c:pt>
                <c:pt idx="4888">
                  <c:v>353.23200000000003</c:v>
                </c:pt>
                <c:pt idx="4889">
                  <c:v>353.23200000000003</c:v>
                </c:pt>
                <c:pt idx="4890">
                  <c:v>353.23200000000003</c:v>
                </c:pt>
                <c:pt idx="4891">
                  <c:v>353.23200000000003</c:v>
                </c:pt>
                <c:pt idx="4892">
                  <c:v>353.23200000000003</c:v>
                </c:pt>
                <c:pt idx="4893">
                  <c:v>0</c:v>
                </c:pt>
                <c:pt idx="4894">
                  <c:v>0</c:v>
                </c:pt>
                <c:pt idx="4895">
                  <c:v>0</c:v>
                </c:pt>
                <c:pt idx="4896">
                  <c:v>0</c:v>
                </c:pt>
                <c:pt idx="4897">
                  <c:v>0</c:v>
                </c:pt>
                <c:pt idx="4898">
                  <c:v>0</c:v>
                </c:pt>
                <c:pt idx="4899">
                  <c:v>0</c:v>
                </c:pt>
                <c:pt idx="4900">
                  <c:v>0</c:v>
                </c:pt>
                <c:pt idx="4901">
                  <c:v>0</c:v>
                </c:pt>
                <c:pt idx="4902">
                  <c:v>0</c:v>
                </c:pt>
                <c:pt idx="4903">
                  <c:v>353.23200000000003</c:v>
                </c:pt>
                <c:pt idx="4904">
                  <c:v>353.23200000000003</c:v>
                </c:pt>
                <c:pt idx="4905">
                  <c:v>360.66899999999998</c:v>
                </c:pt>
                <c:pt idx="4906">
                  <c:v>398.53399999999999</c:v>
                </c:pt>
                <c:pt idx="4907">
                  <c:v>353.23200000000003</c:v>
                </c:pt>
                <c:pt idx="4908">
                  <c:v>374.71100000000001</c:v>
                </c:pt>
                <c:pt idx="4909">
                  <c:v>353.23200000000003</c:v>
                </c:pt>
                <c:pt idx="4910">
                  <c:v>353.23200000000003</c:v>
                </c:pt>
                <c:pt idx="4911">
                  <c:v>353.23200000000003</c:v>
                </c:pt>
                <c:pt idx="4912">
                  <c:v>353.23200000000003</c:v>
                </c:pt>
                <c:pt idx="4913">
                  <c:v>353.23200000000003</c:v>
                </c:pt>
                <c:pt idx="4914">
                  <c:v>353.23200000000003</c:v>
                </c:pt>
                <c:pt idx="4915">
                  <c:v>353.23200000000003</c:v>
                </c:pt>
                <c:pt idx="4916">
                  <c:v>353.23200000000003</c:v>
                </c:pt>
                <c:pt idx="4917">
                  <c:v>0</c:v>
                </c:pt>
                <c:pt idx="4918">
                  <c:v>0</c:v>
                </c:pt>
                <c:pt idx="4919">
                  <c:v>0</c:v>
                </c:pt>
                <c:pt idx="4920">
                  <c:v>0</c:v>
                </c:pt>
                <c:pt idx="4921">
                  <c:v>0</c:v>
                </c:pt>
                <c:pt idx="4922">
                  <c:v>0</c:v>
                </c:pt>
                <c:pt idx="4923">
                  <c:v>0</c:v>
                </c:pt>
                <c:pt idx="4924">
                  <c:v>0</c:v>
                </c:pt>
                <c:pt idx="4925">
                  <c:v>0</c:v>
                </c:pt>
                <c:pt idx="4926">
                  <c:v>0</c:v>
                </c:pt>
                <c:pt idx="4927">
                  <c:v>353.23200000000003</c:v>
                </c:pt>
                <c:pt idx="4928">
                  <c:v>353.23200000000003</c:v>
                </c:pt>
                <c:pt idx="4929">
                  <c:v>353.23200000000003</c:v>
                </c:pt>
                <c:pt idx="4930">
                  <c:v>353.23200000000003</c:v>
                </c:pt>
                <c:pt idx="4931">
                  <c:v>353.23200000000003</c:v>
                </c:pt>
                <c:pt idx="4932">
                  <c:v>353.23200000000003</c:v>
                </c:pt>
                <c:pt idx="4933">
                  <c:v>353.23200000000003</c:v>
                </c:pt>
                <c:pt idx="4934">
                  <c:v>353.23200000000003</c:v>
                </c:pt>
                <c:pt idx="4935">
                  <c:v>353.23200000000003</c:v>
                </c:pt>
                <c:pt idx="4936">
                  <c:v>353.23200000000003</c:v>
                </c:pt>
                <c:pt idx="4937">
                  <c:v>353.23200000000003</c:v>
                </c:pt>
                <c:pt idx="4938">
                  <c:v>353.23200000000003</c:v>
                </c:pt>
                <c:pt idx="4939">
                  <c:v>353.23200000000003</c:v>
                </c:pt>
                <c:pt idx="4940">
                  <c:v>353.23200000000003</c:v>
                </c:pt>
                <c:pt idx="4941">
                  <c:v>0</c:v>
                </c:pt>
                <c:pt idx="4942">
                  <c:v>0</c:v>
                </c:pt>
                <c:pt idx="4943">
                  <c:v>0</c:v>
                </c:pt>
                <c:pt idx="4944">
                  <c:v>0</c:v>
                </c:pt>
                <c:pt idx="4945">
                  <c:v>0</c:v>
                </c:pt>
                <c:pt idx="4946">
                  <c:v>0</c:v>
                </c:pt>
                <c:pt idx="4947">
                  <c:v>0</c:v>
                </c:pt>
                <c:pt idx="4948">
                  <c:v>0</c:v>
                </c:pt>
                <c:pt idx="4949">
                  <c:v>0</c:v>
                </c:pt>
                <c:pt idx="4950">
                  <c:v>0</c:v>
                </c:pt>
                <c:pt idx="4951">
                  <c:v>353.23200000000003</c:v>
                </c:pt>
                <c:pt idx="4952">
                  <c:v>353.23200000000003</c:v>
                </c:pt>
                <c:pt idx="4953">
                  <c:v>353.23200000000003</c:v>
                </c:pt>
                <c:pt idx="4954">
                  <c:v>375.07799999999997</c:v>
                </c:pt>
                <c:pt idx="4955">
                  <c:v>353.23200000000003</c:v>
                </c:pt>
                <c:pt idx="4956">
                  <c:v>353.23200000000003</c:v>
                </c:pt>
                <c:pt idx="4957">
                  <c:v>353.23200000000003</c:v>
                </c:pt>
                <c:pt idx="4958">
                  <c:v>353.23200000000003</c:v>
                </c:pt>
                <c:pt idx="4959">
                  <c:v>353.23200000000003</c:v>
                </c:pt>
                <c:pt idx="4960">
                  <c:v>353.23200000000003</c:v>
                </c:pt>
                <c:pt idx="4961">
                  <c:v>353.23200000000003</c:v>
                </c:pt>
                <c:pt idx="4962">
                  <c:v>353.23200000000003</c:v>
                </c:pt>
                <c:pt idx="4963">
                  <c:v>353.23200000000003</c:v>
                </c:pt>
                <c:pt idx="4964">
                  <c:v>353.23200000000003</c:v>
                </c:pt>
                <c:pt idx="4965">
                  <c:v>0</c:v>
                </c:pt>
                <c:pt idx="4966">
                  <c:v>0</c:v>
                </c:pt>
                <c:pt idx="4967">
                  <c:v>0</c:v>
                </c:pt>
                <c:pt idx="4968">
                  <c:v>0</c:v>
                </c:pt>
                <c:pt idx="4969">
                  <c:v>0</c:v>
                </c:pt>
                <c:pt idx="4970">
                  <c:v>0</c:v>
                </c:pt>
                <c:pt idx="4971">
                  <c:v>0</c:v>
                </c:pt>
                <c:pt idx="4972">
                  <c:v>0</c:v>
                </c:pt>
                <c:pt idx="4973">
                  <c:v>0</c:v>
                </c:pt>
                <c:pt idx="4974">
                  <c:v>0</c:v>
                </c:pt>
                <c:pt idx="4975">
                  <c:v>353.23200000000003</c:v>
                </c:pt>
                <c:pt idx="4976">
                  <c:v>353.23200000000003</c:v>
                </c:pt>
                <c:pt idx="4977">
                  <c:v>353.23200000000003</c:v>
                </c:pt>
                <c:pt idx="4978">
                  <c:v>353.23200000000003</c:v>
                </c:pt>
                <c:pt idx="4979">
                  <c:v>353.23200000000003</c:v>
                </c:pt>
                <c:pt idx="4980">
                  <c:v>353.23200000000003</c:v>
                </c:pt>
                <c:pt idx="4981">
                  <c:v>353.23200000000003</c:v>
                </c:pt>
                <c:pt idx="4982">
                  <c:v>353.23200000000003</c:v>
                </c:pt>
                <c:pt idx="4983">
                  <c:v>353.23200000000003</c:v>
                </c:pt>
                <c:pt idx="4984">
                  <c:v>353.23200000000003</c:v>
                </c:pt>
                <c:pt idx="4985">
                  <c:v>353.23200000000003</c:v>
                </c:pt>
                <c:pt idx="4986">
                  <c:v>353.23200000000003</c:v>
                </c:pt>
                <c:pt idx="4987">
                  <c:v>353.23200000000003</c:v>
                </c:pt>
                <c:pt idx="4988">
                  <c:v>353.23200000000003</c:v>
                </c:pt>
                <c:pt idx="4989">
                  <c:v>0</c:v>
                </c:pt>
                <c:pt idx="4990">
                  <c:v>0</c:v>
                </c:pt>
                <c:pt idx="4991">
                  <c:v>0</c:v>
                </c:pt>
                <c:pt idx="4992">
                  <c:v>0</c:v>
                </c:pt>
                <c:pt idx="4993">
                  <c:v>0</c:v>
                </c:pt>
                <c:pt idx="4994">
                  <c:v>0</c:v>
                </c:pt>
                <c:pt idx="4995">
                  <c:v>0</c:v>
                </c:pt>
                <c:pt idx="4996">
                  <c:v>0</c:v>
                </c:pt>
                <c:pt idx="4997">
                  <c:v>0</c:v>
                </c:pt>
                <c:pt idx="4998">
                  <c:v>0</c:v>
                </c:pt>
                <c:pt idx="4999">
                  <c:v>353.23200000000003</c:v>
                </c:pt>
                <c:pt idx="5000">
                  <c:v>353.23200000000003</c:v>
                </c:pt>
                <c:pt idx="5001">
                  <c:v>353.23200000000003</c:v>
                </c:pt>
                <c:pt idx="5002">
                  <c:v>353.23200000000003</c:v>
                </c:pt>
                <c:pt idx="5003">
                  <c:v>353.23200000000003</c:v>
                </c:pt>
                <c:pt idx="5004">
                  <c:v>353.23200000000003</c:v>
                </c:pt>
                <c:pt idx="5005">
                  <c:v>353.23200000000003</c:v>
                </c:pt>
                <c:pt idx="5006">
                  <c:v>353.23200000000003</c:v>
                </c:pt>
                <c:pt idx="5007">
                  <c:v>353.23200000000003</c:v>
                </c:pt>
                <c:pt idx="5008">
                  <c:v>353.23200000000003</c:v>
                </c:pt>
                <c:pt idx="5009">
                  <c:v>353.23200000000003</c:v>
                </c:pt>
                <c:pt idx="5010">
                  <c:v>353.23200000000003</c:v>
                </c:pt>
                <c:pt idx="5011">
                  <c:v>353.23200000000003</c:v>
                </c:pt>
                <c:pt idx="5012">
                  <c:v>353.23200000000003</c:v>
                </c:pt>
                <c:pt idx="5013">
                  <c:v>0</c:v>
                </c:pt>
                <c:pt idx="5014">
                  <c:v>0</c:v>
                </c:pt>
                <c:pt idx="5015">
                  <c:v>0</c:v>
                </c:pt>
                <c:pt idx="5016">
                  <c:v>0</c:v>
                </c:pt>
                <c:pt idx="5017">
                  <c:v>0</c:v>
                </c:pt>
                <c:pt idx="5018">
                  <c:v>0</c:v>
                </c:pt>
                <c:pt idx="5019">
                  <c:v>0</c:v>
                </c:pt>
                <c:pt idx="5020">
                  <c:v>0</c:v>
                </c:pt>
                <c:pt idx="5021">
                  <c:v>0</c:v>
                </c:pt>
                <c:pt idx="5022">
                  <c:v>0</c:v>
                </c:pt>
                <c:pt idx="5023">
                  <c:v>353.23200000000003</c:v>
                </c:pt>
                <c:pt idx="5024">
                  <c:v>353.23200000000003</c:v>
                </c:pt>
                <c:pt idx="5025">
                  <c:v>409.584</c:v>
                </c:pt>
                <c:pt idx="5026">
                  <c:v>370.65899999999999</c:v>
                </c:pt>
                <c:pt idx="5027">
                  <c:v>353.23200000000003</c:v>
                </c:pt>
                <c:pt idx="5028">
                  <c:v>353.23200000000003</c:v>
                </c:pt>
                <c:pt idx="5029">
                  <c:v>353.23200000000003</c:v>
                </c:pt>
                <c:pt idx="5030">
                  <c:v>353.23200000000003</c:v>
                </c:pt>
                <c:pt idx="5031">
                  <c:v>353.23200000000003</c:v>
                </c:pt>
                <c:pt idx="5032">
                  <c:v>353.23200000000003</c:v>
                </c:pt>
                <c:pt idx="5033">
                  <c:v>353.23200000000003</c:v>
                </c:pt>
                <c:pt idx="5034">
                  <c:v>353.23200000000003</c:v>
                </c:pt>
                <c:pt idx="5035">
                  <c:v>353.23200000000003</c:v>
                </c:pt>
                <c:pt idx="5036">
                  <c:v>353.23200000000003</c:v>
                </c:pt>
                <c:pt idx="5037">
                  <c:v>0</c:v>
                </c:pt>
                <c:pt idx="5038">
                  <c:v>0</c:v>
                </c:pt>
                <c:pt idx="5039">
                  <c:v>0</c:v>
                </c:pt>
                <c:pt idx="5040">
                  <c:v>0</c:v>
                </c:pt>
                <c:pt idx="5041">
                  <c:v>0</c:v>
                </c:pt>
                <c:pt idx="5042">
                  <c:v>0</c:v>
                </c:pt>
                <c:pt idx="5043">
                  <c:v>0</c:v>
                </c:pt>
                <c:pt idx="5044">
                  <c:v>0</c:v>
                </c:pt>
                <c:pt idx="5045">
                  <c:v>0</c:v>
                </c:pt>
                <c:pt idx="5046">
                  <c:v>0</c:v>
                </c:pt>
                <c:pt idx="5047">
                  <c:v>353.23200000000003</c:v>
                </c:pt>
                <c:pt idx="5048">
                  <c:v>353.23200000000003</c:v>
                </c:pt>
                <c:pt idx="5049">
                  <c:v>353.23200000000003</c:v>
                </c:pt>
                <c:pt idx="5050">
                  <c:v>353.23200000000003</c:v>
                </c:pt>
                <c:pt idx="5051">
                  <c:v>353.23200000000003</c:v>
                </c:pt>
                <c:pt idx="5052">
                  <c:v>353.23200000000003</c:v>
                </c:pt>
                <c:pt idx="5053">
                  <c:v>353.23200000000003</c:v>
                </c:pt>
                <c:pt idx="5054">
                  <c:v>353.23200000000003</c:v>
                </c:pt>
                <c:pt idx="5055">
                  <c:v>353.23200000000003</c:v>
                </c:pt>
                <c:pt idx="5056">
                  <c:v>353.23200000000003</c:v>
                </c:pt>
                <c:pt idx="5057">
                  <c:v>353.23200000000003</c:v>
                </c:pt>
                <c:pt idx="5058">
                  <c:v>353.23200000000003</c:v>
                </c:pt>
                <c:pt idx="5059">
                  <c:v>353.23200000000003</c:v>
                </c:pt>
                <c:pt idx="5060">
                  <c:v>353.23200000000003</c:v>
                </c:pt>
                <c:pt idx="5061">
                  <c:v>0</c:v>
                </c:pt>
                <c:pt idx="5062">
                  <c:v>0</c:v>
                </c:pt>
                <c:pt idx="5063">
                  <c:v>0</c:v>
                </c:pt>
                <c:pt idx="5064">
                  <c:v>0</c:v>
                </c:pt>
                <c:pt idx="5065">
                  <c:v>0</c:v>
                </c:pt>
                <c:pt idx="5066">
                  <c:v>0</c:v>
                </c:pt>
                <c:pt idx="5067">
                  <c:v>0</c:v>
                </c:pt>
                <c:pt idx="5068">
                  <c:v>0</c:v>
                </c:pt>
                <c:pt idx="5069">
                  <c:v>0</c:v>
                </c:pt>
                <c:pt idx="5070">
                  <c:v>0</c:v>
                </c:pt>
                <c:pt idx="5071">
                  <c:v>353.23200000000003</c:v>
                </c:pt>
                <c:pt idx="5072">
                  <c:v>353.23200000000003</c:v>
                </c:pt>
                <c:pt idx="5073">
                  <c:v>353.23200000000003</c:v>
                </c:pt>
                <c:pt idx="5074">
                  <c:v>353.23200000000003</c:v>
                </c:pt>
                <c:pt idx="5075">
                  <c:v>353.23200000000003</c:v>
                </c:pt>
                <c:pt idx="5076">
                  <c:v>353.23200000000003</c:v>
                </c:pt>
                <c:pt idx="5077">
                  <c:v>353.23200000000003</c:v>
                </c:pt>
                <c:pt idx="5078">
                  <c:v>353.23200000000003</c:v>
                </c:pt>
                <c:pt idx="5079">
                  <c:v>353.23200000000003</c:v>
                </c:pt>
                <c:pt idx="5080">
                  <c:v>353.23200000000003</c:v>
                </c:pt>
                <c:pt idx="5081">
                  <c:v>353.23200000000003</c:v>
                </c:pt>
                <c:pt idx="5082">
                  <c:v>353.23200000000003</c:v>
                </c:pt>
                <c:pt idx="5083">
                  <c:v>353.23200000000003</c:v>
                </c:pt>
                <c:pt idx="5084">
                  <c:v>353.23200000000003</c:v>
                </c:pt>
                <c:pt idx="5085">
                  <c:v>0</c:v>
                </c:pt>
                <c:pt idx="5086">
                  <c:v>0</c:v>
                </c:pt>
                <c:pt idx="5087">
                  <c:v>0</c:v>
                </c:pt>
                <c:pt idx="5088">
                  <c:v>0</c:v>
                </c:pt>
                <c:pt idx="5089">
                  <c:v>0</c:v>
                </c:pt>
                <c:pt idx="5090">
                  <c:v>0</c:v>
                </c:pt>
                <c:pt idx="5091">
                  <c:v>0</c:v>
                </c:pt>
                <c:pt idx="5092">
                  <c:v>0</c:v>
                </c:pt>
                <c:pt idx="5093">
                  <c:v>0</c:v>
                </c:pt>
                <c:pt idx="5094">
                  <c:v>0</c:v>
                </c:pt>
                <c:pt idx="5095">
                  <c:v>353.23200000000003</c:v>
                </c:pt>
                <c:pt idx="5096">
                  <c:v>353.23200000000003</c:v>
                </c:pt>
                <c:pt idx="5097">
                  <c:v>353.23200000000003</c:v>
                </c:pt>
                <c:pt idx="5098">
                  <c:v>353.23200000000003</c:v>
                </c:pt>
                <c:pt idx="5099">
                  <c:v>353.23200000000003</c:v>
                </c:pt>
                <c:pt idx="5100">
                  <c:v>353.23200000000003</c:v>
                </c:pt>
                <c:pt idx="5101">
                  <c:v>353.23200000000003</c:v>
                </c:pt>
                <c:pt idx="5102">
                  <c:v>353.23200000000003</c:v>
                </c:pt>
                <c:pt idx="5103">
                  <c:v>353.23200000000003</c:v>
                </c:pt>
                <c:pt idx="5104">
                  <c:v>353.23200000000003</c:v>
                </c:pt>
                <c:pt idx="5105">
                  <c:v>353.23200000000003</c:v>
                </c:pt>
                <c:pt idx="5106">
                  <c:v>353.23200000000003</c:v>
                </c:pt>
                <c:pt idx="5107">
                  <c:v>353.23200000000003</c:v>
                </c:pt>
                <c:pt idx="5108">
                  <c:v>353.23200000000003</c:v>
                </c:pt>
                <c:pt idx="5109">
                  <c:v>0</c:v>
                </c:pt>
                <c:pt idx="5110">
                  <c:v>0</c:v>
                </c:pt>
                <c:pt idx="5111">
                  <c:v>0</c:v>
                </c:pt>
                <c:pt idx="5112">
                  <c:v>0</c:v>
                </c:pt>
                <c:pt idx="5113">
                  <c:v>0</c:v>
                </c:pt>
                <c:pt idx="5114">
                  <c:v>0</c:v>
                </c:pt>
                <c:pt idx="5115">
                  <c:v>0</c:v>
                </c:pt>
                <c:pt idx="5116">
                  <c:v>0</c:v>
                </c:pt>
                <c:pt idx="5117">
                  <c:v>0</c:v>
                </c:pt>
                <c:pt idx="5118">
                  <c:v>0</c:v>
                </c:pt>
                <c:pt idx="5119">
                  <c:v>353.23200000000003</c:v>
                </c:pt>
                <c:pt idx="5120">
                  <c:v>353.23200000000003</c:v>
                </c:pt>
                <c:pt idx="5121">
                  <c:v>353.23200000000003</c:v>
                </c:pt>
                <c:pt idx="5122">
                  <c:v>353.23200000000003</c:v>
                </c:pt>
                <c:pt idx="5123">
                  <c:v>353.23200000000003</c:v>
                </c:pt>
                <c:pt idx="5124">
                  <c:v>353.23200000000003</c:v>
                </c:pt>
                <c:pt idx="5125">
                  <c:v>353.23200000000003</c:v>
                </c:pt>
                <c:pt idx="5126">
                  <c:v>353.23200000000003</c:v>
                </c:pt>
                <c:pt idx="5127">
                  <c:v>353.23200000000003</c:v>
                </c:pt>
                <c:pt idx="5128">
                  <c:v>353.23200000000003</c:v>
                </c:pt>
                <c:pt idx="5129">
                  <c:v>353.23200000000003</c:v>
                </c:pt>
                <c:pt idx="5130">
                  <c:v>353.23200000000003</c:v>
                </c:pt>
                <c:pt idx="5131">
                  <c:v>353.23200000000003</c:v>
                </c:pt>
                <c:pt idx="5132">
                  <c:v>353.23200000000003</c:v>
                </c:pt>
                <c:pt idx="5133">
                  <c:v>0</c:v>
                </c:pt>
                <c:pt idx="5134">
                  <c:v>0</c:v>
                </c:pt>
                <c:pt idx="5135">
                  <c:v>0</c:v>
                </c:pt>
                <c:pt idx="5136">
                  <c:v>0</c:v>
                </c:pt>
                <c:pt idx="5137">
                  <c:v>0</c:v>
                </c:pt>
                <c:pt idx="5138">
                  <c:v>0</c:v>
                </c:pt>
                <c:pt idx="5139">
                  <c:v>0</c:v>
                </c:pt>
                <c:pt idx="5140">
                  <c:v>0</c:v>
                </c:pt>
                <c:pt idx="5141">
                  <c:v>0</c:v>
                </c:pt>
                <c:pt idx="5142">
                  <c:v>0</c:v>
                </c:pt>
                <c:pt idx="5143">
                  <c:v>353.23200000000003</c:v>
                </c:pt>
                <c:pt idx="5144">
                  <c:v>353.23200000000003</c:v>
                </c:pt>
                <c:pt idx="5145">
                  <c:v>353.23200000000003</c:v>
                </c:pt>
                <c:pt idx="5146">
                  <c:v>353.23200000000003</c:v>
                </c:pt>
                <c:pt idx="5147">
                  <c:v>353.23200000000003</c:v>
                </c:pt>
                <c:pt idx="5148">
                  <c:v>353.23200000000003</c:v>
                </c:pt>
                <c:pt idx="5149">
                  <c:v>353.23200000000003</c:v>
                </c:pt>
                <c:pt idx="5150">
                  <c:v>353.23200000000003</c:v>
                </c:pt>
                <c:pt idx="5151">
                  <c:v>353.23200000000003</c:v>
                </c:pt>
                <c:pt idx="5152">
                  <c:v>353.23200000000003</c:v>
                </c:pt>
                <c:pt idx="5153">
                  <c:v>353.23200000000003</c:v>
                </c:pt>
                <c:pt idx="5154">
                  <c:v>353.23200000000003</c:v>
                </c:pt>
                <c:pt idx="5155">
                  <c:v>353.23200000000003</c:v>
                </c:pt>
                <c:pt idx="5156">
                  <c:v>353.23200000000003</c:v>
                </c:pt>
                <c:pt idx="5157">
                  <c:v>0</c:v>
                </c:pt>
                <c:pt idx="5158">
                  <c:v>0</c:v>
                </c:pt>
                <c:pt idx="5159">
                  <c:v>0</c:v>
                </c:pt>
                <c:pt idx="5160">
                  <c:v>0</c:v>
                </c:pt>
                <c:pt idx="5161">
                  <c:v>0</c:v>
                </c:pt>
                <c:pt idx="5162">
                  <c:v>0</c:v>
                </c:pt>
                <c:pt idx="5163">
                  <c:v>0</c:v>
                </c:pt>
                <c:pt idx="5164">
                  <c:v>0</c:v>
                </c:pt>
                <c:pt idx="5165">
                  <c:v>0</c:v>
                </c:pt>
                <c:pt idx="5166">
                  <c:v>0</c:v>
                </c:pt>
                <c:pt idx="5167">
                  <c:v>353.23200000000003</c:v>
                </c:pt>
                <c:pt idx="5168">
                  <c:v>353.23200000000003</c:v>
                </c:pt>
                <c:pt idx="5169">
                  <c:v>353.23200000000003</c:v>
                </c:pt>
                <c:pt idx="5170">
                  <c:v>353.23200000000003</c:v>
                </c:pt>
                <c:pt idx="5171">
                  <c:v>353.23200000000003</c:v>
                </c:pt>
                <c:pt idx="5172">
                  <c:v>353.23200000000003</c:v>
                </c:pt>
                <c:pt idx="5173">
                  <c:v>353.23200000000003</c:v>
                </c:pt>
                <c:pt idx="5174">
                  <c:v>353.23200000000003</c:v>
                </c:pt>
                <c:pt idx="5175">
                  <c:v>353.23200000000003</c:v>
                </c:pt>
                <c:pt idx="5176">
                  <c:v>353.23200000000003</c:v>
                </c:pt>
                <c:pt idx="5177">
                  <c:v>353.23200000000003</c:v>
                </c:pt>
                <c:pt idx="5178">
                  <c:v>353.23200000000003</c:v>
                </c:pt>
                <c:pt idx="5179">
                  <c:v>353.23200000000003</c:v>
                </c:pt>
                <c:pt idx="5180">
                  <c:v>353.23200000000003</c:v>
                </c:pt>
                <c:pt idx="5181">
                  <c:v>0</c:v>
                </c:pt>
                <c:pt idx="5182">
                  <c:v>0</c:v>
                </c:pt>
                <c:pt idx="5183">
                  <c:v>0</c:v>
                </c:pt>
                <c:pt idx="5184">
                  <c:v>0</c:v>
                </c:pt>
                <c:pt idx="5185">
                  <c:v>0</c:v>
                </c:pt>
                <c:pt idx="5186">
                  <c:v>0</c:v>
                </c:pt>
                <c:pt idx="5187">
                  <c:v>0</c:v>
                </c:pt>
                <c:pt idx="5188">
                  <c:v>0</c:v>
                </c:pt>
                <c:pt idx="5189">
                  <c:v>0</c:v>
                </c:pt>
                <c:pt idx="5190">
                  <c:v>0</c:v>
                </c:pt>
                <c:pt idx="5191">
                  <c:v>353.23200000000003</c:v>
                </c:pt>
                <c:pt idx="5192">
                  <c:v>353.23200000000003</c:v>
                </c:pt>
                <c:pt idx="5193">
                  <c:v>353.23200000000003</c:v>
                </c:pt>
                <c:pt idx="5194">
                  <c:v>353.23200000000003</c:v>
                </c:pt>
                <c:pt idx="5195">
                  <c:v>353.23200000000003</c:v>
                </c:pt>
                <c:pt idx="5196">
                  <c:v>353.23200000000003</c:v>
                </c:pt>
                <c:pt idx="5197">
                  <c:v>353.23200000000003</c:v>
                </c:pt>
                <c:pt idx="5198">
                  <c:v>353.23200000000003</c:v>
                </c:pt>
                <c:pt idx="5199">
                  <c:v>353.23200000000003</c:v>
                </c:pt>
                <c:pt idx="5200">
                  <c:v>353.23200000000003</c:v>
                </c:pt>
                <c:pt idx="5201">
                  <c:v>353.23200000000003</c:v>
                </c:pt>
                <c:pt idx="5202">
                  <c:v>353.23200000000003</c:v>
                </c:pt>
                <c:pt idx="5203">
                  <c:v>353.23200000000003</c:v>
                </c:pt>
                <c:pt idx="5204">
                  <c:v>353.23200000000003</c:v>
                </c:pt>
                <c:pt idx="5205">
                  <c:v>0</c:v>
                </c:pt>
                <c:pt idx="5206">
                  <c:v>0</c:v>
                </c:pt>
                <c:pt idx="5207">
                  <c:v>0</c:v>
                </c:pt>
                <c:pt idx="5208">
                  <c:v>0</c:v>
                </c:pt>
                <c:pt idx="5209">
                  <c:v>0</c:v>
                </c:pt>
                <c:pt idx="5210">
                  <c:v>0</c:v>
                </c:pt>
                <c:pt idx="5211">
                  <c:v>0</c:v>
                </c:pt>
                <c:pt idx="5212">
                  <c:v>0</c:v>
                </c:pt>
                <c:pt idx="5213">
                  <c:v>0</c:v>
                </c:pt>
                <c:pt idx="5214">
                  <c:v>0</c:v>
                </c:pt>
                <c:pt idx="5215">
                  <c:v>353.23200000000003</c:v>
                </c:pt>
                <c:pt idx="5216">
                  <c:v>353.23200000000003</c:v>
                </c:pt>
                <c:pt idx="5217">
                  <c:v>353.23200000000003</c:v>
                </c:pt>
                <c:pt idx="5218">
                  <c:v>353.23200000000003</c:v>
                </c:pt>
                <c:pt idx="5219">
                  <c:v>353.23200000000003</c:v>
                </c:pt>
                <c:pt idx="5220">
                  <c:v>353.23200000000003</c:v>
                </c:pt>
                <c:pt idx="5221">
                  <c:v>353.23200000000003</c:v>
                </c:pt>
                <c:pt idx="5222">
                  <c:v>353.23200000000003</c:v>
                </c:pt>
                <c:pt idx="5223">
                  <c:v>353.23200000000003</c:v>
                </c:pt>
                <c:pt idx="5224">
                  <c:v>353.23200000000003</c:v>
                </c:pt>
                <c:pt idx="5225">
                  <c:v>353.23200000000003</c:v>
                </c:pt>
                <c:pt idx="5226">
                  <c:v>353.23200000000003</c:v>
                </c:pt>
                <c:pt idx="5227">
                  <c:v>353.23200000000003</c:v>
                </c:pt>
                <c:pt idx="5228">
                  <c:v>353.23200000000003</c:v>
                </c:pt>
                <c:pt idx="5229">
                  <c:v>0</c:v>
                </c:pt>
                <c:pt idx="5230">
                  <c:v>0</c:v>
                </c:pt>
                <c:pt idx="5231">
                  <c:v>0</c:v>
                </c:pt>
                <c:pt idx="5232">
                  <c:v>0</c:v>
                </c:pt>
                <c:pt idx="5233">
                  <c:v>0</c:v>
                </c:pt>
                <c:pt idx="5234">
                  <c:v>0</c:v>
                </c:pt>
                <c:pt idx="5235">
                  <c:v>0</c:v>
                </c:pt>
                <c:pt idx="5236">
                  <c:v>0</c:v>
                </c:pt>
                <c:pt idx="5237">
                  <c:v>0</c:v>
                </c:pt>
                <c:pt idx="5238">
                  <c:v>0</c:v>
                </c:pt>
                <c:pt idx="5239">
                  <c:v>353.23200000000003</c:v>
                </c:pt>
                <c:pt idx="5240">
                  <c:v>353.23200000000003</c:v>
                </c:pt>
                <c:pt idx="5241">
                  <c:v>353.23200000000003</c:v>
                </c:pt>
                <c:pt idx="5242">
                  <c:v>354.21499999999997</c:v>
                </c:pt>
                <c:pt idx="5243">
                  <c:v>353.23200000000003</c:v>
                </c:pt>
                <c:pt idx="5244">
                  <c:v>359.048</c:v>
                </c:pt>
                <c:pt idx="5245">
                  <c:v>353.23200000000003</c:v>
                </c:pt>
                <c:pt idx="5246">
                  <c:v>353.23200000000003</c:v>
                </c:pt>
                <c:pt idx="5247">
                  <c:v>353.23200000000003</c:v>
                </c:pt>
                <c:pt idx="5248">
                  <c:v>353.23200000000003</c:v>
                </c:pt>
                <c:pt idx="5249">
                  <c:v>353.23200000000003</c:v>
                </c:pt>
                <c:pt idx="5250">
                  <c:v>353.23200000000003</c:v>
                </c:pt>
                <c:pt idx="5251">
                  <c:v>353.23200000000003</c:v>
                </c:pt>
                <c:pt idx="5252">
                  <c:v>353.23200000000003</c:v>
                </c:pt>
                <c:pt idx="5253">
                  <c:v>0</c:v>
                </c:pt>
                <c:pt idx="5254">
                  <c:v>0</c:v>
                </c:pt>
                <c:pt idx="5255">
                  <c:v>0</c:v>
                </c:pt>
                <c:pt idx="5256">
                  <c:v>0</c:v>
                </c:pt>
                <c:pt idx="5257">
                  <c:v>0</c:v>
                </c:pt>
                <c:pt idx="5258">
                  <c:v>0</c:v>
                </c:pt>
                <c:pt idx="5259">
                  <c:v>0</c:v>
                </c:pt>
                <c:pt idx="5260">
                  <c:v>0</c:v>
                </c:pt>
                <c:pt idx="5261">
                  <c:v>0</c:v>
                </c:pt>
                <c:pt idx="5262">
                  <c:v>0</c:v>
                </c:pt>
                <c:pt idx="5263">
                  <c:v>353.23200000000003</c:v>
                </c:pt>
                <c:pt idx="5264">
                  <c:v>353.23200000000003</c:v>
                </c:pt>
                <c:pt idx="5265">
                  <c:v>353.23200000000003</c:v>
                </c:pt>
                <c:pt idx="5266">
                  <c:v>360.36</c:v>
                </c:pt>
                <c:pt idx="5267">
                  <c:v>353.23200000000003</c:v>
                </c:pt>
                <c:pt idx="5268">
                  <c:v>383.36399999999998</c:v>
                </c:pt>
                <c:pt idx="5269">
                  <c:v>353.23200000000003</c:v>
                </c:pt>
                <c:pt idx="5270">
                  <c:v>353.23200000000003</c:v>
                </c:pt>
                <c:pt idx="5271">
                  <c:v>353.23200000000003</c:v>
                </c:pt>
                <c:pt idx="5272">
                  <c:v>353.23200000000003</c:v>
                </c:pt>
                <c:pt idx="5273">
                  <c:v>353.23200000000003</c:v>
                </c:pt>
                <c:pt idx="5274">
                  <c:v>353.23200000000003</c:v>
                </c:pt>
                <c:pt idx="5275">
                  <c:v>353.23200000000003</c:v>
                </c:pt>
                <c:pt idx="5276">
                  <c:v>353.23200000000003</c:v>
                </c:pt>
                <c:pt idx="5277">
                  <c:v>0</c:v>
                </c:pt>
                <c:pt idx="5278">
                  <c:v>0</c:v>
                </c:pt>
                <c:pt idx="5279">
                  <c:v>0</c:v>
                </c:pt>
                <c:pt idx="5280">
                  <c:v>0</c:v>
                </c:pt>
                <c:pt idx="5281">
                  <c:v>0</c:v>
                </c:pt>
                <c:pt idx="5282">
                  <c:v>0</c:v>
                </c:pt>
                <c:pt idx="5283">
                  <c:v>0</c:v>
                </c:pt>
                <c:pt idx="5284">
                  <c:v>0</c:v>
                </c:pt>
                <c:pt idx="5285">
                  <c:v>0</c:v>
                </c:pt>
                <c:pt idx="5286">
                  <c:v>0</c:v>
                </c:pt>
                <c:pt idx="5287">
                  <c:v>353.23200000000003</c:v>
                </c:pt>
                <c:pt idx="5288">
                  <c:v>353.23200000000003</c:v>
                </c:pt>
                <c:pt idx="5289">
                  <c:v>353.23200000000003</c:v>
                </c:pt>
                <c:pt idx="5290">
                  <c:v>368.88099999999997</c:v>
                </c:pt>
                <c:pt idx="5291">
                  <c:v>353.23200000000003</c:v>
                </c:pt>
                <c:pt idx="5292">
                  <c:v>360.62200000000001</c:v>
                </c:pt>
                <c:pt idx="5293">
                  <c:v>353.23200000000003</c:v>
                </c:pt>
                <c:pt idx="5294">
                  <c:v>353.23200000000003</c:v>
                </c:pt>
                <c:pt idx="5295">
                  <c:v>353.23200000000003</c:v>
                </c:pt>
                <c:pt idx="5296">
                  <c:v>353.23200000000003</c:v>
                </c:pt>
                <c:pt idx="5297">
                  <c:v>353.23200000000003</c:v>
                </c:pt>
                <c:pt idx="5298">
                  <c:v>353.23200000000003</c:v>
                </c:pt>
                <c:pt idx="5299">
                  <c:v>353.23200000000003</c:v>
                </c:pt>
                <c:pt idx="5300">
                  <c:v>353.23200000000003</c:v>
                </c:pt>
                <c:pt idx="5301">
                  <c:v>0</c:v>
                </c:pt>
                <c:pt idx="5302">
                  <c:v>0</c:v>
                </c:pt>
                <c:pt idx="5303">
                  <c:v>0</c:v>
                </c:pt>
                <c:pt idx="5304">
                  <c:v>0</c:v>
                </c:pt>
                <c:pt idx="5305">
                  <c:v>0</c:v>
                </c:pt>
                <c:pt idx="5306">
                  <c:v>0</c:v>
                </c:pt>
                <c:pt idx="5307">
                  <c:v>0</c:v>
                </c:pt>
                <c:pt idx="5308">
                  <c:v>0</c:v>
                </c:pt>
                <c:pt idx="5309">
                  <c:v>0</c:v>
                </c:pt>
                <c:pt idx="5310">
                  <c:v>0</c:v>
                </c:pt>
                <c:pt idx="5311">
                  <c:v>353.23200000000003</c:v>
                </c:pt>
                <c:pt idx="5312">
                  <c:v>353.23200000000003</c:v>
                </c:pt>
                <c:pt idx="5313">
                  <c:v>353.23200000000003</c:v>
                </c:pt>
                <c:pt idx="5314">
                  <c:v>353.23200000000003</c:v>
                </c:pt>
                <c:pt idx="5315">
                  <c:v>353.23200000000003</c:v>
                </c:pt>
                <c:pt idx="5316">
                  <c:v>353.23200000000003</c:v>
                </c:pt>
                <c:pt idx="5317">
                  <c:v>353.23200000000003</c:v>
                </c:pt>
                <c:pt idx="5318">
                  <c:v>353.23200000000003</c:v>
                </c:pt>
                <c:pt idx="5319">
                  <c:v>353.23200000000003</c:v>
                </c:pt>
                <c:pt idx="5320">
                  <c:v>353.23200000000003</c:v>
                </c:pt>
                <c:pt idx="5321">
                  <c:v>353.23200000000003</c:v>
                </c:pt>
                <c:pt idx="5322">
                  <c:v>353.23200000000003</c:v>
                </c:pt>
                <c:pt idx="5323">
                  <c:v>353.23200000000003</c:v>
                </c:pt>
                <c:pt idx="5324">
                  <c:v>353.23200000000003</c:v>
                </c:pt>
                <c:pt idx="5325">
                  <c:v>0</c:v>
                </c:pt>
                <c:pt idx="5326">
                  <c:v>0</c:v>
                </c:pt>
                <c:pt idx="5327">
                  <c:v>0</c:v>
                </c:pt>
                <c:pt idx="5328">
                  <c:v>0</c:v>
                </c:pt>
                <c:pt idx="5329">
                  <c:v>0</c:v>
                </c:pt>
                <c:pt idx="5330">
                  <c:v>0</c:v>
                </c:pt>
                <c:pt idx="5331">
                  <c:v>0</c:v>
                </c:pt>
                <c:pt idx="5332">
                  <c:v>0</c:v>
                </c:pt>
                <c:pt idx="5333">
                  <c:v>0</c:v>
                </c:pt>
                <c:pt idx="5334">
                  <c:v>0</c:v>
                </c:pt>
                <c:pt idx="5335">
                  <c:v>353.23200000000003</c:v>
                </c:pt>
                <c:pt idx="5336">
                  <c:v>353.23200000000003</c:v>
                </c:pt>
                <c:pt idx="5337">
                  <c:v>353.23200000000003</c:v>
                </c:pt>
                <c:pt idx="5338">
                  <c:v>353.23200000000003</c:v>
                </c:pt>
                <c:pt idx="5339">
                  <c:v>353.23200000000003</c:v>
                </c:pt>
                <c:pt idx="5340">
                  <c:v>353.23200000000003</c:v>
                </c:pt>
                <c:pt idx="5341">
                  <c:v>353.23200000000003</c:v>
                </c:pt>
                <c:pt idx="5342">
                  <c:v>353.23200000000003</c:v>
                </c:pt>
                <c:pt idx="5343">
                  <c:v>353.23200000000003</c:v>
                </c:pt>
                <c:pt idx="5344">
                  <c:v>353.23200000000003</c:v>
                </c:pt>
                <c:pt idx="5345">
                  <c:v>353.23200000000003</c:v>
                </c:pt>
                <c:pt idx="5346">
                  <c:v>353.23200000000003</c:v>
                </c:pt>
                <c:pt idx="5347">
                  <c:v>353.23200000000003</c:v>
                </c:pt>
                <c:pt idx="5348">
                  <c:v>353.23200000000003</c:v>
                </c:pt>
                <c:pt idx="5349">
                  <c:v>0</c:v>
                </c:pt>
                <c:pt idx="5350">
                  <c:v>0</c:v>
                </c:pt>
                <c:pt idx="5351">
                  <c:v>0</c:v>
                </c:pt>
                <c:pt idx="5352">
                  <c:v>0</c:v>
                </c:pt>
                <c:pt idx="5353">
                  <c:v>0</c:v>
                </c:pt>
                <c:pt idx="5354">
                  <c:v>0</c:v>
                </c:pt>
                <c:pt idx="5355">
                  <c:v>0</c:v>
                </c:pt>
                <c:pt idx="5356">
                  <c:v>0</c:v>
                </c:pt>
                <c:pt idx="5357">
                  <c:v>0</c:v>
                </c:pt>
                <c:pt idx="5358">
                  <c:v>0</c:v>
                </c:pt>
                <c:pt idx="5359">
                  <c:v>353.23200000000003</c:v>
                </c:pt>
                <c:pt idx="5360">
                  <c:v>353.23200000000003</c:v>
                </c:pt>
                <c:pt idx="5361">
                  <c:v>353.23200000000003</c:v>
                </c:pt>
                <c:pt idx="5362">
                  <c:v>353.23200000000003</c:v>
                </c:pt>
                <c:pt idx="5363">
                  <c:v>353.23200000000003</c:v>
                </c:pt>
                <c:pt idx="5364">
                  <c:v>353.23200000000003</c:v>
                </c:pt>
                <c:pt idx="5365">
                  <c:v>353.23200000000003</c:v>
                </c:pt>
                <c:pt idx="5366">
                  <c:v>353.23200000000003</c:v>
                </c:pt>
                <c:pt idx="5367">
                  <c:v>353.23200000000003</c:v>
                </c:pt>
                <c:pt idx="5368">
                  <c:v>353.23200000000003</c:v>
                </c:pt>
                <c:pt idx="5369">
                  <c:v>353.23200000000003</c:v>
                </c:pt>
                <c:pt idx="5370">
                  <c:v>353.23200000000003</c:v>
                </c:pt>
                <c:pt idx="5371">
                  <c:v>353.23200000000003</c:v>
                </c:pt>
                <c:pt idx="5372">
                  <c:v>353.23200000000003</c:v>
                </c:pt>
                <c:pt idx="5373">
                  <c:v>0</c:v>
                </c:pt>
                <c:pt idx="5374">
                  <c:v>0</c:v>
                </c:pt>
                <c:pt idx="5375">
                  <c:v>0</c:v>
                </c:pt>
                <c:pt idx="5376">
                  <c:v>0</c:v>
                </c:pt>
                <c:pt idx="5377">
                  <c:v>0</c:v>
                </c:pt>
                <c:pt idx="5378">
                  <c:v>0</c:v>
                </c:pt>
                <c:pt idx="5379">
                  <c:v>0</c:v>
                </c:pt>
                <c:pt idx="5380">
                  <c:v>0</c:v>
                </c:pt>
                <c:pt idx="5381">
                  <c:v>0</c:v>
                </c:pt>
                <c:pt idx="5382">
                  <c:v>0</c:v>
                </c:pt>
                <c:pt idx="5383">
                  <c:v>353.23200000000003</c:v>
                </c:pt>
                <c:pt idx="5384">
                  <c:v>353.23200000000003</c:v>
                </c:pt>
                <c:pt idx="5385">
                  <c:v>353.23200000000003</c:v>
                </c:pt>
                <c:pt idx="5386">
                  <c:v>353.23200000000003</c:v>
                </c:pt>
                <c:pt idx="5387">
                  <c:v>353.23200000000003</c:v>
                </c:pt>
                <c:pt idx="5388">
                  <c:v>353.23200000000003</c:v>
                </c:pt>
                <c:pt idx="5389">
                  <c:v>353.23200000000003</c:v>
                </c:pt>
                <c:pt idx="5390">
                  <c:v>353.23200000000003</c:v>
                </c:pt>
                <c:pt idx="5391">
                  <c:v>353.23200000000003</c:v>
                </c:pt>
                <c:pt idx="5392">
                  <c:v>353.23200000000003</c:v>
                </c:pt>
                <c:pt idx="5393">
                  <c:v>353.23200000000003</c:v>
                </c:pt>
                <c:pt idx="5394">
                  <c:v>353.23200000000003</c:v>
                </c:pt>
                <c:pt idx="5395">
                  <c:v>353.23200000000003</c:v>
                </c:pt>
                <c:pt idx="5396">
                  <c:v>353.23200000000003</c:v>
                </c:pt>
                <c:pt idx="5397">
                  <c:v>0</c:v>
                </c:pt>
                <c:pt idx="5398">
                  <c:v>0</c:v>
                </c:pt>
                <c:pt idx="5399">
                  <c:v>0</c:v>
                </c:pt>
                <c:pt idx="5400">
                  <c:v>0</c:v>
                </c:pt>
                <c:pt idx="5401">
                  <c:v>0</c:v>
                </c:pt>
                <c:pt idx="5402">
                  <c:v>0</c:v>
                </c:pt>
                <c:pt idx="5403">
                  <c:v>0</c:v>
                </c:pt>
                <c:pt idx="5404">
                  <c:v>0</c:v>
                </c:pt>
                <c:pt idx="5405">
                  <c:v>0</c:v>
                </c:pt>
                <c:pt idx="5406">
                  <c:v>0</c:v>
                </c:pt>
                <c:pt idx="5407">
                  <c:v>353.23200000000003</c:v>
                </c:pt>
                <c:pt idx="5408">
                  <c:v>353.23200000000003</c:v>
                </c:pt>
                <c:pt idx="5409">
                  <c:v>353.23200000000003</c:v>
                </c:pt>
                <c:pt idx="5410">
                  <c:v>353.23200000000003</c:v>
                </c:pt>
                <c:pt idx="5411">
                  <c:v>353.23200000000003</c:v>
                </c:pt>
                <c:pt idx="5412">
                  <c:v>353.23200000000003</c:v>
                </c:pt>
                <c:pt idx="5413">
                  <c:v>353.23200000000003</c:v>
                </c:pt>
                <c:pt idx="5414">
                  <c:v>353.23200000000003</c:v>
                </c:pt>
                <c:pt idx="5415">
                  <c:v>353.23200000000003</c:v>
                </c:pt>
                <c:pt idx="5416">
                  <c:v>353.23200000000003</c:v>
                </c:pt>
                <c:pt idx="5417">
                  <c:v>353.23200000000003</c:v>
                </c:pt>
                <c:pt idx="5418">
                  <c:v>353.23200000000003</c:v>
                </c:pt>
                <c:pt idx="5419">
                  <c:v>353.23200000000003</c:v>
                </c:pt>
                <c:pt idx="5420">
                  <c:v>353.23200000000003</c:v>
                </c:pt>
                <c:pt idx="5421">
                  <c:v>0</c:v>
                </c:pt>
                <c:pt idx="5422">
                  <c:v>0</c:v>
                </c:pt>
                <c:pt idx="5423">
                  <c:v>0</c:v>
                </c:pt>
                <c:pt idx="5424">
                  <c:v>0</c:v>
                </c:pt>
                <c:pt idx="5425">
                  <c:v>0</c:v>
                </c:pt>
                <c:pt idx="5426">
                  <c:v>0</c:v>
                </c:pt>
                <c:pt idx="5427">
                  <c:v>0</c:v>
                </c:pt>
                <c:pt idx="5428">
                  <c:v>0</c:v>
                </c:pt>
                <c:pt idx="5429">
                  <c:v>0</c:v>
                </c:pt>
                <c:pt idx="5430">
                  <c:v>0</c:v>
                </c:pt>
                <c:pt idx="5431">
                  <c:v>353.23200000000003</c:v>
                </c:pt>
                <c:pt idx="5432">
                  <c:v>353.23200000000003</c:v>
                </c:pt>
                <c:pt idx="5433">
                  <c:v>353.23200000000003</c:v>
                </c:pt>
                <c:pt idx="5434">
                  <c:v>353.23200000000003</c:v>
                </c:pt>
                <c:pt idx="5435">
                  <c:v>354.50400000000002</c:v>
                </c:pt>
                <c:pt idx="5436">
                  <c:v>353.23200000000003</c:v>
                </c:pt>
                <c:pt idx="5437">
                  <c:v>353.23200000000003</c:v>
                </c:pt>
                <c:pt idx="5438">
                  <c:v>353.23200000000003</c:v>
                </c:pt>
                <c:pt idx="5439">
                  <c:v>353.23200000000003</c:v>
                </c:pt>
                <c:pt idx="5440">
                  <c:v>353.23200000000003</c:v>
                </c:pt>
                <c:pt idx="5441">
                  <c:v>353.23200000000003</c:v>
                </c:pt>
                <c:pt idx="5442">
                  <c:v>353.23200000000003</c:v>
                </c:pt>
                <c:pt idx="5443">
                  <c:v>353.23200000000003</c:v>
                </c:pt>
                <c:pt idx="5444">
                  <c:v>353.23200000000003</c:v>
                </c:pt>
                <c:pt idx="5445">
                  <c:v>0</c:v>
                </c:pt>
                <c:pt idx="5446">
                  <c:v>0</c:v>
                </c:pt>
                <c:pt idx="5447">
                  <c:v>0</c:v>
                </c:pt>
                <c:pt idx="5448">
                  <c:v>0</c:v>
                </c:pt>
                <c:pt idx="5449">
                  <c:v>0</c:v>
                </c:pt>
                <c:pt idx="5450">
                  <c:v>0</c:v>
                </c:pt>
                <c:pt idx="5451">
                  <c:v>0</c:v>
                </c:pt>
                <c:pt idx="5452">
                  <c:v>0</c:v>
                </c:pt>
                <c:pt idx="5453">
                  <c:v>0</c:v>
                </c:pt>
                <c:pt idx="5454">
                  <c:v>0</c:v>
                </c:pt>
                <c:pt idx="5455">
                  <c:v>353.23200000000003</c:v>
                </c:pt>
                <c:pt idx="5456">
                  <c:v>353.23200000000003</c:v>
                </c:pt>
                <c:pt idx="5457">
                  <c:v>353.23200000000003</c:v>
                </c:pt>
                <c:pt idx="5458">
                  <c:v>353.23200000000003</c:v>
                </c:pt>
                <c:pt idx="5459">
                  <c:v>353.23200000000003</c:v>
                </c:pt>
                <c:pt idx="5460">
                  <c:v>353.23200000000003</c:v>
                </c:pt>
                <c:pt idx="5461">
                  <c:v>353.23200000000003</c:v>
                </c:pt>
                <c:pt idx="5462">
                  <c:v>353.23200000000003</c:v>
                </c:pt>
                <c:pt idx="5463">
                  <c:v>353.23200000000003</c:v>
                </c:pt>
                <c:pt idx="5464">
                  <c:v>353.23200000000003</c:v>
                </c:pt>
                <c:pt idx="5465">
                  <c:v>353.23200000000003</c:v>
                </c:pt>
                <c:pt idx="5466">
                  <c:v>353.23200000000003</c:v>
                </c:pt>
                <c:pt idx="5467">
                  <c:v>353.23200000000003</c:v>
                </c:pt>
                <c:pt idx="5468">
                  <c:v>353.23200000000003</c:v>
                </c:pt>
                <c:pt idx="5469">
                  <c:v>0</c:v>
                </c:pt>
                <c:pt idx="5470">
                  <c:v>0</c:v>
                </c:pt>
                <c:pt idx="5471">
                  <c:v>0</c:v>
                </c:pt>
                <c:pt idx="5472">
                  <c:v>0</c:v>
                </c:pt>
                <c:pt idx="5473">
                  <c:v>0</c:v>
                </c:pt>
                <c:pt idx="5474">
                  <c:v>0</c:v>
                </c:pt>
                <c:pt idx="5475">
                  <c:v>0</c:v>
                </c:pt>
                <c:pt idx="5476">
                  <c:v>0</c:v>
                </c:pt>
                <c:pt idx="5477">
                  <c:v>0</c:v>
                </c:pt>
                <c:pt idx="5478">
                  <c:v>0</c:v>
                </c:pt>
                <c:pt idx="5479">
                  <c:v>353.23200000000003</c:v>
                </c:pt>
                <c:pt idx="5480">
                  <c:v>353.23200000000003</c:v>
                </c:pt>
                <c:pt idx="5481">
                  <c:v>353.23200000000003</c:v>
                </c:pt>
                <c:pt idx="5482">
                  <c:v>353.23200000000003</c:v>
                </c:pt>
                <c:pt idx="5483">
                  <c:v>353.23200000000003</c:v>
                </c:pt>
                <c:pt idx="5484">
                  <c:v>353.23200000000003</c:v>
                </c:pt>
                <c:pt idx="5485">
                  <c:v>353.23200000000003</c:v>
                </c:pt>
                <c:pt idx="5486">
                  <c:v>353.23200000000003</c:v>
                </c:pt>
                <c:pt idx="5487">
                  <c:v>353.23200000000003</c:v>
                </c:pt>
                <c:pt idx="5488">
                  <c:v>353.23200000000003</c:v>
                </c:pt>
                <c:pt idx="5489">
                  <c:v>353.23200000000003</c:v>
                </c:pt>
                <c:pt idx="5490">
                  <c:v>353.23200000000003</c:v>
                </c:pt>
                <c:pt idx="5491">
                  <c:v>353.23200000000003</c:v>
                </c:pt>
                <c:pt idx="5492">
                  <c:v>353.23200000000003</c:v>
                </c:pt>
                <c:pt idx="5493">
                  <c:v>0</c:v>
                </c:pt>
                <c:pt idx="5494">
                  <c:v>0</c:v>
                </c:pt>
                <c:pt idx="5495">
                  <c:v>0</c:v>
                </c:pt>
                <c:pt idx="5496">
                  <c:v>0</c:v>
                </c:pt>
                <c:pt idx="5497">
                  <c:v>0</c:v>
                </c:pt>
                <c:pt idx="5498">
                  <c:v>0</c:v>
                </c:pt>
                <c:pt idx="5499">
                  <c:v>0</c:v>
                </c:pt>
                <c:pt idx="5500">
                  <c:v>0</c:v>
                </c:pt>
                <c:pt idx="5501">
                  <c:v>0</c:v>
                </c:pt>
                <c:pt idx="5502">
                  <c:v>0</c:v>
                </c:pt>
                <c:pt idx="5503">
                  <c:v>353.23200000000003</c:v>
                </c:pt>
                <c:pt idx="5504">
                  <c:v>353.23200000000003</c:v>
                </c:pt>
                <c:pt idx="5505">
                  <c:v>353.23200000000003</c:v>
                </c:pt>
                <c:pt idx="5506">
                  <c:v>353.23200000000003</c:v>
                </c:pt>
                <c:pt idx="5507">
                  <c:v>353.23200000000003</c:v>
                </c:pt>
                <c:pt idx="5508">
                  <c:v>353.23200000000003</c:v>
                </c:pt>
                <c:pt idx="5509">
                  <c:v>353.23200000000003</c:v>
                </c:pt>
                <c:pt idx="5510">
                  <c:v>353.23200000000003</c:v>
                </c:pt>
                <c:pt idx="5511">
                  <c:v>353.23200000000003</c:v>
                </c:pt>
                <c:pt idx="5512">
                  <c:v>353.23200000000003</c:v>
                </c:pt>
                <c:pt idx="5513">
                  <c:v>353.23200000000003</c:v>
                </c:pt>
                <c:pt idx="5514">
                  <c:v>353.23200000000003</c:v>
                </c:pt>
                <c:pt idx="5515">
                  <c:v>353.23200000000003</c:v>
                </c:pt>
                <c:pt idx="5516">
                  <c:v>353.23200000000003</c:v>
                </c:pt>
                <c:pt idx="5517">
                  <c:v>0</c:v>
                </c:pt>
                <c:pt idx="5518">
                  <c:v>0</c:v>
                </c:pt>
                <c:pt idx="5519">
                  <c:v>0</c:v>
                </c:pt>
                <c:pt idx="5520">
                  <c:v>0</c:v>
                </c:pt>
                <c:pt idx="5521">
                  <c:v>0</c:v>
                </c:pt>
                <c:pt idx="5522">
                  <c:v>0</c:v>
                </c:pt>
                <c:pt idx="5523">
                  <c:v>0</c:v>
                </c:pt>
                <c:pt idx="5524">
                  <c:v>0</c:v>
                </c:pt>
                <c:pt idx="5525">
                  <c:v>0</c:v>
                </c:pt>
                <c:pt idx="5526">
                  <c:v>0</c:v>
                </c:pt>
                <c:pt idx="5527">
                  <c:v>353.23200000000003</c:v>
                </c:pt>
                <c:pt idx="5528">
                  <c:v>353.23200000000003</c:v>
                </c:pt>
                <c:pt idx="5529">
                  <c:v>353.23200000000003</c:v>
                </c:pt>
                <c:pt idx="5530">
                  <c:v>353.23200000000003</c:v>
                </c:pt>
                <c:pt idx="5531">
                  <c:v>353.23200000000003</c:v>
                </c:pt>
                <c:pt idx="5532">
                  <c:v>353.23200000000003</c:v>
                </c:pt>
                <c:pt idx="5533">
                  <c:v>353.23200000000003</c:v>
                </c:pt>
                <c:pt idx="5534">
                  <c:v>353.23200000000003</c:v>
                </c:pt>
                <c:pt idx="5535">
                  <c:v>353.23200000000003</c:v>
                </c:pt>
                <c:pt idx="5536">
                  <c:v>353.23200000000003</c:v>
                </c:pt>
                <c:pt idx="5537">
                  <c:v>353.23200000000003</c:v>
                </c:pt>
                <c:pt idx="5538">
                  <c:v>353.23200000000003</c:v>
                </c:pt>
                <c:pt idx="5539">
                  <c:v>353.23200000000003</c:v>
                </c:pt>
                <c:pt idx="5540">
                  <c:v>353.23200000000003</c:v>
                </c:pt>
                <c:pt idx="5541">
                  <c:v>0</c:v>
                </c:pt>
                <c:pt idx="5542">
                  <c:v>0</c:v>
                </c:pt>
                <c:pt idx="5543">
                  <c:v>0</c:v>
                </c:pt>
                <c:pt idx="5544">
                  <c:v>0</c:v>
                </c:pt>
                <c:pt idx="5545">
                  <c:v>0</c:v>
                </c:pt>
                <c:pt idx="5546">
                  <c:v>0</c:v>
                </c:pt>
                <c:pt idx="5547">
                  <c:v>0</c:v>
                </c:pt>
                <c:pt idx="5548">
                  <c:v>0</c:v>
                </c:pt>
                <c:pt idx="5549">
                  <c:v>0</c:v>
                </c:pt>
                <c:pt idx="5550">
                  <c:v>0</c:v>
                </c:pt>
                <c:pt idx="5551">
                  <c:v>353.23200000000003</c:v>
                </c:pt>
                <c:pt idx="5552">
                  <c:v>353.23200000000003</c:v>
                </c:pt>
                <c:pt idx="5553">
                  <c:v>353.23200000000003</c:v>
                </c:pt>
                <c:pt idx="5554">
                  <c:v>353.23200000000003</c:v>
                </c:pt>
                <c:pt idx="5555">
                  <c:v>353.23200000000003</c:v>
                </c:pt>
                <c:pt idx="5556">
                  <c:v>353.23200000000003</c:v>
                </c:pt>
                <c:pt idx="5557">
                  <c:v>353.23200000000003</c:v>
                </c:pt>
                <c:pt idx="5558">
                  <c:v>353.23200000000003</c:v>
                </c:pt>
                <c:pt idx="5559">
                  <c:v>353.23200000000003</c:v>
                </c:pt>
                <c:pt idx="5560">
                  <c:v>353.23200000000003</c:v>
                </c:pt>
                <c:pt idx="5561">
                  <c:v>353.23200000000003</c:v>
                </c:pt>
                <c:pt idx="5562">
                  <c:v>353.23200000000003</c:v>
                </c:pt>
                <c:pt idx="5563">
                  <c:v>353.23200000000003</c:v>
                </c:pt>
                <c:pt idx="5564">
                  <c:v>353.23200000000003</c:v>
                </c:pt>
                <c:pt idx="5565">
                  <c:v>0</c:v>
                </c:pt>
                <c:pt idx="5566">
                  <c:v>0</c:v>
                </c:pt>
                <c:pt idx="5567">
                  <c:v>0</c:v>
                </c:pt>
                <c:pt idx="5568">
                  <c:v>0</c:v>
                </c:pt>
                <c:pt idx="5569">
                  <c:v>0</c:v>
                </c:pt>
                <c:pt idx="5570">
                  <c:v>0</c:v>
                </c:pt>
                <c:pt idx="5571">
                  <c:v>0</c:v>
                </c:pt>
                <c:pt idx="5572">
                  <c:v>0</c:v>
                </c:pt>
                <c:pt idx="5573">
                  <c:v>0</c:v>
                </c:pt>
                <c:pt idx="5574">
                  <c:v>0</c:v>
                </c:pt>
                <c:pt idx="5575">
                  <c:v>353.23200000000003</c:v>
                </c:pt>
                <c:pt idx="5576">
                  <c:v>353.23200000000003</c:v>
                </c:pt>
                <c:pt idx="5577">
                  <c:v>353.23200000000003</c:v>
                </c:pt>
                <c:pt idx="5578">
                  <c:v>353.23200000000003</c:v>
                </c:pt>
                <c:pt idx="5579">
                  <c:v>353.23200000000003</c:v>
                </c:pt>
                <c:pt idx="5580">
                  <c:v>353.23200000000003</c:v>
                </c:pt>
                <c:pt idx="5581">
                  <c:v>353.23200000000003</c:v>
                </c:pt>
                <c:pt idx="5582">
                  <c:v>353.23200000000003</c:v>
                </c:pt>
                <c:pt idx="5583">
                  <c:v>353.23200000000003</c:v>
                </c:pt>
                <c:pt idx="5584">
                  <c:v>353.23200000000003</c:v>
                </c:pt>
                <c:pt idx="5585">
                  <c:v>353.23200000000003</c:v>
                </c:pt>
                <c:pt idx="5586">
                  <c:v>353.23200000000003</c:v>
                </c:pt>
                <c:pt idx="5587">
                  <c:v>353.23200000000003</c:v>
                </c:pt>
                <c:pt idx="5588">
                  <c:v>353.23200000000003</c:v>
                </c:pt>
                <c:pt idx="5589">
                  <c:v>0</c:v>
                </c:pt>
                <c:pt idx="5590">
                  <c:v>0</c:v>
                </c:pt>
                <c:pt idx="5591">
                  <c:v>0</c:v>
                </c:pt>
                <c:pt idx="5592">
                  <c:v>0</c:v>
                </c:pt>
                <c:pt idx="5593">
                  <c:v>0</c:v>
                </c:pt>
                <c:pt idx="5594">
                  <c:v>0</c:v>
                </c:pt>
                <c:pt idx="5595">
                  <c:v>0</c:v>
                </c:pt>
                <c:pt idx="5596">
                  <c:v>0</c:v>
                </c:pt>
                <c:pt idx="5597">
                  <c:v>0</c:v>
                </c:pt>
                <c:pt idx="5598">
                  <c:v>0</c:v>
                </c:pt>
                <c:pt idx="5599">
                  <c:v>353.23200000000003</c:v>
                </c:pt>
                <c:pt idx="5600">
                  <c:v>353.23200000000003</c:v>
                </c:pt>
                <c:pt idx="5601">
                  <c:v>353.23200000000003</c:v>
                </c:pt>
                <c:pt idx="5602">
                  <c:v>353.23200000000003</c:v>
                </c:pt>
                <c:pt idx="5603">
                  <c:v>353.23200000000003</c:v>
                </c:pt>
                <c:pt idx="5604">
                  <c:v>353.23200000000003</c:v>
                </c:pt>
                <c:pt idx="5605">
                  <c:v>353.23200000000003</c:v>
                </c:pt>
                <c:pt idx="5606">
                  <c:v>353.23200000000003</c:v>
                </c:pt>
                <c:pt idx="5607">
                  <c:v>353.23200000000003</c:v>
                </c:pt>
                <c:pt idx="5608">
                  <c:v>353.23200000000003</c:v>
                </c:pt>
                <c:pt idx="5609">
                  <c:v>353.23200000000003</c:v>
                </c:pt>
                <c:pt idx="5610">
                  <c:v>353.23200000000003</c:v>
                </c:pt>
                <c:pt idx="5611">
                  <c:v>353.23200000000003</c:v>
                </c:pt>
                <c:pt idx="5612">
                  <c:v>353.23200000000003</c:v>
                </c:pt>
                <c:pt idx="5613">
                  <c:v>0</c:v>
                </c:pt>
                <c:pt idx="5614">
                  <c:v>0</c:v>
                </c:pt>
                <c:pt idx="5615">
                  <c:v>0</c:v>
                </c:pt>
                <c:pt idx="5616">
                  <c:v>0</c:v>
                </c:pt>
                <c:pt idx="5617">
                  <c:v>0</c:v>
                </c:pt>
                <c:pt idx="5618">
                  <c:v>0</c:v>
                </c:pt>
                <c:pt idx="5619">
                  <c:v>0</c:v>
                </c:pt>
                <c:pt idx="5620">
                  <c:v>0</c:v>
                </c:pt>
                <c:pt idx="5621">
                  <c:v>0</c:v>
                </c:pt>
                <c:pt idx="5622">
                  <c:v>0</c:v>
                </c:pt>
                <c:pt idx="5623">
                  <c:v>353.23200000000003</c:v>
                </c:pt>
                <c:pt idx="5624">
                  <c:v>353.23200000000003</c:v>
                </c:pt>
                <c:pt idx="5625">
                  <c:v>353.23200000000003</c:v>
                </c:pt>
                <c:pt idx="5626">
                  <c:v>353.23200000000003</c:v>
                </c:pt>
                <c:pt idx="5627">
                  <c:v>353.23200000000003</c:v>
                </c:pt>
                <c:pt idx="5628">
                  <c:v>353.23200000000003</c:v>
                </c:pt>
                <c:pt idx="5629">
                  <c:v>353.23200000000003</c:v>
                </c:pt>
                <c:pt idx="5630">
                  <c:v>353.23200000000003</c:v>
                </c:pt>
                <c:pt idx="5631">
                  <c:v>353.23200000000003</c:v>
                </c:pt>
                <c:pt idx="5632">
                  <c:v>353.23200000000003</c:v>
                </c:pt>
                <c:pt idx="5633">
                  <c:v>353.23200000000003</c:v>
                </c:pt>
                <c:pt idx="5634">
                  <c:v>353.23200000000003</c:v>
                </c:pt>
                <c:pt idx="5635">
                  <c:v>353.23200000000003</c:v>
                </c:pt>
                <c:pt idx="5636">
                  <c:v>353.23200000000003</c:v>
                </c:pt>
                <c:pt idx="5637">
                  <c:v>0</c:v>
                </c:pt>
                <c:pt idx="5638">
                  <c:v>0</c:v>
                </c:pt>
                <c:pt idx="5639">
                  <c:v>0</c:v>
                </c:pt>
                <c:pt idx="5640">
                  <c:v>0</c:v>
                </c:pt>
                <c:pt idx="5641">
                  <c:v>0</c:v>
                </c:pt>
                <c:pt idx="5642">
                  <c:v>0</c:v>
                </c:pt>
                <c:pt idx="5643">
                  <c:v>0</c:v>
                </c:pt>
                <c:pt idx="5644">
                  <c:v>0</c:v>
                </c:pt>
                <c:pt idx="5645">
                  <c:v>0</c:v>
                </c:pt>
                <c:pt idx="5646">
                  <c:v>0</c:v>
                </c:pt>
                <c:pt idx="5647">
                  <c:v>353.23200000000003</c:v>
                </c:pt>
                <c:pt idx="5648">
                  <c:v>353.23200000000003</c:v>
                </c:pt>
                <c:pt idx="5649">
                  <c:v>353.23200000000003</c:v>
                </c:pt>
                <c:pt idx="5650">
                  <c:v>353.23200000000003</c:v>
                </c:pt>
                <c:pt idx="5651">
                  <c:v>353.23200000000003</c:v>
                </c:pt>
                <c:pt idx="5652">
                  <c:v>353.23200000000003</c:v>
                </c:pt>
                <c:pt idx="5653">
                  <c:v>353.23200000000003</c:v>
                </c:pt>
                <c:pt idx="5654">
                  <c:v>353.23200000000003</c:v>
                </c:pt>
                <c:pt idx="5655">
                  <c:v>353.23200000000003</c:v>
                </c:pt>
                <c:pt idx="5656">
                  <c:v>353.23200000000003</c:v>
                </c:pt>
                <c:pt idx="5657">
                  <c:v>353.23200000000003</c:v>
                </c:pt>
                <c:pt idx="5658">
                  <c:v>353.23200000000003</c:v>
                </c:pt>
                <c:pt idx="5659">
                  <c:v>353.23200000000003</c:v>
                </c:pt>
                <c:pt idx="5660">
                  <c:v>353.23200000000003</c:v>
                </c:pt>
                <c:pt idx="5661">
                  <c:v>0</c:v>
                </c:pt>
                <c:pt idx="5662">
                  <c:v>0</c:v>
                </c:pt>
                <c:pt idx="5663">
                  <c:v>0</c:v>
                </c:pt>
                <c:pt idx="5664">
                  <c:v>0</c:v>
                </c:pt>
                <c:pt idx="5665">
                  <c:v>0</c:v>
                </c:pt>
                <c:pt idx="5666">
                  <c:v>0</c:v>
                </c:pt>
                <c:pt idx="5667">
                  <c:v>0</c:v>
                </c:pt>
                <c:pt idx="5668">
                  <c:v>0</c:v>
                </c:pt>
                <c:pt idx="5669">
                  <c:v>0</c:v>
                </c:pt>
                <c:pt idx="5670">
                  <c:v>0</c:v>
                </c:pt>
                <c:pt idx="5671">
                  <c:v>353.23200000000003</c:v>
                </c:pt>
                <c:pt idx="5672">
                  <c:v>353.23200000000003</c:v>
                </c:pt>
                <c:pt idx="5673">
                  <c:v>353.23200000000003</c:v>
                </c:pt>
                <c:pt idx="5674">
                  <c:v>353.23200000000003</c:v>
                </c:pt>
                <c:pt idx="5675">
                  <c:v>353.23200000000003</c:v>
                </c:pt>
                <c:pt idx="5676">
                  <c:v>353.23200000000003</c:v>
                </c:pt>
                <c:pt idx="5677">
                  <c:v>353.23200000000003</c:v>
                </c:pt>
                <c:pt idx="5678">
                  <c:v>353.23200000000003</c:v>
                </c:pt>
                <c:pt idx="5679">
                  <c:v>353.23200000000003</c:v>
                </c:pt>
                <c:pt idx="5680">
                  <c:v>353.23200000000003</c:v>
                </c:pt>
                <c:pt idx="5681">
                  <c:v>353.23200000000003</c:v>
                </c:pt>
                <c:pt idx="5682">
                  <c:v>353.23200000000003</c:v>
                </c:pt>
                <c:pt idx="5683">
                  <c:v>353.23200000000003</c:v>
                </c:pt>
                <c:pt idx="5684">
                  <c:v>353.23200000000003</c:v>
                </c:pt>
                <c:pt idx="5685">
                  <c:v>0</c:v>
                </c:pt>
                <c:pt idx="5686">
                  <c:v>0</c:v>
                </c:pt>
                <c:pt idx="5687">
                  <c:v>0</c:v>
                </c:pt>
                <c:pt idx="5688">
                  <c:v>0</c:v>
                </c:pt>
                <c:pt idx="5689">
                  <c:v>0</c:v>
                </c:pt>
                <c:pt idx="5690">
                  <c:v>0</c:v>
                </c:pt>
                <c:pt idx="5691">
                  <c:v>0</c:v>
                </c:pt>
                <c:pt idx="5692">
                  <c:v>0</c:v>
                </c:pt>
                <c:pt idx="5693">
                  <c:v>0</c:v>
                </c:pt>
                <c:pt idx="5694">
                  <c:v>0</c:v>
                </c:pt>
                <c:pt idx="5695">
                  <c:v>353.23200000000003</c:v>
                </c:pt>
                <c:pt idx="5696">
                  <c:v>353.23200000000003</c:v>
                </c:pt>
                <c:pt idx="5697">
                  <c:v>353.23200000000003</c:v>
                </c:pt>
                <c:pt idx="5698">
                  <c:v>353.23200000000003</c:v>
                </c:pt>
                <c:pt idx="5699">
                  <c:v>353.23200000000003</c:v>
                </c:pt>
                <c:pt idx="5700">
                  <c:v>353.23200000000003</c:v>
                </c:pt>
                <c:pt idx="5701">
                  <c:v>353.23200000000003</c:v>
                </c:pt>
                <c:pt idx="5702">
                  <c:v>353.23200000000003</c:v>
                </c:pt>
                <c:pt idx="5703">
                  <c:v>353.23200000000003</c:v>
                </c:pt>
                <c:pt idx="5704">
                  <c:v>353.23200000000003</c:v>
                </c:pt>
                <c:pt idx="5705">
                  <c:v>353.23200000000003</c:v>
                </c:pt>
                <c:pt idx="5706">
                  <c:v>353.23200000000003</c:v>
                </c:pt>
                <c:pt idx="5707">
                  <c:v>353.23200000000003</c:v>
                </c:pt>
                <c:pt idx="5708">
                  <c:v>353.23200000000003</c:v>
                </c:pt>
                <c:pt idx="5709">
                  <c:v>0</c:v>
                </c:pt>
                <c:pt idx="5710">
                  <c:v>0</c:v>
                </c:pt>
                <c:pt idx="5711">
                  <c:v>0</c:v>
                </c:pt>
                <c:pt idx="5712">
                  <c:v>0</c:v>
                </c:pt>
                <c:pt idx="5713">
                  <c:v>0</c:v>
                </c:pt>
                <c:pt idx="5714">
                  <c:v>0</c:v>
                </c:pt>
                <c:pt idx="5715">
                  <c:v>0</c:v>
                </c:pt>
                <c:pt idx="5716">
                  <c:v>0</c:v>
                </c:pt>
                <c:pt idx="5717">
                  <c:v>0</c:v>
                </c:pt>
                <c:pt idx="5718">
                  <c:v>0</c:v>
                </c:pt>
                <c:pt idx="5719">
                  <c:v>353.23200000000003</c:v>
                </c:pt>
                <c:pt idx="5720">
                  <c:v>353.23200000000003</c:v>
                </c:pt>
                <c:pt idx="5721">
                  <c:v>353.23200000000003</c:v>
                </c:pt>
                <c:pt idx="5722">
                  <c:v>353.23200000000003</c:v>
                </c:pt>
                <c:pt idx="5723">
                  <c:v>353.23200000000003</c:v>
                </c:pt>
                <c:pt idx="5724">
                  <c:v>353.23200000000003</c:v>
                </c:pt>
                <c:pt idx="5725">
                  <c:v>353.23200000000003</c:v>
                </c:pt>
                <c:pt idx="5726">
                  <c:v>353.23200000000003</c:v>
                </c:pt>
                <c:pt idx="5727">
                  <c:v>353.23200000000003</c:v>
                </c:pt>
                <c:pt idx="5728">
                  <c:v>353.23200000000003</c:v>
                </c:pt>
                <c:pt idx="5729">
                  <c:v>353.23200000000003</c:v>
                </c:pt>
                <c:pt idx="5730">
                  <c:v>353.23200000000003</c:v>
                </c:pt>
                <c:pt idx="5731">
                  <c:v>353.23200000000003</c:v>
                </c:pt>
                <c:pt idx="5732">
                  <c:v>353.23200000000003</c:v>
                </c:pt>
                <c:pt idx="5733">
                  <c:v>0</c:v>
                </c:pt>
                <c:pt idx="5734">
                  <c:v>0</c:v>
                </c:pt>
                <c:pt idx="5735">
                  <c:v>0</c:v>
                </c:pt>
                <c:pt idx="5736">
                  <c:v>0</c:v>
                </c:pt>
                <c:pt idx="5737">
                  <c:v>0</c:v>
                </c:pt>
                <c:pt idx="5738">
                  <c:v>0</c:v>
                </c:pt>
                <c:pt idx="5739">
                  <c:v>0</c:v>
                </c:pt>
                <c:pt idx="5740">
                  <c:v>0</c:v>
                </c:pt>
                <c:pt idx="5741">
                  <c:v>0</c:v>
                </c:pt>
                <c:pt idx="5742">
                  <c:v>0</c:v>
                </c:pt>
                <c:pt idx="5743">
                  <c:v>353.23200000000003</c:v>
                </c:pt>
                <c:pt idx="5744">
                  <c:v>353.23200000000003</c:v>
                </c:pt>
                <c:pt idx="5745">
                  <c:v>353.23200000000003</c:v>
                </c:pt>
                <c:pt idx="5746">
                  <c:v>353.23200000000003</c:v>
                </c:pt>
                <c:pt idx="5747">
                  <c:v>353.23200000000003</c:v>
                </c:pt>
                <c:pt idx="5748">
                  <c:v>353.23200000000003</c:v>
                </c:pt>
                <c:pt idx="5749">
                  <c:v>353.23200000000003</c:v>
                </c:pt>
                <c:pt idx="5750">
                  <c:v>353.23200000000003</c:v>
                </c:pt>
                <c:pt idx="5751">
                  <c:v>353.23200000000003</c:v>
                </c:pt>
                <c:pt idx="5752">
                  <c:v>353.23200000000003</c:v>
                </c:pt>
                <c:pt idx="5753">
                  <c:v>353.23200000000003</c:v>
                </c:pt>
                <c:pt idx="5754">
                  <c:v>353.23200000000003</c:v>
                </c:pt>
                <c:pt idx="5755">
                  <c:v>353.23200000000003</c:v>
                </c:pt>
                <c:pt idx="5756">
                  <c:v>353.23200000000003</c:v>
                </c:pt>
                <c:pt idx="5757">
                  <c:v>0</c:v>
                </c:pt>
                <c:pt idx="5758">
                  <c:v>0</c:v>
                </c:pt>
                <c:pt idx="5759">
                  <c:v>0</c:v>
                </c:pt>
                <c:pt idx="5760">
                  <c:v>0</c:v>
                </c:pt>
                <c:pt idx="5761">
                  <c:v>0</c:v>
                </c:pt>
                <c:pt idx="5762">
                  <c:v>0</c:v>
                </c:pt>
                <c:pt idx="5763">
                  <c:v>0</c:v>
                </c:pt>
                <c:pt idx="5764">
                  <c:v>0</c:v>
                </c:pt>
                <c:pt idx="5765">
                  <c:v>0</c:v>
                </c:pt>
                <c:pt idx="5766">
                  <c:v>0</c:v>
                </c:pt>
                <c:pt idx="5767">
                  <c:v>353.23200000000003</c:v>
                </c:pt>
                <c:pt idx="5768">
                  <c:v>353.23200000000003</c:v>
                </c:pt>
                <c:pt idx="5769">
                  <c:v>353.23200000000003</c:v>
                </c:pt>
                <c:pt idx="5770">
                  <c:v>353.23200000000003</c:v>
                </c:pt>
                <c:pt idx="5771">
                  <c:v>353.23200000000003</c:v>
                </c:pt>
                <c:pt idx="5772">
                  <c:v>353.23200000000003</c:v>
                </c:pt>
                <c:pt idx="5773">
                  <c:v>353.23200000000003</c:v>
                </c:pt>
                <c:pt idx="5774">
                  <c:v>353.23200000000003</c:v>
                </c:pt>
                <c:pt idx="5775">
                  <c:v>353.23200000000003</c:v>
                </c:pt>
                <c:pt idx="5776">
                  <c:v>353.23200000000003</c:v>
                </c:pt>
                <c:pt idx="5777">
                  <c:v>353.23200000000003</c:v>
                </c:pt>
                <c:pt idx="5778">
                  <c:v>353.23200000000003</c:v>
                </c:pt>
                <c:pt idx="5779">
                  <c:v>353.23200000000003</c:v>
                </c:pt>
                <c:pt idx="5780">
                  <c:v>353.23200000000003</c:v>
                </c:pt>
                <c:pt idx="5781">
                  <c:v>0</c:v>
                </c:pt>
                <c:pt idx="5782">
                  <c:v>0</c:v>
                </c:pt>
                <c:pt idx="5783">
                  <c:v>0</c:v>
                </c:pt>
                <c:pt idx="5784">
                  <c:v>0</c:v>
                </c:pt>
                <c:pt idx="5785">
                  <c:v>0</c:v>
                </c:pt>
                <c:pt idx="5786">
                  <c:v>0</c:v>
                </c:pt>
                <c:pt idx="5787">
                  <c:v>0</c:v>
                </c:pt>
                <c:pt idx="5788">
                  <c:v>0</c:v>
                </c:pt>
                <c:pt idx="5789">
                  <c:v>0</c:v>
                </c:pt>
                <c:pt idx="5790">
                  <c:v>0</c:v>
                </c:pt>
                <c:pt idx="5791">
                  <c:v>353.23200000000003</c:v>
                </c:pt>
                <c:pt idx="5792">
                  <c:v>353.23200000000003</c:v>
                </c:pt>
                <c:pt idx="5793">
                  <c:v>353.23200000000003</c:v>
                </c:pt>
                <c:pt idx="5794">
                  <c:v>353.23200000000003</c:v>
                </c:pt>
                <c:pt idx="5795">
                  <c:v>353.23200000000003</c:v>
                </c:pt>
                <c:pt idx="5796">
                  <c:v>353.23200000000003</c:v>
                </c:pt>
                <c:pt idx="5797">
                  <c:v>353.23200000000003</c:v>
                </c:pt>
                <c:pt idx="5798">
                  <c:v>353.23200000000003</c:v>
                </c:pt>
                <c:pt idx="5799">
                  <c:v>353.23200000000003</c:v>
                </c:pt>
                <c:pt idx="5800">
                  <c:v>353.23200000000003</c:v>
                </c:pt>
                <c:pt idx="5801">
                  <c:v>353.23200000000003</c:v>
                </c:pt>
                <c:pt idx="5802">
                  <c:v>353.23200000000003</c:v>
                </c:pt>
                <c:pt idx="5803">
                  <c:v>353.23200000000003</c:v>
                </c:pt>
                <c:pt idx="5804">
                  <c:v>353.23200000000003</c:v>
                </c:pt>
                <c:pt idx="5805">
                  <c:v>0</c:v>
                </c:pt>
                <c:pt idx="5806">
                  <c:v>0</c:v>
                </c:pt>
                <c:pt idx="5807">
                  <c:v>0</c:v>
                </c:pt>
                <c:pt idx="5808">
                  <c:v>0</c:v>
                </c:pt>
                <c:pt idx="5809">
                  <c:v>0</c:v>
                </c:pt>
                <c:pt idx="5810">
                  <c:v>0</c:v>
                </c:pt>
                <c:pt idx="5811">
                  <c:v>0</c:v>
                </c:pt>
                <c:pt idx="5812">
                  <c:v>0</c:v>
                </c:pt>
                <c:pt idx="5813">
                  <c:v>0</c:v>
                </c:pt>
                <c:pt idx="5814">
                  <c:v>0</c:v>
                </c:pt>
                <c:pt idx="5815">
                  <c:v>353.23200000000003</c:v>
                </c:pt>
                <c:pt idx="5816">
                  <c:v>353.23200000000003</c:v>
                </c:pt>
                <c:pt idx="5817">
                  <c:v>353.23200000000003</c:v>
                </c:pt>
                <c:pt idx="5818">
                  <c:v>353.23200000000003</c:v>
                </c:pt>
                <c:pt idx="5819">
                  <c:v>353.23200000000003</c:v>
                </c:pt>
                <c:pt idx="5820">
                  <c:v>353.23200000000003</c:v>
                </c:pt>
                <c:pt idx="5821">
                  <c:v>353.23200000000003</c:v>
                </c:pt>
                <c:pt idx="5822">
                  <c:v>353.23200000000003</c:v>
                </c:pt>
                <c:pt idx="5823">
                  <c:v>353.23200000000003</c:v>
                </c:pt>
                <c:pt idx="5824">
                  <c:v>353.23200000000003</c:v>
                </c:pt>
                <c:pt idx="5825">
                  <c:v>353.23200000000003</c:v>
                </c:pt>
                <c:pt idx="5826">
                  <c:v>353.23200000000003</c:v>
                </c:pt>
                <c:pt idx="5827">
                  <c:v>353.23200000000003</c:v>
                </c:pt>
                <c:pt idx="5828">
                  <c:v>353.23200000000003</c:v>
                </c:pt>
                <c:pt idx="5829">
                  <c:v>0</c:v>
                </c:pt>
                <c:pt idx="5830">
                  <c:v>0</c:v>
                </c:pt>
                <c:pt idx="5831">
                  <c:v>0</c:v>
                </c:pt>
                <c:pt idx="5832">
                  <c:v>0</c:v>
                </c:pt>
                <c:pt idx="5833">
                  <c:v>0</c:v>
                </c:pt>
                <c:pt idx="5834">
                  <c:v>0</c:v>
                </c:pt>
                <c:pt idx="5835">
                  <c:v>0</c:v>
                </c:pt>
                <c:pt idx="5836">
                  <c:v>0</c:v>
                </c:pt>
                <c:pt idx="5837">
                  <c:v>0</c:v>
                </c:pt>
                <c:pt idx="5838">
                  <c:v>0</c:v>
                </c:pt>
                <c:pt idx="5839">
                  <c:v>353.23200000000003</c:v>
                </c:pt>
                <c:pt idx="5840">
                  <c:v>353.23200000000003</c:v>
                </c:pt>
                <c:pt idx="5841">
                  <c:v>353.23200000000003</c:v>
                </c:pt>
                <c:pt idx="5842">
                  <c:v>381.55700000000002</c:v>
                </c:pt>
                <c:pt idx="5843">
                  <c:v>353.23200000000003</c:v>
                </c:pt>
                <c:pt idx="5844">
                  <c:v>357.166</c:v>
                </c:pt>
                <c:pt idx="5845">
                  <c:v>353.23200000000003</c:v>
                </c:pt>
                <c:pt idx="5846">
                  <c:v>353.23200000000003</c:v>
                </c:pt>
                <c:pt idx="5847">
                  <c:v>353.23200000000003</c:v>
                </c:pt>
                <c:pt idx="5848">
                  <c:v>353.23200000000003</c:v>
                </c:pt>
                <c:pt idx="5849">
                  <c:v>353.23200000000003</c:v>
                </c:pt>
                <c:pt idx="5850">
                  <c:v>353.23200000000003</c:v>
                </c:pt>
                <c:pt idx="5851">
                  <c:v>353.23200000000003</c:v>
                </c:pt>
                <c:pt idx="5852">
                  <c:v>353.23200000000003</c:v>
                </c:pt>
                <c:pt idx="5853">
                  <c:v>0</c:v>
                </c:pt>
                <c:pt idx="5854">
                  <c:v>0</c:v>
                </c:pt>
                <c:pt idx="5855">
                  <c:v>0</c:v>
                </c:pt>
                <c:pt idx="5856">
                  <c:v>0</c:v>
                </c:pt>
                <c:pt idx="5857">
                  <c:v>0</c:v>
                </c:pt>
                <c:pt idx="5858">
                  <c:v>0</c:v>
                </c:pt>
                <c:pt idx="5859">
                  <c:v>0</c:v>
                </c:pt>
                <c:pt idx="5860">
                  <c:v>0</c:v>
                </c:pt>
                <c:pt idx="5861">
                  <c:v>0</c:v>
                </c:pt>
                <c:pt idx="5862">
                  <c:v>0</c:v>
                </c:pt>
                <c:pt idx="5863">
                  <c:v>353.23200000000003</c:v>
                </c:pt>
                <c:pt idx="5864">
                  <c:v>353.23200000000003</c:v>
                </c:pt>
                <c:pt idx="5865">
                  <c:v>353.23200000000003</c:v>
                </c:pt>
                <c:pt idx="5866">
                  <c:v>353.23200000000003</c:v>
                </c:pt>
                <c:pt idx="5867">
                  <c:v>353.23200000000003</c:v>
                </c:pt>
                <c:pt idx="5868">
                  <c:v>353.23200000000003</c:v>
                </c:pt>
                <c:pt idx="5869">
                  <c:v>353.23200000000003</c:v>
                </c:pt>
                <c:pt idx="5870">
                  <c:v>353.23200000000003</c:v>
                </c:pt>
                <c:pt idx="5871">
                  <c:v>353.23200000000003</c:v>
                </c:pt>
                <c:pt idx="5872">
                  <c:v>353.23200000000003</c:v>
                </c:pt>
                <c:pt idx="5873">
                  <c:v>353.23200000000003</c:v>
                </c:pt>
                <c:pt idx="5874">
                  <c:v>353.23200000000003</c:v>
                </c:pt>
                <c:pt idx="5875">
                  <c:v>353.23200000000003</c:v>
                </c:pt>
                <c:pt idx="5876">
                  <c:v>353.23200000000003</c:v>
                </c:pt>
                <c:pt idx="5877">
                  <c:v>0</c:v>
                </c:pt>
                <c:pt idx="5878">
                  <c:v>0</c:v>
                </c:pt>
                <c:pt idx="5879">
                  <c:v>0</c:v>
                </c:pt>
                <c:pt idx="5880">
                  <c:v>0</c:v>
                </c:pt>
                <c:pt idx="5881">
                  <c:v>0</c:v>
                </c:pt>
                <c:pt idx="5882">
                  <c:v>0</c:v>
                </c:pt>
                <c:pt idx="5883">
                  <c:v>0</c:v>
                </c:pt>
                <c:pt idx="5884">
                  <c:v>0</c:v>
                </c:pt>
                <c:pt idx="5885">
                  <c:v>0</c:v>
                </c:pt>
                <c:pt idx="5886">
                  <c:v>0</c:v>
                </c:pt>
                <c:pt idx="5887">
                  <c:v>353.23200000000003</c:v>
                </c:pt>
                <c:pt idx="5888">
                  <c:v>353.23200000000003</c:v>
                </c:pt>
                <c:pt idx="5889">
                  <c:v>353.23200000000003</c:v>
                </c:pt>
                <c:pt idx="5890">
                  <c:v>353.23200000000003</c:v>
                </c:pt>
                <c:pt idx="5891">
                  <c:v>353.23200000000003</c:v>
                </c:pt>
                <c:pt idx="5892">
                  <c:v>353.23200000000003</c:v>
                </c:pt>
                <c:pt idx="5893">
                  <c:v>353.23200000000003</c:v>
                </c:pt>
                <c:pt idx="5894">
                  <c:v>353.23200000000003</c:v>
                </c:pt>
                <c:pt idx="5895">
                  <c:v>353.23200000000003</c:v>
                </c:pt>
                <c:pt idx="5896">
                  <c:v>353.23200000000003</c:v>
                </c:pt>
                <c:pt idx="5897">
                  <c:v>353.23200000000003</c:v>
                </c:pt>
                <c:pt idx="5898">
                  <c:v>353.23200000000003</c:v>
                </c:pt>
                <c:pt idx="5899">
                  <c:v>353.23200000000003</c:v>
                </c:pt>
                <c:pt idx="5900">
                  <c:v>353.23200000000003</c:v>
                </c:pt>
                <c:pt idx="5901">
                  <c:v>0</c:v>
                </c:pt>
                <c:pt idx="5902">
                  <c:v>0</c:v>
                </c:pt>
                <c:pt idx="5903">
                  <c:v>0</c:v>
                </c:pt>
                <c:pt idx="5904">
                  <c:v>0</c:v>
                </c:pt>
                <c:pt idx="5905">
                  <c:v>0</c:v>
                </c:pt>
                <c:pt idx="5906">
                  <c:v>0</c:v>
                </c:pt>
                <c:pt idx="5907">
                  <c:v>0</c:v>
                </c:pt>
                <c:pt idx="5908">
                  <c:v>0</c:v>
                </c:pt>
                <c:pt idx="5909">
                  <c:v>0</c:v>
                </c:pt>
                <c:pt idx="5910">
                  <c:v>0</c:v>
                </c:pt>
                <c:pt idx="5911">
                  <c:v>353.23200000000003</c:v>
                </c:pt>
                <c:pt idx="5912">
                  <c:v>353.23200000000003</c:v>
                </c:pt>
                <c:pt idx="5913">
                  <c:v>353.23200000000003</c:v>
                </c:pt>
                <c:pt idx="5914">
                  <c:v>353.23200000000003</c:v>
                </c:pt>
                <c:pt idx="5915">
                  <c:v>353.23200000000003</c:v>
                </c:pt>
                <c:pt idx="5916">
                  <c:v>353.23200000000003</c:v>
                </c:pt>
                <c:pt idx="5917">
                  <c:v>353.23200000000003</c:v>
                </c:pt>
                <c:pt idx="5918">
                  <c:v>353.23200000000003</c:v>
                </c:pt>
                <c:pt idx="5919">
                  <c:v>353.23200000000003</c:v>
                </c:pt>
                <c:pt idx="5920">
                  <c:v>353.23200000000003</c:v>
                </c:pt>
                <c:pt idx="5921">
                  <c:v>353.23200000000003</c:v>
                </c:pt>
                <c:pt idx="5922">
                  <c:v>353.23200000000003</c:v>
                </c:pt>
                <c:pt idx="5923">
                  <c:v>353.23200000000003</c:v>
                </c:pt>
                <c:pt idx="5924">
                  <c:v>353.23200000000003</c:v>
                </c:pt>
                <c:pt idx="5925">
                  <c:v>0</c:v>
                </c:pt>
                <c:pt idx="5926">
                  <c:v>0</c:v>
                </c:pt>
                <c:pt idx="5927">
                  <c:v>0</c:v>
                </c:pt>
                <c:pt idx="5928">
                  <c:v>0</c:v>
                </c:pt>
                <c:pt idx="5929">
                  <c:v>0</c:v>
                </c:pt>
                <c:pt idx="5930">
                  <c:v>0</c:v>
                </c:pt>
                <c:pt idx="5931">
                  <c:v>0</c:v>
                </c:pt>
                <c:pt idx="5932">
                  <c:v>0</c:v>
                </c:pt>
                <c:pt idx="5933">
                  <c:v>0</c:v>
                </c:pt>
                <c:pt idx="5934">
                  <c:v>0</c:v>
                </c:pt>
                <c:pt idx="5935">
                  <c:v>353.23200000000003</c:v>
                </c:pt>
                <c:pt idx="5936">
                  <c:v>353.23200000000003</c:v>
                </c:pt>
                <c:pt idx="5937">
                  <c:v>353.23200000000003</c:v>
                </c:pt>
                <c:pt idx="5938">
                  <c:v>353.23200000000003</c:v>
                </c:pt>
                <c:pt idx="5939">
                  <c:v>353.23200000000003</c:v>
                </c:pt>
                <c:pt idx="5940">
                  <c:v>353.23200000000003</c:v>
                </c:pt>
                <c:pt idx="5941">
                  <c:v>353.23200000000003</c:v>
                </c:pt>
                <c:pt idx="5942">
                  <c:v>353.23200000000003</c:v>
                </c:pt>
                <c:pt idx="5943">
                  <c:v>353.23200000000003</c:v>
                </c:pt>
                <c:pt idx="5944">
                  <c:v>353.23200000000003</c:v>
                </c:pt>
                <c:pt idx="5945">
                  <c:v>353.23200000000003</c:v>
                </c:pt>
                <c:pt idx="5946">
                  <c:v>353.23200000000003</c:v>
                </c:pt>
                <c:pt idx="5947">
                  <c:v>353.23200000000003</c:v>
                </c:pt>
                <c:pt idx="5948">
                  <c:v>353.23200000000003</c:v>
                </c:pt>
                <c:pt idx="5949">
                  <c:v>0</c:v>
                </c:pt>
                <c:pt idx="5950">
                  <c:v>0</c:v>
                </c:pt>
                <c:pt idx="5951">
                  <c:v>0</c:v>
                </c:pt>
                <c:pt idx="5952">
                  <c:v>0</c:v>
                </c:pt>
                <c:pt idx="5953">
                  <c:v>0</c:v>
                </c:pt>
                <c:pt idx="5954">
                  <c:v>0</c:v>
                </c:pt>
                <c:pt idx="5955">
                  <c:v>0</c:v>
                </c:pt>
                <c:pt idx="5956">
                  <c:v>0</c:v>
                </c:pt>
                <c:pt idx="5957">
                  <c:v>0</c:v>
                </c:pt>
                <c:pt idx="5958">
                  <c:v>0</c:v>
                </c:pt>
                <c:pt idx="5959">
                  <c:v>353.23200000000003</c:v>
                </c:pt>
                <c:pt idx="5960">
                  <c:v>353.23200000000003</c:v>
                </c:pt>
                <c:pt idx="5961">
                  <c:v>353.23200000000003</c:v>
                </c:pt>
                <c:pt idx="5962">
                  <c:v>376.67899999999997</c:v>
                </c:pt>
                <c:pt idx="5963">
                  <c:v>383.74400000000003</c:v>
                </c:pt>
                <c:pt idx="5964">
                  <c:v>422.34300000000002</c:v>
                </c:pt>
                <c:pt idx="5965">
                  <c:v>364.274</c:v>
                </c:pt>
                <c:pt idx="5966">
                  <c:v>367.49400000000003</c:v>
                </c:pt>
                <c:pt idx="5967">
                  <c:v>435.21499999999997</c:v>
                </c:pt>
                <c:pt idx="5968">
                  <c:v>414.41</c:v>
                </c:pt>
                <c:pt idx="5969">
                  <c:v>353.23200000000003</c:v>
                </c:pt>
                <c:pt idx="5970">
                  <c:v>353.23200000000003</c:v>
                </c:pt>
                <c:pt idx="5971">
                  <c:v>353.23200000000003</c:v>
                </c:pt>
                <c:pt idx="5972">
                  <c:v>353.23200000000003</c:v>
                </c:pt>
                <c:pt idx="5973">
                  <c:v>0</c:v>
                </c:pt>
                <c:pt idx="5974">
                  <c:v>0</c:v>
                </c:pt>
                <c:pt idx="5975">
                  <c:v>0</c:v>
                </c:pt>
                <c:pt idx="5976">
                  <c:v>0</c:v>
                </c:pt>
                <c:pt idx="5977">
                  <c:v>0</c:v>
                </c:pt>
                <c:pt idx="5978">
                  <c:v>0</c:v>
                </c:pt>
                <c:pt idx="5979">
                  <c:v>0</c:v>
                </c:pt>
                <c:pt idx="5980">
                  <c:v>0</c:v>
                </c:pt>
                <c:pt idx="5981">
                  <c:v>0</c:v>
                </c:pt>
                <c:pt idx="5982">
                  <c:v>0</c:v>
                </c:pt>
                <c:pt idx="5983">
                  <c:v>353.23200000000003</c:v>
                </c:pt>
                <c:pt idx="5984">
                  <c:v>353.23200000000003</c:v>
                </c:pt>
                <c:pt idx="5985">
                  <c:v>353.23200000000003</c:v>
                </c:pt>
                <c:pt idx="5986">
                  <c:v>399.358</c:v>
                </c:pt>
                <c:pt idx="5987">
                  <c:v>400.43799999999999</c:v>
                </c:pt>
                <c:pt idx="5988">
                  <c:v>409.45499999999998</c:v>
                </c:pt>
                <c:pt idx="5989">
                  <c:v>372.86</c:v>
                </c:pt>
                <c:pt idx="5990">
                  <c:v>353.23200000000003</c:v>
                </c:pt>
                <c:pt idx="5991">
                  <c:v>424.92399999999998</c:v>
                </c:pt>
                <c:pt idx="5992">
                  <c:v>409.94</c:v>
                </c:pt>
                <c:pt idx="5993">
                  <c:v>354.64</c:v>
                </c:pt>
                <c:pt idx="5994">
                  <c:v>353.23200000000003</c:v>
                </c:pt>
                <c:pt idx="5995">
                  <c:v>353.23200000000003</c:v>
                </c:pt>
                <c:pt idx="5996">
                  <c:v>353.23200000000003</c:v>
                </c:pt>
                <c:pt idx="5997">
                  <c:v>0</c:v>
                </c:pt>
                <c:pt idx="5998">
                  <c:v>0</c:v>
                </c:pt>
                <c:pt idx="5999">
                  <c:v>0</c:v>
                </c:pt>
                <c:pt idx="6000">
                  <c:v>0</c:v>
                </c:pt>
                <c:pt idx="6001">
                  <c:v>0</c:v>
                </c:pt>
                <c:pt idx="6002">
                  <c:v>0</c:v>
                </c:pt>
                <c:pt idx="6003">
                  <c:v>0</c:v>
                </c:pt>
                <c:pt idx="6004">
                  <c:v>0</c:v>
                </c:pt>
                <c:pt idx="6005">
                  <c:v>0</c:v>
                </c:pt>
                <c:pt idx="6006">
                  <c:v>0</c:v>
                </c:pt>
                <c:pt idx="6007">
                  <c:v>353.23200000000003</c:v>
                </c:pt>
                <c:pt idx="6008">
                  <c:v>353.23200000000003</c:v>
                </c:pt>
                <c:pt idx="6009">
                  <c:v>353.23200000000003</c:v>
                </c:pt>
                <c:pt idx="6010">
                  <c:v>421.43900000000002</c:v>
                </c:pt>
                <c:pt idx="6011">
                  <c:v>377.40699999999998</c:v>
                </c:pt>
                <c:pt idx="6012">
                  <c:v>372.39</c:v>
                </c:pt>
                <c:pt idx="6013">
                  <c:v>353.23200000000003</c:v>
                </c:pt>
                <c:pt idx="6014">
                  <c:v>369.149</c:v>
                </c:pt>
                <c:pt idx="6015">
                  <c:v>382.84500000000003</c:v>
                </c:pt>
                <c:pt idx="6016">
                  <c:v>390.17899999999997</c:v>
                </c:pt>
                <c:pt idx="6017">
                  <c:v>353.23200000000003</c:v>
                </c:pt>
                <c:pt idx="6018">
                  <c:v>353.23200000000003</c:v>
                </c:pt>
                <c:pt idx="6019">
                  <c:v>353.23200000000003</c:v>
                </c:pt>
                <c:pt idx="6020">
                  <c:v>353.23200000000003</c:v>
                </c:pt>
                <c:pt idx="6021">
                  <c:v>0</c:v>
                </c:pt>
                <c:pt idx="6022">
                  <c:v>0</c:v>
                </c:pt>
                <c:pt idx="6023">
                  <c:v>0</c:v>
                </c:pt>
                <c:pt idx="6024">
                  <c:v>0</c:v>
                </c:pt>
                <c:pt idx="6025">
                  <c:v>0</c:v>
                </c:pt>
                <c:pt idx="6026">
                  <c:v>0</c:v>
                </c:pt>
                <c:pt idx="6027">
                  <c:v>0</c:v>
                </c:pt>
                <c:pt idx="6028">
                  <c:v>0</c:v>
                </c:pt>
                <c:pt idx="6029">
                  <c:v>0</c:v>
                </c:pt>
                <c:pt idx="6030">
                  <c:v>0</c:v>
                </c:pt>
                <c:pt idx="6031">
                  <c:v>353.23200000000003</c:v>
                </c:pt>
                <c:pt idx="6032">
                  <c:v>353.23200000000003</c:v>
                </c:pt>
                <c:pt idx="6033">
                  <c:v>353.23200000000003</c:v>
                </c:pt>
                <c:pt idx="6034">
                  <c:v>353.23200000000003</c:v>
                </c:pt>
                <c:pt idx="6035">
                  <c:v>353.23200000000003</c:v>
                </c:pt>
                <c:pt idx="6036">
                  <c:v>355.30099999999999</c:v>
                </c:pt>
                <c:pt idx="6037">
                  <c:v>353.23200000000003</c:v>
                </c:pt>
                <c:pt idx="6038">
                  <c:v>353.23200000000003</c:v>
                </c:pt>
                <c:pt idx="6039">
                  <c:v>353.23200000000003</c:v>
                </c:pt>
                <c:pt idx="6040">
                  <c:v>353.23200000000003</c:v>
                </c:pt>
                <c:pt idx="6041">
                  <c:v>353.23200000000003</c:v>
                </c:pt>
                <c:pt idx="6042">
                  <c:v>353.23200000000003</c:v>
                </c:pt>
                <c:pt idx="6043">
                  <c:v>353.23200000000003</c:v>
                </c:pt>
                <c:pt idx="6044">
                  <c:v>353.23200000000003</c:v>
                </c:pt>
                <c:pt idx="6045">
                  <c:v>0</c:v>
                </c:pt>
                <c:pt idx="6046">
                  <c:v>0</c:v>
                </c:pt>
                <c:pt idx="6047">
                  <c:v>0</c:v>
                </c:pt>
                <c:pt idx="6048">
                  <c:v>0</c:v>
                </c:pt>
                <c:pt idx="6049">
                  <c:v>0</c:v>
                </c:pt>
                <c:pt idx="6050">
                  <c:v>0</c:v>
                </c:pt>
                <c:pt idx="6051">
                  <c:v>0</c:v>
                </c:pt>
                <c:pt idx="6052">
                  <c:v>0</c:v>
                </c:pt>
                <c:pt idx="6053">
                  <c:v>0</c:v>
                </c:pt>
                <c:pt idx="6054">
                  <c:v>0</c:v>
                </c:pt>
                <c:pt idx="6055">
                  <c:v>353.23200000000003</c:v>
                </c:pt>
                <c:pt idx="6056">
                  <c:v>353.23200000000003</c:v>
                </c:pt>
                <c:pt idx="6057">
                  <c:v>353.23200000000003</c:v>
                </c:pt>
                <c:pt idx="6058">
                  <c:v>353.23200000000003</c:v>
                </c:pt>
                <c:pt idx="6059">
                  <c:v>353.23200000000003</c:v>
                </c:pt>
                <c:pt idx="6060">
                  <c:v>353.23200000000003</c:v>
                </c:pt>
                <c:pt idx="6061">
                  <c:v>353.23200000000003</c:v>
                </c:pt>
                <c:pt idx="6062">
                  <c:v>353.23200000000003</c:v>
                </c:pt>
                <c:pt idx="6063">
                  <c:v>353.23200000000003</c:v>
                </c:pt>
                <c:pt idx="6064">
                  <c:v>353.23200000000003</c:v>
                </c:pt>
                <c:pt idx="6065">
                  <c:v>353.23200000000003</c:v>
                </c:pt>
                <c:pt idx="6066">
                  <c:v>353.23200000000003</c:v>
                </c:pt>
                <c:pt idx="6067">
                  <c:v>353.23200000000003</c:v>
                </c:pt>
                <c:pt idx="6068">
                  <c:v>353.23200000000003</c:v>
                </c:pt>
                <c:pt idx="6069">
                  <c:v>0</c:v>
                </c:pt>
                <c:pt idx="6070">
                  <c:v>0</c:v>
                </c:pt>
                <c:pt idx="6071">
                  <c:v>0</c:v>
                </c:pt>
                <c:pt idx="6072">
                  <c:v>0</c:v>
                </c:pt>
                <c:pt idx="6073">
                  <c:v>0</c:v>
                </c:pt>
                <c:pt idx="6074">
                  <c:v>0</c:v>
                </c:pt>
                <c:pt idx="6075">
                  <c:v>0</c:v>
                </c:pt>
                <c:pt idx="6076">
                  <c:v>0</c:v>
                </c:pt>
                <c:pt idx="6077">
                  <c:v>0</c:v>
                </c:pt>
                <c:pt idx="6078">
                  <c:v>0</c:v>
                </c:pt>
                <c:pt idx="6079">
                  <c:v>353.23200000000003</c:v>
                </c:pt>
                <c:pt idx="6080">
                  <c:v>353.23200000000003</c:v>
                </c:pt>
                <c:pt idx="6081">
                  <c:v>353.23200000000003</c:v>
                </c:pt>
                <c:pt idx="6082">
                  <c:v>353.23200000000003</c:v>
                </c:pt>
                <c:pt idx="6083">
                  <c:v>353.23200000000003</c:v>
                </c:pt>
                <c:pt idx="6084">
                  <c:v>353.23200000000003</c:v>
                </c:pt>
                <c:pt idx="6085">
                  <c:v>353.23200000000003</c:v>
                </c:pt>
                <c:pt idx="6086">
                  <c:v>353.23200000000003</c:v>
                </c:pt>
                <c:pt idx="6087">
                  <c:v>353.23200000000003</c:v>
                </c:pt>
                <c:pt idx="6088">
                  <c:v>353.23200000000003</c:v>
                </c:pt>
                <c:pt idx="6089">
                  <c:v>353.23200000000003</c:v>
                </c:pt>
                <c:pt idx="6090">
                  <c:v>353.23200000000003</c:v>
                </c:pt>
                <c:pt idx="6091">
                  <c:v>353.23200000000003</c:v>
                </c:pt>
                <c:pt idx="6092">
                  <c:v>353.23200000000003</c:v>
                </c:pt>
                <c:pt idx="6093">
                  <c:v>0</c:v>
                </c:pt>
                <c:pt idx="6094">
                  <c:v>0</c:v>
                </c:pt>
                <c:pt idx="6095">
                  <c:v>0</c:v>
                </c:pt>
                <c:pt idx="6096">
                  <c:v>0</c:v>
                </c:pt>
                <c:pt idx="6097">
                  <c:v>0</c:v>
                </c:pt>
                <c:pt idx="6098">
                  <c:v>0</c:v>
                </c:pt>
                <c:pt idx="6099">
                  <c:v>0</c:v>
                </c:pt>
                <c:pt idx="6100">
                  <c:v>0</c:v>
                </c:pt>
                <c:pt idx="6101">
                  <c:v>0</c:v>
                </c:pt>
                <c:pt idx="6102">
                  <c:v>0</c:v>
                </c:pt>
                <c:pt idx="6103">
                  <c:v>353.23200000000003</c:v>
                </c:pt>
                <c:pt idx="6104">
                  <c:v>353.23200000000003</c:v>
                </c:pt>
                <c:pt idx="6105">
                  <c:v>353.23200000000003</c:v>
                </c:pt>
                <c:pt idx="6106">
                  <c:v>353.23200000000003</c:v>
                </c:pt>
                <c:pt idx="6107">
                  <c:v>353.23200000000003</c:v>
                </c:pt>
                <c:pt idx="6108">
                  <c:v>396.63600000000002</c:v>
                </c:pt>
                <c:pt idx="6109">
                  <c:v>353.23200000000003</c:v>
                </c:pt>
                <c:pt idx="6110">
                  <c:v>353.23200000000003</c:v>
                </c:pt>
                <c:pt idx="6111">
                  <c:v>380.05099999999999</c:v>
                </c:pt>
                <c:pt idx="6112">
                  <c:v>356.101</c:v>
                </c:pt>
                <c:pt idx="6113">
                  <c:v>353.23200000000003</c:v>
                </c:pt>
                <c:pt idx="6114">
                  <c:v>353.23200000000003</c:v>
                </c:pt>
                <c:pt idx="6115">
                  <c:v>353.23200000000003</c:v>
                </c:pt>
                <c:pt idx="6116">
                  <c:v>353.23200000000003</c:v>
                </c:pt>
                <c:pt idx="6117">
                  <c:v>0</c:v>
                </c:pt>
                <c:pt idx="6118">
                  <c:v>0</c:v>
                </c:pt>
                <c:pt idx="6119">
                  <c:v>0</c:v>
                </c:pt>
                <c:pt idx="6120">
                  <c:v>0</c:v>
                </c:pt>
                <c:pt idx="6121">
                  <c:v>0</c:v>
                </c:pt>
                <c:pt idx="6122">
                  <c:v>0</c:v>
                </c:pt>
                <c:pt idx="6123">
                  <c:v>0</c:v>
                </c:pt>
                <c:pt idx="6124">
                  <c:v>0</c:v>
                </c:pt>
                <c:pt idx="6125">
                  <c:v>0</c:v>
                </c:pt>
                <c:pt idx="6126">
                  <c:v>0</c:v>
                </c:pt>
                <c:pt idx="6127">
                  <c:v>353.23200000000003</c:v>
                </c:pt>
                <c:pt idx="6128">
                  <c:v>353.23200000000003</c:v>
                </c:pt>
                <c:pt idx="6129">
                  <c:v>353.23200000000003</c:v>
                </c:pt>
                <c:pt idx="6130">
                  <c:v>353.23200000000003</c:v>
                </c:pt>
                <c:pt idx="6131">
                  <c:v>353.23200000000003</c:v>
                </c:pt>
                <c:pt idx="6132">
                  <c:v>376.42200000000003</c:v>
                </c:pt>
                <c:pt idx="6133">
                  <c:v>353.23200000000003</c:v>
                </c:pt>
                <c:pt idx="6134">
                  <c:v>353.23200000000003</c:v>
                </c:pt>
                <c:pt idx="6135">
                  <c:v>353.23200000000003</c:v>
                </c:pt>
                <c:pt idx="6136">
                  <c:v>353.23200000000003</c:v>
                </c:pt>
                <c:pt idx="6137">
                  <c:v>353.23200000000003</c:v>
                </c:pt>
                <c:pt idx="6138">
                  <c:v>353.23200000000003</c:v>
                </c:pt>
                <c:pt idx="6139">
                  <c:v>353.23200000000003</c:v>
                </c:pt>
                <c:pt idx="6140">
                  <c:v>353.23200000000003</c:v>
                </c:pt>
                <c:pt idx="6141">
                  <c:v>0</c:v>
                </c:pt>
                <c:pt idx="6142">
                  <c:v>0</c:v>
                </c:pt>
                <c:pt idx="6143">
                  <c:v>0</c:v>
                </c:pt>
                <c:pt idx="6144">
                  <c:v>0</c:v>
                </c:pt>
                <c:pt idx="6145">
                  <c:v>0</c:v>
                </c:pt>
                <c:pt idx="6146">
                  <c:v>0</c:v>
                </c:pt>
                <c:pt idx="6147">
                  <c:v>0</c:v>
                </c:pt>
                <c:pt idx="6148">
                  <c:v>0</c:v>
                </c:pt>
                <c:pt idx="6149">
                  <c:v>0</c:v>
                </c:pt>
                <c:pt idx="6150">
                  <c:v>0</c:v>
                </c:pt>
                <c:pt idx="6151">
                  <c:v>353.23200000000003</c:v>
                </c:pt>
                <c:pt idx="6152">
                  <c:v>353.23200000000003</c:v>
                </c:pt>
                <c:pt idx="6153">
                  <c:v>353.23200000000003</c:v>
                </c:pt>
                <c:pt idx="6154">
                  <c:v>353.23200000000003</c:v>
                </c:pt>
                <c:pt idx="6155">
                  <c:v>353.23200000000003</c:v>
                </c:pt>
                <c:pt idx="6156">
                  <c:v>353.23200000000003</c:v>
                </c:pt>
                <c:pt idx="6157">
                  <c:v>353.23200000000003</c:v>
                </c:pt>
                <c:pt idx="6158">
                  <c:v>353.23200000000003</c:v>
                </c:pt>
                <c:pt idx="6159">
                  <c:v>353.23200000000003</c:v>
                </c:pt>
                <c:pt idx="6160">
                  <c:v>353.23200000000003</c:v>
                </c:pt>
                <c:pt idx="6161">
                  <c:v>353.23200000000003</c:v>
                </c:pt>
                <c:pt idx="6162">
                  <c:v>353.23200000000003</c:v>
                </c:pt>
                <c:pt idx="6163">
                  <c:v>353.23200000000003</c:v>
                </c:pt>
                <c:pt idx="6164">
                  <c:v>353.23200000000003</c:v>
                </c:pt>
                <c:pt idx="6165">
                  <c:v>0</c:v>
                </c:pt>
                <c:pt idx="6166">
                  <c:v>0</c:v>
                </c:pt>
                <c:pt idx="6167">
                  <c:v>0</c:v>
                </c:pt>
                <c:pt idx="6168">
                  <c:v>0</c:v>
                </c:pt>
                <c:pt idx="6169">
                  <c:v>0</c:v>
                </c:pt>
                <c:pt idx="6170">
                  <c:v>0</c:v>
                </c:pt>
                <c:pt idx="6171">
                  <c:v>0</c:v>
                </c:pt>
                <c:pt idx="6172">
                  <c:v>0</c:v>
                </c:pt>
                <c:pt idx="6173">
                  <c:v>0</c:v>
                </c:pt>
                <c:pt idx="6174">
                  <c:v>0</c:v>
                </c:pt>
                <c:pt idx="6175">
                  <c:v>353.23200000000003</c:v>
                </c:pt>
                <c:pt idx="6176">
                  <c:v>353.23200000000003</c:v>
                </c:pt>
                <c:pt idx="6177">
                  <c:v>353.23200000000003</c:v>
                </c:pt>
                <c:pt idx="6178">
                  <c:v>353.23200000000003</c:v>
                </c:pt>
                <c:pt idx="6179">
                  <c:v>353.23200000000003</c:v>
                </c:pt>
                <c:pt idx="6180">
                  <c:v>353.23200000000003</c:v>
                </c:pt>
                <c:pt idx="6181">
                  <c:v>353.23200000000003</c:v>
                </c:pt>
                <c:pt idx="6182">
                  <c:v>353.23200000000003</c:v>
                </c:pt>
                <c:pt idx="6183">
                  <c:v>353.23200000000003</c:v>
                </c:pt>
                <c:pt idx="6184">
                  <c:v>353.23200000000003</c:v>
                </c:pt>
                <c:pt idx="6185">
                  <c:v>353.23200000000003</c:v>
                </c:pt>
                <c:pt idx="6186">
                  <c:v>353.23200000000003</c:v>
                </c:pt>
                <c:pt idx="6187">
                  <c:v>353.23200000000003</c:v>
                </c:pt>
                <c:pt idx="6188">
                  <c:v>353.23200000000003</c:v>
                </c:pt>
                <c:pt idx="6189">
                  <c:v>0</c:v>
                </c:pt>
                <c:pt idx="6190">
                  <c:v>0</c:v>
                </c:pt>
                <c:pt idx="6191">
                  <c:v>0</c:v>
                </c:pt>
                <c:pt idx="6192">
                  <c:v>0</c:v>
                </c:pt>
                <c:pt idx="6193">
                  <c:v>0</c:v>
                </c:pt>
                <c:pt idx="6194">
                  <c:v>0</c:v>
                </c:pt>
                <c:pt idx="6195">
                  <c:v>0</c:v>
                </c:pt>
                <c:pt idx="6196">
                  <c:v>0</c:v>
                </c:pt>
                <c:pt idx="6197">
                  <c:v>0</c:v>
                </c:pt>
                <c:pt idx="6198">
                  <c:v>0</c:v>
                </c:pt>
                <c:pt idx="6199">
                  <c:v>353.23200000000003</c:v>
                </c:pt>
                <c:pt idx="6200">
                  <c:v>353.23200000000003</c:v>
                </c:pt>
                <c:pt idx="6201">
                  <c:v>353.23200000000003</c:v>
                </c:pt>
                <c:pt idx="6202">
                  <c:v>353.23200000000003</c:v>
                </c:pt>
                <c:pt idx="6203">
                  <c:v>353.23200000000003</c:v>
                </c:pt>
                <c:pt idx="6204">
                  <c:v>353.23200000000003</c:v>
                </c:pt>
                <c:pt idx="6205">
                  <c:v>353.23200000000003</c:v>
                </c:pt>
                <c:pt idx="6206">
                  <c:v>353.23200000000003</c:v>
                </c:pt>
                <c:pt idx="6207">
                  <c:v>353.23200000000003</c:v>
                </c:pt>
                <c:pt idx="6208">
                  <c:v>353.23200000000003</c:v>
                </c:pt>
                <c:pt idx="6209">
                  <c:v>353.23200000000003</c:v>
                </c:pt>
                <c:pt idx="6210">
                  <c:v>353.23200000000003</c:v>
                </c:pt>
                <c:pt idx="6211">
                  <c:v>353.23200000000003</c:v>
                </c:pt>
                <c:pt idx="6212">
                  <c:v>353.23200000000003</c:v>
                </c:pt>
                <c:pt idx="6213">
                  <c:v>0</c:v>
                </c:pt>
                <c:pt idx="6214">
                  <c:v>0</c:v>
                </c:pt>
                <c:pt idx="6215">
                  <c:v>0</c:v>
                </c:pt>
                <c:pt idx="6216">
                  <c:v>0</c:v>
                </c:pt>
                <c:pt idx="6217">
                  <c:v>0</c:v>
                </c:pt>
                <c:pt idx="6218">
                  <c:v>0</c:v>
                </c:pt>
                <c:pt idx="6219">
                  <c:v>0</c:v>
                </c:pt>
                <c:pt idx="6220">
                  <c:v>0</c:v>
                </c:pt>
                <c:pt idx="6221">
                  <c:v>0</c:v>
                </c:pt>
                <c:pt idx="6222">
                  <c:v>0</c:v>
                </c:pt>
                <c:pt idx="6223">
                  <c:v>353.23200000000003</c:v>
                </c:pt>
                <c:pt idx="6224">
                  <c:v>353.23200000000003</c:v>
                </c:pt>
                <c:pt idx="6225">
                  <c:v>353.23200000000003</c:v>
                </c:pt>
                <c:pt idx="6226">
                  <c:v>353.23200000000003</c:v>
                </c:pt>
                <c:pt idx="6227">
                  <c:v>353.23200000000003</c:v>
                </c:pt>
                <c:pt idx="6228">
                  <c:v>353.23200000000003</c:v>
                </c:pt>
                <c:pt idx="6229">
                  <c:v>353.23200000000003</c:v>
                </c:pt>
                <c:pt idx="6230">
                  <c:v>353.23200000000003</c:v>
                </c:pt>
                <c:pt idx="6231">
                  <c:v>353.23200000000003</c:v>
                </c:pt>
                <c:pt idx="6232">
                  <c:v>353.23200000000003</c:v>
                </c:pt>
                <c:pt idx="6233">
                  <c:v>353.23200000000003</c:v>
                </c:pt>
                <c:pt idx="6234">
                  <c:v>353.23200000000003</c:v>
                </c:pt>
                <c:pt idx="6235">
                  <c:v>353.23200000000003</c:v>
                </c:pt>
                <c:pt idx="6236">
                  <c:v>353.23200000000003</c:v>
                </c:pt>
                <c:pt idx="6237">
                  <c:v>0</c:v>
                </c:pt>
                <c:pt idx="6238">
                  <c:v>0</c:v>
                </c:pt>
                <c:pt idx="6239">
                  <c:v>0</c:v>
                </c:pt>
                <c:pt idx="6240">
                  <c:v>0</c:v>
                </c:pt>
                <c:pt idx="6241">
                  <c:v>0</c:v>
                </c:pt>
                <c:pt idx="6242">
                  <c:v>0</c:v>
                </c:pt>
                <c:pt idx="6243">
                  <c:v>0</c:v>
                </c:pt>
                <c:pt idx="6244">
                  <c:v>0</c:v>
                </c:pt>
                <c:pt idx="6245">
                  <c:v>0</c:v>
                </c:pt>
                <c:pt idx="6246">
                  <c:v>0</c:v>
                </c:pt>
                <c:pt idx="6247">
                  <c:v>353.23200000000003</c:v>
                </c:pt>
                <c:pt idx="6248">
                  <c:v>353.23200000000003</c:v>
                </c:pt>
                <c:pt idx="6249">
                  <c:v>353.23200000000003</c:v>
                </c:pt>
                <c:pt idx="6250">
                  <c:v>353.23200000000003</c:v>
                </c:pt>
                <c:pt idx="6251">
                  <c:v>353.23200000000003</c:v>
                </c:pt>
                <c:pt idx="6252">
                  <c:v>353.23200000000003</c:v>
                </c:pt>
                <c:pt idx="6253">
                  <c:v>353.23200000000003</c:v>
                </c:pt>
                <c:pt idx="6254">
                  <c:v>353.23200000000003</c:v>
                </c:pt>
                <c:pt idx="6255">
                  <c:v>353.23200000000003</c:v>
                </c:pt>
                <c:pt idx="6256">
                  <c:v>353.23200000000003</c:v>
                </c:pt>
                <c:pt idx="6257">
                  <c:v>353.23200000000003</c:v>
                </c:pt>
                <c:pt idx="6258">
                  <c:v>353.23200000000003</c:v>
                </c:pt>
                <c:pt idx="6259">
                  <c:v>353.23200000000003</c:v>
                </c:pt>
                <c:pt idx="6260">
                  <c:v>353.23200000000003</c:v>
                </c:pt>
                <c:pt idx="6261">
                  <c:v>0</c:v>
                </c:pt>
                <c:pt idx="6262">
                  <c:v>0</c:v>
                </c:pt>
                <c:pt idx="6263">
                  <c:v>0</c:v>
                </c:pt>
                <c:pt idx="6264">
                  <c:v>0</c:v>
                </c:pt>
                <c:pt idx="6265">
                  <c:v>0</c:v>
                </c:pt>
                <c:pt idx="6266">
                  <c:v>0</c:v>
                </c:pt>
                <c:pt idx="6267">
                  <c:v>0</c:v>
                </c:pt>
                <c:pt idx="6268">
                  <c:v>0</c:v>
                </c:pt>
                <c:pt idx="6269">
                  <c:v>0</c:v>
                </c:pt>
                <c:pt idx="6270">
                  <c:v>0</c:v>
                </c:pt>
                <c:pt idx="6271">
                  <c:v>353.23200000000003</c:v>
                </c:pt>
                <c:pt idx="6272">
                  <c:v>353.23200000000003</c:v>
                </c:pt>
                <c:pt idx="6273">
                  <c:v>353.23200000000003</c:v>
                </c:pt>
                <c:pt idx="6274">
                  <c:v>353.23200000000003</c:v>
                </c:pt>
                <c:pt idx="6275">
                  <c:v>353.23200000000003</c:v>
                </c:pt>
                <c:pt idx="6276">
                  <c:v>353.23200000000003</c:v>
                </c:pt>
                <c:pt idx="6277">
                  <c:v>353.23200000000003</c:v>
                </c:pt>
                <c:pt idx="6278">
                  <c:v>353.23200000000003</c:v>
                </c:pt>
                <c:pt idx="6279">
                  <c:v>353.23200000000003</c:v>
                </c:pt>
                <c:pt idx="6280">
                  <c:v>353.23200000000003</c:v>
                </c:pt>
                <c:pt idx="6281">
                  <c:v>353.23200000000003</c:v>
                </c:pt>
                <c:pt idx="6282">
                  <c:v>353.23200000000003</c:v>
                </c:pt>
                <c:pt idx="6283">
                  <c:v>353.23200000000003</c:v>
                </c:pt>
                <c:pt idx="6284">
                  <c:v>353.23200000000003</c:v>
                </c:pt>
                <c:pt idx="6285">
                  <c:v>0</c:v>
                </c:pt>
                <c:pt idx="6286">
                  <c:v>0</c:v>
                </c:pt>
                <c:pt idx="6287">
                  <c:v>0</c:v>
                </c:pt>
                <c:pt idx="6288">
                  <c:v>0</c:v>
                </c:pt>
                <c:pt idx="6289">
                  <c:v>0</c:v>
                </c:pt>
                <c:pt idx="6290">
                  <c:v>0</c:v>
                </c:pt>
                <c:pt idx="6291">
                  <c:v>0</c:v>
                </c:pt>
                <c:pt idx="6292">
                  <c:v>0</c:v>
                </c:pt>
                <c:pt idx="6293">
                  <c:v>0</c:v>
                </c:pt>
                <c:pt idx="6294">
                  <c:v>0</c:v>
                </c:pt>
                <c:pt idx="6295">
                  <c:v>353.23200000000003</c:v>
                </c:pt>
                <c:pt idx="6296">
                  <c:v>353.23200000000003</c:v>
                </c:pt>
                <c:pt idx="6297">
                  <c:v>353.23200000000003</c:v>
                </c:pt>
                <c:pt idx="6298">
                  <c:v>353.23200000000003</c:v>
                </c:pt>
                <c:pt idx="6299">
                  <c:v>353.23200000000003</c:v>
                </c:pt>
                <c:pt idx="6300">
                  <c:v>353.23200000000003</c:v>
                </c:pt>
                <c:pt idx="6301">
                  <c:v>353.23200000000003</c:v>
                </c:pt>
                <c:pt idx="6302">
                  <c:v>353.23200000000003</c:v>
                </c:pt>
                <c:pt idx="6303">
                  <c:v>353.23200000000003</c:v>
                </c:pt>
                <c:pt idx="6304">
                  <c:v>353.23200000000003</c:v>
                </c:pt>
                <c:pt idx="6305">
                  <c:v>353.23200000000003</c:v>
                </c:pt>
                <c:pt idx="6306">
                  <c:v>353.23200000000003</c:v>
                </c:pt>
                <c:pt idx="6307">
                  <c:v>353.23200000000003</c:v>
                </c:pt>
                <c:pt idx="6308">
                  <c:v>353.23200000000003</c:v>
                </c:pt>
                <c:pt idx="6309">
                  <c:v>0</c:v>
                </c:pt>
                <c:pt idx="6310">
                  <c:v>0</c:v>
                </c:pt>
                <c:pt idx="6311">
                  <c:v>0</c:v>
                </c:pt>
                <c:pt idx="6312">
                  <c:v>0</c:v>
                </c:pt>
                <c:pt idx="6313">
                  <c:v>0</c:v>
                </c:pt>
                <c:pt idx="6314">
                  <c:v>0</c:v>
                </c:pt>
                <c:pt idx="6315">
                  <c:v>0</c:v>
                </c:pt>
                <c:pt idx="6316">
                  <c:v>0</c:v>
                </c:pt>
                <c:pt idx="6317">
                  <c:v>0</c:v>
                </c:pt>
                <c:pt idx="6318">
                  <c:v>0</c:v>
                </c:pt>
                <c:pt idx="6319">
                  <c:v>353.23200000000003</c:v>
                </c:pt>
                <c:pt idx="6320">
                  <c:v>353.23200000000003</c:v>
                </c:pt>
                <c:pt idx="6321">
                  <c:v>353.23200000000003</c:v>
                </c:pt>
                <c:pt idx="6322">
                  <c:v>353.23200000000003</c:v>
                </c:pt>
                <c:pt idx="6323">
                  <c:v>353.23200000000003</c:v>
                </c:pt>
                <c:pt idx="6324">
                  <c:v>353.23200000000003</c:v>
                </c:pt>
                <c:pt idx="6325">
                  <c:v>353.23200000000003</c:v>
                </c:pt>
                <c:pt idx="6326">
                  <c:v>353.23200000000003</c:v>
                </c:pt>
                <c:pt idx="6327">
                  <c:v>353.23200000000003</c:v>
                </c:pt>
                <c:pt idx="6328">
                  <c:v>353.23200000000003</c:v>
                </c:pt>
                <c:pt idx="6329">
                  <c:v>353.23200000000003</c:v>
                </c:pt>
                <c:pt idx="6330">
                  <c:v>353.23200000000003</c:v>
                </c:pt>
                <c:pt idx="6331">
                  <c:v>353.23200000000003</c:v>
                </c:pt>
                <c:pt idx="6332">
                  <c:v>353.23200000000003</c:v>
                </c:pt>
                <c:pt idx="6333">
                  <c:v>0</c:v>
                </c:pt>
                <c:pt idx="6334">
                  <c:v>0</c:v>
                </c:pt>
                <c:pt idx="6335">
                  <c:v>0</c:v>
                </c:pt>
                <c:pt idx="6336">
                  <c:v>0</c:v>
                </c:pt>
                <c:pt idx="6337">
                  <c:v>0</c:v>
                </c:pt>
                <c:pt idx="6338">
                  <c:v>0</c:v>
                </c:pt>
                <c:pt idx="6339">
                  <c:v>0</c:v>
                </c:pt>
                <c:pt idx="6340">
                  <c:v>0</c:v>
                </c:pt>
                <c:pt idx="6341">
                  <c:v>0</c:v>
                </c:pt>
                <c:pt idx="6342">
                  <c:v>0</c:v>
                </c:pt>
                <c:pt idx="6343">
                  <c:v>353.23200000000003</c:v>
                </c:pt>
                <c:pt idx="6344">
                  <c:v>353.23200000000003</c:v>
                </c:pt>
                <c:pt idx="6345">
                  <c:v>353.23200000000003</c:v>
                </c:pt>
                <c:pt idx="6346">
                  <c:v>353.23200000000003</c:v>
                </c:pt>
                <c:pt idx="6347">
                  <c:v>353.23200000000003</c:v>
                </c:pt>
                <c:pt idx="6348">
                  <c:v>353.23200000000003</c:v>
                </c:pt>
                <c:pt idx="6349">
                  <c:v>353.23200000000003</c:v>
                </c:pt>
                <c:pt idx="6350">
                  <c:v>353.23200000000003</c:v>
                </c:pt>
                <c:pt idx="6351">
                  <c:v>353.23200000000003</c:v>
                </c:pt>
                <c:pt idx="6352">
                  <c:v>353.23200000000003</c:v>
                </c:pt>
                <c:pt idx="6353">
                  <c:v>353.23200000000003</c:v>
                </c:pt>
                <c:pt idx="6354">
                  <c:v>353.23200000000003</c:v>
                </c:pt>
                <c:pt idx="6355">
                  <c:v>353.23200000000003</c:v>
                </c:pt>
                <c:pt idx="6356">
                  <c:v>353.23200000000003</c:v>
                </c:pt>
                <c:pt idx="6357">
                  <c:v>0</c:v>
                </c:pt>
                <c:pt idx="6358">
                  <c:v>0</c:v>
                </c:pt>
                <c:pt idx="6359">
                  <c:v>0</c:v>
                </c:pt>
                <c:pt idx="6360">
                  <c:v>0</c:v>
                </c:pt>
                <c:pt idx="6361">
                  <c:v>0</c:v>
                </c:pt>
                <c:pt idx="6362">
                  <c:v>0</c:v>
                </c:pt>
                <c:pt idx="6363">
                  <c:v>0</c:v>
                </c:pt>
                <c:pt idx="6364">
                  <c:v>0</c:v>
                </c:pt>
                <c:pt idx="6365">
                  <c:v>0</c:v>
                </c:pt>
                <c:pt idx="6366">
                  <c:v>0</c:v>
                </c:pt>
                <c:pt idx="6367">
                  <c:v>353.23200000000003</c:v>
                </c:pt>
                <c:pt idx="6368">
                  <c:v>353.23200000000003</c:v>
                </c:pt>
                <c:pt idx="6369">
                  <c:v>353.23200000000003</c:v>
                </c:pt>
                <c:pt idx="6370">
                  <c:v>353.23200000000003</c:v>
                </c:pt>
                <c:pt idx="6371">
                  <c:v>353.23200000000003</c:v>
                </c:pt>
                <c:pt idx="6372">
                  <c:v>353.23200000000003</c:v>
                </c:pt>
                <c:pt idx="6373">
                  <c:v>353.23200000000003</c:v>
                </c:pt>
                <c:pt idx="6374">
                  <c:v>353.23200000000003</c:v>
                </c:pt>
                <c:pt idx="6375">
                  <c:v>353.23200000000003</c:v>
                </c:pt>
                <c:pt idx="6376">
                  <c:v>353.23200000000003</c:v>
                </c:pt>
                <c:pt idx="6377">
                  <c:v>353.23200000000003</c:v>
                </c:pt>
                <c:pt idx="6378">
                  <c:v>353.23200000000003</c:v>
                </c:pt>
                <c:pt idx="6379">
                  <c:v>353.23200000000003</c:v>
                </c:pt>
                <c:pt idx="6380">
                  <c:v>353.23200000000003</c:v>
                </c:pt>
                <c:pt idx="6381">
                  <c:v>0</c:v>
                </c:pt>
                <c:pt idx="6382">
                  <c:v>0</c:v>
                </c:pt>
                <c:pt idx="6383">
                  <c:v>0</c:v>
                </c:pt>
                <c:pt idx="6384">
                  <c:v>0</c:v>
                </c:pt>
                <c:pt idx="6385">
                  <c:v>0</c:v>
                </c:pt>
                <c:pt idx="6386">
                  <c:v>0</c:v>
                </c:pt>
                <c:pt idx="6387">
                  <c:v>0</c:v>
                </c:pt>
                <c:pt idx="6388">
                  <c:v>0</c:v>
                </c:pt>
                <c:pt idx="6389">
                  <c:v>0</c:v>
                </c:pt>
                <c:pt idx="6390">
                  <c:v>0</c:v>
                </c:pt>
                <c:pt idx="6391">
                  <c:v>353.23200000000003</c:v>
                </c:pt>
                <c:pt idx="6392">
                  <c:v>353.23200000000003</c:v>
                </c:pt>
                <c:pt idx="6393">
                  <c:v>353.23200000000003</c:v>
                </c:pt>
                <c:pt idx="6394">
                  <c:v>382.47</c:v>
                </c:pt>
                <c:pt idx="6395">
                  <c:v>353.23200000000003</c:v>
                </c:pt>
                <c:pt idx="6396">
                  <c:v>353.23200000000003</c:v>
                </c:pt>
                <c:pt idx="6397">
                  <c:v>353.23200000000003</c:v>
                </c:pt>
                <c:pt idx="6398">
                  <c:v>353.23200000000003</c:v>
                </c:pt>
                <c:pt idx="6399">
                  <c:v>366.49099999999999</c:v>
                </c:pt>
                <c:pt idx="6400">
                  <c:v>377.03300000000002</c:v>
                </c:pt>
                <c:pt idx="6401">
                  <c:v>353.23200000000003</c:v>
                </c:pt>
                <c:pt idx="6402">
                  <c:v>353.23200000000003</c:v>
                </c:pt>
                <c:pt idx="6403">
                  <c:v>353.23200000000003</c:v>
                </c:pt>
                <c:pt idx="6404">
                  <c:v>353.23200000000003</c:v>
                </c:pt>
                <c:pt idx="6405">
                  <c:v>0</c:v>
                </c:pt>
                <c:pt idx="6406">
                  <c:v>0</c:v>
                </c:pt>
                <c:pt idx="6407">
                  <c:v>0</c:v>
                </c:pt>
                <c:pt idx="6408">
                  <c:v>0</c:v>
                </c:pt>
                <c:pt idx="6409">
                  <c:v>0</c:v>
                </c:pt>
                <c:pt idx="6410">
                  <c:v>0</c:v>
                </c:pt>
                <c:pt idx="6411">
                  <c:v>0</c:v>
                </c:pt>
                <c:pt idx="6412">
                  <c:v>0</c:v>
                </c:pt>
                <c:pt idx="6413">
                  <c:v>0</c:v>
                </c:pt>
                <c:pt idx="6414">
                  <c:v>0</c:v>
                </c:pt>
                <c:pt idx="6415">
                  <c:v>353.23200000000003</c:v>
                </c:pt>
                <c:pt idx="6416">
                  <c:v>353.23200000000003</c:v>
                </c:pt>
                <c:pt idx="6417">
                  <c:v>353.23200000000003</c:v>
                </c:pt>
                <c:pt idx="6418">
                  <c:v>353.23200000000003</c:v>
                </c:pt>
                <c:pt idx="6419">
                  <c:v>353.23200000000003</c:v>
                </c:pt>
                <c:pt idx="6420">
                  <c:v>353.23200000000003</c:v>
                </c:pt>
                <c:pt idx="6421">
                  <c:v>353.23200000000003</c:v>
                </c:pt>
                <c:pt idx="6422">
                  <c:v>353.23200000000003</c:v>
                </c:pt>
                <c:pt idx="6423">
                  <c:v>353.23200000000003</c:v>
                </c:pt>
                <c:pt idx="6424">
                  <c:v>353.23200000000003</c:v>
                </c:pt>
                <c:pt idx="6425">
                  <c:v>353.23200000000003</c:v>
                </c:pt>
                <c:pt idx="6426">
                  <c:v>353.23200000000003</c:v>
                </c:pt>
                <c:pt idx="6427">
                  <c:v>353.23200000000003</c:v>
                </c:pt>
                <c:pt idx="6428">
                  <c:v>353.23200000000003</c:v>
                </c:pt>
                <c:pt idx="6429">
                  <c:v>0</c:v>
                </c:pt>
                <c:pt idx="6430">
                  <c:v>0</c:v>
                </c:pt>
                <c:pt idx="6431">
                  <c:v>0</c:v>
                </c:pt>
                <c:pt idx="6432">
                  <c:v>0</c:v>
                </c:pt>
                <c:pt idx="6433">
                  <c:v>0</c:v>
                </c:pt>
                <c:pt idx="6434">
                  <c:v>0</c:v>
                </c:pt>
                <c:pt idx="6435">
                  <c:v>0</c:v>
                </c:pt>
                <c:pt idx="6436">
                  <c:v>0</c:v>
                </c:pt>
                <c:pt idx="6437">
                  <c:v>0</c:v>
                </c:pt>
                <c:pt idx="6438">
                  <c:v>0</c:v>
                </c:pt>
                <c:pt idx="6439">
                  <c:v>353.23200000000003</c:v>
                </c:pt>
                <c:pt idx="6440">
                  <c:v>353.23200000000003</c:v>
                </c:pt>
                <c:pt idx="6441">
                  <c:v>353.23200000000003</c:v>
                </c:pt>
                <c:pt idx="6442">
                  <c:v>353.23200000000003</c:v>
                </c:pt>
                <c:pt idx="6443">
                  <c:v>353.23200000000003</c:v>
                </c:pt>
                <c:pt idx="6444">
                  <c:v>353.23200000000003</c:v>
                </c:pt>
                <c:pt idx="6445">
                  <c:v>353.23200000000003</c:v>
                </c:pt>
                <c:pt idx="6446">
                  <c:v>353.23200000000003</c:v>
                </c:pt>
                <c:pt idx="6447">
                  <c:v>353.23200000000003</c:v>
                </c:pt>
                <c:pt idx="6448">
                  <c:v>353.23200000000003</c:v>
                </c:pt>
                <c:pt idx="6449">
                  <c:v>353.23200000000003</c:v>
                </c:pt>
                <c:pt idx="6450">
                  <c:v>353.23200000000003</c:v>
                </c:pt>
                <c:pt idx="6451">
                  <c:v>353.23200000000003</c:v>
                </c:pt>
                <c:pt idx="6452">
                  <c:v>353.23200000000003</c:v>
                </c:pt>
                <c:pt idx="6453">
                  <c:v>0</c:v>
                </c:pt>
                <c:pt idx="6454">
                  <c:v>0</c:v>
                </c:pt>
                <c:pt idx="6455">
                  <c:v>0</c:v>
                </c:pt>
                <c:pt idx="6456">
                  <c:v>0</c:v>
                </c:pt>
                <c:pt idx="6457">
                  <c:v>0</c:v>
                </c:pt>
                <c:pt idx="6458">
                  <c:v>0</c:v>
                </c:pt>
                <c:pt idx="6459">
                  <c:v>0</c:v>
                </c:pt>
                <c:pt idx="6460">
                  <c:v>0</c:v>
                </c:pt>
                <c:pt idx="6461">
                  <c:v>0</c:v>
                </c:pt>
                <c:pt idx="6462">
                  <c:v>0</c:v>
                </c:pt>
                <c:pt idx="6463">
                  <c:v>353.23200000000003</c:v>
                </c:pt>
                <c:pt idx="6464">
                  <c:v>353.23200000000003</c:v>
                </c:pt>
                <c:pt idx="6465">
                  <c:v>353.23200000000003</c:v>
                </c:pt>
                <c:pt idx="6466">
                  <c:v>353.23200000000003</c:v>
                </c:pt>
                <c:pt idx="6467">
                  <c:v>353.23200000000003</c:v>
                </c:pt>
                <c:pt idx="6468">
                  <c:v>353.23200000000003</c:v>
                </c:pt>
                <c:pt idx="6469">
                  <c:v>353.23200000000003</c:v>
                </c:pt>
                <c:pt idx="6470">
                  <c:v>353.23200000000003</c:v>
                </c:pt>
                <c:pt idx="6471">
                  <c:v>353.23200000000003</c:v>
                </c:pt>
                <c:pt idx="6472">
                  <c:v>353.23200000000003</c:v>
                </c:pt>
                <c:pt idx="6473">
                  <c:v>353.23200000000003</c:v>
                </c:pt>
                <c:pt idx="6474">
                  <c:v>353.23200000000003</c:v>
                </c:pt>
                <c:pt idx="6475">
                  <c:v>353.23200000000003</c:v>
                </c:pt>
                <c:pt idx="6476">
                  <c:v>353.23200000000003</c:v>
                </c:pt>
                <c:pt idx="6477">
                  <c:v>0</c:v>
                </c:pt>
                <c:pt idx="6478">
                  <c:v>0</c:v>
                </c:pt>
                <c:pt idx="6479">
                  <c:v>0</c:v>
                </c:pt>
                <c:pt idx="6480">
                  <c:v>0</c:v>
                </c:pt>
                <c:pt idx="6481">
                  <c:v>0</c:v>
                </c:pt>
                <c:pt idx="6482">
                  <c:v>0</c:v>
                </c:pt>
                <c:pt idx="6483">
                  <c:v>0</c:v>
                </c:pt>
                <c:pt idx="6484">
                  <c:v>0</c:v>
                </c:pt>
                <c:pt idx="6485">
                  <c:v>0</c:v>
                </c:pt>
                <c:pt idx="6486">
                  <c:v>0</c:v>
                </c:pt>
                <c:pt idx="6487">
                  <c:v>353.23200000000003</c:v>
                </c:pt>
                <c:pt idx="6488">
                  <c:v>353.23200000000003</c:v>
                </c:pt>
                <c:pt idx="6489">
                  <c:v>353.23200000000003</c:v>
                </c:pt>
                <c:pt idx="6490">
                  <c:v>368.75400000000002</c:v>
                </c:pt>
                <c:pt idx="6491">
                  <c:v>377.16800000000001</c:v>
                </c:pt>
                <c:pt idx="6492">
                  <c:v>366.27100000000002</c:v>
                </c:pt>
                <c:pt idx="6493">
                  <c:v>355.25200000000001</c:v>
                </c:pt>
                <c:pt idx="6494">
                  <c:v>353.23200000000003</c:v>
                </c:pt>
                <c:pt idx="6495">
                  <c:v>358.01499999999999</c:v>
                </c:pt>
                <c:pt idx="6496">
                  <c:v>353.23200000000003</c:v>
                </c:pt>
                <c:pt idx="6497">
                  <c:v>353.23200000000003</c:v>
                </c:pt>
                <c:pt idx="6498">
                  <c:v>353.23200000000003</c:v>
                </c:pt>
                <c:pt idx="6499">
                  <c:v>353.23200000000003</c:v>
                </c:pt>
                <c:pt idx="6500">
                  <c:v>353.23200000000003</c:v>
                </c:pt>
                <c:pt idx="6501">
                  <c:v>0</c:v>
                </c:pt>
                <c:pt idx="6502">
                  <c:v>0</c:v>
                </c:pt>
                <c:pt idx="6503">
                  <c:v>0</c:v>
                </c:pt>
                <c:pt idx="6504">
                  <c:v>0</c:v>
                </c:pt>
                <c:pt idx="6505">
                  <c:v>0</c:v>
                </c:pt>
                <c:pt idx="6506">
                  <c:v>0</c:v>
                </c:pt>
                <c:pt idx="6507">
                  <c:v>0</c:v>
                </c:pt>
                <c:pt idx="6508">
                  <c:v>0</c:v>
                </c:pt>
                <c:pt idx="6509">
                  <c:v>0</c:v>
                </c:pt>
                <c:pt idx="6510">
                  <c:v>0</c:v>
                </c:pt>
                <c:pt idx="6511">
                  <c:v>353.23200000000003</c:v>
                </c:pt>
                <c:pt idx="6512">
                  <c:v>353.23200000000003</c:v>
                </c:pt>
                <c:pt idx="6513">
                  <c:v>353.23200000000003</c:v>
                </c:pt>
                <c:pt idx="6514">
                  <c:v>370.67399999999998</c:v>
                </c:pt>
                <c:pt idx="6515">
                  <c:v>353.23200000000003</c:v>
                </c:pt>
                <c:pt idx="6516">
                  <c:v>353.23200000000003</c:v>
                </c:pt>
                <c:pt idx="6517">
                  <c:v>353.23200000000003</c:v>
                </c:pt>
                <c:pt idx="6518">
                  <c:v>353.23200000000003</c:v>
                </c:pt>
                <c:pt idx="6519">
                  <c:v>353.23200000000003</c:v>
                </c:pt>
                <c:pt idx="6520">
                  <c:v>353.23200000000003</c:v>
                </c:pt>
                <c:pt idx="6521">
                  <c:v>353.23200000000003</c:v>
                </c:pt>
                <c:pt idx="6522">
                  <c:v>353.23200000000003</c:v>
                </c:pt>
                <c:pt idx="6523">
                  <c:v>353.23200000000003</c:v>
                </c:pt>
                <c:pt idx="6524">
                  <c:v>353.23200000000003</c:v>
                </c:pt>
                <c:pt idx="6525">
                  <c:v>0</c:v>
                </c:pt>
                <c:pt idx="6526">
                  <c:v>0</c:v>
                </c:pt>
                <c:pt idx="6527">
                  <c:v>0</c:v>
                </c:pt>
                <c:pt idx="6528">
                  <c:v>0</c:v>
                </c:pt>
                <c:pt idx="6529">
                  <c:v>0</c:v>
                </c:pt>
                <c:pt idx="6530">
                  <c:v>0</c:v>
                </c:pt>
                <c:pt idx="6531">
                  <c:v>0</c:v>
                </c:pt>
                <c:pt idx="6532">
                  <c:v>0</c:v>
                </c:pt>
                <c:pt idx="6533">
                  <c:v>0</c:v>
                </c:pt>
                <c:pt idx="6534">
                  <c:v>0</c:v>
                </c:pt>
                <c:pt idx="6535">
                  <c:v>353.23200000000003</c:v>
                </c:pt>
                <c:pt idx="6536">
                  <c:v>353.23200000000003</c:v>
                </c:pt>
                <c:pt idx="6537">
                  <c:v>353.23200000000003</c:v>
                </c:pt>
                <c:pt idx="6538">
                  <c:v>353.23200000000003</c:v>
                </c:pt>
                <c:pt idx="6539">
                  <c:v>353.23200000000003</c:v>
                </c:pt>
                <c:pt idx="6540">
                  <c:v>353.23200000000003</c:v>
                </c:pt>
                <c:pt idx="6541">
                  <c:v>353.23200000000003</c:v>
                </c:pt>
                <c:pt idx="6542">
                  <c:v>353.23200000000003</c:v>
                </c:pt>
                <c:pt idx="6543">
                  <c:v>353.23200000000003</c:v>
                </c:pt>
                <c:pt idx="6544">
                  <c:v>353.23200000000003</c:v>
                </c:pt>
                <c:pt idx="6545">
                  <c:v>353.23200000000003</c:v>
                </c:pt>
                <c:pt idx="6546">
                  <c:v>353.23200000000003</c:v>
                </c:pt>
                <c:pt idx="6547">
                  <c:v>353.23200000000003</c:v>
                </c:pt>
                <c:pt idx="6548">
                  <c:v>353.23200000000003</c:v>
                </c:pt>
                <c:pt idx="6549">
                  <c:v>0</c:v>
                </c:pt>
                <c:pt idx="6550">
                  <c:v>0</c:v>
                </c:pt>
                <c:pt idx="6551">
                  <c:v>0</c:v>
                </c:pt>
                <c:pt idx="6552">
                  <c:v>0</c:v>
                </c:pt>
                <c:pt idx="6553">
                  <c:v>0</c:v>
                </c:pt>
                <c:pt idx="6554">
                  <c:v>0</c:v>
                </c:pt>
                <c:pt idx="6555">
                  <c:v>0</c:v>
                </c:pt>
                <c:pt idx="6556">
                  <c:v>0</c:v>
                </c:pt>
                <c:pt idx="6557">
                  <c:v>0</c:v>
                </c:pt>
                <c:pt idx="6558">
                  <c:v>0</c:v>
                </c:pt>
                <c:pt idx="6559">
                  <c:v>353.23200000000003</c:v>
                </c:pt>
                <c:pt idx="6560">
                  <c:v>353.23200000000003</c:v>
                </c:pt>
                <c:pt idx="6561">
                  <c:v>353.23200000000003</c:v>
                </c:pt>
                <c:pt idx="6562">
                  <c:v>408.12200000000001</c:v>
                </c:pt>
                <c:pt idx="6563">
                  <c:v>398.33100000000002</c:v>
                </c:pt>
                <c:pt idx="6564">
                  <c:v>418.55399999999997</c:v>
                </c:pt>
                <c:pt idx="6565">
                  <c:v>353.23200000000003</c:v>
                </c:pt>
                <c:pt idx="6566">
                  <c:v>353.23200000000003</c:v>
                </c:pt>
                <c:pt idx="6567">
                  <c:v>353.23200000000003</c:v>
                </c:pt>
                <c:pt idx="6568">
                  <c:v>353.23200000000003</c:v>
                </c:pt>
                <c:pt idx="6569">
                  <c:v>353.23200000000003</c:v>
                </c:pt>
                <c:pt idx="6570">
                  <c:v>353.23200000000003</c:v>
                </c:pt>
                <c:pt idx="6571">
                  <c:v>353.23200000000003</c:v>
                </c:pt>
                <c:pt idx="6572">
                  <c:v>353.23200000000003</c:v>
                </c:pt>
                <c:pt idx="6573">
                  <c:v>0</c:v>
                </c:pt>
                <c:pt idx="6574">
                  <c:v>0</c:v>
                </c:pt>
                <c:pt idx="6575">
                  <c:v>0</c:v>
                </c:pt>
                <c:pt idx="6576">
                  <c:v>0</c:v>
                </c:pt>
                <c:pt idx="6577">
                  <c:v>0</c:v>
                </c:pt>
                <c:pt idx="6578">
                  <c:v>0</c:v>
                </c:pt>
                <c:pt idx="6579">
                  <c:v>0</c:v>
                </c:pt>
                <c:pt idx="6580">
                  <c:v>0</c:v>
                </c:pt>
                <c:pt idx="6581">
                  <c:v>0</c:v>
                </c:pt>
                <c:pt idx="6582">
                  <c:v>0</c:v>
                </c:pt>
                <c:pt idx="6583">
                  <c:v>353.23200000000003</c:v>
                </c:pt>
                <c:pt idx="6584">
                  <c:v>353.23200000000003</c:v>
                </c:pt>
                <c:pt idx="6585">
                  <c:v>353.23200000000003</c:v>
                </c:pt>
                <c:pt idx="6586">
                  <c:v>358.28100000000001</c:v>
                </c:pt>
                <c:pt idx="6587">
                  <c:v>353.23200000000003</c:v>
                </c:pt>
                <c:pt idx="6588">
                  <c:v>358.17</c:v>
                </c:pt>
                <c:pt idx="6589">
                  <c:v>353.23200000000003</c:v>
                </c:pt>
                <c:pt idx="6590">
                  <c:v>353.23200000000003</c:v>
                </c:pt>
                <c:pt idx="6591">
                  <c:v>353.23200000000003</c:v>
                </c:pt>
                <c:pt idx="6592">
                  <c:v>353.23200000000003</c:v>
                </c:pt>
                <c:pt idx="6593">
                  <c:v>353.23200000000003</c:v>
                </c:pt>
                <c:pt idx="6594">
                  <c:v>353.23200000000003</c:v>
                </c:pt>
                <c:pt idx="6595">
                  <c:v>353.23200000000003</c:v>
                </c:pt>
                <c:pt idx="6596">
                  <c:v>353.23200000000003</c:v>
                </c:pt>
                <c:pt idx="6597">
                  <c:v>0</c:v>
                </c:pt>
                <c:pt idx="6598">
                  <c:v>0</c:v>
                </c:pt>
                <c:pt idx="6599">
                  <c:v>0</c:v>
                </c:pt>
                <c:pt idx="6600">
                  <c:v>0</c:v>
                </c:pt>
                <c:pt idx="6601">
                  <c:v>0</c:v>
                </c:pt>
                <c:pt idx="6602">
                  <c:v>0</c:v>
                </c:pt>
                <c:pt idx="6603">
                  <c:v>0</c:v>
                </c:pt>
                <c:pt idx="6604">
                  <c:v>0</c:v>
                </c:pt>
                <c:pt idx="6605">
                  <c:v>0</c:v>
                </c:pt>
                <c:pt idx="6606">
                  <c:v>0</c:v>
                </c:pt>
                <c:pt idx="6607">
                  <c:v>353.23200000000003</c:v>
                </c:pt>
                <c:pt idx="6608">
                  <c:v>353.23200000000003</c:v>
                </c:pt>
                <c:pt idx="6609">
                  <c:v>353.23200000000003</c:v>
                </c:pt>
                <c:pt idx="6610">
                  <c:v>405.02199999999999</c:v>
                </c:pt>
                <c:pt idx="6611">
                  <c:v>371.22800000000001</c:v>
                </c:pt>
                <c:pt idx="6612">
                  <c:v>381.02699999999999</c:v>
                </c:pt>
                <c:pt idx="6613">
                  <c:v>382.15699999999998</c:v>
                </c:pt>
                <c:pt idx="6614">
                  <c:v>359.60199999999998</c:v>
                </c:pt>
                <c:pt idx="6615">
                  <c:v>374.03500000000003</c:v>
                </c:pt>
                <c:pt idx="6616">
                  <c:v>353.23200000000003</c:v>
                </c:pt>
                <c:pt idx="6617">
                  <c:v>353.23200000000003</c:v>
                </c:pt>
                <c:pt idx="6618">
                  <c:v>353.23200000000003</c:v>
                </c:pt>
                <c:pt idx="6619">
                  <c:v>353.23200000000003</c:v>
                </c:pt>
                <c:pt idx="6620">
                  <c:v>353.23200000000003</c:v>
                </c:pt>
                <c:pt idx="6621">
                  <c:v>0</c:v>
                </c:pt>
                <c:pt idx="6622">
                  <c:v>0</c:v>
                </c:pt>
                <c:pt idx="6623">
                  <c:v>0</c:v>
                </c:pt>
                <c:pt idx="6624">
                  <c:v>0</c:v>
                </c:pt>
                <c:pt idx="6625">
                  <c:v>0</c:v>
                </c:pt>
                <c:pt idx="6626">
                  <c:v>0</c:v>
                </c:pt>
                <c:pt idx="6627">
                  <c:v>0</c:v>
                </c:pt>
                <c:pt idx="6628">
                  <c:v>0</c:v>
                </c:pt>
                <c:pt idx="6629">
                  <c:v>0</c:v>
                </c:pt>
                <c:pt idx="6630">
                  <c:v>0</c:v>
                </c:pt>
                <c:pt idx="6631">
                  <c:v>353.23200000000003</c:v>
                </c:pt>
                <c:pt idx="6632">
                  <c:v>353.23200000000003</c:v>
                </c:pt>
                <c:pt idx="6633">
                  <c:v>353.23200000000003</c:v>
                </c:pt>
                <c:pt idx="6634">
                  <c:v>353.23200000000003</c:v>
                </c:pt>
                <c:pt idx="6635">
                  <c:v>353.23200000000003</c:v>
                </c:pt>
                <c:pt idx="6636">
                  <c:v>353.23200000000003</c:v>
                </c:pt>
                <c:pt idx="6637">
                  <c:v>353.23200000000003</c:v>
                </c:pt>
                <c:pt idx="6638">
                  <c:v>353.23200000000003</c:v>
                </c:pt>
                <c:pt idx="6639">
                  <c:v>353.23200000000003</c:v>
                </c:pt>
                <c:pt idx="6640">
                  <c:v>353.23200000000003</c:v>
                </c:pt>
                <c:pt idx="6641">
                  <c:v>353.23200000000003</c:v>
                </c:pt>
                <c:pt idx="6642">
                  <c:v>353.23200000000003</c:v>
                </c:pt>
                <c:pt idx="6643">
                  <c:v>353.23200000000003</c:v>
                </c:pt>
                <c:pt idx="6644">
                  <c:v>353.23200000000003</c:v>
                </c:pt>
                <c:pt idx="6645">
                  <c:v>0</c:v>
                </c:pt>
                <c:pt idx="6646">
                  <c:v>0</c:v>
                </c:pt>
                <c:pt idx="6647">
                  <c:v>0</c:v>
                </c:pt>
                <c:pt idx="6648">
                  <c:v>0</c:v>
                </c:pt>
                <c:pt idx="6649">
                  <c:v>0</c:v>
                </c:pt>
                <c:pt idx="6650">
                  <c:v>0</c:v>
                </c:pt>
                <c:pt idx="6651">
                  <c:v>0</c:v>
                </c:pt>
                <c:pt idx="6652">
                  <c:v>0</c:v>
                </c:pt>
                <c:pt idx="6653">
                  <c:v>0</c:v>
                </c:pt>
                <c:pt idx="6654">
                  <c:v>0</c:v>
                </c:pt>
                <c:pt idx="6655">
                  <c:v>353.23200000000003</c:v>
                </c:pt>
                <c:pt idx="6656">
                  <c:v>353.23200000000003</c:v>
                </c:pt>
                <c:pt idx="6657">
                  <c:v>353.23200000000003</c:v>
                </c:pt>
                <c:pt idx="6658">
                  <c:v>353.23200000000003</c:v>
                </c:pt>
                <c:pt idx="6659">
                  <c:v>353.23200000000003</c:v>
                </c:pt>
                <c:pt idx="6660">
                  <c:v>353.23200000000003</c:v>
                </c:pt>
                <c:pt idx="6661">
                  <c:v>353.23200000000003</c:v>
                </c:pt>
                <c:pt idx="6662">
                  <c:v>353.23200000000003</c:v>
                </c:pt>
                <c:pt idx="6663">
                  <c:v>353.23200000000003</c:v>
                </c:pt>
                <c:pt idx="6664">
                  <c:v>353.23200000000003</c:v>
                </c:pt>
                <c:pt idx="6665">
                  <c:v>353.23200000000003</c:v>
                </c:pt>
                <c:pt idx="6666">
                  <c:v>353.23200000000003</c:v>
                </c:pt>
                <c:pt idx="6667">
                  <c:v>353.23200000000003</c:v>
                </c:pt>
                <c:pt idx="6668">
                  <c:v>353.23200000000003</c:v>
                </c:pt>
                <c:pt idx="6669">
                  <c:v>0</c:v>
                </c:pt>
                <c:pt idx="6670">
                  <c:v>0</c:v>
                </c:pt>
                <c:pt idx="6671">
                  <c:v>0</c:v>
                </c:pt>
                <c:pt idx="6672">
                  <c:v>0</c:v>
                </c:pt>
                <c:pt idx="6673">
                  <c:v>0</c:v>
                </c:pt>
                <c:pt idx="6674">
                  <c:v>0</c:v>
                </c:pt>
                <c:pt idx="6675">
                  <c:v>0</c:v>
                </c:pt>
                <c:pt idx="6676">
                  <c:v>0</c:v>
                </c:pt>
                <c:pt idx="6677">
                  <c:v>0</c:v>
                </c:pt>
                <c:pt idx="6678">
                  <c:v>0</c:v>
                </c:pt>
                <c:pt idx="6679">
                  <c:v>353.23200000000003</c:v>
                </c:pt>
                <c:pt idx="6680">
                  <c:v>353.23200000000003</c:v>
                </c:pt>
                <c:pt idx="6681">
                  <c:v>353.23200000000003</c:v>
                </c:pt>
                <c:pt idx="6682">
                  <c:v>353.23200000000003</c:v>
                </c:pt>
                <c:pt idx="6683">
                  <c:v>353.23200000000003</c:v>
                </c:pt>
                <c:pt idx="6684">
                  <c:v>353.23200000000003</c:v>
                </c:pt>
                <c:pt idx="6685">
                  <c:v>353.23200000000003</c:v>
                </c:pt>
                <c:pt idx="6686">
                  <c:v>353.23200000000003</c:v>
                </c:pt>
                <c:pt idx="6687">
                  <c:v>353.23200000000003</c:v>
                </c:pt>
                <c:pt idx="6688">
                  <c:v>353.23200000000003</c:v>
                </c:pt>
                <c:pt idx="6689">
                  <c:v>353.23200000000003</c:v>
                </c:pt>
                <c:pt idx="6690">
                  <c:v>353.23200000000003</c:v>
                </c:pt>
                <c:pt idx="6691">
                  <c:v>353.23200000000003</c:v>
                </c:pt>
                <c:pt idx="6692">
                  <c:v>353.23200000000003</c:v>
                </c:pt>
                <c:pt idx="6693">
                  <c:v>0</c:v>
                </c:pt>
                <c:pt idx="6694">
                  <c:v>0</c:v>
                </c:pt>
                <c:pt idx="6695">
                  <c:v>0</c:v>
                </c:pt>
                <c:pt idx="6696">
                  <c:v>0</c:v>
                </c:pt>
                <c:pt idx="6697">
                  <c:v>0</c:v>
                </c:pt>
                <c:pt idx="6698">
                  <c:v>0</c:v>
                </c:pt>
                <c:pt idx="6699">
                  <c:v>0</c:v>
                </c:pt>
                <c:pt idx="6700">
                  <c:v>0</c:v>
                </c:pt>
                <c:pt idx="6701">
                  <c:v>0</c:v>
                </c:pt>
                <c:pt idx="6702">
                  <c:v>0</c:v>
                </c:pt>
                <c:pt idx="6703">
                  <c:v>353.23200000000003</c:v>
                </c:pt>
                <c:pt idx="6704">
                  <c:v>353.23200000000003</c:v>
                </c:pt>
                <c:pt idx="6705">
                  <c:v>353.23200000000003</c:v>
                </c:pt>
                <c:pt idx="6706">
                  <c:v>353.23200000000003</c:v>
                </c:pt>
                <c:pt idx="6707">
                  <c:v>353.23200000000003</c:v>
                </c:pt>
                <c:pt idx="6708">
                  <c:v>353.23200000000003</c:v>
                </c:pt>
                <c:pt idx="6709">
                  <c:v>353.23200000000003</c:v>
                </c:pt>
                <c:pt idx="6710">
                  <c:v>353.23200000000003</c:v>
                </c:pt>
                <c:pt idx="6711">
                  <c:v>353.23200000000003</c:v>
                </c:pt>
                <c:pt idx="6712">
                  <c:v>353.23200000000003</c:v>
                </c:pt>
                <c:pt idx="6713">
                  <c:v>353.23200000000003</c:v>
                </c:pt>
                <c:pt idx="6714">
                  <c:v>353.23200000000003</c:v>
                </c:pt>
                <c:pt idx="6715">
                  <c:v>353.23200000000003</c:v>
                </c:pt>
                <c:pt idx="6716">
                  <c:v>353.23200000000003</c:v>
                </c:pt>
                <c:pt idx="6717">
                  <c:v>0</c:v>
                </c:pt>
                <c:pt idx="6718">
                  <c:v>0</c:v>
                </c:pt>
                <c:pt idx="6719">
                  <c:v>0</c:v>
                </c:pt>
                <c:pt idx="6720">
                  <c:v>0</c:v>
                </c:pt>
                <c:pt idx="6721">
                  <c:v>0</c:v>
                </c:pt>
                <c:pt idx="6722">
                  <c:v>0</c:v>
                </c:pt>
                <c:pt idx="6723">
                  <c:v>0</c:v>
                </c:pt>
                <c:pt idx="6724">
                  <c:v>0</c:v>
                </c:pt>
                <c:pt idx="6725">
                  <c:v>0</c:v>
                </c:pt>
                <c:pt idx="6726">
                  <c:v>0</c:v>
                </c:pt>
                <c:pt idx="6727">
                  <c:v>353.23200000000003</c:v>
                </c:pt>
                <c:pt idx="6728">
                  <c:v>353.23200000000003</c:v>
                </c:pt>
                <c:pt idx="6729">
                  <c:v>353.23200000000003</c:v>
                </c:pt>
                <c:pt idx="6730">
                  <c:v>353.23200000000003</c:v>
                </c:pt>
                <c:pt idx="6731">
                  <c:v>353.23200000000003</c:v>
                </c:pt>
                <c:pt idx="6732">
                  <c:v>353.23200000000003</c:v>
                </c:pt>
                <c:pt idx="6733">
                  <c:v>353.23200000000003</c:v>
                </c:pt>
                <c:pt idx="6734">
                  <c:v>353.23200000000003</c:v>
                </c:pt>
                <c:pt idx="6735">
                  <c:v>353.23200000000003</c:v>
                </c:pt>
                <c:pt idx="6736">
                  <c:v>353.23200000000003</c:v>
                </c:pt>
                <c:pt idx="6737">
                  <c:v>353.23200000000003</c:v>
                </c:pt>
                <c:pt idx="6738">
                  <c:v>353.23200000000003</c:v>
                </c:pt>
                <c:pt idx="6739">
                  <c:v>353.23200000000003</c:v>
                </c:pt>
                <c:pt idx="6740">
                  <c:v>353.23200000000003</c:v>
                </c:pt>
                <c:pt idx="6741">
                  <c:v>0</c:v>
                </c:pt>
                <c:pt idx="6742">
                  <c:v>0</c:v>
                </c:pt>
                <c:pt idx="6743">
                  <c:v>0</c:v>
                </c:pt>
                <c:pt idx="6744">
                  <c:v>0</c:v>
                </c:pt>
                <c:pt idx="6745">
                  <c:v>0</c:v>
                </c:pt>
                <c:pt idx="6746">
                  <c:v>0</c:v>
                </c:pt>
                <c:pt idx="6747">
                  <c:v>0</c:v>
                </c:pt>
                <c:pt idx="6748">
                  <c:v>0</c:v>
                </c:pt>
                <c:pt idx="6749">
                  <c:v>0</c:v>
                </c:pt>
                <c:pt idx="6750">
                  <c:v>0</c:v>
                </c:pt>
                <c:pt idx="6751">
                  <c:v>353.23200000000003</c:v>
                </c:pt>
                <c:pt idx="6752">
                  <c:v>353.23200000000003</c:v>
                </c:pt>
                <c:pt idx="6753">
                  <c:v>353.23200000000003</c:v>
                </c:pt>
                <c:pt idx="6754">
                  <c:v>353.23200000000003</c:v>
                </c:pt>
                <c:pt idx="6755">
                  <c:v>353.23200000000003</c:v>
                </c:pt>
                <c:pt idx="6756">
                  <c:v>353.23200000000003</c:v>
                </c:pt>
                <c:pt idx="6757">
                  <c:v>353.23200000000003</c:v>
                </c:pt>
                <c:pt idx="6758">
                  <c:v>353.23200000000003</c:v>
                </c:pt>
                <c:pt idx="6759">
                  <c:v>353.23200000000003</c:v>
                </c:pt>
                <c:pt idx="6760">
                  <c:v>353.23200000000003</c:v>
                </c:pt>
                <c:pt idx="6761">
                  <c:v>353.23200000000003</c:v>
                </c:pt>
                <c:pt idx="6762">
                  <c:v>353.23200000000003</c:v>
                </c:pt>
                <c:pt idx="6763">
                  <c:v>353.23200000000003</c:v>
                </c:pt>
                <c:pt idx="6764">
                  <c:v>353.23200000000003</c:v>
                </c:pt>
                <c:pt idx="6765">
                  <c:v>0</c:v>
                </c:pt>
                <c:pt idx="6766">
                  <c:v>0</c:v>
                </c:pt>
                <c:pt idx="6767">
                  <c:v>0</c:v>
                </c:pt>
                <c:pt idx="6768">
                  <c:v>0</c:v>
                </c:pt>
                <c:pt idx="6769">
                  <c:v>0</c:v>
                </c:pt>
                <c:pt idx="6770">
                  <c:v>0</c:v>
                </c:pt>
                <c:pt idx="6771">
                  <c:v>0</c:v>
                </c:pt>
                <c:pt idx="6772">
                  <c:v>0</c:v>
                </c:pt>
                <c:pt idx="6773">
                  <c:v>0</c:v>
                </c:pt>
                <c:pt idx="6774">
                  <c:v>0</c:v>
                </c:pt>
                <c:pt idx="6775">
                  <c:v>353.23200000000003</c:v>
                </c:pt>
                <c:pt idx="6776">
                  <c:v>353.23200000000003</c:v>
                </c:pt>
                <c:pt idx="6777">
                  <c:v>353.23200000000003</c:v>
                </c:pt>
                <c:pt idx="6778">
                  <c:v>353.23200000000003</c:v>
                </c:pt>
                <c:pt idx="6779">
                  <c:v>353.23200000000003</c:v>
                </c:pt>
                <c:pt idx="6780">
                  <c:v>353.23200000000003</c:v>
                </c:pt>
                <c:pt idx="6781">
                  <c:v>353.23200000000003</c:v>
                </c:pt>
                <c:pt idx="6782">
                  <c:v>353.23200000000003</c:v>
                </c:pt>
                <c:pt idx="6783">
                  <c:v>353.23200000000003</c:v>
                </c:pt>
                <c:pt idx="6784">
                  <c:v>353.23200000000003</c:v>
                </c:pt>
                <c:pt idx="6785">
                  <c:v>353.23200000000003</c:v>
                </c:pt>
                <c:pt idx="6786">
                  <c:v>353.23200000000003</c:v>
                </c:pt>
                <c:pt idx="6787">
                  <c:v>353.23200000000003</c:v>
                </c:pt>
                <c:pt idx="6788">
                  <c:v>353.23200000000003</c:v>
                </c:pt>
                <c:pt idx="6789">
                  <c:v>0</c:v>
                </c:pt>
                <c:pt idx="6790">
                  <c:v>0</c:v>
                </c:pt>
                <c:pt idx="6791">
                  <c:v>0</c:v>
                </c:pt>
                <c:pt idx="6792">
                  <c:v>0</c:v>
                </c:pt>
                <c:pt idx="6793">
                  <c:v>0</c:v>
                </c:pt>
                <c:pt idx="6794">
                  <c:v>0</c:v>
                </c:pt>
                <c:pt idx="6795">
                  <c:v>0</c:v>
                </c:pt>
                <c:pt idx="6796">
                  <c:v>0</c:v>
                </c:pt>
                <c:pt idx="6797">
                  <c:v>0</c:v>
                </c:pt>
                <c:pt idx="6798">
                  <c:v>0</c:v>
                </c:pt>
                <c:pt idx="6799">
                  <c:v>353.23200000000003</c:v>
                </c:pt>
                <c:pt idx="6800">
                  <c:v>353.23200000000003</c:v>
                </c:pt>
                <c:pt idx="6801">
                  <c:v>353.23200000000003</c:v>
                </c:pt>
                <c:pt idx="6802">
                  <c:v>353.23200000000003</c:v>
                </c:pt>
                <c:pt idx="6803">
                  <c:v>353.23200000000003</c:v>
                </c:pt>
                <c:pt idx="6804">
                  <c:v>353.23200000000003</c:v>
                </c:pt>
                <c:pt idx="6805">
                  <c:v>353.23200000000003</c:v>
                </c:pt>
                <c:pt idx="6806">
                  <c:v>353.23200000000003</c:v>
                </c:pt>
                <c:pt idx="6807">
                  <c:v>353.23200000000003</c:v>
                </c:pt>
                <c:pt idx="6808">
                  <c:v>353.23200000000003</c:v>
                </c:pt>
                <c:pt idx="6809">
                  <c:v>353.23200000000003</c:v>
                </c:pt>
                <c:pt idx="6810">
                  <c:v>353.23200000000003</c:v>
                </c:pt>
                <c:pt idx="6811">
                  <c:v>353.23200000000003</c:v>
                </c:pt>
                <c:pt idx="6812">
                  <c:v>353.23200000000003</c:v>
                </c:pt>
                <c:pt idx="6813">
                  <c:v>0</c:v>
                </c:pt>
                <c:pt idx="6814">
                  <c:v>0</c:v>
                </c:pt>
                <c:pt idx="6815">
                  <c:v>0</c:v>
                </c:pt>
                <c:pt idx="6816">
                  <c:v>0</c:v>
                </c:pt>
                <c:pt idx="6817">
                  <c:v>0</c:v>
                </c:pt>
                <c:pt idx="6818">
                  <c:v>0</c:v>
                </c:pt>
                <c:pt idx="6819">
                  <c:v>0</c:v>
                </c:pt>
                <c:pt idx="6820">
                  <c:v>0</c:v>
                </c:pt>
                <c:pt idx="6821">
                  <c:v>0</c:v>
                </c:pt>
                <c:pt idx="6822">
                  <c:v>0</c:v>
                </c:pt>
                <c:pt idx="6823">
                  <c:v>353.23200000000003</c:v>
                </c:pt>
                <c:pt idx="6824">
                  <c:v>353.23200000000003</c:v>
                </c:pt>
                <c:pt idx="6825">
                  <c:v>353.23200000000003</c:v>
                </c:pt>
                <c:pt idx="6826">
                  <c:v>353.23200000000003</c:v>
                </c:pt>
                <c:pt idx="6827">
                  <c:v>353.23200000000003</c:v>
                </c:pt>
                <c:pt idx="6828">
                  <c:v>353.23200000000003</c:v>
                </c:pt>
                <c:pt idx="6829">
                  <c:v>353.23200000000003</c:v>
                </c:pt>
                <c:pt idx="6830">
                  <c:v>353.23200000000003</c:v>
                </c:pt>
                <c:pt idx="6831">
                  <c:v>353.23200000000003</c:v>
                </c:pt>
                <c:pt idx="6832">
                  <c:v>353.23200000000003</c:v>
                </c:pt>
                <c:pt idx="6833">
                  <c:v>353.23200000000003</c:v>
                </c:pt>
                <c:pt idx="6834">
                  <c:v>353.23200000000003</c:v>
                </c:pt>
                <c:pt idx="6835">
                  <c:v>353.23200000000003</c:v>
                </c:pt>
                <c:pt idx="6836">
                  <c:v>353.23200000000003</c:v>
                </c:pt>
                <c:pt idx="6837">
                  <c:v>0</c:v>
                </c:pt>
                <c:pt idx="6838">
                  <c:v>0</c:v>
                </c:pt>
                <c:pt idx="6839">
                  <c:v>0</c:v>
                </c:pt>
                <c:pt idx="6840">
                  <c:v>0</c:v>
                </c:pt>
                <c:pt idx="6841">
                  <c:v>0</c:v>
                </c:pt>
                <c:pt idx="6842">
                  <c:v>0</c:v>
                </c:pt>
                <c:pt idx="6843">
                  <c:v>0</c:v>
                </c:pt>
                <c:pt idx="6844">
                  <c:v>0</c:v>
                </c:pt>
                <c:pt idx="6845">
                  <c:v>0</c:v>
                </c:pt>
                <c:pt idx="6846">
                  <c:v>0</c:v>
                </c:pt>
                <c:pt idx="6847">
                  <c:v>353.23200000000003</c:v>
                </c:pt>
                <c:pt idx="6848">
                  <c:v>353.23200000000003</c:v>
                </c:pt>
                <c:pt idx="6849">
                  <c:v>353.23200000000003</c:v>
                </c:pt>
                <c:pt idx="6850">
                  <c:v>353.23200000000003</c:v>
                </c:pt>
                <c:pt idx="6851">
                  <c:v>353.23200000000003</c:v>
                </c:pt>
                <c:pt idx="6852">
                  <c:v>353.23200000000003</c:v>
                </c:pt>
                <c:pt idx="6853">
                  <c:v>353.23200000000003</c:v>
                </c:pt>
                <c:pt idx="6854">
                  <c:v>353.23200000000003</c:v>
                </c:pt>
                <c:pt idx="6855">
                  <c:v>353.23200000000003</c:v>
                </c:pt>
                <c:pt idx="6856">
                  <c:v>353.23200000000003</c:v>
                </c:pt>
                <c:pt idx="6857">
                  <c:v>353.23200000000003</c:v>
                </c:pt>
                <c:pt idx="6858">
                  <c:v>353.23200000000003</c:v>
                </c:pt>
                <c:pt idx="6859">
                  <c:v>353.23200000000003</c:v>
                </c:pt>
                <c:pt idx="6860">
                  <c:v>353.23200000000003</c:v>
                </c:pt>
                <c:pt idx="6861">
                  <c:v>0</c:v>
                </c:pt>
                <c:pt idx="6862">
                  <c:v>0</c:v>
                </c:pt>
                <c:pt idx="6863">
                  <c:v>0</c:v>
                </c:pt>
                <c:pt idx="6864">
                  <c:v>0</c:v>
                </c:pt>
                <c:pt idx="6865">
                  <c:v>0</c:v>
                </c:pt>
                <c:pt idx="6866">
                  <c:v>0</c:v>
                </c:pt>
                <c:pt idx="6867">
                  <c:v>0</c:v>
                </c:pt>
                <c:pt idx="6868">
                  <c:v>0</c:v>
                </c:pt>
                <c:pt idx="6869">
                  <c:v>0</c:v>
                </c:pt>
                <c:pt idx="6870">
                  <c:v>0</c:v>
                </c:pt>
                <c:pt idx="6871">
                  <c:v>353.23200000000003</c:v>
                </c:pt>
                <c:pt idx="6872">
                  <c:v>353.23200000000003</c:v>
                </c:pt>
                <c:pt idx="6873">
                  <c:v>353.23200000000003</c:v>
                </c:pt>
                <c:pt idx="6874">
                  <c:v>353.23200000000003</c:v>
                </c:pt>
                <c:pt idx="6875">
                  <c:v>353.23200000000003</c:v>
                </c:pt>
                <c:pt idx="6876">
                  <c:v>353.23200000000003</c:v>
                </c:pt>
                <c:pt idx="6877">
                  <c:v>353.23200000000003</c:v>
                </c:pt>
                <c:pt idx="6878">
                  <c:v>353.23200000000003</c:v>
                </c:pt>
                <c:pt idx="6879">
                  <c:v>353.23200000000003</c:v>
                </c:pt>
                <c:pt idx="6880">
                  <c:v>353.23200000000003</c:v>
                </c:pt>
                <c:pt idx="6881">
                  <c:v>353.23200000000003</c:v>
                </c:pt>
                <c:pt idx="6882">
                  <c:v>353.23200000000003</c:v>
                </c:pt>
                <c:pt idx="6883">
                  <c:v>353.23200000000003</c:v>
                </c:pt>
                <c:pt idx="6884">
                  <c:v>353.23200000000003</c:v>
                </c:pt>
                <c:pt idx="6885">
                  <c:v>0</c:v>
                </c:pt>
                <c:pt idx="6886">
                  <c:v>0</c:v>
                </c:pt>
                <c:pt idx="6887">
                  <c:v>0</c:v>
                </c:pt>
                <c:pt idx="6888">
                  <c:v>0</c:v>
                </c:pt>
                <c:pt idx="6889">
                  <c:v>0</c:v>
                </c:pt>
                <c:pt idx="6890">
                  <c:v>0</c:v>
                </c:pt>
                <c:pt idx="6891">
                  <c:v>0</c:v>
                </c:pt>
                <c:pt idx="6892">
                  <c:v>0</c:v>
                </c:pt>
                <c:pt idx="6893">
                  <c:v>0</c:v>
                </c:pt>
                <c:pt idx="6894">
                  <c:v>0</c:v>
                </c:pt>
                <c:pt idx="6895">
                  <c:v>353.23200000000003</c:v>
                </c:pt>
                <c:pt idx="6896">
                  <c:v>353.23200000000003</c:v>
                </c:pt>
                <c:pt idx="6897">
                  <c:v>353.23200000000003</c:v>
                </c:pt>
                <c:pt idx="6898">
                  <c:v>353.23200000000003</c:v>
                </c:pt>
                <c:pt idx="6899">
                  <c:v>353.23200000000003</c:v>
                </c:pt>
                <c:pt idx="6900">
                  <c:v>353.23200000000003</c:v>
                </c:pt>
                <c:pt idx="6901">
                  <c:v>353.23200000000003</c:v>
                </c:pt>
                <c:pt idx="6902">
                  <c:v>353.23200000000003</c:v>
                </c:pt>
                <c:pt idx="6903">
                  <c:v>353.23200000000003</c:v>
                </c:pt>
                <c:pt idx="6904">
                  <c:v>353.23200000000003</c:v>
                </c:pt>
                <c:pt idx="6905">
                  <c:v>353.23200000000003</c:v>
                </c:pt>
                <c:pt idx="6906">
                  <c:v>353.23200000000003</c:v>
                </c:pt>
                <c:pt idx="6907">
                  <c:v>353.23200000000003</c:v>
                </c:pt>
                <c:pt idx="6908">
                  <c:v>353.23200000000003</c:v>
                </c:pt>
                <c:pt idx="6909">
                  <c:v>0</c:v>
                </c:pt>
                <c:pt idx="6910">
                  <c:v>0</c:v>
                </c:pt>
                <c:pt idx="6911">
                  <c:v>0</c:v>
                </c:pt>
                <c:pt idx="6912">
                  <c:v>0</c:v>
                </c:pt>
                <c:pt idx="6913">
                  <c:v>0</c:v>
                </c:pt>
                <c:pt idx="6914">
                  <c:v>0</c:v>
                </c:pt>
                <c:pt idx="6915">
                  <c:v>0</c:v>
                </c:pt>
                <c:pt idx="6916">
                  <c:v>0</c:v>
                </c:pt>
                <c:pt idx="6917">
                  <c:v>0</c:v>
                </c:pt>
                <c:pt idx="6918">
                  <c:v>0</c:v>
                </c:pt>
                <c:pt idx="6919">
                  <c:v>353.23200000000003</c:v>
                </c:pt>
                <c:pt idx="6920">
                  <c:v>353.23200000000003</c:v>
                </c:pt>
                <c:pt idx="6921">
                  <c:v>353.23200000000003</c:v>
                </c:pt>
                <c:pt idx="6922">
                  <c:v>353.23200000000003</c:v>
                </c:pt>
                <c:pt idx="6923">
                  <c:v>353.23200000000003</c:v>
                </c:pt>
                <c:pt idx="6924">
                  <c:v>353.23200000000003</c:v>
                </c:pt>
                <c:pt idx="6925">
                  <c:v>353.23200000000003</c:v>
                </c:pt>
                <c:pt idx="6926">
                  <c:v>353.23200000000003</c:v>
                </c:pt>
                <c:pt idx="6927">
                  <c:v>353.23200000000003</c:v>
                </c:pt>
                <c:pt idx="6928">
                  <c:v>353.23200000000003</c:v>
                </c:pt>
                <c:pt idx="6929">
                  <c:v>353.23200000000003</c:v>
                </c:pt>
                <c:pt idx="6930">
                  <c:v>353.23200000000003</c:v>
                </c:pt>
                <c:pt idx="6931">
                  <c:v>353.23200000000003</c:v>
                </c:pt>
                <c:pt idx="6932">
                  <c:v>353.23200000000003</c:v>
                </c:pt>
                <c:pt idx="6933">
                  <c:v>0</c:v>
                </c:pt>
                <c:pt idx="6934">
                  <c:v>0</c:v>
                </c:pt>
                <c:pt idx="6935">
                  <c:v>0</c:v>
                </c:pt>
                <c:pt idx="6936">
                  <c:v>0</c:v>
                </c:pt>
                <c:pt idx="6937">
                  <c:v>0</c:v>
                </c:pt>
                <c:pt idx="6938">
                  <c:v>0</c:v>
                </c:pt>
                <c:pt idx="6939">
                  <c:v>0</c:v>
                </c:pt>
                <c:pt idx="6940">
                  <c:v>0</c:v>
                </c:pt>
                <c:pt idx="6941">
                  <c:v>0</c:v>
                </c:pt>
                <c:pt idx="6942">
                  <c:v>0</c:v>
                </c:pt>
                <c:pt idx="6943">
                  <c:v>353.23200000000003</c:v>
                </c:pt>
                <c:pt idx="6944">
                  <c:v>353.23200000000003</c:v>
                </c:pt>
                <c:pt idx="6945">
                  <c:v>353.23200000000003</c:v>
                </c:pt>
                <c:pt idx="6946">
                  <c:v>353.23200000000003</c:v>
                </c:pt>
                <c:pt idx="6947">
                  <c:v>353.23200000000003</c:v>
                </c:pt>
                <c:pt idx="6948">
                  <c:v>353.23200000000003</c:v>
                </c:pt>
                <c:pt idx="6949">
                  <c:v>353.23200000000003</c:v>
                </c:pt>
                <c:pt idx="6950">
                  <c:v>353.23200000000003</c:v>
                </c:pt>
                <c:pt idx="6951">
                  <c:v>353.23200000000003</c:v>
                </c:pt>
                <c:pt idx="6952">
                  <c:v>353.23200000000003</c:v>
                </c:pt>
                <c:pt idx="6953">
                  <c:v>353.23200000000003</c:v>
                </c:pt>
                <c:pt idx="6954">
                  <c:v>353.23200000000003</c:v>
                </c:pt>
                <c:pt idx="6955">
                  <c:v>353.23200000000003</c:v>
                </c:pt>
                <c:pt idx="6956">
                  <c:v>353.23200000000003</c:v>
                </c:pt>
                <c:pt idx="6957">
                  <c:v>0</c:v>
                </c:pt>
                <c:pt idx="6958">
                  <c:v>0</c:v>
                </c:pt>
                <c:pt idx="6959">
                  <c:v>0</c:v>
                </c:pt>
                <c:pt idx="6960">
                  <c:v>0</c:v>
                </c:pt>
                <c:pt idx="6961">
                  <c:v>0</c:v>
                </c:pt>
                <c:pt idx="6962">
                  <c:v>0</c:v>
                </c:pt>
                <c:pt idx="6963">
                  <c:v>0</c:v>
                </c:pt>
                <c:pt idx="6964">
                  <c:v>0</c:v>
                </c:pt>
                <c:pt idx="6965">
                  <c:v>0</c:v>
                </c:pt>
                <c:pt idx="6966">
                  <c:v>0</c:v>
                </c:pt>
                <c:pt idx="6967">
                  <c:v>353.23200000000003</c:v>
                </c:pt>
                <c:pt idx="6968">
                  <c:v>353.23200000000003</c:v>
                </c:pt>
                <c:pt idx="6969">
                  <c:v>353.23200000000003</c:v>
                </c:pt>
                <c:pt idx="6970">
                  <c:v>353.23200000000003</c:v>
                </c:pt>
                <c:pt idx="6971">
                  <c:v>353.23200000000003</c:v>
                </c:pt>
                <c:pt idx="6972">
                  <c:v>353.23200000000003</c:v>
                </c:pt>
                <c:pt idx="6973">
                  <c:v>353.23200000000003</c:v>
                </c:pt>
                <c:pt idx="6974">
                  <c:v>353.23200000000003</c:v>
                </c:pt>
                <c:pt idx="6975">
                  <c:v>353.23200000000003</c:v>
                </c:pt>
                <c:pt idx="6976">
                  <c:v>353.23200000000003</c:v>
                </c:pt>
                <c:pt idx="6977">
                  <c:v>353.23200000000003</c:v>
                </c:pt>
                <c:pt idx="6978">
                  <c:v>353.23200000000003</c:v>
                </c:pt>
                <c:pt idx="6979">
                  <c:v>353.23200000000003</c:v>
                </c:pt>
                <c:pt idx="6980">
                  <c:v>353.23200000000003</c:v>
                </c:pt>
                <c:pt idx="6981">
                  <c:v>0</c:v>
                </c:pt>
                <c:pt idx="6982">
                  <c:v>0</c:v>
                </c:pt>
                <c:pt idx="6983">
                  <c:v>0</c:v>
                </c:pt>
                <c:pt idx="6984">
                  <c:v>0</c:v>
                </c:pt>
                <c:pt idx="6985">
                  <c:v>0</c:v>
                </c:pt>
                <c:pt idx="6986">
                  <c:v>0</c:v>
                </c:pt>
                <c:pt idx="6987">
                  <c:v>0</c:v>
                </c:pt>
                <c:pt idx="6988">
                  <c:v>0</c:v>
                </c:pt>
                <c:pt idx="6989">
                  <c:v>0</c:v>
                </c:pt>
                <c:pt idx="6990">
                  <c:v>0</c:v>
                </c:pt>
                <c:pt idx="6991">
                  <c:v>353.23200000000003</c:v>
                </c:pt>
                <c:pt idx="6992">
                  <c:v>353.23200000000003</c:v>
                </c:pt>
                <c:pt idx="6993">
                  <c:v>353.23200000000003</c:v>
                </c:pt>
                <c:pt idx="6994">
                  <c:v>353.23200000000003</c:v>
                </c:pt>
                <c:pt idx="6995">
                  <c:v>353.23200000000003</c:v>
                </c:pt>
                <c:pt idx="6996">
                  <c:v>353.23200000000003</c:v>
                </c:pt>
                <c:pt idx="6997">
                  <c:v>353.23200000000003</c:v>
                </c:pt>
                <c:pt idx="6998">
                  <c:v>353.23200000000003</c:v>
                </c:pt>
                <c:pt idx="6999">
                  <c:v>353.23200000000003</c:v>
                </c:pt>
                <c:pt idx="7000">
                  <c:v>353.23200000000003</c:v>
                </c:pt>
                <c:pt idx="7001">
                  <c:v>353.23200000000003</c:v>
                </c:pt>
                <c:pt idx="7002">
                  <c:v>353.23200000000003</c:v>
                </c:pt>
                <c:pt idx="7003">
                  <c:v>353.23200000000003</c:v>
                </c:pt>
                <c:pt idx="7004">
                  <c:v>353.23200000000003</c:v>
                </c:pt>
                <c:pt idx="7005">
                  <c:v>0</c:v>
                </c:pt>
                <c:pt idx="7006">
                  <c:v>0</c:v>
                </c:pt>
                <c:pt idx="7007">
                  <c:v>0</c:v>
                </c:pt>
                <c:pt idx="7008">
                  <c:v>0</c:v>
                </c:pt>
                <c:pt idx="7009">
                  <c:v>0</c:v>
                </c:pt>
                <c:pt idx="7010">
                  <c:v>0</c:v>
                </c:pt>
                <c:pt idx="7011">
                  <c:v>0</c:v>
                </c:pt>
                <c:pt idx="7012">
                  <c:v>0</c:v>
                </c:pt>
                <c:pt idx="7013">
                  <c:v>0</c:v>
                </c:pt>
                <c:pt idx="7014">
                  <c:v>0</c:v>
                </c:pt>
                <c:pt idx="7015">
                  <c:v>353.23200000000003</c:v>
                </c:pt>
                <c:pt idx="7016">
                  <c:v>353.23200000000003</c:v>
                </c:pt>
                <c:pt idx="7017">
                  <c:v>353.23200000000003</c:v>
                </c:pt>
                <c:pt idx="7018">
                  <c:v>436.87900000000002</c:v>
                </c:pt>
                <c:pt idx="7019">
                  <c:v>353.23200000000003</c:v>
                </c:pt>
                <c:pt idx="7020">
                  <c:v>353.23200000000003</c:v>
                </c:pt>
                <c:pt idx="7021">
                  <c:v>353.23200000000003</c:v>
                </c:pt>
                <c:pt idx="7022">
                  <c:v>353.23200000000003</c:v>
                </c:pt>
                <c:pt idx="7023">
                  <c:v>353.23200000000003</c:v>
                </c:pt>
                <c:pt idx="7024">
                  <c:v>353.23200000000003</c:v>
                </c:pt>
                <c:pt idx="7025">
                  <c:v>353.23200000000003</c:v>
                </c:pt>
                <c:pt idx="7026">
                  <c:v>353.23200000000003</c:v>
                </c:pt>
                <c:pt idx="7027">
                  <c:v>353.23200000000003</c:v>
                </c:pt>
                <c:pt idx="7028">
                  <c:v>353.23200000000003</c:v>
                </c:pt>
                <c:pt idx="7029">
                  <c:v>0</c:v>
                </c:pt>
                <c:pt idx="7030">
                  <c:v>0</c:v>
                </c:pt>
                <c:pt idx="7031">
                  <c:v>0</c:v>
                </c:pt>
                <c:pt idx="7032">
                  <c:v>0</c:v>
                </c:pt>
                <c:pt idx="7033">
                  <c:v>0</c:v>
                </c:pt>
                <c:pt idx="7034">
                  <c:v>0</c:v>
                </c:pt>
                <c:pt idx="7035">
                  <c:v>0</c:v>
                </c:pt>
                <c:pt idx="7036">
                  <c:v>0</c:v>
                </c:pt>
                <c:pt idx="7037">
                  <c:v>0</c:v>
                </c:pt>
                <c:pt idx="7038">
                  <c:v>0</c:v>
                </c:pt>
                <c:pt idx="7039">
                  <c:v>353.23200000000003</c:v>
                </c:pt>
                <c:pt idx="7040">
                  <c:v>353.23200000000003</c:v>
                </c:pt>
                <c:pt idx="7041">
                  <c:v>353.23200000000003</c:v>
                </c:pt>
                <c:pt idx="7042">
                  <c:v>353.23200000000003</c:v>
                </c:pt>
                <c:pt idx="7043">
                  <c:v>353.23200000000003</c:v>
                </c:pt>
                <c:pt idx="7044">
                  <c:v>353.23200000000003</c:v>
                </c:pt>
                <c:pt idx="7045">
                  <c:v>353.23200000000003</c:v>
                </c:pt>
                <c:pt idx="7046">
                  <c:v>353.23200000000003</c:v>
                </c:pt>
                <c:pt idx="7047">
                  <c:v>353.23200000000003</c:v>
                </c:pt>
                <c:pt idx="7048">
                  <c:v>353.23200000000003</c:v>
                </c:pt>
                <c:pt idx="7049">
                  <c:v>353.23200000000003</c:v>
                </c:pt>
                <c:pt idx="7050">
                  <c:v>353.23200000000003</c:v>
                </c:pt>
                <c:pt idx="7051">
                  <c:v>353.23200000000003</c:v>
                </c:pt>
                <c:pt idx="7052">
                  <c:v>353.23200000000003</c:v>
                </c:pt>
                <c:pt idx="7053">
                  <c:v>0</c:v>
                </c:pt>
                <c:pt idx="7054">
                  <c:v>0</c:v>
                </c:pt>
                <c:pt idx="7055">
                  <c:v>0</c:v>
                </c:pt>
                <c:pt idx="7056">
                  <c:v>0</c:v>
                </c:pt>
                <c:pt idx="7057">
                  <c:v>0</c:v>
                </c:pt>
                <c:pt idx="7058">
                  <c:v>0</c:v>
                </c:pt>
                <c:pt idx="7059">
                  <c:v>0</c:v>
                </c:pt>
                <c:pt idx="7060">
                  <c:v>0</c:v>
                </c:pt>
                <c:pt idx="7061">
                  <c:v>0</c:v>
                </c:pt>
                <c:pt idx="7062">
                  <c:v>0</c:v>
                </c:pt>
                <c:pt idx="7063">
                  <c:v>353.23200000000003</c:v>
                </c:pt>
                <c:pt idx="7064">
                  <c:v>353.23200000000003</c:v>
                </c:pt>
                <c:pt idx="7065">
                  <c:v>353.23200000000003</c:v>
                </c:pt>
                <c:pt idx="7066">
                  <c:v>353.23200000000003</c:v>
                </c:pt>
                <c:pt idx="7067">
                  <c:v>353.23200000000003</c:v>
                </c:pt>
                <c:pt idx="7068">
                  <c:v>353.23200000000003</c:v>
                </c:pt>
                <c:pt idx="7069">
                  <c:v>353.23200000000003</c:v>
                </c:pt>
                <c:pt idx="7070">
                  <c:v>353.23200000000003</c:v>
                </c:pt>
                <c:pt idx="7071">
                  <c:v>353.23200000000003</c:v>
                </c:pt>
                <c:pt idx="7072">
                  <c:v>353.23200000000003</c:v>
                </c:pt>
                <c:pt idx="7073">
                  <c:v>353.23200000000003</c:v>
                </c:pt>
                <c:pt idx="7074">
                  <c:v>353.23200000000003</c:v>
                </c:pt>
                <c:pt idx="7075">
                  <c:v>353.23200000000003</c:v>
                </c:pt>
                <c:pt idx="7076">
                  <c:v>353.23200000000003</c:v>
                </c:pt>
                <c:pt idx="7077">
                  <c:v>0</c:v>
                </c:pt>
                <c:pt idx="7078">
                  <c:v>0</c:v>
                </c:pt>
                <c:pt idx="7079">
                  <c:v>0</c:v>
                </c:pt>
                <c:pt idx="7080">
                  <c:v>0</c:v>
                </c:pt>
                <c:pt idx="7081">
                  <c:v>0</c:v>
                </c:pt>
                <c:pt idx="7082">
                  <c:v>0</c:v>
                </c:pt>
                <c:pt idx="7083">
                  <c:v>0</c:v>
                </c:pt>
                <c:pt idx="7084">
                  <c:v>0</c:v>
                </c:pt>
                <c:pt idx="7085">
                  <c:v>0</c:v>
                </c:pt>
                <c:pt idx="7086">
                  <c:v>0</c:v>
                </c:pt>
                <c:pt idx="7087">
                  <c:v>353.23200000000003</c:v>
                </c:pt>
                <c:pt idx="7088">
                  <c:v>353.23200000000003</c:v>
                </c:pt>
                <c:pt idx="7089">
                  <c:v>353.23200000000003</c:v>
                </c:pt>
                <c:pt idx="7090">
                  <c:v>353.23200000000003</c:v>
                </c:pt>
                <c:pt idx="7091">
                  <c:v>353.23200000000003</c:v>
                </c:pt>
                <c:pt idx="7092">
                  <c:v>353.23200000000003</c:v>
                </c:pt>
                <c:pt idx="7093">
                  <c:v>353.23200000000003</c:v>
                </c:pt>
                <c:pt idx="7094">
                  <c:v>353.23200000000003</c:v>
                </c:pt>
                <c:pt idx="7095">
                  <c:v>353.23200000000003</c:v>
                </c:pt>
                <c:pt idx="7096">
                  <c:v>353.23200000000003</c:v>
                </c:pt>
                <c:pt idx="7097">
                  <c:v>353.23200000000003</c:v>
                </c:pt>
                <c:pt idx="7098">
                  <c:v>353.23200000000003</c:v>
                </c:pt>
                <c:pt idx="7099">
                  <c:v>353.23200000000003</c:v>
                </c:pt>
                <c:pt idx="7100">
                  <c:v>353.23200000000003</c:v>
                </c:pt>
                <c:pt idx="7101">
                  <c:v>0</c:v>
                </c:pt>
                <c:pt idx="7102">
                  <c:v>0</c:v>
                </c:pt>
                <c:pt idx="7103">
                  <c:v>0</c:v>
                </c:pt>
                <c:pt idx="7104">
                  <c:v>0</c:v>
                </c:pt>
                <c:pt idx="7105">
                  <c:v>0</c:v>
                </c:pt>
                <c:pt idx="7106">
                  <c:v>0</c:v>
                </c:pt>
                <c:pt idx="7107">
                  <c:v>0</c:v>
                </c:pt>
                <c:pt idx="7108">
                  <c:v>0</c:v>
                </c:pt>
                <c:pt idx="7109">
                  <c:v>0</c:v>
                </c:pt>
                <c:pt idx="7110">
                  <c:v>0</c:v>
                </c:pt>
                <c:pt idx="7111">
                  <c:v>353.23200000000003</c:v>
                </c:pt>
                <c:pt idx="7112">
                  <c:v>353.23200000000003</c:v>
                </c:pt>
                <c:pt idx="7113">
                  <c:v>353.23200000000003</c:v>
                </c:pt>
                <c:pt idx="7114">
                  <c:v>353.23200000000003</c:v>
                </c:pt>
                <c:pt idx="7115">
                  <c:v>353.23200000000003</c:v>
                </c:pt>
                <c:pt idx="7116">
                  <c:v>353.23200000000003</c:v>
                </c:pt>
                <c:pt idx="7117">
                  <c:v>353.23200000000003</c:v>
                </c:pt>
                <c:pt idx="7118">
                  <c:v>353.23200000000003</c:v>
                </c:pt>
                <c:pt idx="7119">
                  <c:v>353.23200000000003</c:v>
                </c:pt>
                <c:pt idx="7120">
                  <c:v>353.23200000000003</c:v>
                </c:pt>
                <c:pt idx="7121">
                  <c:v>353.23200000000003</c:v>
                </c:pt>
                <c:pt idx="7122">
                  <c:v>353.23200000000003</c:v>
                </c:pt>
                <c:pt idx="7123">
                  <c:v>353.23200000000003</c:v>
                </c:pt>
                <c:pt idx="7124">
                  <c:v>353.23200000000003</c:v>
                </c:pt>
                <c:pt idx="7125">
                  <c:v>0</c:v>
                </c:pt>
                <c:pt idx="7126">
                  <c:v>0</c:v>
                </c:pt>
                <c:pt idx="7127">
                  <c:v>0</c:v>
                </c:pt>
                <c:pt idx="7128">
                  <c:v>0</c:v>
                </c:pt>
                <c:pt idx="7129">
                  <c:v>0</c:v>
                </c:pt>
                <c:pt idx="7130">
                  <c:v>0</c:v>
                </c:pt>
                <c:pt idx="7131">
                  <c:v>0</c:v>
                </c:pt>
                <c:pt idx="7132">
                  <c:v>0</c:v>
                </c:pt>
                <c:pt idx="7133">
                  <c:v>0</c:v>
                </c:pt>
                <c:pt idx="7134">
                  <c:v>0</c:v>
                </c:pt>
                <c:pt idx="7135">
                  <c:v>353.23200000000003</c:v>
                </c:pt>
                <c:pt idx="7136">
                  <c:v>353.23200000000003</c:v>
                </c:pt>
                <c:pt idx="7137">
                  <c:v>353.23200000000003</c:v>
                </c:pt>
                <c:pt idx="7138">
                  <c:v>353.23200000000003</c:v>
                </c:pt>
                <c:pt idx="7139">
                  <c:v>353.23200000000003</c:v>
                </c:pt>
                <c:pt idx="7140">
                  <c:v>353.23200000000003</c:v>
                </c:pt>
                <c:pt idx="7141">
                  <c:v>353.23200000000003</c:v>
                </c:pt>
                <c:pt idx="7142">
                  <c:v>353.23200000000003</c:v>
                </c:pt>
                <c:pt idx="7143">
                  <c:v>353.23200000000003</c:v>
                </c:pt>
                <c:pt idx="7144">
                  <c:v>353.23200000000003</c:v>
                </c:pt>
                <c:pt idx="7145">
                  <c:v>353.23200000000003</c:v>
                </c:pt>
                <c:pt idx="7146">
                  <c:v>353.23200000000003</c:v>
                </c:pt>
                <c:pt idx="7147">
                  <c:v>353.23200000000003</c:v>
                </c:pt>
                <c:pt idx="7148">
                  <c:v>353.23200000000003</c:v>
                </c:pt>
                <c:pt idx="7149">
                  <c:v>0</c:v>
                </c:pt>
                <c:pt idx="7150">
                  <c:v>0</c:v>
                </c:pt>
                <c:pt idx="7151">
                  <c:v>0</c:v>
                </c:pt>
                <c:pt idx="7152">
                  <c:v>0</c:v>
                </c:pt>
                <c:pt idx="7153">
                  <c:v>0</c:v>
                </c:pt>
                <c:pt idx="7154">
                  <c:v>0</c:v>
                </c:pt>
                <c:pt idx="7155">
                  <c:v>0</c:v>
                </c:pt>
                <c:pt idx="7156">
                  <c:v>0</c:v>
                </c:pt>
                <c:pt idx="7157">
                  <c:v>0</c:v>
                </c:pt>
                <c:pt idx="7158">
                  <c:v>0</c:v>
                </c:pt>
                <c:pt idx="7159">
                  <c:v>353.23200000000003</c:v>
                </c:pt>
                <c:pt idx="7160">
                  <c:v>353.23200000000003</c:v>
                </c:pt>
                <c:pt idx="7161">
                  <c:v>353.23200000000003</c:v>
                </c:pt>
                <c:pt idx="7162">
                  <c:v>353.23200000000003</c:v>
                </c:pt>
                <c:pt idx="7163">
                  <c:v>353.23200000000003</c:v>
                </c:pt>
                <c:pt idx="7164">
                  <c:v>353.23200000000003</c:v>
                </c:pt>
                <c:pt idx="7165">
                  <c:v>353.23200000000003</c:v>
                </c:pt>
                <c:pt idx="7166">
                  <c:v>353.23200000000003</c:v>
                </c:pt>
                <c:pt idx="7167">
                  <c:v>353.23200000000003</c:v>
                </c:pt>
                <c:pt idx="7168">
                  <c:v>353.23200000000003</c:v>
                </c:pt>
                <c:pt idx="7169">
                  <c:v>353.23200000000003</c:v>
                </c:pt>
                <c:pt idx="7170">
                  <c:v>353.23200000000003</c:v>
                </c:pt>
                <c:pt idx="7171">
                  <c:v>353.23200000000003</c:v>
                </c:pt>
                <c:pt idx="7172">
                  <c:v>353.23200000000003</c:v>
                </c:pt>
                <c:pt idx="7173">
                  <c:v>0</c:v>
                </c:pt>
                <c:pt idx="7174">
                  <c:v>0</c:v>
                </c:pt>
                <c:pt idx="7175">
                  <c:v>0</c:v>
                </c:pt>
                <c:pt idx="7176">
                  <c:v>0</c:v>
                </c:pt>
                <c:pt idx="7177">
                  <c:v>0</c:v>
                </c:pt>
                <c:pt idx="7178">
                  <c:v>0</c:v>
                </c:pt>
                <c:pt idx="7179">
                  <c:v>0</c:v>
                </c:pt>
                <c:pt idx="7180">
                  <c:v>0</c:v>
                </c:pt>
                <c:pt idx="7181">
                  <c:v>0</c:v>
                </c:pt>
                <c:pt idx="7182">
                  <c:v>0</c:v>
                </c:pt>
                <c:pt idx="7183">
                  <c:v>0</c:v>
                </c:pt>
                <c:pt idx="7184">
                  <c:v>353.23200000000003</c:v>
                </c:pt>
                <c:pt idx="7185">
                  <c:v>353.23200000000003</c:v>
                </c:pt>
                <c:pt idx="7186">
                  <c:v>353.23200000000003</c:v>
                </c:pt>
                <c:pt idx="7187">
                  <c:v>353.23200000000003</c:v>
                </c:pt>
                <c:pt idx="7188">
                  <c:v>353.23200000000003</c:v>
                </c:pt>
                <c:pt idx="7189">
                  <c:v>353.23200000000003</c:v>
                </c:pt>
                <c:pt idx="7190">
                  <c:v>353.23200000000003</c:v>
                </c:pt>
                <c:pt idx="7191">
                  <c:v>353.23200000000003</c:v>
                </c:pt>
                <c:pt idx="7192">
                  <c:v>353.23200000000003</c:v>
                </c:pt>
                <c:pt idx="7193">
                  <c:v>353.23200000000003</c:v>
                </c:pt>
                <c:pt idx="7194">
                  <c:v>353.23200000000003</c:v>
                </c:pt>
                <c:pt idx="7195">
                  <c:v>353.23200000000003</c:v>
                </c:pt>
                <c:pt idx="7196">
                  <c:v>353.23200000000003</c:v>
                </c:pt>
                <c:pt idx="7197">
                  <c:v>353.23200000000003</c:v>
                </c:pt>
                <c:pt idx="7198">
                  <c:v>0</c:v>
                </c:pt>
                <c:pt idx="7199">
                  <c:v>0</c:v>
                </c:pt>
                <c:pt idx="7200">
                  <c:v>0</c:v>
                </c:pt>
                <c:pt idx="7201">
                  <c:v>0</c:v>
                </c:pt>
                <c:pt idx="7202">
                  <c:v>0</c:v>
                </c:pt>
                <c:pt idx="7203">
                  <c:v>0</c:v>
                </c:pt>
                <c:pt idx="7204">
                  <c:v>0</c:v>
                </c:pt>
                <c:pt idx="7205">
                  <c:v>0</c:v>
                </c:pt>
                <c:pt idx="7206">
                  <c:v>0</c:v>
                </c:pt>
                <c:pt idx="7207">
                  <c:v>0</c:v>
                </c:pt>
                <c:pt idx="7208">
                  <c:v>353.23200000000003</c:v>
                </c:pt>
                <c:pt idx="7209">
                  <c:v>353.23200000000003</c:v>
                </c:pt>
                <c:pt idx="7210">
                  <c:v>353.23200000000003</c:v>
                </c:pt>
                <c:pt idx="7211">
                  <c:v>353.23200000000003</c:v>
                </c:pt>
                <c:pt idx="7212">
                  <c:v>353.23200000000003</c:v>
                </c:pt>
                <c:pt idx="7213">
                  <c:v>353.23200000000003</c:v>
                </c:pt>
                <c:pt idx="7214">
                  <c:v>353.23200000000003</c:v>
                </c:pt>
                <c:pt idx="7215">
                  <c:v>353.23200000000003</c:v>
                </c:pt>
                <c:pt idx="7216">
                  <c:v>353.23200000000003</c:v>
                </c:pt>
                <c:pt idx="7217">
                  <c:v>353.23200000000003</c:v>
                </c:pt>
                <c:pt idx="7218">
                  <c:v>353.23200000000003</c:v>
                </c:pt>
                <c:pt idx="7219">
                  <c:v>353.23200000000003</c:v>
                </c:pt>
                <c:pt idx="7220">
                  <c:v>353.23200000000003</c:v>
                </c:pt>
                <c:pt idx="7221">
                  <c:v>353.23200000000003</c:v>
                </c:pt>
                <c:pt idx="7222">
                  <c:v>0</c:v>
                </c:pt>
                <c:pt idx="7223">
                  <c:v>0</c:v>
                </c:pt>
                <c:pt idx="7224">
                  <c:v>0</c:v>
                </c:pt>
                <c:pt idx="7225">
                  <c:v>0</c:v>
                </c:pt>
                <c:pt idx="7226">
                  <c:v>0</c:v>
                </c:pt>
                <c:pt idx="7227">
                  <c:v>0</c:v>
                </c:pt>
                <c:pt idx="7228">
                  <c:v>0</c:v>
                </c:pt>
                <c:pt idx="7229">
                  <c:v>0</c:v>
                </c:pt>
                <c:pt idx="7230">
                  <c:v>0</c:v>
                </c:pt>
                <c:pt idx="7231">
                  <c:v>0</c:v>
                </c:pt>
                <c:pt idx="7232">
                  <c:v>353.23200000000003</c:v>
                </c:pt>
                <c:pt idx="7233">
                  <c:v>353.23200000000003</c:v>
                </c:pt>
                <c:pt idx="7234">
                  <c:v>353.23200000000003</c:v>
                </c:pt>
                <c:pt idx="7235">
                  <c:v>353.23200000000003</c:v>
                </c:pt>
                <c:pt idx="7236">
                  <c:v>353.23200000000003</c:v>
                </c:pt>
                <c:pt idx="7237">
                  <c:v>353.23200000000003</c:v>
                </c:pt>
                <c:pt idx="7238">
                  <c:v>353.23200000000003</c:v>
                </c:pt>
                <c:pt idx="7239">
                  <c:v>353.23200000000003</c:v>
                </c:pt>
                <c:pt idx="7240">
                  <c:v>353.23200000000003</c:v>
                </c:pt>
                <c:pt idx="7241">
                  <c:v>353.23200000000003</c:v>
                </c:pt>
                <c:pt idx="7242">
                  <c:v>353.23200000000003</c:v>
                </c:pt>
                <c:pt idx="7243">
                  <c:v>353.23200000000003</c:v>
                </c:pt>
                <c:pt idx="7244">
                  <c:v>353.23200000000003</c:v>
                </c:pt>
                <c:pt idx="7245">
                  <c:v>353.23200000000003</c:v>
                </c:pt>
                <c:pt idx="7246">
                  <c:v>0</c:v>
                </c:pt>
                <c:pt idx="7247">
                  <c:v>0</c:v>
                </c:pt>
                <c:pt idx="7248">
                  <c:v>0</c:v>
                </c:pt>
                <c:pt idx="7249">
                  <c:v>0</c:v>
                </c:pt>
                <c:pt idx="7250">
                  <c:v>0</c:v>
                </c:pt>
                <c:pt idx="7251">
                  <c:v>0</c:v>
                </c:pt>
                <c:pt idx="7252">
                  <c:v>0</c:v>
                </c:pt>
                <c:pt idx="7253">
                  <c:v>0</c:v>
                </c:pt>
                <c:pt idx="7254">
                  <c:v>0</c:v>
                </c:pt>
                <c:pt idx="7255">
                  <c:v>0</c:v>
                </c:pt>
                <c:pt idx="7256">
                  <c:v>353.23200000000003</c:v>
                </c:pt>
                <c:pt idx="7257">
                  <c:v>353.23200000000003</c:v>
                </c:pt>
                <c:pt idx="7258">
                  <c:v>353.23200000000003</c:v>
                </c:pt>
                <c:pt idx="7259">
                  <c:v>353.23200000000003</c:v>
                </c:pt>
                <c:pt idx="7260">
                  <c:v>353.23200000000003</c:v>
                </c:pt>
                <c:pt idx="7261">
                  <c:v>353.23200000000003</c:v>
                </c:pt>
                <c:pt idx="7262">
                  <c:v>353.23200000000003</c:v>
                </c:pt>
                <c:pt idx="7263">
                  <c:v>353.23200000000003</c:v>
                </c:pt>
                <c:pt idx="7264">
                  <c:v>353.23200000000003</c:v>
                </c:pt>
                <c:pt idx="7265">
                  <c:v>353.23200000000003</c:v>
                </c:pt>
                <c:pt idx="7266">
                  <c:v>353.23200000000003</c:v>
                </c:pt>
                <c:pt idx="7267">
                  <c:v>353.23200000000003</c:v>
                </c:pt>
                <c:pt idx="7268">
                  <c:v>353.23200000000003</c:v>
                </c:pt>
                <c:pt idx="7269">
                  <c:v>353.23200000000003</c:v>
                </c:pt>
                <c:pt idx="7270">
                  <c:v>0</c:v>
                </c:pt>
                <c:pt idx="7271">
                  <c:v>0</c:v>
                </c:pt>
                <c:pt idx="7272">
                  <c:v>0</c:v>
                </c:pt>
                <c:pt idx="7273">
                  <c:v>0</c:v>
                </c:pt>
                <c:pt idx="7274">
                  <c:v>0</c:v>
                </c:pt>
                <c:pt idx="7275">
                  <c:v>0</c:v>
                </c:pt>
                <c:pt idx="7276">
                  <c:v>0</c:v>
                </c:pt>
                <c:pt idx="7277">
                  <c:v>0</c:v>
                </c:pt>
                <c:pt idx="7278">
                  <c:v>0</c:v>
                </c:pt>
                <c:pt idx="7279">
                  <c:v>0</c:v>
                </c:pt>
                <c:pt idx="7280">
                  <c:v>353.23200000000003</c:v>
                </c:pt>
                <c:pt idx="7281">
                  <c:v>353.23200000000003</c:v>
                </c:pt>
                <c:pt idx="7282">
                  <c:v>353.23200000000003</c:v>
                </c:pt>
                <c:pt idx="7283">
                  <c:v>353.23200000000003</c:v>
                </c:pt>
                <c:pt idx="7284">
                  <c:v>353.23200000000003</c:v>
                </c:pt>
                <c:pt idx="7285">
                  <c:v>353.23200000000003</c:v>
                </c:pt>
                <c:pt idx="7286">
                  <c:v>353.23200000000003</c:v>
                </c:pt>
                <c:pt idx="7287">
                  <c:v>353.23200000000003</c:v>
                </c:pt>
                <c:pt idx="7288">
                  <c:v>353.23200000000003</c:v>
                </c:pt>
                <c:pt idx="7289">
                  <c:v>353.23200000000003</c:v>
                </c:pt>
                <c:pt idx="7290">
                  <c:v>353.23200000000003</c:v>
                </c:pt>
                <c:pt idx="7291">
                  <c:v>353.23200000000003</c:v>
                </c:pt>
                <c:pt idx="7292">
                  <c:v>353.23200000000003</c:v>
                </c:pt>
                <c:pt idx="7293">
                  <c:v>353.23200000000003</c:v>
                </c:pt>
                <c:pt idx="7294">
                  <c:v>0</c:v>
                </c:pt>
                <c:pt idx="7295">
                  <c:v>0</c:v>
                </c:pt>
                <c:pt idx="7296">
                  <c:v>0</c:v>
                </c:pt>
                <c:pt idx="7297">
                  <c:v>0</c:v>
                </c:pt>
                <c:pt idx="7298">
                  <c:v>0</c:v>
                </c:pt>
                <c:pt idx="7299">
                  <c:v>0</c:v>
                </c:pt>
                <c:pt idx="7300">
                  <c:v>0</c:v>
                </c:pt>
                <c:pt idx="7301">
                  <c:v>0</c:v>
                </c:pt>
                <c:pt idx="7302">
                  <c:v>0</c:v>
                </c:pt>
                <c:pt idx="7303">
                  <c:v>0</c:v>
                </c:pt>
                <c:pt idx="7304">
                  <c:v>353.23200000000003</c:v>
                </c:pt>
                <c:pt idx="7305">
                  <c:v>353.23200000000003</c:v>
                </c:pt>
                <c:pt idx="7306">
                  <c:v>353.23200000000003</c:v>
                </c:pt>
                <c:pt idx="7307">
                  <c:v>353.23200000000003</c:v>
                </c:pt>
                <c:pt idx="7308">
                  <c:v>353.23200000000003</c:v>
                </c:pt>
                <c:pt idx="7309">
                  <c:v>353.23200000000003</c:v>
                </c:pt>
                <c:pt idx="7310">
                  <c:v>353.23200000000003</c:v>
                </c:pt>
                <c:pt idx="7311">
                  <c:v>353.23200000000003</c:v>
                </c:pt>
                <c:pt idx="7312">
                  <c:v>353.23200000000003</c:v>
                </c:pt>
                <c:pt idx="7313">
                  <c:v>353.23200000000003</c:v>
                </c:pt>
                <c:pt idx="7314">
                  <c:v>353.23200000000003</c:v>
                </c:pt>
                <c:pt idx="7315">
                  <c:v>353.23200000000003</c:v>
                </c:pt>
                <c:pt idx="7316">
                  <c:v>353.23200000000003</c:v>
                </c:pt>
                <c:pt idx="7317">
                  <c:v>353.23200000000003</c:v>
                </c:pt>
                <c:pt idx="7318">
                  <c:v>0</c:v>
                </c:pt>
                <c:pt idx="7319">
                  <c:v>0</c:v>
                </c:pt>
                <c:pt idx="7320">
                  <c:v>0</c:v>
                </c:pt>
                <c:pt idx="7321">
                  <c:v>0</c:v>
                </c:pt>
                <c:pt idx="7322">
                  <c:v>0</c:v>
                </c:pt>
                <c:pt idx="7323">
                  <c:v>0</c:v>
                </c:pt>
                <c:pt idx="7324">
                  <c:v>0</c:v>
                </c:pt>
                <c:pt idx="7325">
                  <c:v>0</c:v>
                </c:pt>
                <c:pt idx="7326">
                  <c:v>0</c:v>
                </c:pt>
                <c:pt idx="7327">
                  <c:v>0</c:v>
                </c:pt>
                <c:pt idx="7328">
                  <c:v>353.23200000000003</c:v>
                </c:pt>
                <c:pt idx="7329">
                  <c:v>353.23200000000003</c:v>
                </c:pt>
                <c:pt idx="7330">
                  <c:v>353.23200000000003</c:v>
                </c:pt>
                <c:pt idx="7331">
                  <c:v>353.23200000000003</c:v>
                </c:pt>
                <c:pt idx="7332">
                  <c:v>353.23200000000003</c:v>
                </c:pt>
                <c:pt idx="7333">
                  <c:v>353.23200000000003</c:v>
                </c:pt>
                <c:pt idx="7334">
                  <c:v>353.23200000000003</c:v>
                </c:pt>
                <c:pt idx="7335">
                  <c:v>353.23200000000003</c:v>
                </c:pt>
                <c:pt idx="7336">
                  <c:v>353.23200000000003</c:v>
                </c:pt>
                <c:pt idx="7337">
                  <c:v>353.23200000000003</c:v>
                </c:pt>
                <c:pt idx="7338">
                  <c:v>353.23200000000003</c:v>
                </c:pt>
                <c:pt idx="7339">
                  <c:v>353.23200000000003</c:v>
                </c:pt>
                <c:pt idx="7340">
                  <c:v>353.23200000000003</c:v>
                </c:pt>
                <c:pt idx="7341">
                  <c:v>353.23200000000003</c:v>
                </c:pt>
                <c:pt idx="7342">
                  <c:v>0</c:v>
                </c:pt>
                <c:pt idx="7343">
                  <c:v>0</c:v>
                </c:pt>
                <c:pt idx="7344">
                  <c:v>0</c:v>
                </c:pt>
                <c:pt idx="7345">
                  <c:v>0</c:v>
                </c:pt>
                <c:pt idx="7346">
                  <c:v>0</c:v>
                </c:pt>
                <c:pt idx="7347">
                  <c:v>0</c:v>
                </c:pt>
                <c:pt idx="7348">
                  <c:v>0</c:v>
                </c:pt>
                <c:pt idx="7349">
                  <c:v>0</c:v>
                </c:pt>
                <c:pt idx="7350">
                  <c:v>0</c:v>
                </c:pt>
                <c:pt idx="7351">
                  <c:v>0</c:v>
                </c:pt>
                <c:pt idx="7352">
                  <c:v>353.23200000000003</c:v>
                </c:pt>
                <c:pt idx="7353">
                  <c:v>353.23200000000003</c:v>
                </c:pt>
                <c:pt idx="7354">
                  <c:v>353.23200000000003</c:v>
                </c:pt>
                <c:pt idx="7355">
                  <c:v>353.23200000000003</c:v>
                </c:pt>
                <c:pt idx="7356">
                  <c:v>353.23200000000003</c:v>
                </c:pt>
                <c:pt idx="7357">
                  <c:v>353.23200000000003</c:v>
                </c:pt>
                <c:pt idx="7358">
                  <c:v>353.23200000000003</c:v>
                </c:pt>
                <c:pt idx="7359">
                  <c:v>353.23200000000003</c:v>
                </c:pt>
                <c:pt idx="7360">
                  <c:v>353.23200000000003</c:v>
                </c:pt>
                <c:pt idx="7361">
                  <c:v>353.23200000000003</c:v>
                </c:pt>
                <c:pt idx="7362">
                  <c:v>353.23200000000003</c:v>
                </c:pt>
                <c:pt idx="7363">
                  <c:v>353.23200000000003</c:v>
                </c:pt>
                <c:pt idx="7364">
                  <c:v>353.23200000000003</c:v>
                </c:pt>
                <c:pt idx="7365">
                  <c:v>353.23200000000003</c:v>
                </c:pt>
                <c:pt idx="7366">
                  <c:v>0</c:v>
                </c:pt>
                <c:pt idx="7367">
                  <c:v>0</c:v>
                </c:pt>
                <c:pt idx="7368">
                  <c:v>0</c:v>
                </c:pt>
                <c:pt idx="7369">
                  <c:v>0</c:v>
                </c:pt>
                <c:pt idx="7370">
                  <c:v>0</c:v>
                </c:pt>
                <c:pt idx="7371">
                  <c:v>0</c:v>
                </c:pt>
                <c:pt idx="7372">
                  <c:v>0</c:v>
                </c:pt>
                <c:pt idx="7373">
                  <c:v>0</c:v>
                </c:pt>
                <c:pt idx="7374">
                  <c:v>0</c:v>
                </c:pt>
                <c:pt idx="7375">
                  <c:v>0</c:v>
                </c:pt>
                <c:pt idx="7376">
                  <c:v>353.23200000000003</c:v>
                </c:pt>
                <c:pt idx="7377">
                  <c:v>353.23200000000003</c:v>
                </c:pt>
                <c:pt idx="7378">
                  <c:v>353.23200000000003</c:v>
                </c:pt>
                <c:pt idx="7379">
                  <c:v>353.23200000000003</c:v>
                </c:pt>
                <c:pt idx="7380">
                  <c:v>353.23200000000003</c:v>
                </c:pt>
                <c:pt idx="7381">
                  <c:v>353.23200000000003</c:v>
                </c:pt>
                <c:pt idx="7382">
                  <c:v>353.23200000000003</c:v>
                </c:pt>
                <c:pt idx="7383">
                  <c:v>353.23200000000003</c:v>
                </c:pt>
                <c:pt idx="7384">
                  <c:v>353.23200000000003</c:v>
                </c:pt>
                <c:pt idx="7385">
                  <c:v>353.23200000000003</c:v>
                </c:pt>
                <c:pt idx="7386">
                  <c:v>353.23200000000003</c:v>
                </c:pt>
                <c:pt idx="7387">
                  <c:v>353.23200000000003</c:v>
                </c:pt>
                <c:pt idx="7388">
                  <c:v>353.23200000000003</c:v>
                </c:pt>
                <c:pt idx="7389">
                  <c:v>353.23200000000003</c:v>
                </c:pt>
                <c:pt idx="7390">
                  <c:v>0</c:v>
                </c:pt>
                <c:pt idx="7391">
                  <c:v>0</c:v>
                </c:pt>
                <c:pt idx="7392">
                  <c:v>0</c:v>
                </c:pt>
                <c:pt idx="7393">
                  <c:v>0</c:v>
                </c:pt>
                <c:pt idx="7394">
                  <c:v>0</c:v>
                </c:pt>
                <c:pt idx="7395">
                  <c:v>0</c:v>
                </c:pt>
                <c:pt idx="7396">
                  <c:v>0</c:v>
                </c:pt>
                <c:pt idx="7397">
                  <c:v>0</c:v>
                </c:pt>
                <c:pt idx="7398">
                  <c:v>0</c:v>
                </c:pt>
                <c:pt idx="7399">
                  <c:v>0</c:v>
                </c:pt>
                <c:pt idx="7400">
                  <c:v>353.23200000000003</c:v>
                </c:pt>
                <c:pt idx="7401">
                  <c:v>353.23200000000003</c:v>
                </c:pt>
                <c:pt idx="7402">
                  <c:v>353.23200000000003</c:v>
                </c:pt>
                <c:pt idx="7403">
                  <c:v>353.23200000000003</c:v>
                </c:pt>
                <c:pt idx="7404">
                  <c:v>353.23200000000003</c:v>
                </c:pt>
                <c:pt idx="7405">
                  <c:v>353.23200000000003</c:v>
                </c:pt>
                <c:pt idx="7406">
                  <c:v>353.23200000000003</c:v>
                </c:pt>
                <c:pt idx="7407">
                  <c:v>353.23200000000003</c:v>
                </c:pt>
                <c:pt idx="7408">
                  <c:v>353.23200000000003</c:v>
                </c:pt>
                <c:pt idx="7409">
                  <c:v>353.23200000000003</c:v>
                </c:pt>
                <c:pt idx="7410">
                  <c:v>353.23200000000003</c:v>
                </c:pt>
                <c:pt idx="7411">
                  <c:v>353.23200000000003</c:v>
                </c:pt>
                <c:pt idx="7412">
                  <c:v>353.23200000000003</c:v>
                </c:pt>
                <c:pt idx="7413">
                  <c:v>353.23200000000003</c:v>
                </c:pt>
                <c:pt idx="7414">
                  <c:v>0</c:v>
                </c:pt>
                <c:pt idx="7415">
                  <c:v>0</c:v>
                </c:pt>
                <c:pt idx="7416">
                  <c:v>0</c:v>
                </c:pt>
                <c:pt idx="7417">
                  <c:v>0</c:v>
                </c:pt>
                <c:pt idx="7418">
                  <c:v>0</c:v>
                </c:pt>
                <c:pt idx="7419">
                  <c:v>0</c:v>
                </c:pt>
                <c:pt idx="7420">
                  <c:v>0</c:v>
                </c:pt>
                <c:pt idx="7421">
                  <c:v>0</c:v>
                </c:pt>
                <c:pt idx="7422">
                  <c:v>0</c:v>
                </c:pt>
                <c:pt idx="7423">
                  <c:v>0</c:v>
                </c:pt>
                <c:pt idx="7424">
                  <c:v>353.23200000000003</c:v>
                </c:pt>
                <c:pt idx="7425">
                  <c:v>353.23200000000003</c:v>
                </c:pt>
                <c:pt idx="7426">
                  <c:v>353.23200000000003</c:v>
                </c:pt>
                <c:pt idx="7427">
                  <c:v>353.23200000000003</c:v>
                </c:pt>
                <c:pt idx="7428">
                  <c:v>353.23200000000003</c:v>
                </c:pt>
                <c:pt idx="7429">
                  <c:v>353.23200000000003</c:v>
                </c:pt>
                <c:pt idx="7430">
                  <c:v>353.23200000000003</c:v>
                </c:pt>
                <c:pt idx="7431">
                  <c:v>353.23200000000003</c:v>
                </c:pt>
                <c:pt idx="7432">
                  <c:v>353.23200000000003</c:v>
                </c:pt>
                <c:pt idx="7433">
                  <c:v>353.23200000000003</c:v>
                </c:pt>
                <c:pt idx="7434">
                  <c:v>353.23200000000003</c:v>
                </c:pt>
                <c:pt idx="7435">
                  <c:v>353.23200000000003</c:v>
                </c:pt>
                <c:pt idx="7436">
                  <c:v>353.23200000000003</c:v>
                </c:pt>
                <c:pt idx="7437">
                  <c:v>353.23200000000003</c:v>
                </c:pt>
                <c:pt idx="7438">
                  <c:v>0</c:v>
                </c:pt>
                <c:pt idx="7439">
                  <c:v>0</c:v>
                </c:pt>
                <c:pt idx="7440">
                  <c:v>0</c:v>
                </c:pt>
                <c:pt idx="7441">
                  <c:v>0</c:v>
                </c:pt>
                <c:pt idx="7442">
                  <c:v>0</c:v>
                </c:pt>
                <c:pt idx="7443">
                  <c:v>0</c:v>
                </c:pt>
                <c:pt idx="7444">
                  <c:v>0</c:v>
                </c:pt>
                <c:pt idx="7445">
                  <c:v>0</c:v>
                </c:pt>
                <c:pt idx="7446">
                  <c:v>0</c:v>
                </c:pt>
                <c:pt idx="7447">
                  <c:v>0</c:v>
                </c:pt>
                <c:pt idx="7448">
                  <c:v>353.23200000000003</c:v>
                </c:pt>
                <c:pt idx="7449">
                  <c:v>353.23200000000003</c:v>
                </c:pt>
                <c:pt idx="7450">
                  <c:v>353.23200000000003</c:v>
                </c:pt>
                <c:pt idx="7451">
                  <c:v>353.23200000000003</c:v>
                </c:pt>
                <c:pt idx="7452">
                  <c:v>353.23200000000003</c:v>
                </c:pt>
                <c:pt idx="7453">
                  <c:v>353.23200000000003</c:v>
                </c:pt>
                <c:pt idx="7454">
                  <c:v>353.23200000000003</c:v>
                </c:pt>
                <c:pt idx="7455">
                  <c:v>353.23200000000003</c:v>
                </c:pt>
                <c:pt idx="7456">
                  <c:v>353.23200000000003</c:v>
                </c:pt>
                <c:pt idx="7457">
                  <c:v>353.23200000000003</c:v>
                </c:pt>
                <c:pt idx="7458">
                  <c:v>353.23200000000003</c:v>
                </c:pt>
                <c:pt idx="7459">
                  <c:v>353.23200000000003</c:v>
                </c:pt>
                <c:pt idx="7460">
                  <c:v>353.23200000000003</c:v>
                </c:pt>
                <c:pt idx="7461">
                  <c:v>353.23200000000003</c:v>
                </c:pt>
                <c:pt idx="7462">
                  <c:v>0</c:v>
                </c:pt>
                <c:pt idx="7463">
                  <c:v>0</c:v>
                </c:pt>
                <c:pt idx="7464">
                  <c:v>0</c:v>
                </c:pt>
                <c:pt idx="7465">
                  <c:v>0</c:v>
                </c:pt>
                <c:pt idx="7466">
                  <c:v>0</c:v>
                </c:pt>
                <c:pt idx="7467">
                  <c:v>0</c:v>
                </c:pt>
                <c:pt idx="7468">
                  <c:v>0</c:v>
                </c:pt>
                <c:pt idx="7469">
                  <c:v>0</c:v>
                </c:pt>
                <c:pt idx="7470">
                  <c:v>0</c:v>
                </c:pt>
                <c:pt idx="7471">
                  <c:v>0</c:v>
                </c:pt>
                <c:pt idx="7472">
                  <c:v>353.23200000000003</c:v>
                </c:pt>
                <c:pt idx="7473">
                  <c:v>353.23200000000003</c:v>
                </c:pt>
                <c:pt idx="7474">
                  <c:v>353.23200000000003</c:v>
                </c:pt>
                <c:pt idx="7475">
                  <c:v>353.23200000000003</c:v>
                </c:pt>
                <c:pt idx="7476">
                  <c:v>353.23200000000003</c:v>
                </c:pt>
                <c:pt idx="7477">
                  <c:v>353.23200000000003</c:v>
                </c:pt>
                <c:pt idx="7478">
                  <c:v>353.23200000000003</c:v>
                </c:pt>
                <c:pt idx="7479">
                  <c:v>353.23200000000003</c:v>
                </c:pt>
                <c:pt idx="7480">
                  <c:v>353.23200000000003</c:v>
                </c:pt>
                <c:pt idx="7481">
                  <c:v>353.23200000000003</c:v>
                </c:pt>
                <c:pt idx="7482">
                  <c:v>353.23200000000003</c:v>
                </c:pt>
                <c:pt idx="7483">
                  <c:v>353.23200000000003</c:v>
                </c:pt>
                <c:pt idx="7484">
                  <c:v>353.23200000000003</c:v>
                </c:pt>
                <c:pt idx="7485">
                  <c:v>353.23200000000003</c:v>
                </c:pt>
                <c:pt idx="7486">
                  <c:v>0</c:v>
                </c:pt>
                <c:pt idx="7487">
                  <c:v>0</c:v>
                </c:pt>
                <c:pt idx="7488">
                  <c:v>0</c:v>
                </c:pt>
                <c:pt idx="7489">
                  <c:v>0</c:v>
                </c:pt>
                <c:pt idx="7490">
                  <c:v>0</c:v>
                </c:pt>
                <c:pt idx="7491">
                  <c:v>0</c:v>
                </c:pt>
                <c:pt idx="7492">
                  <c:v>0</c:v>
                </c:pt>
                <c:pt idx="7493">
                  <c:v>0</c:v>
                </c:pt>
                <c:pt idx="7494">
                  <c:v>0</c:v>
                </c:pt>
                <c:pt idx="7495">
                  <c:v>0</c:v>
                </c:pt>
                <c:pt idx="7496">
                  <c:v>353.23200000000003</c:v>
                </c:pt>
                <c:pt idx="7497">
                  <c:v>353.23200000000003</c:v>
                </c:pt>
                <c:pt idx="7498">
                  <c:v>353.23200000000003</c:v>
                </c:pt>
                <c:pt idx="7499">
                  <c:v>353.23200000000003</c:v>
                </c:pt>
                <c:pt idx="7500">
                  <c:v>353.23200000000003</c:v>
                </c:pt>
                <c:pt idx="7501">
                  <c:v>353.23200000000003</c:v>
                </c:pt>
                <c:pt idx="7502">
                  <c:v>353.23200000000003</c:v>
                </c:pt>
                <c:pt idx="7503">
                  <c:v>353.23200000000003</c:v>
                </c:pt>
                <c:pt idx="7504">
                  <c:v>353.23200000000003</c:v>
                </c:pt>
                <c:pt idx="7505">
                  <c:v>353.23200000000003</c:v>
                </c:pt>
                <c:pt idx="7506">
                  <c:v>353.23200000000003</c:v>
                </c:pt>
                <c:pt idx="7507">
                  <c:v>353.23200000000003</c:v>
                </c:pt>
                <c:pt idx="7508">
                  <c:v>353.23200000000003</c:v>
                </c:pt>
                <c:pt idx="7509">
                  <c:v>353.23200000000003</c:v>
                </c:pt>
                <c:pt idx="7510">
                  <c:v>0</c:v>
                </c:pt>
                <c:pt idx="7511">
                  <c:v>0</c:v>
                </c:pt>
                <c:pt idx="7512">
                  <c:v>0</c:v>
                </c:pt>
                <c:pt idx="7513">
                  <c:v>0</c:v>
                </c:pt>
                <c:pt idx="7514">
                  <c:v>0</c:v>
                </c:pt>
                <c:pt idx="7515">
                  <c:v>0</c:v>
                </c:pt>
                <c:pt idx="7516">
                  <c:v>0</c:v>
                </c:pt>
                <c:pt idx="7517">
                  <c:v>0</c:v>
                </c:pt>
                <c:pt idx="7518">
                  <c:v>0</c:v>
                </c:pt>
                <c:pt idx="7519">
                  <c:v>0</c:v>
                </c:pt>
                <c:pt idx="7520">
                  <c:v>353.23200000000003</c:v>
                </c:pt>
                <c:pt idx="7521">
                  <c:v>353.23200000000003</c:v>
                </c:pt>
                <c:pt idx="7522">
                  <c:v>353.23200000000003</c:v>
                </c:pt>
                <c:pt idx="7523">
                  <c:v>353.23200000000003</c:v>
                </c:pt>
                <c:pt idx="7524">
                  <c:v>353.23200000000003</c:v>
                </c:pt>
                <c:pt idx="7525">
                  <c:v>353.23200000000003</c:v>
                </c:pt>
                <c:pt idx="7526">
                  <c:v>353.23200000000003</c:v>
                </c:pt>
                <c:pt idx="7527">
                  <c:v>353.23200000000003</c:v>
                </c:pt>
                <c:pt idx="7528">
                  <c:v>353.23200000000003</c:v>
                </c:pt>
                <c:pt idx="7529">
                  <c:v>353.23200000000003</c:v>
                </c:pt>
                <c:pt idx="7530">
                  <c:v>353.23200000000003</c:v>
                </c:pt>
                <c:pt idx="7531">
                  <c:v>353.23200000000003</c:v>
                </c:pt>
                <c:pt idx="7532">
                  <c:v>353.23200000000003</c:v>
                </c:pt>
                <c:pt idx="7533">
                  <c:v>353.23200000000003</c:v>
                </c:pt>
                <c:pt idx="7534">
                  <c:v>0</c:v>
                </c:pt>
                <c:pt idx="7535">
                  <c:v>0</c:v>
                </c:pt>
                <c:pt idx="7536">
                  <c:v>0</c:v>
                </c:pt>
                <c:pt idx="7537">
                  <c:v>0</c:v>
                </c:pt>
                <c:pt idx="7538">
                  <c:v>0</c:v>
                </c:pt>
                <c:pt idx="7539">
                  <c:v>0</c:v>
                </c:pt>
                <c:pt idx="7540">
                  <c:v>0</c:v>
                </c:pt>
                <c:pt idx="7541">
                  <c:v>0</c:v>
                </c:pt>
                <c:pt idx="7542">
                  <c:v>0</c:v>
                </c:pt>
                <c:pt idx="7543">
                  <c:v>0</c:v>
                </c:pt>
                <c:pt idx="7544">
                  <c:v>353.23200000000003</c:v>
                </c:pt>
                <c:pt idx="7545">
                  <c:v>353.23200000000003</c:v>
                </c:pt>
                <c:pt idx="7546">
                  <c:v>353.23200000000003</c:v>
                </c:pt>
                <c:pt idx="7547">
                  <c:v>353.23200000000003</c:v>
                </c:pt>
                <c:pt idx="7548">
                  <c:v>353.23200000000003</c:v>
                </c:pt>
                <c:pt idx="7549">
                  <c:v>353.23200000000003</c:v>
                </c:pt>
                <c:pt idx="7550">
                  <c:v>353.23200000000003</c:v>
                </c:pt>
                <c:pt idx="7551">
                  <c:v>353.23200000000003</c:v>
                </c:pt>
                <c:pt idx="7552">
                  <c:v>353.23200000000003</c:v>
                </c:pt>
                <c:pt idx="7553">
                  <c:v>353.23200000000003</c:v>
                </c:pt>
                <c:pt idx="7554">
                  <c:v>353.23200000000003</c:v>
                </c:pt>
                <c:pt idx="7555">
                  <c:v>353.23200000000003</c:v>
                </c:pt>
                <c:pt idx="7556">
                  <c:v>353.23200000000003</c:v>
                </c:pt>
                <c:pt idx="7557">
                  <c:v>353.23200000000003</c:v>
                </c:pt>
                <c:pt idx="7558">
                  <c:v>0</c:v>
                </c:pt>
                <c:pt idx="7559">
                  <c:v>0</c:v>
                </c:pt>
                <c:pt idx="7560">
                  <c:v>0</c:v>
                </c:pt>
                <c:pt idx="7561">
                  <c:v>0</c:v>
                </c:pt>
                <c:pt idx="7562">
                  <c:v>0</c:v>
                </c:pt>
                <c:pt idx="7563">
                  <c:v>0</c:v>
                </c:pt>
                <c:pt idx="7564">
                  <c:v>0</c:v>
                </c:pt>
                <c:pt idx="7565">
                  <c:v>0</c:v>
                </c:pt>
                <c:pt idx="7566">
                  <c:v>0</c:v>
                </c:pt>
                <c:pt idx="7567">
                  <c:v>0</c:v>
                </c:pt>
                <c:pt idx="7568">
                  <c:v>353.23200000000003</c:v>
                </c:pt>
                <c:pt idx="7569">
                  <c:v>353.23200000000003</c:v>
                </c:pt>
                <c:pt idx="7570">
                  <c:v>353.23200000000003</c:v>
                </c:pt>
                <c:pt idx="7571">
                  <c:v>353.23200000000003</c:v>
                </c:pt>
                <c:pt idx="7572">
                  <c:v>353.23200000000003</c:v>
                </c:pt>
                <c:pt idx="7573">
                  <c:v>353.23200000000003</c:v>
                </c:pt>
                <c:pt idx="7574">
                  <c:v>353.23200000000003</c:v>
                </c:pt>
                <c:pt idx="7575">
                  <c:v>353.23200000000003</c:v>
                </c:pt>
                <c:pt idx="7576">
                  <c:v>353.23200000000003</c:v>
                </c:pt>
                <c:pt idx="7577">
                  <c:v>353.23200000000003</c:v>
                </c:pt>
                <c:pt idx="7578">
                  <c:v>353.23200000000003</c:v>
                </c:pt>
                <c:pt idx="7579">
                  <c:v>353.23200000000003</c:v>
                </c:pt>
                <c:pt idx="7580">
                  <c:v>353.23200000000003</c:v>
                </c:pt>
                <c:pt idx="7581">
                  <c:v>353.23200000000003</c:v>
                </c:pt>
                <c:pt idx="7582">
                  <c:v>0</c:v>
                </c:pt>
                <c:pt idx="7583">
                  <c:v>0</c:v>
                </c:pt>
                <c:pt idx="7584">
                  <c:v>0</c:v>
                </c:pt>
                <c:pt idx="7585">
                  <c:v>0</c:v>
                </c:pt>
                <c:pt idx="7586">
                  <c:v>0</c:v>
                </c:pt>
                <c:pt idx="7587">
                  <c:v>0</c:v>
                </c:pt>
                <c:pt idx="7588">
                  <c:v>0</c:v>
                </c:pt>
                <c:pt idx="7589">
                  <c:v>0</c:v>
                </c:pt>
                <c:pt idx="7590">
                  <c:v>0</c:v>
                </c:pt>
                <c:pt idx="7591">
                  <c:v>0</c:v>
                </c:pt>
                <c:pt idx="7592">
                  <c:v>353.23200000000003</c:v>
                </c:pt>
                <c:pt idx="7593">
                  <c:v>353.23200000000003</c:v>
                </c:pt>
                <c:pt idx="7594">
                  <c:v>353.23200000000003</c:v>
                </c:pt>
                <c:pt idx="7595">
                  <c:v>353.23200000000003</c:v>
                </c:pt>
                <c:pt idx="7596">
                  <c:v>353.23200000000003</c:v>
                </c:pt>
                <c:pt idx="7597">
                  <c:v>353.23200000000003</c:v>
                </c:pt>
                <c:pt idx="7598">
                  <c:v>353.23200000000003</c:v>
                </c:pt>
                <c:pt idx="7599">
                  <c:v>353.23200000000003</c:v>
                </c:pt>
                <c:pt idx="7600">
                  <c:v>353.23200000000003</c:v>
                </c:pt>
                <c:pt idx="7601">
                  <c:v>353.23200000000003</c:v>
                </c:pt>
                <c:pt idx="7602">
                  <c:v>353.23200000000003</c:v>
                </c:pt>
                <c:pt idx="7603">
                  <c:v>353.23200000000003</c:v>
                </c:pt>
                <c:pt idx="7604">
                  <c:v>353.23200000000003</c:v>
                </c:pt>
                <c:pt idx="7605">
                  <c:v>353.23200000000003</c:v>
                </c:pt>
                <c:pt idx="7606">
                  <c:v>0</c:v>
                </c:pt>
                <c:pt idx="7607">
                  <c:v>0</c:v>
                </c:pt>
                <c:pt idx="7608">
                  <c:v>0</c:v>
                </c:pt>
                <c:pt idx="7609">
                  <c:v>0</c:v>
                </c:pt>
                <c:pt idx="7610">
                  <c:v>0</c:v>
                </c:pt>
                <c:pt idx="7611">
                  <c:v>0</c:v>
                </c:pt>
                <c:pt idx="7612">
                  <c:v>0</c:v>
                </c:pt>
                <c:pt idx="7613">
                  <c:v>0</c:v>
                </c:pt>
                <c:pt idx="7614">
                  <c:v>0</c:v>
                </c:pt>
                <c:pt idx="7615">
                  <c:v>0</c:v>
                </c:pt>
                <c:pt idx="7616">
                  <c:v>353.23200000000003</c:v>
                </c:pt>
                <c:pt idx="7617">
                  <c:v>353.23200000000003</c:v>
                </c:pt>
                <c:pt idx="7618">
                  <c:v>353.23200000000003</c:v>
                </c:pt>
                <c:pt idx="7619">
                  <c:v>353.23200000000003</c:v>
                </c:pt>
                <c:pt idx="7620">
                  <c:v>353.23200000000003</c:v>
                </c:pt>
                <c:pt idx="7621">
                  <c:v>353.23200000000003</c:v>
                </c:pt>
                <c:pt idx="7622">
                  <c:v>353.23200000000003</c:v>
                </c:pt>
                <c:pt idx="7623">
                  <c:v>353.23200000000003</c:v>
                </c:pt>
                <c:pt idx="7624">
                  <c:v>353.23200000000003</c:v>
                </c:pt>
                <c:pt idx="7625">
                  <c:v>353.23200000000003</c:v>
                </c:pt>
                <c:pt idx="7626">
                  <c:v>353.23200000000003</c:v>
                </c:pt>
                <c:pt idx="7627">
                  <c:v>353.23200000000003</c:v>
                </c:pt>
                <c:pt idx="7628">
                  <c:v>353.23200000000003</c:v>
                </c:pt>
                <c:pt idx="7629">
                  <c:v>353.23200000000003</c:v>
                </c:pt>
                <c:pt idx="7630">
                  <c:v>0</c:v>
                </c:pt>
                <c:pt idx="7631">
                  <c:v>0</c:v>
                </c:pt>
                <c:pt idx="7632">
                  <c:v>0</c:v>
                </c:pt>
                <c:pt idx="7633">
                  <c:v>0</c:v>
                </c:pt>
                <c:pt idx="7634">
                  <c:v>0</c:v>
                </c:pt>
                <c:pt idx="7635">
                  <c:v>0</c:v>
                </c:pt>
                <c:pt idx="7636">
                  <c:v>0</c:v>
                </c:pt>
                <c:pt idx="7637">
                  <c:v>0</c:v>
                </c:pt>
                <c:pt idx="7638">
                  <c:v>0</c:v>
                </c:pt>
                <c:pt idx="7639">
                  <c:v>0</c:v>
                </c:pt>
                <c:pt idx="7640">
                  <c:v>353.23200000000003</c:v>
                </c:pt>
                <c:pt idx="7641">
                  <c:v>353.23200000000003</c:v>
                </c:pt>
                <c:pt idx="7642">
                  <c:v>353.23200000000003</c:v>
                </c:pt>
                <c:pt idx="7643">
                  <c:v>353.23200000000003</c:v>
                </c:pt>
                <c:pt idx="7644">
                  <c:v>353.23200000000003</c:v>
                </c:pt>
                <c:pt idx="7645">
                  <c:v>353.23200000000003</c:v>
                </c:pt>
                <c:pt idx="7646">
                  <c:v>353.23200000000003</c:v>
                </c:pt>
                <c:pt idx="7647">
                  <c:v>353.23200000000003</c:v>
                </c:pt>
                <c:pt idx="7648">
                  <c:v>353.23200000000003</c:v>
                </c:pt>
                <c:pt idx="7649">
                  <c:v>353.23200000000003</c:v>
                </c:pt>
                <c:pt idx="7650">
                  <c:v>353.23200000000003</c:v>
                </c:pt>
                <c:pt idx="7651">
                  <c:v>353.23200000000003</c:v>
                </c:pt>
                <c:pt idx="7652">
                  <c:v>353.23200000000003</c:v>
                </c:pt>
                <c:pt idx="7653">
                  <c:v>353.23200000000003</c:v>
                </c:pt>
                <c:pt idx="7654">
                  <c:v>0</c:v>
                </c:pt>
                <c:pt idx="7655">
                  <c:v>0</c:v>
                </c:pt>
                <c:pt idx="7656">
                  <c:v>0</c:v>
                </c:pt>
                <c:pt idx="7657">
                  <c:v>0</c:v>
                </c:pt>
                <c:pt idx="7658">
                  <c:v>0</c:v>
                </c:pt>
                <c:pt idx="7659">
                  <c:v>0</c:v>
                </c:pt>
                <c:pt idx="7660">
                  <c:v>0</c:v>
                </c:pt>
                <c:pt idx="7661">
                  <c:v>0</c:v>
                </c:pt>
                <c:pt idx="7662">
                  <c:v>0</c:v>
                </c:pt>
                <c:pt idx="7663">
                  <c:v>0</c:v>
                </c:pt>
                <c:pt idx="7664">
                  <c:v>353.23200000000003</c:v>
                </c:pt>
                <c:pt idx="7665">
                  <c:v>353.23200000000003</c:v>
                </c:pt>
                <c:pt idx="7666">
                  <c:v>353.23200000000003</c:v>
                </c:pt>
                <c:pt idx="7667">
                  <c:v>353.23200000000003</c:v>
                </c:pt>
                <c:pt idx="7668">
                  <c:v>353.23200000000003</c:v>
                </c:pt>
                <c:pt idx="7669">
                  <c:v>353.23200000000003</c:v>
                </c:pt>
                <c:pt idx="7670">
                  <c:v>353.23200000000003</c:v>
                </c:pt>
                <c:pt idx="7671">
                  <c:v>353.23200000000003</c:v>
                </c:pt>
                <c:pt idx="7672">
                  <c:v>353.23200000000003</c:v>
                </c:pt>
                <c:pt idx="7673">
                  <c:v>353.23200000000003</c:v>
                </c:pt>
                <c:pt idx="7674">
                  <c:v>353.23200000000003</c:v>
                </c:pt>
                <c:pt idx="7675">
                  <c:v>353.23200000000003</c:v>
                </c:pt>
                <c:pt idx="7676">
                  <c:v>353.23200000000003</c:v>
                </c:pt>
                <c:pt idx="7677">
                  <c:v>353.23200000000003</c:v>
                </c:pt>
                <c:pt idx="7678">
                  <c:v>0</c:v>
                </c:pt>
                <c:pt idx="7679">
                  <c:v>0</c:v>
                </c:pt>
                <c:pt idx="7680">
                  <c:v>0</c:v>
                </c:pt>
                <c:pt idx="7681">
                  <c:v>0</c:v>
                </c:pt>
                <c:pt idx="7682">
                  <c:v>0</c:v>
                </c:pt>
                <c:pt idx="7683">
                  <c:v>0</c:v>
                </c:pt>
                <c:pt idx="7684">
                  <c:v>0</c:v>
                </c:pt>
                <c:pt idx="7685">
                  <c:v>0</c:v>
                </c:pt>
                <c:pt idx="7686">
                  <c:v>0</c:v>
                </c:pt>
                <c:pt idx="7687">
                  <c:v>0</c:v>
                </c:pt>
                <c:pt idx="7688">
                  <c:v>353.23200000000003</c:v>
                </c:pt>
                <c:pt idx="7689">
                  <c:v>353.23200000000003</c:v>
                </c:pt>
                <c:pt idx="7690">
                  <c:v>353.23200000000003</c:v>
                </c:pt>
                <c:pt idx="7691">
                  <c:v>353.23200000000003</c:v>
                </c:pt>
                <c:pt idx="7692">
                  <c:v>353.23200000000003</c:v>
                </c:pt>
                <c:pt idx="7693">
                  <c:v>353.23200000000003</c:v>
                </c:pt>
                <c:pt idx="7694">
                  <c:v>353.23200000000003</c:v>
                </c:pt>
                <c:pt idx="7695">
                  <c:v>353.23200000000003</c:v>
                </c:pt>
                <c:pt idx="7696">
                  <c:v>353.23200000000003</c:v>
                </c:pt>
                <c:pt idx="7697">
                  <c:v>353.23200000000003</c:v>
                </c:pt>
                <c:pt idx="7698">
                  <c:v>353.23200000000003</c:v>
                </c:pt>
                <c:pt idx="7699">
                  <c:v>353.23200000000003</c:v>
                </c:pt>
                <c:pt idx="7700">
                  <c:v>353.23200000000003</c:v>
                </c:pt>
                <c:pt idx="7701">
                  <c:v>353.23200000000003</c:v>
                </c:pt>
                <c:pt idx="7702">
                  <c:v>0</c:v>
                </c:pt>
                <c:pt idx="7703">
                  <c:v>0</c:v>
                </c:pt>
                <c:pt idx="7704">
                  <c:v>0</c:v>
                </c:pt>
                <c:pt idx="7705">
                  <c:v>0</c:v>
                </c:pt>
                <c:pt idx="7706">
                  <c:v>0</c:v>
                </c:pt>
                <c:pt idx="7707">
                  <c:v>0</c:v>
                </c:pt>
                <c:pt idx="7708">
                  <c:v>0</c:v>
                </c:pt>
                <c:pt idx="7709">
                  <c:v>0</c:v>
                </c:pt>
                <c:pt idx="7710">
                  <c:v>0</c:v>
                </c:pt>
                <c:pt idx="7711">
                  <c:v>0</c:v>
                </c:pt>
                <c:pt idx="7712">
                  <c:v>353.23200000000003</c:v>
                </c:pt>
                <c:pt idx="7713">
                  <c:v>353.23200000000003</c:v>
                </c:pt>
                <c:pt idx="7714">
                  <c:v>353.23200000000003</c:v>
                </c:pt>
                <c:pt idx="7715">
                  <c:v>353.23200000000003</c:v>
                </c:pt>
                <c:pt idx="7716">
                  <c:v>353.23200000000003</c:v>
                </c:pt>
                <c:pt idx="7717">
                  <c:v>353.23200000000003</c:v>
                </c:pt>
                <c:pt idx="7718">
                  <c:v>353.23200000000003</c:v>
                </c:pt>
                <c:pt idx="7719">
                  <c:v>353.23200000000003</c:v>
                </c:pt>
                <c:pt idx="7720">
                  <c:v>353.23200000000003</c:v>
                </c:pt>
                <c:pt idx="7721">
                  <c:v>353.23200000000003</c:v>
                </c:pt>
                <c:pt idx="7722">
                  <c:v>353.23200000000003</c:v>
                </c:pt>
                <c:pt idx="7723">
                  <c:v>353.23200000000003</c:v>
                </c:pt>
                <c:pt idx="7724">
                  <c:v>353.23200000000003</c:v>
                </c:pt>
                <c:pt idx="7725">
                  <c:v>353.23200000000003</c:v>
                </c:pt>
                <c:pt idx="7726">
                  <c:v>0</c:v>
                </c:pt>
                <c:pt idx="7727">
                  <c:v>0</c:v>
                </c:pt>
                <c:pt idx="7728">
                  <c:v>0</c:v>
                </c:pt>
                <c:pt idx="7729">
                  <c:v>0</c:v>
                </c:pt>
                <c:pt idx="7730">
                  <c:v>0</c:v>
                </c:pt>
                <c:pt idx="7731">
                  <c:v>0</c:v>
                </c:pt>
                <c:pt idx="7732">
                  <c:v>0</c:v>
                </c:pt>
                <c:pt idx="7733">
                  <c:v>0</c:v>
                </c:pt>
                <c:pt idx="7734">
                  <c:v>0</c:v>
                </c:pt>
                <c:pt idx="7735">
                  <c:v>0</c:v>
                </c:pt>
                <c:pt idx="7736">
                  <c:v>353.23200000000003</c:v>
                </c:pt>
                <c:pt idx="7737">
                  <c:v>353.23200000000003</c:v>
                </c:pt>
                <c:pt idx="7738">
                  <c:v>353.23200000000003</c:v>
                </c:pt>
                <c:pt idx="7739">
                  <c:v>353.23200000000003</c:v>
                </c:pt>
                <c:pt idx="7740">
                  <c:v>353.23200000000003</c:v>
                </c:pt>
                <c:pt idx="7741">
                  <c:v>353.23200000000003</c:v>
                </c:pt>
                <c:pt idx="7742">
                  <c:v>353.23200000000003</c:v>
                </c:pt>
                <c:pt idx="7743">
                  <c:v>353.23200000000003</c:v>
                </c:pt>
                <c:pt idx="7744">
                  <c:v>353.23200000000003</c:v>
                </c:pt>
                <c:pt idx="7745">
                  <c:v>353.23200000000003</c:v>
                </c:pt>
                <c:pt idx="7746">
                  <c:v>353.23200000000003</c:v>
                </c:pt>
                <c:pt idx="7747">
                  <c:v>353.23200000000003</c:v>
                </c:pt>
                <c:pt idx="7748">
                  <c:v>353.23200000000003</c:v>
                </c:pt>
                <c:pt idx="7749">
                  <c:v>353.23200000000003</c:v>
                </c:pt>
                <c:pt idx="7750">
                  <c:v>0</c:v>
                </c:pt>
                <c:pt idx="7751">
                  <c:v>0</c:v>
                </c:pt>
                <c:pt idx="7752">
                  <c:v>0</c:v>
                </c:pt>
                <c:pt idx="7753">
                  <c:v>0</c:v>
                </c:pt>
                <c:pt idx="7754">
                  <c:v>0</c:v>
                </c:pt>
                <c:pt idx="7755">
                  <c:v>0</c:v>
                </c:pt>
                <c:pt idx="7756">
                  <c:v>0</c:v>
                </c:pt>
                <c:pt idx="7757">
                  <c:v>0</c:v>
                </c:pt>
                <c:pt idx="7758">
                  <c:v>0</c:v>
                </c:pt>
                <c:pt idx="7759">
                  <c:v>0</c:v>
                </c:pt>
                <c:pt idx="7760">
                  <c:v>353.23200000000003</c:v>
                </c:pt>
                <c:pt idx="7761">
                  <c:v>353.23200000000003</c:v>
                </c:pt>
                <c:pt idx="7762">
                  <c:v>353.23200000000003</c:v>
                </c:pt>
                <c:pt idx="7763">
                  <c:v>353.23200000000003</c:v>
                </c:pt>
                <c:pt idx="7764">
                  <c:v>353.23200000000003</c:v>
                </c:pt>
                <c:pt idx="7765">
                  <c:v>353.23200000000003</c:v>
                </c:pt>
                <c:pt idx="7766">
                  <c:v>353.23200000000003</c:v>
                </c:pt>
                <c:pt idx="7767">
                  <c:v>353.23200000000003</c:v>
                </c:pt>
                <c:pt idx="7768">
                  <c:v>353.23200000000003</c:v>
                </c:pt>
                <c:pt idx="7769">
                  <c:v>353.23200000000003</c:v>
                </c:pt>
                <c:pt idx="7770">
                  <c:v>353.23200000000003</c:v>
                </c:pt>
                <c:pt idx="7771">
                  <c:v>353.23200000000003</c:v>
                </c:pt>
                <c:pt idx="7772">
                  <c:v>353.23200000000003</c:v>
                </c:pt>
                <c:pt idx="7773">
                  <c:v>353.23200000000003</c:v>
                </c:pt>
                <c:pt idx="7774">
                  <c:v>0</c:v>
                </c:pt>
                <c:pt idx="7775">
                  <c:v>0</c:v>
                </c:pt>
                <c:pt idx="7776">
                  <c:v>0</c:v>
                </c:pt>
                <c:pt idx="7777">
                  <c:v>0</c:v>
                </c:pt>
                <c:pt idx="7778">
                  <c:v>0</c:v>
                </c:pt>
                <c:pt idx="7779">
                  <c:v>0</c:v>
                </c:pt>
                <c:pt idx="7780">
                  <c:v>0</c:v>
                </c:pt>
                <c:pt idx="7781">
                  <c:v>0</c:v>
                </c:pt>
                <c:pt idx="7782">
                  <c:v>0</c:v>
                </c:pt>
                <c:pt idx="7783">
                  <c:v>0</c:v>
                </c:pt>
                <c:pt idx="7784">
                  <c:v>353.23200000000003</c:v>
                </c:pt>
                <c:pt idx="7785">
                  <c:v>353.23200000000003</c:v>
                </c:pt>
                <c:pt idx="7786">
                  <c:v>353.23200000000003</c:v>
                </c:pt>
                <c:pt idx="7787">
                  <c:v>353.23200000000003</c:v>
                </c:pt>
                <c:pt idx="7788">
                  <c:v>353.23200000000003</c:v>
                </c:pt>
                <c:pt idx="7789">
                  <c:v>353.23200000000003</c:v>
                </c:pt>
                <c:pt idx="7790">
                  <c:v>353.23200000000003</c:v>
                </c:pt>
                <c:pt idx="7791">
                  <c:v>353.23200000000003</c:v>
                </c:pt>
                <c:pt idx="7792">
                  <c:v>353.23200000000003</c:v>
                </c:pt>
                <c:pt idx="7793">
                  <c:v>353.23200000000003</c:v>
                </c:pt>
                <c:pt idx="7794">
                  <c:v>353.23200000000003</c:v>
                </c:pt>
                <c:pt idx="7795">
                  <c:v>353.23200000000003</c:v>
                </c:pt>
                <c:pt idx="7796">
                  <c:v>353.23200000000003</c:v>
                </c:pt>
                <c:pt idx="7797">
                  <c:v>353.23200000000003</c:v>
                </c:pt>
                <c:pt idx="7798">
                  <c:v>0</c:v>
                </c:pt>
                <c:pt idx="7799">
                  <c:v>0</c:v>
                </c:pt>
                <c:pt idx="7800">
                  <c:v>0</c:v>
                </c:pt>
                <c:pt idx="7801">
                  <c:v>0</c:v>
                </c:pt>
                <c:pt idx="7802">
                  <c:v>0</c:v>
                </c:pt>
                <c:pt idx="7803">
                  <c:v>0</c:v>
                </c:pt>
                <c:pt idx="7804">
                  <c:v>0</c:v>
                </c:pt>
                <c:pt idx="7805">
                  <c:v>0</c:v>
                </c:pt>
                <c:pt idx="7806">
                  <c:v>0</c:v>
                </c:pt>
                <c:pt idx="7807">
                  <c:v>0</c:v>
                </c:pt>
                <c:pt idx="7808">
                  <c:v>353.23200000000003</c:v>
                </c:pt>
                <c:pt idx="7809">
                  <c:v>353.23200000000003</c:v>
                </c:pt>
                <c:pt idx="7810">
                  <c:v>353.23200000000003</c:v>
                </c:pt>
                <c:pt idx="7811">
                  <c:v>353.23200000000003</c:v>
                </c:pt>
                <c:pt idx="7812">
                  <c:v>353.23200000000003</c:v>
                </c:pt>
                <c:pt idx="7813">
                  <c:v>353.23200000000003</c:v>
                </c:pt>
                <c:pt idx="7814">
                  <c:v>353.23200000000003</c:v>
                </c:pt>
                <c:pt idx="7815">
                  <c:v>353.23200000000003</c:v>
                </c:pt>
                <c:pt idx="7816">
                  <c:v>353.23200000000003</c:v>
                </c:pt>
                <c:pt idx="7817">
                  <c:v>353.23200000000003</c:v>
                </c:pt>
                <c:pt idx="7818">
                  <c:v>353.23200000000003</c:v>
                </c:pt>
                <c:pt idx="7819">
                  <c:v>353.23200000000003</c:v>
                </c:pt>
                <c:pt idx="7820">
                  <c:v>353.23200000000003</c:v>
                </c:pt>
                <c:pt idx="7821">
                  <c:v>353.23200000000003</c:v>
                </c:pt>
                <c:pt idx="7822">
                  <c:v>0</c:v>
                </c:pt>
                <c:pt idx="7823">
                  <c:v>0</c:v>
                </c:pt>
                <c:pt idx="7824">
                  <c:v>0</c:v>
                </c:pt>
                <c:pt idx="7825">
                  <c:v>0</c:v>
                </c:pt>
                <c:pt idx="7826">
                  <c:v>0</c:v>
                </c:pt>
                <c:pt idx="7827">
                  <c:v>0</c:v>
                </c:pt>
                <c:pt idx="7828">
                  <c:v>0</c:v>
                </c:pt>
                <c:pt idx="7829">
                  <c:v>0</c:v>
                </c:pt>
                <c:pt idx="7830">
                  <c:v>0</c:v>
                </c:pt>
                <c:pt idx="7831">
                  <c:v>0</c:v>
                </c:pt>
                <c:pt idx="7832">
                  <c:v>353.23200000000003</c:v>
                </c:pt>
                <c:pt idx="7833">
                  <c:v>353.23200000000003</c:v>
                </c:pt>
                <c:pt idx="7834">
                  <c:v>353.23200000000003</c:v>
                </c:pt>
                <c:pt idx="7835">
                  <c:v>353.23200000000003</c:v>
                </c:pt>
                <c:pt idx="7836">
                  <c:v>353.23200000000003</c:v>
                </c:pt>
                <c:pt idx="7837">
                  <c:v>353.23200000000003</c:v>
                </c:pt>
                <c:pt idx="7838">
                  <c:v>353.23200000000003</c:v>
                </c:pt>
                <c:pt idx="7839">
                  <c:v>353.23200000000003</c:v>
                </c:pt>
                <c:pt idx="7840">
                  <c:v>353.23200000000003</c:v>
                </c:pt>
                <c:pt idx="7841">
                  <c:v>353.23200000000003</c:v>
                </c:pt>
                <c:pt idx="7842">
                  <c:v>353.23200000000003</c:v>
                </c:pt>
                <c:pt idx="7843">
                  <c:v>353.23200000000003</c:v>
                </c:pt>
                <c:pt idx="7844">
                  <c:v>353.23200000000003</c:v>
                </c:pt>
                <c:pt idx="7845">
                  <c:v>353.23200000000003</c:v>
                </c:pt>
                <c:pt idx="7846">
                  <c:v>0</c:v>
                </c:pt>
                <c:pt idx="7847">
                  <c:v>0</c:v>
                </c:pt>
                <c:pt idx="7848">
                  <c:v>0</c:v>
                </c:pt>
                <c:pt idx="7849">
                  <c:v>0</c:v>
                </c:pt>
                <c:pt idx="7850">
                  <c:v>0</c:v>
                </c:pt>
                <c:pt idx="7851">
                  <c:v>0</c:v>
                </c:pt>
                <c:pt idx="7852">
                  <c:v>0</c:v>
                </c:pt>
                <c:pt idx="7853">
                  <c:v>0</c:v>
                </c:pt>
                <c:pt idx="7854">
                  <c:v>0</c:v>
                </c:pt>
                <c:pt idx="7855">
                  <c:v>0</c:v>
                </c:pt>
                <c:pt idx="7856">
                  <c:v>353.23200000000003</c:v>
                </c:pt>
                <c:pt idx="7857">
                  <c:v>353.23200000000003</c:v>
                </c:pt>
                <c:pt idx="7858">
                  <c:v>353.23200000000003</c:v>
                </c:pt>
                <c:pt idx="7859">
                  <c:v>353.23200000000003</c:v>
                </c:pt>
                <c:pt idx="7860">
                  <c:v>353.23200000000003</c:v>
                </c:pt>
                <c:pt idx="7861">
                  <c:v>353.23200000000003</c:v>
                </c:pt>
                <c:pt idx="7862">
                  <c:v>353.23200000000003</c:v>
                </c:pt>
                <c:pt idx="7863">
                  <c:v>353.23200000000003</c:v>
                </c:pt>
                <c:pt idx="7864">
                  <c:v>353.23200000000003</c:v>
                </c:pt>
                <c:pt idx="7865">
                  <c:v>353.23200000000003</c:v>
                </c:pt>
                <c:pt idx="7866">
                  <c:v>353.23200000000003</c:v>
                </c:pt>
                <c:pt idx="7867">
                  <c:v>353.23200000000003</c:v>
                </c:pt>
                <c:pt idx="7868">
                  <c:v>353.23200000000003</c:v>
                </c:pt>
                <c:pt idx="7869">
                  <c:v>353.23200000000003</c:v>
                </c:pt>
                <c:pt idx="7870">
                  <c:v>0</c:v>
                </c:pt>
                <c:pt idx="7871">
                  <c:v>0</c:v>
                </c:pt>
                <c:pt idx="7872">
                  <c:v>0</c:v>
                </c:pt>
                <c:pt idx="7873">
                  <c:v>0</c:v>
                </c:pt>
                <c:pt idx="7874">
                  <c:v>0</c:v>
                </c:pt>
                <c:pt idx="7875">
                  <c:v>0</c:v>
                </c:pt>
                <c:pt idx="7876">
                  <c:v>0</c:v>
                </c:pt>
                <c:pt idx="7877">
                  <c:v>0</c:v>
                </c:pt>
                <c:pt idx="7878">
                  <c:v>0</c:v>
                </c:pt>
                <c:pt idx="7879">
                  <c:v>0</c:v>
                </c:pt>
                <c:pt idx="7880">
                  <c:v>353.23200000000003</c:v>
                </c:pt>
                <c:pt idx="7881">
                  <c:v>353.23200000000003</c:v>
                </c:pt>
                <c:pt idx="7882">
                  <c:v>353.23200000000003</c:v>
                </c:pt>
                <c:pt idx="7883">
                  <c:v>353.23200000000003</c:v>
                </c:pt>
                <c:pt idx="7884">
                  <c:v>353.23200000000003</c:v>
                </c:pt>
                <c:pt idx="7885">
                  <c:v>353.23200000000003</c:v>
                </c:pt>
                <c:pt idx="7886">
                  <c:v>353.23200000000003</c:v>
                </c:pt>
                <c:pt idx="7887">
                  <c:v>353.23200000000003</c:v>
                </c:pt>
                <c:pt idx="7888">
                  <c:v>353.23200000000003</c:v>
                </c:pt>
                <c:pt idx="7889">
                  <c:v>353.23200000000003</c:v>
                </c:pt>
                <c:pt idx="7890">
                  <c:v>353.23200000000003</c:v>
                </c:pt>
                <c:pt idx="7891">
                  <c:v>353.23200000000003</c:v>
                </c:pt>
                <c:pt idx="7892">
                  <c:v>353.23200000000003</c:v>
                </c:pt>
                <c:pt idx="7893">
                  <c:v>353.23200000000003</c:v>
                </c:pt>
                <c:pt idx="7894">
                  <c:v>0</c:v>
                </c:pt>
                <c:pt idx="7895">
                  <c:v>0</c:v>
                </c:pt>
                <c:pt idx="7896">
                  <c:v>0</c:v>
                </c:pt>
                <c:pt idx="7897">
                  <c:v>0</c:v>
                </c:pt>
                <c:pt idx="7898">
                  <c:v>0</c:v>
                </c:pt>
                <c:pt idx="7899">
                  <c:v>0</c:v>
                </c:pt>
                <c:pt idx="7900">
                  <c:v>0</c:v>
                </c:pt>
                <c:pt idx="7901">
                  <c:v>0</c:v>
                </c:pt>
                <c:pt idx="7902">
                  <c:v>0</c:v>
                </c:pt>
                <c:pt idx="7903">
                  <c:v>0</c:v>
                </c:pt>
                <c:pt idx="7904">
                  <c:v>353.23200000000003</c:v>
                </c:pt>
                <c:pt idx="7905">
                  <c:v>353.23200000000003</c:v>
                </c:pt>
                <c:pt idx="7906">
                  <c:v>353.23200000000003</c:v>
                </c:pt>
                <c:pt idx="7907">
                  <c:v>353.23200000000003</c:v>
                </c:pt>
                <c:pt idx="7908">
                  <c:v>353.23200000000003</c:v>
                </c:pt>
                <c:pt idx="7909">
                  <c:v>353.23200000000003</c:v>
                </c:pt>
                <c:pt idx="7910">
                  <c:v>353.23200000000003</c:v>
                </c:pt>
                <c:pt idx="7911">
                  <c:v>353.23200000000003</c:v>
                </c:pt>
                <c:pt idx="7912">
                  <c:v>353.23200000000003</c:v>
                </c:pt>
                <c:pt idx="7913">
                  <c:v>353.23200000000003</c:v>
                </c:pt>
                <c:pt idx="7914">
                  <c:v>353.23200000000003</c:v>
                </c:pt>
                <c:pt idx="7915">
                  <c:v>353.23200000000003</c:v>
                </c:pt>
                <c:pt idx="7916">
                  <c:v>353.23200000000003</c:v>
                </c:pt>
                <c:pt idx="7917">
                  <c:v>353.23200000000003</c:v>
                </c:pt>
                <c:pt idx="7918">
                  <c:v>0</c:v>
                </c:pt>
                <c:pt idx="7919">
                  <c:v>0</c:v>
                </c:pt>
                <c:pt idx="7920">
                  <c:v>0</c:v>
                </c:pt>
                <c:pt idx="7921">
                  <c:v>0</c:v>
                </c:pt>
                <c:pt idx="7922">
                  <c:v>0</c:v>
                </c:pt>
                <c:pt idx="7923">
                  <c:v>0</c:v>
                </c:pt>
                <c:pt idx="7924">
                  <c:v>0</c:v>
                </c:pt>
                <c:pt idx="7925">
                  <c:v>0</c:v>
                </c:pt>
                <c:pt idx="7926">
                  <c:v>0</c:v>
                </c:pt>
                <c:pt idx="7927">
                  <c:v>0</c:v>
                </c:pt>
                <c:pt idx="7928">
                  <c:v>353.23200000000003</c:v>
                </c:pt>
                <c:pt idx="7929">
                  <c:v>353.23200000000003</c:v>
                </c:pt>
                <c:pt idx="7930">
                  <c:v>353.23200000000003</c:v>
                </c:pt>
                <c:pt idx="7931">
                  <c:v>353.23200000000003</c:v>
                </c:pt>
                <c:pt idx="7932">
                  <c:v>353.23200000000003</c:v>
                </c:pt>
                <c:pt idx="7933">
                  <c:v>353.23200000000003</c:v>
                </c:pt>
                <c:pt idx="7934">
                  <c:v>353.23200000000003</c:v>
                </c:pt>
                <c:pt idx="7935">
                  <c:v>353.23200000000003</c:v>
                </c:pt>
                <c:pt idx="7936">
                  <c:v>353.23200000000003</c:v>
                </c:pt>
                <c:pt idx="7937">
                  <c:v>353.23200000000003</c:v>
                </c:pt>
                <c:pt idx="7938">
                  <c:v>353.23200000000003</c:v>
                </c:pt>
                <c:pt idx="7939">
                  <c:v>353.23200000000003</c:v>
                </c:pt>
                <c:pt idx="7940">
                  <c:v>353.23200000000003</c:v>
                </c:pt>
                <c:pt idx="7941">
                  <c:v>353.23200000000003</c:v>
                </c:pt>
                <c:pt idx="7942">
                  <c:v>0</c:v>
                </c:pt>
                <c:pt idx="7943">
                  <c:v>0</c:v>
                </c:pt>
                <c:pt idx="7944">
                  <c:v>0</c:v>
                </c:pt>
                <c:pt idx="7945">
                  <c:v>0</c:v>
                </c:pt>
                <c:pt idx="7946">
                  <c:v>0</c:v>
                </c:pt>
                <c:pt idx="7947">
                  <c:v>0</c:v>
                </c:pt>
                <c:pt idx="7948">
                  <c:v>0</c:v>
                </c:pt>
                <c:pt idx="7949">
                  <c:v>0</c:v>
                </c:pt>
                <c:pt idx="7950">
                  <c:v>0</c:v>
                </c:pt>
                <c:pt idx="7951">
                  <c:v>0</c:v>
                </c:pt>
                <c:pt idx="7952">
                  <c:v>353.23200000000003</c:v>
                </c:pt>
                <c:pt idx="7953">
                  <c:v>353.23200000000003</c:v>
                </c:pt>
                <c:pt idx="7954">
                  <c:v>353.23200000000003</c:v>
                </c:pt>
                <c:pt idx="7955">
                  <c:v>353.23200000000003</c:v>
                </c:pt>
                <c:pt idx="7956">
                  <c:v>353.23200000000003</c:v>
                </c:pt>
                <c:pt idx="7957">
                  <c:v>353.23200000000003</c:v>
                </c:pt>
                <c:pt idx="7958">
                  <c:v>353.23200000000003</c:v>
                </c:pt>
                <c:pt idx="7959">
                  <c:v>353.23200000000003</c:v>
                </c:pt>
                <c:pt idx="7960">
                  <c:v>353.23200000000003</c:v>
                </c:pt>
                <c:pt idx="7961">
                  <c:v>353.23200000000003</c:v>
                </c:pt>
                <c:pt idx="7962">
                  <c:v>353.23200000000003</c:v>
                </c:pt>
                <c:pt idx="7963">
                  <c:v>353.23200000000003</c:v>
                </c:pt>
                <c:pt idx="7964">
                  <c:v>353.23200000000003</c:v>
                </c:pt>
                <c:pt idx="7965">
                  <c:v>353.23200000000003</c:v>
                </c:pt>
                <c:pt idx="7966">
                  <c:v>0</c:v>
                </c:pt>
                <c:pt idx="7967">
                  <c:v>0</c:v>
                </c:pt>
                <c:pt idx="7968">
                  <c:v>0</c:v>
                </c:pt>
                <c:pt idx="7969">
                  <c:v>0</c:v>
                </c:pt>
                <c:pt idx="7970">
                  <c:v>0</c:v>
                </c:pt>
                <c:pt idx="7971">
                  <c:v>0</c:v>
                </c:pt>
                <c:pt idx="7972">
                  <c:v>0</c:v>
                </c:pt>
                <c:pt idx="7973">
                  <c:v>0</c:v>
                </c:pt>
                <c:pt idx="7974">
                  <c:v>0</c:v>
                </c:pt>
                <c:pt idx="7975">
                  <c:v>0</c:v>
                </c:pt>
                <c:pt idx="7976">
                  <c:v>353.23200000000003</c:v>
                </c:pt>
                <c:pt idx="7977">
                  <c:v>353.23200000000003</c:v>
                </c:pt>
                <c:pt idx="7978">
                  <c:v>353.23200000000003</c:v>
                </c:pt>
                <c:pt idx="7979">
                  <c:v>353.23200000000003</c:v>
                </c:pt>
                <c:pt idx="7980">
                  <c:v>353.23200000000003</c:v>
                </c:pt>
                <c:pt idx="7981">
                  <c:v>353.23200000000003</c:v>
                </c:pt>
                <c:pt idx="7982">
                  <c:v>353.23200000000003</c:v>
                </c:pt>
                <c:pt idx="7983">
                  <c:v>353.23200000000003</c:v>
                </c:pt>
                <c:pt idx="7984">
                  <c:v>353.23200000000003</c:v>
                </c:pt>
                <c:pt idx="7985">
                  <c:v>353.23200000000003</c:v>
                </c:pt>
                <c:pt idx="7986">
                  <c:v>353.23200000000003</c:v>
                </c:pt>
                <c:pt idx="7987">
                  <c:v>353.23200000000003</c:v>
                </c:pt>
                <c:pt idx="7988">
                  <c:v>353.23200000000003</c:v>
                </c:pt>
                <c:pt idx="7989">
                  <c:v>353.23200000000003</c:v>
                </c:pt>
                <c:pt idx="7990">
                  <c:v>0</c:v>
                </c:pt>
                <c:pt idx="7991">
                  <c:v>0</c:v>
                </c:pt>
                <c:pt idx="7992">
                  <c:v>0</c:v>
                </c:pt>
                <c:pt idx="7993">
                  <c:v>0</c:v>
                </c:pt>
                <c:pt idx="7994">
                  <c:v>0</c:v>
                </c:pt>
                <c:pt idx="7995">
                  <c:v>0</c:v>
                </c:pt>
                <c:pt idx="7996">
                  <c:v>0</c:v>
                </c:pt>
                <c:pt idx="7997">
                  <c:v>0</c:v>
                </c:pt>
                <c:pt idx="7998">
                  <c:v>0</c:v>
                </c:pt>
                <c:pt idx="7999">
                  <c:v>0</c:v>
                </c:pt>
                <c:pt idx="8000">
                  <c:v>353.23200000000003</c:v>
                </c:pt>
                <c:pt idx="8001">
                  <c:v>353.23200000000003</c:v>
                </c:pt>
                <c:pt idx="8002">
                  <c:v>353.23200000000003</c:v>
                </c:pt>
                <c:pt idx="8003">
                  <c:v>353.23200000000003</c:v>
                </c:pt>
                <c:pt idx="8004">
                  <c:v>353.23200000000003</c:v>
                </c:pt>
                <c:pt idx="8005">
                  <c:v>353.23200000000003</c:v>
                </c:pt>
                <c:pt idx="8006">
                  <c:v>353.23200000000003</c:v>
                </c:pt>
                <c:pt idx="8007">
                  <c:v>353.23200000000003</c:v>
                </c:pt>
                <c:pt idx="8008">
                  <c:v>353.23200000000003</c:v>
                </c:pt>
                <c:pt idx="8009">
                  <c:v>353.23200000000003</c:v>
                </c:pt>
                <c:pt idx="8010">
                  <c:v>353.23200000000003</c:v>
                </c:pt>
                <c:pt idx="8011">
                  <c:v>353.23200000000003</c:v>
                </c:pt>
                <c:pt idx="8012">
                  <c:v>353.23200000000003</c:v>
                </c:pt>
                <c:pt idx="8013">
                  <c:v>353.23200000000003</c:v>
                </c:pt>
                <c:pt idx="8014">
                  <c:v>0</c:v>
                </c:pt>
                <c:pt idx="8015">
                  <c:v>0</c:v>
                </c:pt>
                <c:pt idx="8016">
                  <c:v>0</c:v>
                </c:pt>
                <c:pt idx="8017">
                  <c:v>0</c:v>
                </c:pt>
                <c:pt idx="8018">
                  <c:v>0</c:v>
                </c:pt>
                <c:pt idx="8019">
                  <c:v>0</c:v>
                </c:pt>
                <c:pt idx="8020">
                  <c:v>0</c:v>
                </c:pt>
                <c:pt idx="8021">
                  <c:v>0</c:v>
                </c:pt>
                <c:pt idx="8022">
                  <c:v>0</c:v>
                </c:pt>
                <c:pt idx="8023">
                  <c:v>0</c:v>
                </c:pt>
                <c:pt idx="8024">
                  <c:v>353.23200000000003</c:v>
                </c:pt>
                <c:pt idx="8025">
                  <c:v>353.23200000000003</c:v>
                </c:pt>
                <c:pt idx="8026">
                  <c:v>353.23200000000003</c:v>
                </c:pt>
                <c:pt idx="8027">
                  <c:v>353.23200000000003</c:v>
                </c:pt>
                <c:pt idx="8028">
                  <c:v>353.23200000000003</c:v>
                </c:pt>
                <c:pt idx="8029">
                  <c:v>353.23200000000003</c:v>
                </c:pt>
                <c:pt idx="8030">
                  <c:v>353.23200000000003</c:v>
                </c:pt>
                <c:pt idx="8031">
                  <c:v>353.23200000000003</c:v>
                </c:pt>
                <c:pt idx="8032">
                  <c:v>353.23200000000003</c:v>
                </c:pt>
                <c:pt idx="8033">
                  <c:v>353.23200000000003</c:v>
                </c:pt>
                <c:pt idx="8034">
                  <c:v>353.23200000000003</c:v>
                </c:pt>
                <c:pt idx="8035">
                  <c:v>353.23200000000003</c:v>
                </c:pt>
                <c:pt idx="8036">
                  <c:v>353.23200000000003</c:v>
                </c:pt>
                <c:pt idx="8037">
                  <c:v>353.23200000000003</c:v>
                </c:pt>
                <c:pt idx="8038">
                  <c:v>0</c:v>
                </c:pt>
                <c:pt idx="8039">
                  <c:v>0</c:v>
                </c:pt>
                <c:pt idx="8040">
                  <c:v>0</c:v>
                </c:pt>
                <c:pt idx="8041">
                  <c:v>0</c:v>
                </c:pt>
                <c:pt idx="8042">
                  <c:v>0</c:v>
                </c:pt>
                <c:pt idx="8043">
                  <c:v>0</c:v>
                </c:pt>
                <c:pt idx="8044">
                  <c:v>0</c:v>
                </c:pt>
                <c:pt idx="8045">
                  <c:v>0</c:v>
                </c:pt>
                <c:pt idx="8046">
                  <c:v>0</c:v>
                </c:pt>
                <c:pt idx="8047">
                  <c:v>0</c:v>
                </c:pt>
                <c:pt idx="8048">
                  <c:v>353.23200000000003</c:v>
                </c:pt>
                <c:pt idx="8049">
                  <c:v>353.23200000000003</c:v>
                </c:pt>
                <c:pt idx="8050">
                  <c:v>353.23200000000003</c:v>
                </c:pt>
                <c:pt idx="8051">
                  <c:v>353.23200000000003</c:v>
                </c:pt>
                <c:pt idx="8052">
                  <c:v>353.23200000000003</c:v>
                </c:pt>
                <c:pt idx="8053">
                  <c:v>353.23200000000003</c:v>
                </c:pt>
                <c:pt idx="8054">
                  <c:v>353.23200000000003</c:v>
                </c:pt>
                <c:pt idx="8055">
                  <c:v>353.23200000000003</c:v>
                </c:pt>
                <c:pt idx="8056">
                  <c:v>353.23200000000003</c:v>
                </c:pt>
                <c:pt idx="8057">
                  <c:v>353.23200000000003</c:v>
                </c:pt>
                <c:pt idx="8058">
                  <c:v>353.23200000000003</c:v>
                </c:pt>
                <c:pt idx="8059">
                  <c:v>353.23200000000003</c:v>
                </c:pt>
                <c:pt idx="8060">
                  <c:v>353.23200000000003</c:v>
                </c:pt>
                <c:pt idx="8061">
                  <c:v>353.23200000000003</c:v>
                </c:pt>
                <c:pt idx="8062">
                  <c:v>0</c:v>
                </c:pt>
                <c:pt idx="8063">
                  <c:v>0</c:v>
                </c:pt>
                <c:pt idx="8064">
                  <c:v>0</c:v>
                </c:pt>
                <c:pt idx="8065">
                  <c:v>0</c:v>
                </c:pt>
                <c:pt idx="8066">
                  <c:v>0</c:v>
                </c:pt>
                <c:pt idx="8067">
                  <c:v>0</c:v>
                </c:pt>
                <c:pt idx="8068">
                  <c:v>0</c:v>
                </c:pt>
                <c:pt idx="8069">
                  <c:v>0</c:v>
                </c:pt>
                <c:pt idx="8070">
                  <c:v>0</c:v>
                </c:pt>
                <c:pt idx="8071">
                  <c:v>0</c:v>
                </c:pt>
                <c:pt idx="8072">
                  <c:v>353.23200000000003</c:v>
                </c:pt>
                <c:pt idx="8073">
                  <c:v>353.23200000000003</c:v>
                </c:pt>
                <c:pt idx="8074">
                  <c:v>353.23200000000003</c:v>
                </c:pt>
                <c:pt idx="8075">
                  <c:v>353.23200000000003</c:v>
                </c:pt>
                <c:pt idx="8076">
                  <c:v>353.23200000000003</c:v>
                </c:pt>
                <c:pt idx="8077">
                  <c:v>353.23200000000003</c:v>
                </c:pt>
                <c:pt idx="8078">
                  <c:v>353.23200000000003</c:v>
                </c:pt>
                <c:pt idx="8079">
                  <c:v>353.23200000000003</c:v>
                </c:pt>
                <c:pt idx="8080">
                  <c:v>353.23200000000003</c:v>
                </c:pt>
                <c:pt idx="8081">
                  <c:v>353.23200000000003</c:v>
                </c:pt>
                <c:pt idx="8082">
                  <c:v>353.23200000000003</c:v>
                </c:pt>
                <c:pt idx="8083">
                  <c:v>353.23200000000003</c:v>
                </c:pt>
                <c:pt idx="8084">
                  <c:v>353.23200000000003</c:v>
                </c:pt>
                <c:pt idx="8085">
                  <c:v>353.23200000000003</c:v>
                </c:pt>
                <c:pt idx="8086">
                  <c:v>0</c:v>
                </c:pt>
                <c:pt idx="8087">
                  <c:v>0</c:v>
                </c:pt>
                <c:pt idx="8088">
                  <c:v>0</c:v>
                </c:pt>
                <c:pt idx="8089">
                  <c:v>0</c:v>
                </c:pt>
                <c:pt idx="8090">
                  <c:v>0</c:v>
                </c:pt>
                <c:pt idx="8091">
                  <c:v>0</c:v>
                </c:pt>
                <c:pt idx="8092">
                  <c:v>0</c:v>
                </c:pt>
                <c:pt idx="8093">
                  <c:v>0</c:v>
                </c:pt>
                <c:pt idx="8094">
                  <c:v>0</c:v>
                </c:pt>
                <c:pt idx="8095">
                  <c:v>0</c:v>
                </c:pt>
                <c:pt idx="8096">
                  <c:v>353.23200000000003</c:v>
                </c:pt>
                <c:pt idx="8097">
                  <c:v>353.23200000000003</c:v>
                </c:pt>
                <c:pt idx="8098">
                  <c:v>353.23200000000003</c:v>
                </c:pt>
                <c:pt idx="8099">
                  <c:v>353.23200000000003</c:v>
                </c:pt>
                <c:pt idx="8100">
                  <c:v>353.23200000000003</c:v>
                </c:pt>
                <c:pt idx="8101">
                  <c:v>353.23200000000003</c:v>
                </c:pt>
                <c:pt idx="8102">
                  <c:v>353.23200000000003</c:v>
                </c:pt>
                <c:pt idx="8103">
                  <c:v>353.23200000000003</c:v>
                </c:pt>
                <c:pt idx="8104">
                  <c:v>353.23200000000003</c:v>
                </c:pt>
                <c:pt idx="8105">
                  <c:v>353.23200000000003</c:v>
                </c:pt>
                <c:pt idx="8106">
                  <c:v>353.23200000000003</c:v>
                </c:pt>
                <c:pt idx="8107">
                  <c:v>353.23200000000003</c:v>
                </c:pt>
                <c:pt idx="8108">
                  <c:v>353.23200000000003</c:v>
                </c:pt>
                <c:pt idx="8109">
                  <c:v>353.23200000000003</c:v>
                </c:pt>
                <c:pt idx="8110">
                  <c:v>0</c:v>
                </c:pt>
                <c:pt idx="8111">
                  <c:v>0</c:v>
                </c:pt>
                <c:pt idx="8112">
                  <c:v>0</c:v>
                </c:pt>
                <c:pt idx="8113">
                  <c:v>0</c:v>
                </c:pt>
                <c:pt idx="8114">
                  <c:v>0</c:v>
                </c:pt>
                <c:pt idx="8115">
                  <c:v>0</c:v>
                </c:pt>
                <c:pt idx="8116">
                  <c:v>0</c:v>
                </c:pt>
                <c:pt idx="8117">
                  <c:v>0</c:v>
                </c:pt>
                <c:pt idx="8118">
                  <c:v>0</c:v>
                </c:pt>
                <c:pt idx="8119">
                  <c:v>0</c:v>
                </c:pt>
                <c:pt idx="8120">
                  <c:v>353.23200000000003</c:v>
                </c:pt>
                <c:pt idx="8121">
                  <c:v>353.23200000000003</c:v>
                </c:pt>
                <c:pt idx="8122">
                  <c:v>353.23200000000003</c:v>
                </c:pt>
                <c:pt idx="8123">
                  <c:v>353.23200000000003</c:v>
                </c:pt>
                <c:pt idx="8124">
                  <c:v>353.23200000000003</c:v>
                </c:pt>
                <c:pt idx="8125">
                  <c:v>353.23200000000003</c:v>
                </c:pt>
                <c:pt idx="8126">
                  <c:v>353.23200000000003</c:v>
                </c:pt>
                <c:pt idx="8127">
                  <c:v>353.23200000000003</c:v>
                </c:pt>
                <c:pt idx="8128">
                  <c:v>353.23200000000003</c:v>
                </c:pt>
                <c:pt idx="8129">
                  <c:v>353.23200000000003</c:v>
                </c:pt>
                <c:pt idx="8130">
                  <c:v>353.23200000000003</c:v>
                </c:pt>
                <c:pt idx="8131">
                  <c:v>353.23200000000003</c:v>
                </c:pt>
                <c:pt idx="8132">
                  <c:v>353.23200000000003</c:v>
                </c:pt>
                <c:pt idx="8133">
                  <c:v>353.23200000000003</c:v>
                </c:pt>
                <c:pt idx="8134">
                  <c:v>0</c:v>
                </c:pt>
                <c:pt idx="8135">
                  <c:v>0</c:v>
                </c:pt>
                <c:pt idx="8136">
                  <c:v>0</c:v>
                </c:pt>
                <c:pt idx="8137">
                  <c:v>0</c:v>
                </c:pt>
                <c:pt idx="8138">
                  <c:v>0</c:v>
                </c:pt>
                <c:pt idx="8139">
                  <c:v>0</c:v>
                </c:pt>
                <c:pt idx="8140">
                  <c:v>0</c:v>
                </c:pt>
                <c:pt idx="8141">
                  <c:v>0</c:v>
                </c:pt>
                <c:pt idx="8142">
                  <c:v>0</c:v>
                </c:pt>
                <c:pt idx="8143">
                  <c:v>0</c:v>
                </c:pt>
                <c:pt idx="8144">
                  <c:v>353.23200000000003</c:v>
                </c:pt>
                <c:pt idx="8145">
                  <c:v>353.23200000000003</c:v>
                </c:pt>
                <c:pt idx="8146">
                  <c:v>353.23200000000003</c:v>
                </c:pt>
                <c:pt idx="8147">
                  <c:v>353.23200000000003</c:v>
                </c:pt>
                <c:pt idx="8148">
                  <c:v>353.23200000000003</c:v>
                </c:pt>
                <c:pt idx="8149">
                  <c:v>353.23200000000003</c:v>
                </c:pt>
                <c:pt idx="8150">
                  <c:v>353.23200000000003</c:v>
                </c:pt>
                <c:pt idx="8151">
                  <c:v>353.23200000000003</c:v>
                </c:pt>
                <c:pt idx="8152">
                  <c:v>353.23200000000003</c:v>
                </c:pt>
                <c:pt idx="8153">
                  <c:v>353.23200000000003</c:v>
                </c:pt>
                <c:pt idx="8154">
                  <c:v>353.23200000000003</c:v>
                </c:pt>
                <c:pt idx="8155">
                  <c:v>353.23200000000003</c:v>
                </c:pt>
                <c:pt idx="8156">
                  <c:v>353.23200000000003</c:v>
                </c:pt>
                <c:pt idx="8157">
                  <c:v>353.23200000000003</c:v>
                </c:pt>
                <c:pt idx="8158">
                  <c:v>0</c:v>
                </c:pt>
                <c:pt idx="8159">
                  <c:v>0</c:v>
                </c:pt>
                <c:pt idx="8160">
                  <c:v>0</c:v>
                </c:pt>
                <c:pt idx="8161">
                  <c:v>0</c:v>
                </c:pt>
                <c:pt idx="8162">
                  <c:v>0</c:v>
                </c:pt>
                <c:pt idx="8163">
                  <c:v>0</c:v>
                </c:pt>
                <c:pt idx="8164">
                  <c:v>0</c:v>
                </c:pt>
                <c:pt idx="8165">
                  <c:v>0</c:v>
                </c:pt>
                <c:pt idx="8166">
                  <c:v>0</c:v>
                </c:pt>
                <c:pt idx="8167">
                  <c:v>0</c:v>
                </c:pt>
                <c:pt idx="8168">
                  <c:v>353.23200000000003</c:v>
                </c:pt>
                <c:pt idx="8169">
                  <c:v>353.23200000000003</c:v>
                </c:pt>
                <c:pt idx="8170">
                  <c:v>353.23200000000003</c:v>
                </c:pt>
                <c:pt idx="8171">
                  <c:v>353.23200000000003</c:v>
                </c:pt>
                <c:pt idx="8172">
                  <c:v>353.23200000000003</c:v>
                </c:pt>
                <c:pt idx="8173">
                  <c:v>353.23200000000003</c:v>
                </c:pt>
                <c:pt idx="8174">
                  <c:v>353.23200000000003</c:v>
                </c:pt>
                <c:pt idx="8175">
                  <c:v>353.23200000000003</c:v>
                </c:pt>
                <c:pt idx="8176">
                  <c:v>353.23200000000003</c:v>
                </c:pt>
                <c:pt idx="8177">
                  <c:v>353.23200000000003</c:v>
                </c:pt>
                <c:pt idx="8178">
                  <c:v>353.23200000000003</c:v>
                </c:pt>
                <c:pt idx="8179">
                  <c:v>353.23200000000003</c:v>
                </c:pt>
                <c:pt idx="8180">
                  <c:v>353.23200000000003</c:v>
                </c:pt>
                <c:pt idx="8181">
                  <c:v>353.23200000000003</c:v>
                </c:pt>
                <c:pt idx="8182">
                  <c:v>0</c:v>
                </c:pt>
                <c:pt idx="8183">
                  <c:v>0</c:v>
                </c:pt>
                <c:pt idx="8184">
                  <c:v>0</c:v>
                </c:pt>
                <c:pt idx="8185">
                  <c:v>0</c:v>
                </c:pt>
                <c:pt idx="8186">
                  <c:v>0</c:v>
                </c:pt>
                <c:pt idx="8187">
                  <c:v>0</c:v>
                </c:pt>
                <c:pt idx="8188">
                  <c:v>0</c:v>
                </c:pt>
                <c:pt idx="8189">
                  <c:v>0</c:v>
                </c:pt>
                <c:pt idx="8190">
                  <c:v>0</c:v>
                </c:pt>
                <c:pt idx="8191">
                  <c:v>0</c:v>
                </c:pt>
                <c:pt idx="8192">
                  <c:v>353.23200000000003</c:v>
                </c:pt>
                <c:pt idx="8193">
                  <c:v>353.23200000000003</c:v>
                </c:pt>
                <c:pt idx="8194">
                  <c:v>353.23200000000003</c:v>
                </c:pt>
                <c:pt idx="8195">
                  <c:v>353.23200000000003</c:v>
                </c:pt>
                <c:pt idx="8196">
                  <c:v>353.23200000000003</c:v>
                </c:pt>
                <c:pt idx="8197">
                  <c:v>353.23200000000003</c:v>
                </c:pt>
                <c:pt idx="8198">
                  <c:v>353.23200000000003</c:v>
                </c:pt>
                <c:pt idx="8199">
                  <c:v>353.23200000000003</c:v>
                </c:pt>
                <c:pt idx="8200">
                  <c:v>353.23200000000003</c:v>
                </c:pt>
                <c:pt idx="8201">
                  <c:v>353.23200000000003</c:v>
                </c:pt>
                <c:pt idx="8202">
                  <c:v>353.23200000000003</c:v>
                </c:pt>
                <c:pt idx="8203">
                  <c:v>353.23200000000003</c:v>
                </c:pt>
                <c:pt idx="8204">
                  <c:v>353.23200000000003</c:v>
                </c:pt>
                <c:pt idx="8205">
                  <c:v>353.23200000000003</c:v>
                </c:pt>
                <c:pt idx="8206">
                  <c:v>0</c:v>
                </c:pt>
                <c:pt idx="8207">
                  <c:v>0</c:v>
                </c:pt>
                <c:pt idx="8208">
                  <c:v>0</c:v>
                </c:pt>
                <c:pt idx="8209">
                  <c:v>0</c:v>
                </c:pt>
                <c:pt idx="8210">
                  <c:v>0</c:v>
                </c:pt>
                <c:pt idx="8211">
                  <c:v>0</c:v>
                </c:pt>
                <c:pt idx="8212">
                  <c:v>0</c:v>
                </c:pt>
                <c:pt idx="8213">
                  <c:v>0</c:v>
                </c:pt>
                <c:pt idx="8214">
                  <c:v>0</c:v>
                </c:pt>
                <c:pt idx="8215">
                  <c:v>0</c:v>
                </c:pt>
                <c:pt idx="8216">
                  <c:v>353.23200000000003</c:v>
                </c:pt>
                <c:pt idx="8217">
                  <c:v>353.23200000000003</c:v>
                </c:pt>
                <c:pt idx="8218">
                  <c:v>353.23200000000003</c:v>
                </c:pt>
                <c:pt idx="8219">
                  <c:v>353.23200000000003</c:v>
                </c:pt>
                <c:pt idx="8220">
                  <c:v>353.23200000000003</c:v>
                </c:pt>
                <c:pt idx="8221">
                  <c:v>353.23200000000003</c:v>
                </c:pt>
                <c:pt idx="8222">
                  <c:v>353.23200000000003</c:v>
                </c:pt>
                <c:pt idx="8223">
                  <c:v>353.23200000000003</c:v>
                </c:pt>
                <c:pt idx="8224">
                  <c:v>353.23200000000003</c:v>
                </c:pt>
                <c:pt idx="8225">
                  <c:v>353.23200000000003</c:v>
                </c:pt>
                <c:pt idx="8226">
                  <c:v>353.23200000000003</c:v>
                </c:pt>
                <c:pt idx="8227">
                  <c:v>353.23200000000003</c:v>
                </c:pt>
                <c:pt idx="8228">
                  <c:v>353.23200000000003</c:v>
                </c:pt>
                <c:pt idx="8229">
                  <c:v>353.23200000000003</c:v>
                </c:pt>
                <c:pt idx="8230">
                  <c:v>0</c:v>
                </c:pt>
                <c:pt idx="8231">
                  <c:v>0</c:v>
                </c:pt>
                <c:pt idx="8232">
                  <c:v>0</c:v>
                </c:pt>
                <c:pt idx="8233">
                  <c:v>0</c:v>
                </c:pt>
                <c:pt idx="8234">
                  <c:v>0</c:v>
                </c:pt>
                <c:pt idx="8235">
                  <c:v>0</c:v>
                </c:pt>
                <c:pt idx="8236">
                  <c:v>0</c:v>
                </c:pt>
                <c:pt idx="8237">
                  <c:v>0</c:v>
                </c:pt>
                <c:pt idx="8238">
                  <c:v>0</c:v>
                </c:pt>
                <c:pt idx="8239">
                  <c:v>0</c:v>
                </c:pt>
                <c:pt idx="8240">
                  <c:v>353.23200000000003</c:v>
                </c:pt>
                <c:pt idx="8241">
                  <c:v>353.23200000000003</c:v>
                </c:pt>
                <c:pt idx="8242">
                  <c:v>353.23200000000003</c:v>
                </c:pt>
                <c:pt idx="8243">
                  <c:v>353.23200000000003</c:v>
                </c:pt>
                <c:pt idx="8244">
                  <c:v>353.23200000000003</c:v>
                </c:pt>
                <c:pt idx="8245">
                  <c:v>353.23200000000003</c:v>
                </c:pt>
                <c:pt idx="8246">
                  <c:v>353.23200000000003</c:v>
                </c:pt>
                <c:pt idx="8247">
                  <c:v>353.23200000000003</c:v>
                </c:pt>
                <c:pt idx="8248">
                  <c:v>353.23200000000003</c:v>
                </c:pt>
                <c:pt idx="8249">
                  <c:v>353.23200000000003</c:v>
                </c:pt>
                <c:pt idx="8250">
                  <c:v>353.23200000000003</c:v>
                </c:pt>
                <c:pt idx="8251">
                  <c:v>353.23200000000003</c:v>
                </c:pt>
                <c:pt idx="8252">
                  <c:v>353.23200000000003</c:v>
                </c:pt>
                <c:pt idx="8253">
                  <c:v>353.23200000000003</c:v>
                </c:pt>
                <c:pt idx="8254">
                  <c:v>0</c:v>
                </c:pt>
                <c:pt idx="8255">
                  <c:v>0</c:v>
                </c:pt>
                <c:pt idx="8256">
                  <c:v>0</c:v>
                </c:pt>
                <c:pt idx="8257">
                  <c:v>0</c:v>
                </c:pt>
                <c:pt idx="8258">
                  <c:v>0</c:v>
                </c:pt>
                <c:pt idx="8259">
                  <c:v>0</c:v>
                </c:pt>
                <c:pt idx="8260">
                  <c:v>0</c:v>
                </c:pt>
                <c:pt idx="8261">
                  <c:v>0</c:v>
                </c:pt>
                <c:pt idx="8262">
                  <c:v>0</c:v>
                </c:pt>
                <c:pt idx="8263">
                  <c:v>0</c:v>
                </c:pt>
                <c:pt idx="8264">
                  <c:v>353.23200000000003</c:v>
                </c:pt>
                <c:pt idx="8265">
                  <c:v>353.23200000000003</c:v>
                </c:pt>
                <c:pt idx="8266">
                  <c:v>353.23200000000003</c:v>
                </c:pt>
                <c:pt idx="8267">
                  <c:v>353.23200000000003</c:v>
                </c:pt>
                <c:pt idx="8268">
                  <c:v>353.23200000000003</c:v>
                </c:pt>
                <c:pt idx="8269">
                  <c:v>353.23200000000003</c:v>
                </c:pt>
                <c:pt idx="8270">
                  <c:v>353.23200000000003</c:v>
                </c:pt>
                <c:pt idx="8271">
                  <c:v>353.23200000000003</c:v>
                </c:pt>
                <c:pt idx="8272">
                  <c:v>353.23200000000003</c:v>
                </c:pt>
                <c:pt idx="8273">
                  <c:v>353.23200000000003</c:v>
                </c:pt>
                <c:pt idx="8274">
                  <c:v>353.23200000000003</c:v>
                </c:pt>
                <c:pt idx="8275">
                  <c:v>353.23200000000003</c:v>
                </c:pt>
                <c:pt idx="8276">
                  <c:v>353.23200000000003</c:v>
                </c:pt>
                <c:pt idx="8277">
                  <c:v>353.23200000000003</c:v>
                </c:pt>
                <c:pt idx="8278">
                  <c:v>0</c:v>
                </c:pt>
                <c:pt idx="8279">
                  <c:v>0</c:v>
                </c:pt>
                <c:pt idx="8280">
                  <c:v>0</c:v>
                </c:pt>
                <c:pt idx="8281">
                  <c:v>0</c:v>
                </c:pt>
                <c:pt idx="8282">
                  <c:v>0</c:v>
                </c:pt>
                <c:pt idx="8283">
                  <c:v>0</c:v>
                </c:pt>
                <c:pt idx="8284">
                  <c:v>0</c:v>
                </c:pt>
                <c:pt idx="8285">
                  <c:v>0</c:v>
                </c:pt>
                <c:pt idx="8286">
                  <c:v>0</c:v>
                </c:pt>
                <c:pt idx="8287">
                  <c:v>0</c:v>
                </c:pt>
                <c:pt idx="8288">
                  <c:v>353.23200000000003</c:v>
                </c:pt>
                <c:pt idx="8289">
                  <c:v>353.23200000000003</c:v>
                </c:pt>
                <c:pt idx="8290">
                  <c:v>353.23200000000003</c:v>
                </c:pt>
                <c:pt idx="8291">
                  <c:v>353.23200000000003</c:v>
                </c:pt>
                <c:pt idx="8292">
                  <c:v>353.23200000000003</c:v>
                </c:pt>
                <c:pt idx="8293">
                  <c:v>353.23200000000003</c:v>
                </c:pt>
                <c:pt idx="8294">
                  <c:v>353.23200000000003</c:v>
                </c:pt>
                <c:pt idx="8295">
                  <c:v>353.23200000000003</c:v>
                </c:pt>
                <c:pt idx="8296">
                  <c:v>353.23200000000003</c:v>
                </c:pt>
                <c:pt idx="8297">
                  <c:v>353.23200000000003</c:v>
                </c:pt>
                <c:pt idx="8298">
                  <c:v>353.23200000000003</c:v>
                </c:pt>
                <c:pt idx="8299">
                  <c:v>353.23200000000003</c:v>
                </c:pt>
                <c:pt idx="8300">
                  <c:v>353.23200000000003</c:v>
                </c:pt>
                <c:pt idx="8301">
                  <c:v>353.23200000000003</c:v>
                </c:pt>
                <c:pt idx="8302">
                  <c:v>0</c:v>
                </c:pt>
                <c:pt idx="8303">
                  <c:v>0</c:v>
                </c:pt>
                <c:pt idx="8304">
                  <c:v>0</c:v>
                </c:pt>
                <c:pt idx="8305">
                  <c:v>0</c:v>
                </c:pt>
                <c:pt idx="8306">
                  <c:v>0</c:v>
                </c:pt>
                <c:pt idx="8307">
                  <c:v>0</c:v>
                </c:pt>
                <c:pt idx="8308">
                  <c:v>0</c:v>
                </c:pt>
                <c:pt idx="8309">
                  <c:v>0</c:v>
                </c:pt>
                <c:pt idx="8310">
                  <c:v>0</c:v>
                </c:pt>
                <c:pt idx="8311">
                  <c:v>0</c:v>
                </c:pt>
                <c:pt idx="8312">
                  <c:v>353.23200000000003</c:v>
                </c:pt>
                <c:pt idx="8313">
                  <c:v>353.23200000000003</c:v>
                </c:pt>
                <c:pt idx="8314">
                  <c:v>353.23200000000003</c:v>
                </c:pt>
                <c:pt idx="8315">
                  <c:v>353.23200000000003</c:v>
                </c:pt>
                <c:pt idx="8316">
                  <c:v>353.23200000000003</c:v>
                </c:pt>
                <c:pt idx="8317">
                  <c:v>353.23200000000003</c:v>
                </c:pt>
                <c:pt idx="8318">
                  <c:v>353.23200000000003</c:v>
                </c:pt>
                <c:pt idx="8319">
                  <c:v>353.23200000000003</c:v>
                </c:pt>
                <c:pt idx="8320">
                  <c:v>353.23200000000003</c:v>
                </c:pt>
                <c:pt idx="8321">
                  <c:v>353.23200000000003</c:v>
                </c:pt>
                <c:pt idx="8322">
                  <c:v>353.23200000000003</c:v>
                </c:pt>
                <c:pt idx="8323">
                  <c:v>353.23200000000003</c:v>
                </c:pt>
                <c:pt idx="8324">
                  <c:v>353.23200000000003</c:v>
                </c:pt>
                <c:pt idx="8325">
                  <c:v>353.23200000000003</c:v>
                </c:pt>
                <c:pt idx="8326">
                  <c:v>0</c:v>
                </c:pt>
                <c:pt idx="8327">
                  <c:v>0</c:v>
                </c:pt>
                <c:pt idx="8328">
                  <c:v>0</c:v>
                </c:pt>
                <c:pt idx="8329">
                  <c:v>0</c:v>
                </c:pt>
                <c:pt idx="8330">
                  <c:v>0</c:v>
                </c:pt>
                <c:pt idx="8331">
                  <c:v>0</c:v>
                </c:pt>
                <c:pt idx="8332">
                  <c:v>0</c:v>
                </c:pt>
                <c:pt idx="8333">
                  <c:v>0</c:v>
                </c:pt>
                <c:pt idx="8334">
                  <c:v>0</c:v>
                </c:pt>
                <c:pt idx="8335">
                  <c:v>0</c:v>
                </c:pt>
                <c:pt idx="8336">
                  <c:v>353.23200000000003</c:v>
                </c:pt>
                <c:pt idx="8337">
                  <c:v>353.23200000000003</c:v>
                </c:pt>
                <c:pt idx="8338">
                  <c:v>353.23200000000003</c:v>
                </c:pt>
                <c:pt idx="8339">
                  <c:v>353.23200000000003</c:v>
                </c:pt>
                <c:pt idx="8340">
                  <c:v>353.23200000000003</c:v>
                </c:pt>
                <c:pt idx="8341">
                  <c:v>353.23200000000003</c:v>
                </c:pt>
                <c:pt idx="8342">
                  <c:v>353.23200000000003</c:v>
                </c:pt>
                <c:pt idx="8343">
                  <c:v>353.23200000000003</c:v>
                </c:pt>
                <c:pt idx="8344">
                  <c:v>353.23200000000003</c:v>
                </c:pt>
                <c:pt idx="8345">
                  <c:v>353.23200000000003</c:v>
                </c:pt>
                <c:pt idx="8346">
                  <c:v>353.23200000000003</c:v>
                </c:pt>
                <c:pt idx="8347">
                  <c:v>353.23200000000003</c:v>
                </c:pt>
                <c:pt idx="8348">
                  <c:v>353.23200000000003</c:v>
                </c:pt>
                <c:pt idx="8349">
                  <c:v>353.23200000000003</c:v>
                </c:pt>
                <c:pt idx="8350">
                  <c:v>0</c:v>
                </c:pt>
                <c:pt idx="8351">
                  <c:v>0</c:v>
                </c:pt>
                <c:pt idx="8352">
                  <c:v>0</c:v>
                </c:pt>
                <c:pt idx="8353">
                  <c:v>0</c:v>
                </c:pt>
                <c:pt idx="8354">
                  <c:v>0</c:v>
                </c:pt>
                <c:pt idx="8355">
                  <c:v>0</c:v>
                </c:pt>
                <c:pt idx="8356">
                  <c:v>0</c:v>
                </c:pt>
                <c:pt idx="8357">
                  <c:v>0</c:v>
                </c:pt>
                <c:pt idx="8358">
                  <c:v>0</c:v>
                </c:pt>
                <c:pt idx="8359">
                  <c:v>0</c:v>
                </c:pt>
                <c:pt idx="8360">
                  <c:v>353.23200000000003</c:v>
                </c:pt>
                <c:pt idx="8361">
                  <c:v>353.23200000000003</c:v>
                </c:pt>
                <c:pt idx="8362">
                  <c:v>353.23200000000003</c:v>
                </c:pt>
                <c:pt idx="8363">
                  <c:v>353.23200000000003</c:v>
                </c:pt>
                <c:pt idx="8364">
                  <c:v>353.23200000000003</c:v>
                </c:pt>
                <c:pt idx="8365">
                  <c:v>353.23200000000003</c:v>
                </c:pt>
                <c:pt idx="8366">
                  <c:v>353.23200000000003</c:v>
                </c:pt>
                <c:pt idx="8367">
                  <c:v>353.23200000000003</c:v>
                </c:pt>
                <c:pt idx="8368">
                  <c:v>353.23200000000003</c:v>
                </c:pt>
                <c:pt idx="8369">
                  <c:v>353.23200000000003</c:v>
                </c:pt>
                <c:pt idx="8370">
                  <c:v>353.23200000000003</c:v>
                </c:pt>
                <c:pt idx="8371">
                  <c:v>353.23200000000003</c:v>
                </c:pt>
                <c:pt idx="8372">
                  <c:v>353.23200000000003</c:v>
                </c:pt>
                <c:pt idx="8373">
                  <c:v>353.23200000000003</c:v>
                </c:pt>
                <c:pt idx="8374">
                  <c:v>0</c:v>
                </c:pt>
                <c:pt idx="8375">
                  <c:v>0</c:v>
                </c:pt>
                <c:pt idx="8376">
                  <c:v>0</c:v>
                </c:pt>
                <c:pt idx="8377">
                  <c:v>0</c:v>
                </c:pt>
                <c:pt idx="8378">
                  <c:v>0</c:v>
                </c:pt>
                <c:pt idx="8379">
                  <c:v>0</c:v>
                </c:pt>
                <c:pt idx="8380">
                  <c:v>0</c:v>
                </c:pt>
                <c:pt idx="8381">
                  <c:v>0</c:v>
                </c:pt>
                <c:pt idx="8382">
                  <c:v>0</c:v>
                </c:pt>
                <c:pt idx="8383">
                  <c:v>0</c:v>
                </c:pt>
                <c:pt idx="8384">
                  <c:v>353.23200000000003</c:v>
                </c:pt>
                <c:pt idx="8385">
                  <c:v>353.23200000000003</c:v>
                </c:pt>
                <c:pt idx="8386">
                  <c:v>353.23200000000003</c:v>
                </c:pt>
                <c:pt idx="8387">
                  <c:v>353.23200000000003</c:v>
                </c:pt>
                <c:pt idx="8388">
                  <c:v>353.23200000000003</c:v>
                </c:pt>
                <c:pt idx="8389">
                  <c:v>353.23200000000003</c:v>
                </c:pt>
                <c:pt idx="8390">
                  <c:v>353.23200000000003</c:v>
                </c:pt>
                <c:pt idx="8391">
                  <c:v>353.23200000000003</c:v>
                </c:pt>
                <c:pt idx="8392">
                  <c:v>353.23200000000003</c:v>
                </c:pt>
                <c:pt idx="8393">
                  <c:v>353.23200000000003</c:v>
                </c:pt>
                <c:pt idx="8394">
                  <c:v>353.23200000000003</c:v>
                </c:pt>
                <c:pt idx="8395">
                  <c:v>353.23200000000003</c:v>
                </c:pt>
                <c:pt idx="8396">
                  <c:v>353.23200000000003</c:v>
                </c:pt>
                <c:pt idx="8397">
                  <c:v>353.23200000000003</c:v>
                </c:pt>
                <c:pt idx="8398">
                  <c:v>0</c:v>
                </c:pt>
                <c:pt idx="8399">
                  <c:v>0</c:v>
                </c:pt>
                <c:pt idx="8400">
                  <c:v>0</c:v>
                </c:pt>
                <c:pt idx="8401">
                  <c:v>0</c:v>
                </c:pt>
                <c:pt idx="8402">
                  <c:v>0</c:v>
                </c:pt>
                <c:pt idx="8403">
                  <c:v>0</c:v>
                </c:pt>
                <c:pt idx="8404">
                  <c:v>0</c:v>
                </c:pt>
                <c:pt idx="8405">
                  <c:v>0</c:v>
                </c:pt>
                <c:pt idx="8406">
                  <c:v>0</c:v>
                </c:pt>
                <c:pt idx="8407">
                  <c:v>0</c:v>
                </c:pt>
                <c:pt idx="8408">
                  <c:v>353.23200000000003</c:v>
                </c:pt>
                <c:pt idx="8409">
                  <c:v>353.23200000000003</c:v>
                </c:pt>
                <c:pt idx="8410">
                  <c:v>353.23200000000003</c:v>
                </c:pt>
                <c:pt idx="8411">
                  <c:v>353.23200000000003</c:v>
                </c:pt>
                <c:pt idx="8412">
                  <c:v>353.23200000000003</c:v>
                </c:pt>
                <c:pt idx="8413">
                  <c:v>353.23200000000003</c:v>
                </c:pt>
                <c:pt idx="8414">
                  <c:v>353.23200000000003</c:v>
                </c:pt>
                <c:pt idx="8415">
                  <c:v>353.23200000000003</c:v>
                </c:pt>
                <c:pt idx="8416">
                  <c:v>353.23200000000003</c:v>
                </c:pt>
                <c:pt idx="8417">
                  <c:v>353.23200000000003</c:v>
                </c:pt>
                <c:pt idx="8418">
                  <c:v>353.23200000000003</c:v>
                </c:pt>
                <c:pt idx="8419">
                  <c:v>353.23200000000003</c:v>
                </c:pt>
                <c:pt idx="8420">
                  <c:v>353.23200000000003</c:v>
                </c:pt>
                <c:pt idx="8421">
                  <c:v>353.23200000000003</c:v>
                </c:pt>
                <c:pt idx="8422">
                  <c:v>0</c:v>
                </c:pt>
                <c:pt idx="8423">
                  <c:v>0</c:v>
                </c:pt>
                <c:pt idx="8424">
                  <c:v>0</c:v>
                </c:pt>
                <c:pt idx="8425">
                  <c:v>0</c:v>
                </c:pt>
                <c:pt idx="8426">
                  <c:v>0</c:v>
                </c:pt>
                <c:pt idx="8427">
                  <c:v>0</c:v>
                </c:pt>
                <c:pt idx="8428">
                  <c:v>0</c:v>
                </c:pt>
                <c:pt idx="8429">
                  <c:v>0</c:v>
                </c:pt>
                <c:pt idx="8430">
                  <c:v>0</c:v>
                </c:pt>
                <c:pt idx="8431">
                  <c:v>0</c:v>
                </c:pt>
                <c:pt idx="8432">
                  <c:v>353.23200000000003</c:v>
                </c:pt>
                <c:pt idx="8433">
                  <c:v>353.23200000000003</c:v>
                </c:pt>
                <c:pt idx="8434">
                  <c:v>353.23200000000003</c:v>
                </c:pt>
                <c:pt idx="8435">
                  <c:v>353.23200000000003</c:v>
                </c:pt>
                <c:pt idx="8436">
                  <c:v>353.23200000000003</c:v>
                </c:pt>
                <c:pt idx="8437">
                  <c:v>353.23200000000003</c:v>
                </c:pt>
                <c:pt idx="8438">
                  <c:v>353.23200000000003</c:v>
                </c:pt>
                <c:pt idx="8439">
                  <c:v>353.23200000000003</c:v>
                </c:pt>
                <c:pt idx="8440">
                  <c:v>353.23200000000003</c:v>
                </c:pt>
                <c:pt idx="8441">
                  <c:v>353.23200000000003</c:v>
                </c:pt>
                <c:pt idx="8442">
                  <c:v>353.23200000000003</c:v>
                </c:pt>
                <c:pt idx="8443">
                  <c:v>353.23200000000003</c:v>
                </c:pt>
                <c:pt idx="8444">
                  <c:v>353.23200000000003</c:v>
                </c:pt>
                <c:pt idx="8445">
                  <c:v>353.23200000000003</c:v>
                </c:pt>
                <c:pt idx="8446">
                  <c:v>0</c:v>
                </c:pt>
                <c:pt idx="8447">
                  <c:v>0</c:v>
                </c:pt>
                <c:pt idx="8448">
                  <c:v>0</c:v>
                </c:pt>
                <c:pt idx="8449">
                  <c:v>0</c:v>
                </c:pt>
                <c:pt idx="8450">
                  <c:v>0</c:v>
                </c:pt>
                <c:pt idx="8451">
                  <c:v>0</c:v>
                </c:pt>
                <c:pt idx="8452">
                  <c:v>0</c:v>
                </c:pt>
                <c:pt idx="8453">
                  <c:v>0</c:v>
                </c:pt>
                <c:pt idx="8454">
                  <c:v>0</c:v>
                </c:pt>
                <c:pt idx="8455">
                  <c:v>0</c:v>
                </c:pt>
                <c:pt idx="8456">
                  <c:v>353.23200000000003</c:v>
                </c:pt>
                <c:pt idx="8457">
                  <c:v>353.23200000000003</c:v>
                </c:pt>
                <c:pt idx="8458">
                  <c:v>353.23200000000003</c:v>
                </c:pt>
                <c:pt idx="8459">
                  <c:v>353.23200000000003</c:v>
                </c:pt>
                <c:pt idx="8460">
                  <c:v>353.23200000000003</c:v>
                </c:pt>
                <c:pt idx="8461">
                  <c:v>353.23200000000003</c:v>
                </c:pt>
                <c:pt idx="8462">
                  <c:v>353.23200000000003</c:v>
                </c:pt>
                <c:pt idx="8463">
                  <c:v>353.23200000000003</c:v>
                </c:pt>
                <c:pt idx="8464">
                  <c:v>353.23200000000003</c:v>
                </c:pt>
                <c:pt idx="8465">
                  <c:v>353.23200000000003</c:v>
                </c:pt>
                <c:pt idx="8466">
                  <c:v>353.23200000000003</c:v>
                </c:pt>
                <c:pt idx="8467">
                  <c:v>353.23200000000003</c:v>
                </c:pt>
                <c:pt idx="8468">
                  <c:v>353.23200000000003</c:v>
                </c:pt>
                <c:pt idx="8469">
                  <c:v>353.23200000000003</c:v>
                </c:pt>
                <c:pt idx="8470">
                  <c:v>0</c:v>
                </c:pt>
                <c:pt idx="8471">
                  <c:v>0</c:v>
                </c:pt>
                <c:pt idx="8472">
                  <c:v>0</c:v>
                </c:pt>
                <c:pt idx="8473">
                  <c:v>0</c:v>
                </c:pt>
                <c:pt idx="8474">
                  <c:v>0</c:v>
                </c:pt>
                <c:pt idx="8475">
                  <c:v>0</c:v>
                </c:pt>
                <c:pt idx="8476">
                  <c:v>0</c:v>
                </c:pt>
                <c:pt idx="8477">
                  <c:v>0</c:v>
                </c:pt>
                <c:pt idx="8478">
                  <c:v>0</c:v>
                </c:pt>
                <c:pt idx="8479">
                  <c:v>0</c:v>
                </c:pt>
                <c:pt idx="8480">
                  <c:v>353.23200000000003</c:v>
                </c:pt>
                <c:pt idx="8481">
                  <c:v>353.23200000000003</c:v>
                </c:pt>
                <c:pt idx="8482">
                  <c:v>353.23200000000003</c:v>
                </c:pt>
                <c:pt idx="8483">
                  <c:v>353.23200000000003</c:v>
                </c:pt>
                <c:pt idx="8484">
                  <c:v>353.23200000000003</c:v>
                </c:pt>
                <c:pt idx="8485">
                  <c:v>353.23200000000003</c:v>
                </c:pt>
                <c:pt idx="8486">
                  <c:v>353.23200000000003</c:v>
                </c:pt>
                <c:pt idx="8487">
                  <c:v>353.23200000000003</c:v>
                </c:pt>
                <c:pt idx="8488">
                  <c:v>353.23200000000003</c:v>
                </c:pt>
                <c:pt idx="8489">
                  <c:v>353.23200000000003</c:v>
                </c:pt>
                <c:pt idx="8490">
                  <c:v>353.23200000000003</c:v>
                </c:pt>
                <c:pt idx="8491">
                  <c:v>353.23200000000003</c:v>
                </c:pt>
                <c:pt idx="8492">
                  <c:v>353.23200000000003</c:v>
                </c:pt>
                <c:pt idx="8493">
                  <c:v>353.23200000000003</c:v>
                </c:pt>
                <c:pt idx="8494">
                  <c:v>0</c:v>
                </c:pt>
                <c:pt idx="8495">
                  <c:v>0</c:v>
                </c:pt>
                <c:pt idx="8496">
                  <c:v>0</c:v>
                </c:pt>
                <c:pt idx="8497">
                  <c:v>0</c:v>
                </c:pt>
                <c:pt idx="8498">
                  <c:v>0</c:v>
                </c:pt>
                <c:pt idx="8499">
                  <c:v>0</c:v>
                </c:pt>
                <c:pt idx="8500">
                  <c:v>0</c:v>
                </c:pt>
                <c:pt idx="8501">
                  <c:v>0</c:v>
                </c:pt>
                <c:pt idx="8502">
                  <c:v>0</c:v>
                </c:pt>
                <c:pt idx="8503">
                  <c:v>0</c:v>
                </c:pt>
                <c:pt idx="8504">
                  <c:v>353.23200000000003</c:v>
                </c:pt>
                <c:pt idx="8505">
                  <c:v>353.23200000000003</c:v>
                </c:pt>
                <c:pt idx="8506">
                  <c:v>353.23200000000003</c:v>
                </c:pt>
                <c:pt idx="8507">
                  <c:v>353.23200000000003</c:v>
                </c:pt>
                <c:pt idx="8508">
                  <c:v>353.23200000000003</c:v>
                </c:pt>
                <c:pt idx="8509">
                  <c:v>353.23200000000003</c:v>
                </c:pt>
                <c:pt idx="8510">
                  <c:v>353.23200000000003</c:v>
                </c:pt>
                <c:pt idx="8511">
                  <c:v>353.23200000000003</c:v>
                </c:pt>
                <c:pt idx="8512">
                  <c:v>353.23200000000003</c:v>
                </c:pt>
                <c:pt idx="8513">
                  <c:v>353.23200000000003</c:v>
                </c:pt>
                <c:pt idx="8514">
                  <c:v>353.23200000000003</c:v>
                </c:pt>
                <c:pt idx="8515">
                  <c:v>353.23200000000003</c:v>
                </c:pt>
                <c:pt idx="8516">
                  <c:v>353.23200000000003</c:v>
                </c:pt>
                <c:pt idx="8517">
                  <c:v>353.23200000000003</c:v>
                </c:pt>
                <c:pt idx="8518">
                  <c:v>0</c:v>
                </c:pt>
                <c:pt idx="8519">
                  <c:v>0</c:v>
                </c:pt>
                <c:pt idx="8520">
                  <c:v>0</c:v>
                </c:pt>
                <c:pt idx="8521">
                  <c:v>0</c:v>
                </c:pt>
                <c:pt idx="8522">
                  <c:v>0</c:v>
                </c:pt>
                <c:pt idx="8523">
                  <c:v>0</c:v>
                </c:pt>
                <c:pt idx="8524">
                  <c:v>0</c:v>
                </c:pt>
                <c:pt idx="8525">
                  <c:v>0</c:v>
                </c:pt>
                <c:pt idx="8526">
                  <c:v>0</c:v>
                </c:pt>
                <c:pt idx="8527">
                  <c:v>0</c:v>
                </c:pt>
                <c:pt idx="8528">
                  <c:v>353.23200000000003</c:v>
                </c:pt>
                <c:pt idx="8529">
                  <c:v>353.23200000000003</c:v>
                </c:pt>
                <c:pt idx="8530">
                  <c:v>353.23200000000003</c:v>
                </c:pt>
                <c:pt idx="8531">
                  <c:v>353.23200000000003</c:v>
                </c:pt>
                <c:pt idx="8532">
                  <c:v>353.23200000000003</c:v>
                </c:pt>
                <c:pt idx="8533">
                  <c:v>353.23200000000003</c:v>
                </c:pt>
                <c:pt idx="8534">
                  <c:v>353.23200000000003</c:v>
                </c:pt>
                <c:pt idx="8535">
                  <c:v>353.23200000000003</c:v>
                </c:pt>
                <c:pt idx="8536">
                  <c:v>353.23200000000003</c:v>
                </c:pt>
                <c:pt idx="8537">
                  <c:v>353.23200000000003</c:v>
                </c:pt>
                <c:pt idx="8538">
                  <c:v>353.23200000000003</c:v>
                </c:pt>
                <c:pt idx="8539">
                  <c:v>353.23200000000003</c:v>
                </c:pt>
                <c:pt idx="8540">
                  <c:v>353.23200000000003</c:v>
                </c:pt>
                <c:pt idx="8541">
                  <c:v>353.23200000000003</c:v>
                </c:pt>
                <c:pt idx="8542">
                  <c:v>0</c:v>
                </c:pt>
                <c:pt idx="8543">
                  <c:v>0</c:v>
                </c:pt>
                <c:pt idx="8544">
                  <c:v>0</c:v>
                </c:pt>
                <c:pt idx="8545">
                  <c:v>0</c:v>
                </c:pt>
                <c:pt idx="8546">
                  <c:v>0</c:v>
                </c:pt>
                <c:pt idx="8547">
                  <c:v>0</c:v>
                </c:pt>
                <c:pt idx="8548">
                  <c:v>0</c:v>
                </c:pt>
                <c:pt idx="8549">
                  <c:v>0</c:v>
                </c:pt>
                <c:pt idx="8550">
                  <c:v>0</c:v>
                </c:pt>
                <c:pt idx="8551">
                  <c:v>0</c:v>
                </c:pt>
                <c:pt idx="8552">
                  <c:v>353.23200000000003</c:v>
                </c:pt>
                <c:pt idx="8553">
                  <c:v>353.23200000000003</c:v>
                </c:pt>
                <c:pt idx="8554">
                  <c:v>353.23200000000003</c:v>
                </c:pt>
                <c:pt idx="8555">
                  <c:v>353.23200000000003</c:v>
                </c:pt>
                <c:pt idx="8556">
                  <c:v>353.23200000000003</c:v>
                </c:pt>
                <c:pt idx="8557">
                  <c:v>353.23200000000003</c:v>
                </c:pt>
                <c:pt idx="8558">
                  <c:v>353.23200000000003</c:v>
                </c:pt>
                <c:pt idx="8559">
                  <c:v>353.23200000000003</c:v>
                </c:pt>
                <c:pt idx="8560">
                  <c:v>353.23200000000003</c:v>
                </c:pt>
                <c:pt idx="8561">
                  <c:v>353.23200000000003</c:v>
                </c:pt>
                <c:pt idx="8562">
                  <c:v>353.23200000000003</c:v>
                </c:pt>
                <c:pt idx="8563">
                  <c:v>353.23200000000003</c:v>
                </c:pt>
                <c:pt idx="8564">
                  <c:v>353.23200000000003</c:v>
                </c:pt>
                <c:pt idx="8565">
                  <c:v>353.23200000000003</c:v>
                </c:pt>
                <c:pt idx="8566">
                  <c:v>0</c:v>
                </c:pt>
                <c:pt idx="8567">
                  <c:v>0</c:v>
                </c:pt>
                <c:pt idx="8568">
                  <c:v>0</c:v>
                </c:pt>
                <c:pt idx="8569">
                  <c:v>0</c:v>
                </c:pt>
                <c:pt idx="8570">
                  <c:v>0</c:v>
                </c:pt>
                <c:pt idx="8571">
                  <c:v>0</c:v>
                </c:pt>
                <c:pt idx="8572">
                  <c:v>0</c:v>
                </c:pt>
                <c:pt idx="8573">
                  <c:v>0</c:v>
                </c:pt>
                <c:pt idx="8574">
                  <c:v>0</c:v>
                </c:pt>
                <c:pt idx="8575">
                  <c:v>0</c:v>
                </c:pt>
                <c:pt idx="8576">
                  <c:v>353.23200000000003</c:v>
                </c:pt>
                <c:pt idx="8577">
                  <c:v>353.23200000000003</c:v>
                </c:pt>
                <c:pt idx="8578">
                  <c:v>353.23200000000003</c:v>
                </c:pt>
                <c:pt idx="8579">
                  <c:v>353.23200000000003</c:v>
                </c:pt>
                <c:pt idx="8580">
                  <c:v>353.23200000000003</c:v>
                </c:pt>
                <c:pt idx="8581">
                  <c:v>353.23200000000003</c:v>
                </c:pt>
                <c:pt idx="8582">
                  <c:v>353.23200000000003</c:v>
                </c:pt>
                <c:pt idx="8583">
                  <c:v>353.23200000000003</c:v>
                </c:pt>
                <c:pt idx="8584">
                  <c:v>353.23200000000003</c:v>
                </c:pt>
                <c:pt idx="8585">
                  <c:v>353.23200000000003</c:v>
                </c:pt>
                <c:pt idx="8586">
                  <c:v>353.23200000000003</c:v>
                </c:pt>
                <c:pt idx="8587">
                  <c:v>353.23200000000003</c:v>
                </c:pt>
                <c:pt idx="8588">
                  <c:v>353.23200000000003</c:v>
                </c:pt>
                <c:pt idx="8589">
                  <c:v>353.23200000000003</c:v>
                </c:pt>
                <c:pt idx="8590">
                  <c:v>0</c:v>
                </c:pt>
                <c:pt idx="8591">
                  <c:v>0</c:v>
                </c:pt>
                <c:pt idx="8592">
                  <c:v>0</c:v>
                </c:pt>
                <c:pt idx="8593">
                  <c:v>0</c:v>
                </c:pt>
                <c:pt idx="8594">
                  <c:v>0</c:v>
                </c:pt>
                <c:pt idx="8595">
                  <c:v>0</c:v>
                </c:pt>
                <c:pt idx="8596">
                  <c:v>0</c:v>
                </c:pt>
                <c:pt idx="8597">
                  <c:v>0</c:v>
                </c:pt>
                <c:pt idx="8598">
                  <c:v>0</c:v>
                </c:pt>
                <c:pt idx="8599">
                  <c:v>0</c:v>
                </c:pt>
                <c:pt idx="8600">
                  <c:v>353.23200000000003</c:v>
                </c:pt>
                <c:pt idx="8601">
                  <c:v>353.23200000000003</c:v>
                </c:pt>
                <c:pt idx="8602">
                  <c:v>353.23200000000003</c:v>
                </c:pt>
                <c:pt idx="8603">
                  <c:v>353.23200000000003</c:v>
                </c:pt>
                <c:pt idx="8604">
                  <c:v>353.23200000000003</c:v>
                </c:pt>
                <c:pt idx="8605">
                  <c:v>353.23200000000003</c:v>
                </c:pt>
                <c:pt idx="8606">
                  <c:v>353.23200000000003</c:v>
                </c:pt>
                <c:pt idx="8607">
                  <c:v>353.23200000000003</c:v>
                </c:pt>
                <c:pt idx="8608">
                  <c:v>353.23200000000003</c:v>
                </c:pt>
                <c:pt idx="8609">
                  <c:v>353.23200000000003</c:v>
                </c:pt>
                <c:pt idx="8610">
                  <c:v>353.23200000000003</c:v>
                </c:pt>
                <c:pt idx="8611">
                  <c:v>353.23200000000003</c:v>
                </c:pt>
                <c:pt idx="8612">
                  <c:v>353.23200000000003</c:v>
                </c:pt>
                <c:pt idx="8613">
                  <c:v>353.23200000000003</c:v>
                </c:pt>
                <c:pt idx="8614">
                  <c:v>0</c:v>
                </c:pt>
                <c:pt idx="8615">
                  <c:v>0</c:v>
                </c:pt>
                <c:pt idx="8616">
                  <c:v>0</c:v>
                </c:pt>
                <c:pt idx="8617">
                  <c:v>0</c:v>
                </c:pt>
                <c:pt idx="8618">
                  <c:v>0</c:v>
                </c:pt>
                <c:pt idx="8619">
                  <c:v>0</c:v>
                </c:pt>
                <c:pt idx="8620">
                  <c:v>0</c:v>
                </c:pt>
                <c:pt idx="8621">
                  <c:v>0</c:v>
                </c:pt>
                <c:pt idx="8622">
                  <c:v>0</c:v>
                </c:pt>
                <c:pt idx="8623">
                  <c:v>0</c:v>
                </c:pt>
                <c:pt idx="8624">
                  <c:v>353.23200000000003</c:v>
                </c:pt>
                <c:pt idx="8625">
                  <c:v>353.23200000000003</c:v>
                </c:pt>
                <c:pt idx="8626">
                  <c:v>353.23200000000003</c:v>
                </c:pt>
                <c:pt idx="8627">
                  <c:v>353.23200000000003</c:v>
                </c:pt>
                <c:pt idx="8628">
                  <c:v>353.23200000000003</c:v>
                </c:pt>
                <c:pt idx="8629">
                  <c:v>353.23200000000003</c:v>
                </c:pt>
                <c:pt idx="8630">
                  <c:v>353.23200000000003</c:v>
                </c:pt>
                <c:pt idx="8631">
                  <c:v>353.23200000000003</c:v>
                </c:pt>
                <c:pt idx="8632">
                  <c:v>353.23200000000003</c:v>
                </c:pt>
                <c:pt idx="8633">
                  <c:v>353.23200000000003</c:v>
                </c:pt>
                <c:pt idx="8634">
                  <c:v>353.23200000000003</c:v>
                </c:pt>
                <c:pt idx="8635">
                  <c:v>353.23200000000003</c:v>
                </c:pt>
                <c:pt idx="8636">
                  <c:v>353.23200000000003</c:v>
                </c:pt>
                <c:pt idx="8637">
                  <c:v>353.23200000000003</c:v>
                </c:pt>
                <c:pt idx="8638">
                  <c:v>0</c:v>
                </c:pt>
                <c:pt idx="8639">
                  <c:v>0</c:v>
                </c:pt>
                <c:pt idx="8640">
                  <c:v>0</c:v>
                </c:pt>
                <c:pt idx="8641">
                  <c:v>0</c:v>
                </c:pt>
                <c:pt idx="8642">
                  <c:v>0</c:v>
                </c:pt>
                <c:pt idx="8643">
                  <c:v>0</c:v>
                </c:pt>
                <c:pt idx="8644">
                  <c:v>0</c:v>
                </c:pt>
                <c:pt idx="8645">
                  <c:v>0</c:v>
                </c:pt>
                <c:pt idx="8646">
                  <c:v>0</c:v>
                </c:pt>
                <c:pt idx="8647">
                  <c:v>0</c:v>
                </c:pt>
                <c:pt idx="8648">
                  <c:v>353.23200000000003</c:v>
                </c:pt>
                <c:pt idx="8649">
                  <c:v>353.23200000000003</c:v>
                </c:pt>
                <c:pt idx="8650">
                  <c:v>353.23200000000003</c:v>
                </c:pt>
                <c:pt idx="8651">
                  <c:v>353.23200000000003</c:v>
                </c:pt>
                <c:pt idx="8652">
                  <c:v>353.23200000000003</c:v>
                </c:pt>
                <c:pt idx="8653">
                  <c:v>353.23200000000003</c:v>
                </c:pt>
                <c:pt idx="8654">
                  <c:v>353.23200000000003</c:v>
                </c:pt>
                <c:pt idx="8655">
                  <c:v>353.23200000000003</c:v>
                </c:pt>
                <c:pt idx="8656">
                  <c:v>353.23200000000003</c:v>
                </c:pt>
                <c:pt idx="8657">
                  <c:v>353.23200000000003</c:v>
                </c:pt>
                <c:pt idx="8658">
                  <c:v>353.23200000000003</c:v>
                </c:pt>
                <c:pt idx="8659">
                  <c:v>353.23200000000003</c:v>
                </c:pt>
                <c:pt idx="8660">
                  <c:v>353.23200000000003</c:v>
                </c:pt>
                <c:pt idx="8661">
                  <c:v>353.23200000000003</c:v>
                </c:pt>
                <c:pt idx="8662">
                  <c:v>0</c:v>
                </c:pt>
                <c:pt idx="8663">
                  <c:v>0</c:v>
                </c:pt>
                <c:pt idx="8664">
                  <c:v>0</c:v>
                </c:pt>
                <c:pt idx="8665">
                  <c:v>0</c:v>
                </c:pt>
                <c:pt idx="8666">
                  <c:v>0</c:v>
                </c:pt>
                <c:pt idx="8667">
                  <c:v>0</c:v>
                </c:pt>
                <c:pt idx="8668">
                  <c:v>0</c:v>
                </c:pt>
                <c:pt idx="8669">
                  <c:v>0</c:v>
                </c:pt>
                <c:pt idx="8670">
                  <c:v>0</c:v>
                </c:pt>
                <c:pt idx="8671">
                  <c:v>0</c:v>
                </c:pt>
                <c:pt idx="8672">
                  <c:v>353.23200000000003</c:v>
                </c:pt>
                <c:pt idx="8673">
                  <c:v>353.23200000000003</c:v>
                </c:pt>
                <c:pt idx="8674">
                  <c:v>353.23200000000003</c:v>
                </c:pt>
                <c:pt idx="8675">
                  <c:v>353.23200000000003</c:v>
                </c:pt>
                <c:pt idx="8676">
                  <c:v>353.23200000000003</c:v>
                </c:pt>
                <c:pt idx="8677">
                  <c:v>353.23200000000003</c:v>
                </c:pt>
                <c:pt idx="8678">
                  <c:v>353.23200000000003</c:v>
                </c:pt>
                <c:pt idx="8679">
                  <c:v>353.23200000000003</c:v>
                </c:pt>
                <c:pt idx="8680">
                  <c:v>353.23200000000003</c:v>
                </c:pt>
                <c:pt idx="8681">
                  <c:v>353.23200000000003</c:v>
                </c:pt>
                <c:pt idx="8682">
                  <c:v>353.23200000000003</c:v>
                </c:pt>
                <c:pt idx="8683">
                  <c:v>353.23200000000003</c:v>
                </c:pt>
                <c:pt idx="8684">
                  <c:v>353.23200000000003</c:v>
                </c:pt>
                <c:pt idx="8685">
                  <c:v>353.23200000000003</c:v>
                </c:pt>
                <c:pt idx="8686">
                  <c:v>0</c:v>
                </c:pt>
                <c:pt idx="8687">
                  <c:v>0</c:v>
                </c:pt>
                <c:pt idx="8688">
                  <c:v>0</c:v>
                </c:pt>
                <c:pt idx="8689">
                  <c:v>0</c:v>
                </c:pt>
                <c:pt idx="8690">
                  <c:v>0</c:v>
                </c:pt>
                <c:pt idx="8691">
                  <c:v>0</c:v>
                </c:pt>
                <c:pt idx="8692">
                  <c:v>0</c:v>
                </c:pt>
                <c:pt idx="8693">
                  <c:v>0</c:v>
                </c:pt>
                <c:pt idx="8694">
                  <c:v>0</c:v>
                </c:pt>
                <c:pt idx="8695">
                  <c:v>0</c:v>
                </c:pt>
                <c:pt idx="8696">
                  <c:v>353.23200000000003</c:v>
                </c:pt>
                <c:pt idx="8697">
                  <c:v>353.23200000000003</c:v>
                </c:pt>
                <c:pt idx="8698">
                  <c:v>353.23200000000003</c:v>
                </c:pt>
                <c:pt idx="8699">
                  <c:v>353.23200000000003</c:v>
                </c:pt>
                <c:pt idx="8700">
                  <c:v>353.23200000000003</c:v>
                </c:pt>
                <c:pt idx="8701">
                  <c:v>353.23200000000003</c:v>
                </c:pt>
                <c:pt idx="8702">
                  <c:v>353.23200000000003</c:v>
                </c:pt>
                <c:pt idx="8703">
                  <c:v>353.23200000000003</c:v>
                </c:pt>
                <c:pt idx="8704">
                  <c:v>353.23200000000003</c:v>
                </c:pt>
                <c:pt idx="8705">
                  <c:v>353.23200000000003</c:v>
                </c:pt>
                <c:pt idx="8706">
                  <c:v>353.23200000000003</c:v>
                </c:pt>
                <c:pt idx="8707">
                  <c:v>353.23200000000003</c:v>
                </c:pt>
                <c:pt idx="8708">
                  <c:v>353.23200000000003</c:v>
                </c:pt>
                <c:pt idx="8709">
                  <c:v>353.23200000000003</c:v>
                </c:pt>
                <c:pt idx="8710">
                  <c:v>0</c:v>
                </c:pt>
                <c:pt idx="8711">
                  <c:v>0</c:v>
                </c:pt>
                <c:pt idx="8712">
                  <c:v>0</c:v>
                </c:pt>
                <c:pt idx="8713">
                  <c:v>0</c:v>
                </c:pt>
                <c:pt idx="8714">
                  <c:v>0</c:v>
                </c:pt>
                <c:pt idx="8715">
                  <c:v>0</c:v>
                </c:pt>
                <c:pt idx="8716">
                  <c:v>0</c:v>
                </c:pt>
                <c:pt idx="8717">
                  <c:v>0</c:v>
                </c:pt>
                <c:pt idx="8718">
                  <c:v>0</c:v>
                </c:pt>
                <c:pt idx="8719">
                  <c:v>0</c:v>
                </c:pt>
                <c:pt idx="8720">
                  <c:v>353.23200000000003</c:v>
                </c:pt>
                <c:pt idx="8721">
                  <c:v>353.23200000000003</c:v>
                </c:pt>
                <c:pt idx="8722">
                  <c:v>353.23200000000003</c:v>
                </c:pt>
                <c:pt idx="8723">
                  <c:v>353.23200000000003</c:v>
                </c:pt>
                <c:pt idx="8724">
                  <c:v>353.23200000000003</c:v>
                </c:pt>
                <c:pt idx="8725">
                  <c:v>353.23200000000003</c:v>
                </c:pt>
                <c:pt idx="8726">
                  <c:v>353.23200000000003</c:v>
                </c:pt>
                <c:pt idx="8727">
                  <c:v>353.23200000000003</c:v>
                </c:pt>
                <c:pt idx="8728">
                  <c:v>353.23200000000003</c:v>
                </c:pt>
                <c:pt idx="8729">
                  <c:v>353.23200000000003</c:v>
                </c:pt>
                <c:pt idx="8730">
                  <c:v>353.23200000000003</c:v>
                </c:pt>
                <c:pt idx="8731">
                  <c:v>353.23200000000003</c:v>
                </c:pt>
                <c:pt idx="8732">
                  <c:v>353.23200000000003</c:v>
                </c:pt>
                <c:pt idx="8733">
                  <c:v>353.23200000000003</c:v>
                </c:pt>
                <c:pt idx="8734">
                  <c:v>0</c:v>
                </c:pt>
                <c:pt idx="8735">
                  <c:v>0</c:v>
                </c:pt>
                <c:pt idx="8736">
                  <c:v>0</c:v>
                </c:pt>
                <c:pt idx="8737">
                  <c:v>0</c:v>
                </c:pt>
                <c:pt idx="8738">
                  <c:v>0</c:v>
                </c:pt>
                <c:pt idx="8739">
                  <c:v>0</c:v>
                </c:pt>
                <c:pt idx="8740">
                  <c:v>0</c:v>
                </c:pt>
                <c:pt idx="8741">
                  <c:v>0</c:v>
                </c:pt>
                <c:pt idx="8742">
                  <c:v>0</c:v>
                </c:pt>
                <c:pt idx="8743">
                  <c:v>0</c:v>
                </c:pt>
                <c:pt idx="8744">
                  <c:v>353.23200000000003</c:v>
                </c:pt>
                <c:pt idx="8745">
                  <c:v>353.23200000000003</c:v>
                </c:pt>
                <c:pt idx="8746">
                  <c:v>353.23200000000003</c:v>
                </c:pt>
                <c:pt idx="8747">
                  <c:v>353.23200000000003</c:v>
                </c:pt>
                <c:pt idx="8748">
                  <c:v>353.23200000000003</c:v>
                </c:pt>
                <c:pt idx="8749">
                  <c:v>353.23200000000003</c:v>
                </c:pt>
                <c:pt idx="8750">
                  <c:v>353.23200000000003</c:v>
                </c:pt>
                <c:pt idx="8751">
                  <c:v>353.23200000000003</c:v>
                </c:pt>
                <c:pt idx="8752">
                  <c:v>353.23200000000003</c:v>
                </c:pt>
                <c:pt idx="8753">
                  <c:v>353.23200000000003</c:v>
                </c:pt>
                <c:pt idx="8754">
                  <c:v>353.23200000000003</c:v>
                </c:pt>
                <c:pt idx="8755">
                  <c:v>353.23200000000003</c:v>
                </c:pt>
                <c:pt idx="8756">
                  <c:v>353.23200000000003</c:v>
                </c:pt>
                <c:pt idx="8757">
                  <c:v>353.23200000000003</c:v>
                </c:pt>
                <c:pt idx="8758">
                  <c:v>0</c:v>
                </c:pt>
                <c:pt idx="8759">
                  <c:v>0</c:v>
                </c:pt>
              </c:numCache>
            </c:numRef>
          </c:yVal>
          <c:smooth val="0"/>
        </c:ser>
        <c:ser>
          <c:idx val="2"/>
          <c:order val="2"/>
          <c:tx>
            <c:v>Variable CW flow - 50% min</c:v>
          </c:tx>
          <c:spPr>
            <a:ln w="28575">
              <a:noFill/>
            </a:ln>
          </c:spPr>
          <c:marker>
            <c:symbol val="triangle"/>
            <c:size val="3"/>
          </c:marker>
          <c:xVal>
            <c:numRef>
              <c:f>Jan!$CM$11:$CM$8770</c:f>
              <c:numCache>
                <c:formatCode>General</c:formatCode>
                <c:ptCount val="8760"/>
                <c:pt idx="0">
                  <c:v>0</c:v>
                </c:pt>
                <c:pt idx="1">
                  <c:v>0</c:v>
                </c:pt>
                <c:pt idx="2">
                  <c:v>0</c:v>
                </c:pt>
                <c:pt idx="3">
                  <c:v>0</c:v>
                </c:pt>
                <c:pt idx="4">
                  <c:v>0</c:v>
                </c:pt>
                <c:pt idx="5">
                  <c:v>0</c:v>
                </c:pt>
                <c:pt idx="6">
                  <c:v>0</c:v>
                </c:pt>
                <c:pt idx="7">
                  <c:v>0</c:v>
                </c:pt>
                <c:pt idx="8">
                  <c:v>0.25</c:v>
                </c:pt>
                <c:pt idx="9">
                  <c:v>0.25</c:v>
                </c:pt>
                <c:pt idx="10">
                  <c:v>0.25</c:v>
                </c:pt>
                <c:pt idx="11">
                  <c:v>0.25</c:v>
                </c:pt>
                <c:pt idx="12">
                  <c:v>0.25</c:v>
                </c:pt>
                <c:pt idx="13">
                  <c:v>0.25</c:v>
                </c:pt>
                <c:pt idx="14">
                  <c:v>0.25</c:v>
                </c:pt>
                <c:pt idx="15">
                  <c:v>0.25</c:v>
                </c:pt>
                <c:pt idx="16">
                  <c:v>0.25</c:v>
                </c:pt>
                <c:pt idx="17">
                  <c:v>0.25</c:v>
                </c:pt>
                <c:pt idx="18">
                  <c:v>0.25</c:v>
                </c:pt>
                <c:pt idx="19">
                  <c:v>0.25</c:v>
                </c:pt>
                <c:pt idx="20">
                  <c:v>0.25</c:v>
                </c:pt>
                <c:pt idx="21">
                  <c:v>0.25</c:v>
                </c:pt>
                <c:pt idx="22">
                  <c:v>0</c:v>
                </c:pt>
                <c:pt idx="23">
                  <c:v>0</c:v>
                </c:pt>
                <c:pt idx="24">
                  <c:v>0</c:v>
                </c:pt>
                <c:pt idx="25">
                  <c:v>0</c:v>
                </c:pt>
                <c:pt idx="26">
                  <c:v>0</c:v>
                </c:pt>
                <c:pt idx="27">
                  <c:v>0</c:v>
                </c:pt>
                <c:pt idx="28">
                  <c:v>0</c:v>
                </c:pt>
                <c:pt idx="29">
                  <c:v>0</c:v>
                </c:pt>
                <c:pt idx="30">
                  <c:v>0</c:v>
                </c:pt>
                <c:pt idx="31">
                  <c:v>0</c:v>
                </c:pt>
                <c:pt idx="32">
                  <c:v>0.25</c:v>
                </c:pt>
                <c:pt idx="33">
                  <c:v>0.25</c:v>
                </c:pt>
                <c:pt idx="34">
                  <c:v>0.25</c:v>
                </c:pt>
                <c:pt idx="35">
                  <c:v>0.25</c:v>
                </c:pt>
                <c:pt idx="36">
                  <c:v>0.25</c:v>
                </c:pt>
                <c:pt idx="37">
                  <c:v>0.25</c:v>
                </c:pt>
                <c:pt idx="38">
                  <c:v>0.25</c:v>
                </c:pt>
                <c:pt idx="39">
                  <c:v>0.25</c:v>
                </c:pt>
                <c:pt idx="40">
                  <c:v>0.25</c:v>
                </c:pt>
                <c:pt idx="41">
                  <c:v>0.25</c:v>
                </c:pt>
                <c:pt idx="42">
                  <c:v>0.25</c:v>
                </c:pt>
                <c:pt idx="43">
                  <c:v>0.25</c:v>
                </c:pt>
                <c:pt idx="44">
                  <c:v>0.25</c:v>
                </c:pt>
                <c:pt idx="45">
                  <c:v>0.25</c:v>
                </c:pt>
                <c:pt idx="46">
                  <c:v>0</c:v>
                </c:pt>
                <c:pt idx="47">
                  <c:v>0</c:v>
                </c:pt>
                <c:pt idx="48">
                  <c:v>0</c:v>
                </c:pt>
                <c:pt idx="49">
                  <c:v>0</c:v>
                </c:pt>
                <c:pt idx="50">
                  <c:v>0</c:v>
                </c:pt>
                <c:pt idx="51">
                  <c:v>0</c:v>
                </c:pt>
                <c:pt idx="52">
                  <c:v>0</c:v>
                </c:pt>
                <c:pt idx="53">
                  <c:v>0</c:v>
                </c:pt>
                <c:pt idx="54">
                  <c:v>0</c:v>
                </c:pt>
                <c:pt idx="55">
                  <c:v>0</c:v>
                </c:pt>
                <c:pt idx="56">
                  <c:v>0.25</c:v>
                </c:pt>
                <c:pt idx="57">
                  <c:v>0.25</c:v>
                </c:pt>
                <c:pt idx="58">
                  <c:v>0.25</c:v>
                </c:pt>
                <c:pt idx="59">
                  <c:v>0.25</c:v>
                </c:pt>
                <c:pt idx="60">
                  <c:v>0.25</c:v>
                </c:pt>
                <c:pt idx="61">
                  <c:v>0.25</c:v>
                </c:pt>
                <c:pt idx="62">
                  <c:v>0.25</c:v>
                </c:pt>
                <c:pt idx="63">
                  <c:v>0.25</c:v>
                </c:pt>
                <c:pt idx="64">
                  <c:v>0.25</c:v>
                </c:pt>
                <c:pt idx="65">
                  <c:v>0.25</c:v>
                </c:pt>
                <c:pt idx="66">
                  <c:v>0.25</c:v>
                </c:pt>
                <c:pt idx="67">
                  <c:v>0.25</c:v>
                </c:pt>
                <c:pt idx="68">
                  <c:v>0.25</c:v>
                </c:pt>
                <c:pt idx="69">
                  <c:v>0.25</c:v>
                </c:pt>
                <c:pt idx="70">
                  <c:v>0</c:v>
                </c:pt>
                <c:pt idx="71">
                  <c:v>0</c:v>
                </c:pt>
                <c:pt idx="72">
                  <c:v>0</c:v>
                </c:pt>
                <c:pt idx="73">
                  <c:v>0</c:v>
                </c:pt>
                <c:pt idx="74">
                  <c:v>0</c:v>
                </c:pt>
                <c:pt idx="75">
                  <c:v>0</c:v>
                </c:pt>
                <c:pt idx="76">
                  <c:v>0</c:v>
                </c:pt>
                <c:pt idx="77">
                  <c:v>0</c:v>
                </c:pt>
                <c:pt idx="78">
                  <c:v>0</c:v>
                </c:pt>
                <c:pt idx="79">
                  <c:v>0</c:v>
                </c:pt>
                <c:pt idx="80">
                  <c:v>0.25</c:v>
                </c:pt>
                <c:pt idx="81">
                  <c:v>0.25</c:v>
                </c:pt>
                <c:pt idx="82">
                  <c:v>0.25</c:v>
                </c:pt>
                <c:pt idx="83">
                  <c:v>0.25</c:v>
                </c:pt>
                <c:pt idx="84">
                  <c:v>0.25</c:v>
                </c:pt>
                <c:pt idx="85">
                  <c:v>0.25</c:v>
                </c:pt>
                <c:pt idx="86">
                  <c:v>0.25</c:v>
                </c:pt>
                <c:pt idx="87">
                  <c:v>0.25</c:v>
                </c:pt>
                <c:pt idx="88">
                  <c:v>0.25</c:v>
                </c:pt>
                <c:pt idx="89">
                  <c:v>0.25</c:v>
                </c:pt>
                <c:pt idx="90">
                  <c:v>0.25</c:v>
                </c:pt>
                <c:pt idx="91">
                  <c:v>0.25</c:v>
                </c:pt>
                <c:pt idx="92">
                  <c:v>0.25</c:v>
                </c:pt>
                <c:pt idx="93">
                  <c:v>0.25</c:v>
                </c:pt>
                <c:pt idx="94">
                  <c:v>0</c:v>
                </c:pt>
                <c:pt idx="95">
                  <c:v>0</c:v>
                </c:pt>
                <c:pt idx="96">
                  <c:v>0</c:v>
                </c:pt>
                <c:pt idx="97">
                  <c:v>0</c:v>
                </c:pt>
                <c:pt idx="98">
                  <c:v>0</c:v>
                </c:pt>
                <c:pt idx="99">
                  <c:v>0</c:v>
                </c:pt>
                <c:pt idx="100">
                  <c:v>0</c:v>
                </c:pt>
                <c:pt idx="101">
                  <c:v>0</c:v>
                </c:pt>
                <c:pt idx="102">
                  <c:v>0</c:v>
                </c:pt>
                <c:pt idx="103">
                  <c:v>0</c:v>
                </c:pt>
                <c:pt idx="104">
                  <c:v>0.25</c:v>
                </c:pt>
                <c:pt idx="105">
                  <c:v>0.25</c:v>
                </c:pt>
                <c:pt idx="106">
                  <c:v>0.25</c:v>
                </c:pt>
                <c:pt idx="107">
                  <c:v>0.25</c:v>
                </c:pt>
                <c:pt idx="108">
                  <c:v>0.25</c:v>
                </c:pt>
                <c:pt idx="109">
                  <c:v>0.25</c:v>
                </c:pt>
                <c:pt idx="110">
                  <c:v>0.25</c:v>
                </c:pt>
                <c:pt idx="111">
                  <c:v>0.25</c:v>
                </c:pt>
                <c:pt idx="112">
                  <c:v>0.25</c:v>
                </c:pt>
                <c:pt idx="113">
                  <c:v>0.25</c:v>
                </c:pt>
                <c:pt idx="114">
                  <c:v>0.25</c:v>
                </c:pt>
                <c:pt idx="115">
                  <c:v>0.25</c:v>
                </c:pt>
                <c:pt idx="116">
                  <c:v>0.25</c:v>
                </c:pt>
                <c:pt idx="117">
                  <c:v>0.25</c:v>
                </c:pt>
                <c:pt idx="118">
                  <c:v>0</c:v>
                </c:pt>
                <c:pt idx="119">
                  <c:v>0</c:v>
                </c:pt>
                <c:pt idx="120">
                  <c:v>0</c:v>
                </c:pt>
                <c:pt idx="121">
                  <c:v>0</c:v>
                </c:pt>
                <c:pt idx="122">
                  <c:v>0</c:v>
                </c:pt>
                <c:pt idx="123">
                  <c:v>0</c:v>
                </c:pt>
                <c:pt idx="124">
                  <c:v>0</c:v>
                </c:pt>
                <c:pt idx="125">
                  <c:v>0</c:v>
                </c:pt>
                <c:pt idx="126">
                  <c:v>0</c:v>
                </c:pt>
                <c:pt idx="127">
                  <c:v>0</c:v>
                </c:pt>
                <c:pt idx="128">
                  <c:v>0.25</c:v>
                </c:pt>
                <c:pt idx="129">
                  <c:v>0.25</c:v>
                </c:pt>
                <c:pt idx="130">
                  <c:v>0.25</c:v>
                </c:pt>
                <c:pt idx="131">
                  <c:v>0.25</c:v>
                </c:pt>
                <c:pt idx="132">
                  <c:v>0.25</c:v>
                </c:pt>
                <c:pt idx="133">
                  <c:v>0.25</c:v>
                </c:pt>
                <c:pt idx="134">
                  <c:v>0.25</c:v>
                </c:pt>
                <c:pt idx="135">
                  <c:v>0.25</c:v>
                </c:pt>
                <c:pt idx="136">
                  <c:v>0.25</c:v>
                </c:pt>
                <c:pt idx="137">
                  <c:v>0.25</c:v>
                </c:pt>
                <c:pt idx="138">
                  <c:v>0.25</c:v>
                </c:pt>
                <c:pt idx="139">
                  <c:v>0.25</c:v>
                </c:pt>
                <c:pt idx="140">
                  <c:v>0.25</c:v>
                </c:pt>
                <c:pt idx="141">
                  <c:v>0.25</c:v>
                </c:pt>
                <c:pt idx="142">
                  <c:v>0</c:v>
                </c:pt>
                <c:pt idx="143">
                  <c:v>0</c:v>
                </c:pt>
                <c:pt idx="144">
                  <c:v>0</c:v>
                </c:pt>
                <c:pt idx="145">
                  <c:v>0</c:v>
                </c:pt>
                <c:pt idx="146">
                  <c:v>0</c:v>
                </c:pt>
                <c:pt idx="147">
                  <c:v>0</c:v>
                </c:pt>
                <c:pt idx="148">
                  <c:v>0</c:v>
                </c:pt>
                <c:pt idx="149">
                  <c:v>0</c:v>
                </c:pt>
                <c:pt idx="150">
                  <c:v>0</c:v>
                </c:pt>
                <c:pt idx="151">
                  <c:v>0</c:v>
                </c:pt>
                <c:pt idx="152">
                  <c:v>0.25</c:v>
                </c:pt>
                <c:pt idx="153">
                  <c:v>0.25</c:v>
                </c:pt>
                <c:pt idx="154">
                  <c:v>0.25</c:v>
                </c:pt>
                <c:pt idx="155">
                  <c:v>0.25</c:v>
                </c:pt>
                <c:pt idx="156">
                  <c:v>0.25</c:v>
                </c:pt>
                <c:pt idx="157">
                  <c:v>0.25</c:v>
                </c:pt>
                <c:pt idx="158">
                  <c:v>0.25</c:v>
                </c:pt>
                <c:pt idx="159">
                  <c:v>0.25</c:v>
                </c:pt>
                <c:pt idx="160">
                  <c:v>0.25</c:v>
                </c:pt>
                <c:pt idx="161">
                  <c:v>0.25</c:v>
                </c:pt>
                <c:pt idx="162">
                  <c:v>0.25</c:v>
                </c:pt>
                <c:pt idx="163">
                  <c:v>0.25</c:v>
                </c:pt>
                <c:pt idx="164">
                  <c:v>0.25</c:v>
                </c:pt>
                <c:pt idx="165">
                  <c:v>0.25</c:v>
                </c:pt>
                <c:pt idx="166">
                  <c:v>0</c:v>
                </c:pt>
                <c:pt idx="167">
                  <c:v>0</c:v>
                </c:pt>
                <c:pt idx="168">
                  <c:v>0</c:v>
                </c:pt>
                <c:pt idx="169">
                  <c:v>0</c:v>
                </c:pt>
                <c:pt idx="170">
                  <c:v>0</c:v>
                </c:pt>
                <c:pt idx="171">
                  <c:v>0</c:v>
                </c:pt>
                <c:pt idx="172">
                  <c:v>0</c:v>
                </c:pt>
                <c:pt idx="173">
                  <c:v>0</c:v>
                </c:pt>
                <c:pt idx="174">
                  <c:v>0</c:v>
                </c:pt>
                <c:pt idx="175">
                  <c:v>0</c:v>
                </c:pt>
                <c:pt idx="176">
                  <c:v>0.25</c:v>
                </c:pt>
                <c:pt idx="177">
                  <c:v>0.25</c:v>
                </c:pt>
                <c:pt idx="178">
                  <c:v>0.25</c:v>
                </c:pt>
                <c:pt idx="179">
                  <c:v>0.25</c:v>
                </c:pt>
                <c:pt idx="180">
                  <c:v>0.25</c:v>
                </c:pt>
                <c:pt idx="181">
                  <c:v>0.25</c:v>
                </c:pt>
                <c:pt idx="182">
                  <c:v>0.25</c:v>
                </c:pt>
                <c:pt idx="183">
                  <c:v>0.25</c:v>
                </c:pt>
                <c:pt idx="184">
                  <c:v>0.25</c:v>
                </c:pt>
                <c:pt idx="185">
                  <c:v>0.25</c:v>
                </c:pt>
                <c:pt idx="186">
                  <c:v>0.25</c:v>
                </c:pt>
                <c:pt idx="187">
                  <c:v>0.25</c:v>
                </c:pt>
                <c:pt idx="188">
                  <c:v>0.25</c:v>
                </c:pt>
                <c:pt idx="189">
                  <c:v>0.25</c:v>
                </c:pt>
                <c:pt idx="190">
                  <c:v>0</c:v>
                </c:pt>
                <c:pt idx="191">
                  <c:v>0</c:v>
                </c:pt>
                <c:pt idx="192">
                  <c:v>0</c:v>
                </c:pt>
                <c:pt idx="193">
                  <c:v>0</c:v>
                </c:pt>
                <c:pt idx="194">
                  <c:v>0</c:v>
                </c:pt>
                <c:pt idx="195">
                  <c:v>0</c:v>
                </c:pt>
                <c:pt idx="196">
                  <c:v>0</c:v>
                </c:pt>
                <c:pt idx="197">
                  <c:v>0</c:v>
                </c:pt>
                <c:pt idx="198">
                  <c:v>0</c:v>
                </c:pt>
                <c:pt idx="199">
                  <c:v>0</c:v>
                </c:pt>
                <c:pt idx="200">
                  <c:v>0.25</c:v>
                </c:pt>
                <c:pt idx="201">
                  <c:v>0.25</c:v>
                </c:pt>
                <c:pt idx="202">
                  <c:v>0.25</c:v>
                </c:pt>
                <c:pt idx="203">
                  <c:v>0.25</c:v>
                </c:pt>
                <c:pt idx="204">
                  <c:v>0.25183499999999998</c:v>
                </c:pt>
                <c:pt idx="205">
                  <c:v>0.25</c:v>
                </c:pt>
                <c:pt idx="206">
                  <c:v>0.25</c:v>
                </c:pt>
                <c:pt idx="207">
                  <c:v>0.25</c:v>
                </c:pt>
                <c:pt idx="208">
                  <c:v>0.25</c:v>
                </c:pt>
                <c:pt idx="209">
                  <c:v>0.25</c:v>
                </c:pt>
                <c:pt idx="210">
                  <c:v>0.25</c:v>
                </c:pt>
                <c:pt idx="211">
                  <c:v>0.25</c:v>
                </c:pt>
                <c:pt idx="212">
                  <c:v>0.25</c:v>
                </c:pt>
                <c:pt idx="213">
                  <c:v>0.25</c:v>
                </c:pt>
                <c:pt idx="214">
                  <c:v>0</c:v>
                </c:pt>
                <c:pt idx="215">
                  <c:v>0</c:v>
                </c:pt>
                <c:pt idx="216">
                  <c:v>0</c:v>
                </c:pt>
                <c:pt idx="217">
                  <c:v>0</c:v>
                </c:pt>
                <c:pt idx="218">
                  <c:v>0</c:v>
                </c:pt>
                <c:pt idx="219">
                  <c:v>0</c:v>
                </c:pt>
                <c:pt idx="220">
                  <c:v>0</c:v>
                </c:pt>
                <c:pt idx="221">
                  <c:v>0</c:v>
                </c:pt>
                <c:pt idx="222">
                  <c:v>0</c:v>
                </c:pt>
                <c:pt idx="223">
                  <c:v>0</c:v>
                </c:pt>
                <c:pt idx="224">
                  <c:v>0.25</c:v>
                </c:pt>
                <c:pt idx="225">
                  <c:v>0.25</c:v>
                </c:pt>
                <c:pt idx="226">
                  <c:v>0.27701199999999998</c:v>
                </c:pt>
                <c:pt idx="227">
                  <c:v>0.43552200000000002</c:v>
                </c:pt>
                <c:pt idx="228">
                  <c:v>0.36063899999999999</c:v>
                </c:pt>
                <c:pt idx="229">
                  <c:v>0.30801299999999998</c:v>
                </c:pt>
                <c:pt idx="230">
                  <c:v>0.25</c:v>
                </c:pt>
                <c:pt idx="231">
                  <c:v>0.25</c:v>
                </c:pt>
                <c:pt idx="232">
                  <c:v>0.25</c:v>
                </c:pt>
                <c:pt idx="233">
                  <c:v>0.25</c:v>
                </c:pt>
                <c:pt idx="234">
                  <c:v>0.25</c:v>
                </c:pt>
                <c:pt idx="235">
                  <c:v>0.25</c:v>
                </c:pt>
                <c:pt idx="236">
                  <c:v>0.25</c:v>
                </c:pt>
                <c:pt idx="237">
                  <c:v>0.25</c:v>
                </c:pt>
                <c:pt idx="238">
                  <c:v>0</c:v>
                </c:pt>
                <c:pt idx="239">
                  <c:v>0</c:v>
                </c:pt>
                <c:pt idx="240">
                  <c:v>0</c:v>
                </c:pt>
                <c:pt idx="241">
                  <c:v>0</c:v>
                </c:pt>
                <c:pt idx="242">
                  <c:v>0</c:v>
                </c:pt>
                <c:pt idx="243">
                  <c:v>0</c:v>
                </c:pt>
                <c:pt idx="244">
                  <c:v>0</c:v>
                </c:pt>
                <c:pt idx="245">
                  <c:v>0</c:v>
                </c:pt>
                <c:pt idx="246">
                  <c:v>0</c:v>
                </c:pt>
                <c:pt idx="247">
                  <c:v>0</c:v>
                </c:pt>
                <c:pt idx="248">
                  <c:v>0.25</c:v>
                </c:pt>
                <c:pt idx="249">
                  <c:v>0.25</c:v>
                </c:pt>
                <c:pt idx="250">
                  <c:v>0.28678999999999999</c:v>
                </c:pt>
                <c:pt idx="251">
                  <c:v>0.40391199999999999</c:v>
                </c:pt>
                <c:pt idx="252">
                  <c:v>0.40600000000000003</c:v>
                </c:pt>
                <c:pt idx="253">
                  <c:v>0.29521199999999997</c:v>
                </c:pt>
                <c:pt idx="254">
                  <c:v>0.25</c:v>
                </c:pt>
                <c:pt idx="255">
                  <c:v>0.25</c:v>
                </c:pt>
                <c:pt idx="256">
                  <c:v>0.25</c:v>
                </c:pt>
                <c:pt idx="257">
                  <c:v>0.25</c:v>
                </c:pt>
                <c:pt idx="258">
                  <c:v>0.25</c:v>
                </c:pt>
                <c:pt idx="259">
                  <c:v>0.25</c:v>
                </c:pt>
                <c:pt idx="260">
                  <c:v>0.25</c:v>
                </c:pt>
                <c:pt idx="261">
                  <c:v>0.25</c:v>
                </c:pt>
                <c:pt idx="262">
                  <c:v>0</c:v>
                </c:pt>
                <c:pt idx="263">
                  <c:v>0</c:v>
                </c:pt>
                <c:pt idx="264">
                  <c:v>0</c:v>
                </c:pt>
                <c:pt idx="265">
                  <c:v>0</c:v>
                </c:pt>
                <c:pt idx="266">
                  <c:v>0</c:v>
                </c:pt>
                <c:pt idx="267">
                  <c:v>0</c:v>
                </c:pt>
                <c:pt idx="268">
                  <c:v>0</c:v>
                </c:pt>
                <c:pt idx="269">
                  <c:v>0</c:v>
                </c:pt>
                <c:pt idx="270">
                  <c:v>0</c:v>
                </c:pt>
                <c:pt idx="271">
                  <c:v>0</c:v>
                </c:pt>
                <c:pt idx="272">
                  <c:v>0.25</c:v>
                </c:pt>
                <c:pt idx="273">
                  <c:v>0.25</c:v>
                </c:pt>
                <c:pt idx="274">
                  <c:v>0.25</c:v>
                </c:pt>
                <c:pt idx="275">
                  <c:v>0.25</c:v>
                </c:pt>
                <c:pt idx="276">
                  <c:v>0.25</c:v>
                </c:pt>
                <c:pt idx="277">
                  <c:v>0.25</c:v>
                </c:pt>
                <c:pt idx="278">
                  <c:v>0.25</c:v>
                </c:pt>
                <c:pt idx="279">
                  <c:v>0.25</c:v>
                </c:pt>
                <c:pt idx="280">
                  <c:v>0.25</c:v>
                </c:pt>
                <c:pt idx="281">
                  <c:v>0.25</c:v>
                </c:pt>
                <c:pt idx="282">
                  <c:v>0.25</c:v>
                </c:pt>
                <c:pt idx="283">
                  <c:v>0.25</c:v>
                </c:pt>
                <c:pt idx="284">
                  <c:v>0.25</c:v>
                </c:pt>
                <c:pt idx="285">
                  <c:v>0.25</c:v>
                </c:pt>
                <c:pt idx="286">
                  <c:v>0</c:v>
                </c:pt>
                <c:pt idx="287">
                  <c:v>0</c:v>
                </c:pt>
                <c:pt idx="288">
                  <c:v>0</c:v>
                </c:pt>
                <c:pt idx="289">
                  <c:v>0</c:v>
                </c:pt>
                <c:pt idx="290">
                  <c:v>0</c:v>
                </c:pt>
                <c:pt idx="291">
                  <c:v>0</c:v>
                </c:pt>
                <c:pt idx="292">
                  <c:v>0</c:v>
                </c:pt>
                <c:pt idx="293">
                  <c:v>0</c:v>
                </c:pt>
                <c:pt idx="294">
                  <c:v>0</c:v>
                </c:pt>
                <c:pt idx="295">
                  <c:v>0</c:v>
                </c:pt>
                <c:pt idx="296">
                  <c:v>0.25</c:v>
                </c:pt>
                <c:pt idx="297">
                  <c:v>0.25</c:v>
                </c:pt>
                <c:pt idx="298">
                  <c:v>0.25</c:v>
                </c:pt>
                <c:pt idx="299">
                  <c:v>0.25</c:v>
                </c:pt>
                <c:pt idx="300">
                  <c:v>0.25</c:v>
                </c:pt>
                <c:pt idx="301">
                  <c:v>0.25</c:v>
                </c:pt>
                <c:pt idx="302">
                  <c:v>0.25</c:v>
                </c:pt>
                <c:pt idx="303">
                  <c:v>0.25</c:v>
                </c:pt>
                <c:pt idx="304">
                  <c:v>0.25</c:v>
                </c:pt>
                <c:pt idx="305">
                  <c:v>0.25</c:v>
                </c:pt>
                <c:pt idx="306">
                  <c:v>0.25</c:v>
                </c:pt>
                <c:pt idx="307">
                  <c:v>0.25</c:v>
                </c:pt>
                <c:pt idx="308">
                  <c:v>0.25</c:v>
                </c:pt>
                <c:pt idx="309">
                  <c:v>0.25</c:v>
                </c:pt>
                <c:pt idx="310">
                  <c:v>0</c:v>
                </c:pt>
                <c:pt idx="311">
                  <c:v>0</c:v>
                </c:pt>
                <c:pt idx="312">
                  <c:v>0</c:v>
                </c:pt>
                <c:pt idx="313">
                  <c:v>0</c:v>
                </c:pt>
                <c:pt idx="314">
                  <c:v>0</c:v>
                </c:pt>
                <c:pt idx="315">
                  <c:v>0</c:v>
                </c:pt>
                <c:pt idx="316">
                  <c:v>0</c:v>
                </c:pt>
                <c:pt idx="317">
                  <c:v>0</c:v>
                </c:pt>
                <c:pt idx="318">
                  <c:v>0</c:v>
                </c:pt>
                <c:pt idx="319">
                  <c:v>0</c:v>
                </c:pt>
                <c:pt idx="320">
                  <c:v>0.25</c:v>
                </c:pt>
                <c:pt idx="321">
                  <c:v>0.25</c:v>
                </c:pt>
                <c:pt idx="322">
                  <c:v>0.25</c:v>
                </c:pt>
                <c:pt idx="323">
                  <c:v>0.25</c:v>
                </c:pt>
                <c:pt idx="324">
                  <c:v>0.25</c:v>
                </c:pt>
                <c:pt idx="325">
                  <c:v>0.25</c:v>
                </c:pt>
                <c:pt idx="326">
                  <c:v>0.25</c:v>
                </c:pt>
                <c:pt idx="327">
                  <c:v>0.25</c:v>
                </c:pt>
                <c:pt idx="328">
                  <c:v>0.25</c:v>
                </c:pt>
                <c:pt idx="329">
                  <c:v>0.25</c:v>
                </c:pt>
                <c:pt idx="330">
                  <c:v>0.25</c:v>
                </c:pt>
                <c:pt idx="331">
                  <c:v>0.25</c:v>
                </c:pt>
                <c:pt idx="332">
                  <c:v>0.25</c:v>
                </c:pt>
                <c:pt idx="333">
                  <c:v>0.25</c:v>
                </c:pt>
                <c:pt idx="334">
                  <c:v>0</c:v>
                </c:pt>
                <c:pt idx="335">
                  <c:v>0</c:v>
                </c:pt>
                <c:pt idx="336">
                  <c:v>0</c:v>
                </c:pt>
                <c:pt idx="337">
                  <c:v>0</c:v>
                </c:pt>
                <c:pt idx="338">
                  <c:v>0</c:v>
                </c:pt>
                <c:pt idx="339">
                  <c:v>0</c:v>
                </c:pt>
                <c:pt idx="340">
                  <c:v>0</c:v>
                </c:pt>
                <c:pt idx="341">
                  <c:v>0</c:v>
                </c:pt>
                <c:pt idx="342">
                  <c:v>0</c:v>
                </c:pt>
                <c:pt idx="343">
                  <c:v>0</c:v>
                </c:pt>
                <c:pt idx="344">
                  <c:v>0.25</c:v>
                </c:pt>
                <c:pt idx="345">
                  <c:v>0.25</c:v>
                </c:pt>
                <c:pt idx="346">
                  <c:v>0.25</c:v>
                </c:pt>
                <c:pt idx="347">
                  <c:v>0.25</c:v>
                </c:pt>
                <c:pt idx="348">
                  <c:v>0.25</c:v>
                </c:pt>
                <c:pt idx="349">
                  <c:v>0.25</c:v>
                </c:pt>
                <c:pt idx="350">
                  <c:v>0.25</c:v>
                </c:pt>
                <c:pt idx="351">
                  <c:v>0.25</c:v>
                </c:pt>
                <c:pt idx="352">
                  <c:v>0.25</c:v>
                </c:pt>
                <c:pt idx="353">
                  <c:v>0.25</c:v>
                </c:pt>
                <c:pt idx="354">
                  <c:v>0.25</c:v>
                </c:pt>
                <c:pt idx="355">
                  <c:v>0.25</c:v>
                </c:pt>
                <c:pt idx="356">
                  <c:v>0.25</c:v>
                </c:pt>
                <c:pt idx="357">
                  <c:v>0.25</c:v>
                </c:pt>
                <c:pt idx="358">
                  <c:v>0</c:v>
                </c:pt>
                <c:pt idx="359">
                  <c:v>0</c:v>
                </c:pt>
                <c:pt idx="360">
                  <c:v>0</c:v>
                </c:pt>
                <c:pt idx="361">
                  <c:v>0</c:v>
                </c:pt>
                <c:pt idx="362">
                  <c:v>0</c:v>
                </c:pt>
                <c:pt idx="363">
                  <c:v>0</c:v>
                </c:pt>
                <c:pt idx="364">
                  <c:v>0</c:v>
                </c:pt>
                <c:pt idx="365">
                  <c:v>0</c:v>
                </c:pt>
                <c:pt idx="366">
                  <c:v>0</c:v>
                </c:pt>
                <c:pt idx="367">
                  <c:v>0</c:v>
                </c:pt>
                <c:pt idx="368">
                  <c:v>0.25</c:v>
                </c:pt>
                <c:pt idx="369">
                  <c:v>0.25</c:v>
                </c:pt>
                <c:pt idx="370">
                  <c:v>0.25</c:v>
                </c:pt>
                <c:pt idx="371">
                  <c:v>0.25</c:v>
                </c:pt>
                <c:pt idx="372">
                  <c:v>0.25</c:v>
                </c:pt>
                <c:pt idx="373">
                  <c:v>0.25</c:v>
                </c:pt>
                <c:pt idx="374">
                  <c:v>0.25</c:v>
                </c:pt>
                <c:pt idx="375">
                  <c:v>0.25</c:v>
                </c:pt>
                <c:pt idx="376">
                  <c:v>0.25</c:v>
                </c:pt>
                <c:pt idx="377">
                  <c:v>0.25</c:v>
                </c:pt>
                <c:pt idx="378">
                  <c:v>0.25</c:v>
                </c:pt>
                <c:pt idx="379">
                  <c:v>0.25</c:v>
                </c:pt>
                <c:pt idx="380">
                  <c:v>0.25</c:v>
                </c:pt>
                <c:pt idx="381">
                  <c:v>0.25</c:v>
                </c:pt>
                <c:pt idx="382">
                  <c:v>0</c:v>
                </c:pt>
                <c:pt idx="383">
                  <c:v>0</c:v>
                </c:pt>
                <c:pt idx="384">
                  <c:v>0</c:v>
                </c:pt>
                <c:pt idx="385">
                  <c:v>0</c:v>
                </c:pt>
                <c:pt idx="386">
                  <c:v>0</c:v>
                </c:pt>
                <c:pt idx="387">
                  <c:v>0</c:v>
                </c:pt>
                <c:pt idx="388">
                  <c:v>0</c:v>
                </c:pt>
                <c:pt idx="389">
                  <c:v>0</c:v>
                </c:pt>
                <c:pt idx="390">
                  <c:v>0</c:v>
                </c:pt>
                <c:pt idx="391">
                  <c:v>0</c:v>
                </c:pt>
                <c:pt idx="392">
                  <c:v>0.25</c:v>
                </c:pt>
                <c:pt idx="393">
                  <c:v>0.25</c:v>
                </c:pt>
                <c:pt idx="394">
                  <c:v>0.25</c:v>
                </c:pt>
                <c:pt idx="395">
                  <c:v>0.25</c:v>
                </c:pt>
                <c:pt idx="396">
                  <c:v>0.25</c:v>
                </c:pt>
                <c:pt idx="397">
                  <c:v>0.25</c:v>
                </c:pt>
                <c:pt idx="398">
                  <c:v>0.25</c:v>
                </c:pt>
                <c:pt idx="399">
                  <c:v>0.25</c:v>
                </c:pt>
                <c:pt idx="400">
                  <c:v>0.25</c:v>
                </c:pt>
                <c:pt idx="401">
                  <c:v>0.25</c:v>
                </c:pt>
                <c:pt idx="402">
                  <c:v>0.25</c:v>
                </c:pt>
                <c:pt idx="403">
                  <c:v>0.25</c:v>
                </c:pt>
                <c:pt idx="404">
                  <c:v>0.25</c:v>
                </c:pt>
                <c:pt idx="405">
                  <c:v>0.25</c:v>
                </c:pt>
                <c:pt idx="406">
                  <c:v>0</c:v>
                </c:pt>
                <c:pt idx="407">
                  <c:v>0</c:v>
                </c:pt>
                <c:pt idx="408">
                  <c:v>0</c:v>
                </c:pt>
                <c:pt idx="409">
                  <c:v>0</c:v>
                </c:pt>
                <c:pt idx="410">
                  <c:v>0</c:v>
                </c:pt>
                <c:pt idx="411">
                  <c:v>0</c:v>
                </c:pt>
                <c:pt idx="412">
                  <c:v>0</c:v>
                </c:pt>
                <c:pt idx="413">
                  <c:v>0</c:v>
                </c:pt>
                <c:pt idx="414">
                  <c:v>0</c:v>
                </c:pt>
                <c:pt idx="415">
                  <c:v>0</c:v>
                </c:pt>
                <c:pt idx="416">
                  <c:v>0.25</c:v>
                </c:pt>
                <c:pt idx="417">
                  <c:v>0.25</c:v>
                </c:pt>
                <c:pt idx="418">
                  <c:v>0.25</c:v>
                </c:pt>
                <c:pt idx="419">
                  <c:v>0.31238199999999999</c:v>
                </c:pt>
                <c:pt idx="420">
                  <c:v>0.25989899999999999</c:v>
                </c:pt>
                <c:pt idx="421">
                  <c:v>0.25</c:v>
                </c:pt>
                <c:pt idx="422">
                  <c:v>0.25</c:v>
                </c:pt>
                <c:pt idx="423">
                  <c:v>0.25</c:v>
                </c:pt>
                <c:pt idx="424">
                  <c:v>0.25</c:v>
                </c:pt>
                <c:pt idx="425">
                  <c:v>0.25</c:v>
                </c:pt>
                <c:pt idx="426">
                  <c:v>0.25</c:v>
                </c:pt>
                <c:pt idx="427">
                  <c:v>0.25</c:v>
                </c:pt>
                <c:pt idx="428">
                  <c:v>0.25</c:v>
                </c:pt>
                <c:pt idx="429">
                  <c:v>0.25</c:v>
                </c:pt>
                <c:pt idx="430">
                  <c:v>0</c:v>
                </c:pt>
                <c:pt idx="431">
                  <c:v>0</c:v>
                </c:pt>
                <c:pt idx="432">
                  <c:v>0</c:v>
                </c:pt>
                <c:pt idx="433">
                  <c:v>0</c:v>
                </c:pt>
                <c:pt idx="434">
                  <c:v>0</c:v>
                </c:pt>
                <c:pt idx="435">
                  <c:v>0</c:v>
                </c:pt>
                <c:pt idx="436">
                  <c:v>0</c:v>
                </c:pt>
                <c:pt idx="437">
                  <c:v>0</c:v>
                </c:pt>
                <c:pt idx="438">
                  <c:v>0</c:v>
                </c:pt>
                <c:pt idx="439">
                  <c:v>0</c:v>
                </c:pt>
                <c:pt idx="440">
                  <c:v>0.25</c:v>
                </c:pt>
                <c:pt idx="441">
                  <c:v>0.25</c:v>
                </c:pt>
                <c:pt idx="442">
                  <c:v>0.25</c:v>
                </c:pt>
                <c:pt idx="443">
                  <c:v>0.25</c:v>
                </c:pt>
                <c:pt idx="444">
                  <c:v>0.25</c:v>
                </c:pt>
                <c:pt idx="445">
                  <c:v>0.25</c:v>
                </c:pt>
                <c:pt idx="446">
                  <c:v>0.25</c:v>
                </c:pt>
                <c:pt idx="447">
                  <c:v>0.25</c:v>
                </c:pt>
                <c:pt idx="448">
                  <c:v>0.25</c:v>
                </c:pt>
                <c:pt idx="449">
                  <c:v>0.25</c:v>
                </c:pt>
                <c:pt idx="450">
                  <c:v>0.25</c:v>
                </c:pt>
                <c:pt idx="451">
                  <c:v>0.25</c:v>
                </c:pt>
                <c:pt idx="452">
                  <c:v>0.25</c:v>
                </c:pt>
                <c:pt idx="453">
                  <c:v>0.25</c:v>
                </c:pt>
                <c:pt idx="454">
                  <c:v>0</c:v>
                </c:pt>
                <c:pt idx="455">
                  <c:v>0</c:v>
                </c:pt>
                <c:pt idx="456">
                  <c:v>0</c:v>
                </c:pt>
                <c:pt idx="457">
                  <c:v>0</c:v>
                </c:pt>
                <c:pt idx="458">
                  <c:v>0</c:v>
                </c:pt>
                <c:pt idx="459">
                  <c:v>0</c:v>
                </c:pt>
                <c:pt idx="460">
                  <c:v>0</c:v>
                </c:pt>
                <c:pt idx="461">
                  <c:v>0</c:v>
                </c:pt>
                <c:pt idx="462">
                  <c:v>0</c:v>
                </c:pt>
                <c:pt idx="463">
                  <c:v>0</c:v>
                </c:pt>
                <c:pt idx="464">
                  <c:v>0.25</c:v>
                </c:pt>
                <c:pt idx="465">
                  <c:v>0.25</c:v>
                </c:pt>
                <c:pt idx="466">
                  <c:v>0.25</c:v>
                </c:pt>
                <c:pt idx="467">
                  <c:v>0.25</c:v>
                </c:pt>
                <c:pt idx="468">
                  <c:v>0.25</c:v>
                </c:pt>
                <c:pt idx="469">
                  <c:v>0.25</c:v>
                </c:pt>
                <c:pt idx="470">
                  <c:v>0.25</c:v>
                </c:pt>
                <c:pt idx="471">
                  <c:v>0.25</c:v>
                </c:pt>
                <c:pt idx="472">
                  <c:v>0.25</c:v>
                </c:pt>
                <c:pt idx="473">
                  <c:v>0.25</c:v>
                </c:pt>
                <c:pt idx="474">
                  <c:v>0.25</c:v>
                </c:pt>
                <c:pt idx="475">
                  <c:v>0.25</c:v>
                </c:pt>
                <c:pt idx="476">
                  <c:v>0.25</c:v>
                </c:pt>
                <c:pt idx="477">
                  <c:v>0.25</c:v>
                </c:pt>
                <c:pt idx="478">
                  <c:v>0</c:v>
                </c:pt>
                <c:pt idx="479">
                  <c:v>0</c:v>
                </c:pt>
                <c:pt idx="480">
                  <c:v>0</c:v>
                </c:pt>
                <c:pt idx="481">
                  <c:v>0</c:v>
                </c:pt>
                <c:pt idx="482">
                  <c:v>0</c:v>
                </c:pt>
                <c:pt idx="483">
                  <c:v>0</c:v>
                </c:pt>
                <c:pt idx="484">
                  <c:v>0</c:v>
                </c:pt>
                <c:pt idx="485">
                  <c:v>0</c:v>
                </c:pt>
                <c:pt idx="486">
                  <c:v>0</c:v>
                </c:pt>
                <c:pt idx="487">
                  <c:v>0</c:v>
                </c:pt>
                <c:pt idx="488">
                  <c:v>0.25</c:v>
                </c:pt>
                <c:pt idx="489">
                  <c:v>0.25</c:v>
                </c:pt>
                <c:pt idx="490">
                  <c:v>0.25</c:v>
                </c:pt>
                <c:pt idx="491">
                  <c:v>0.25</c:v>
                </c:pt>
                <c:pt idx="492">
                  <c:v>0.25</c:v>
                </c:pt>
                <c:pt idx="493">
                  <c:v>0.25</c:v>
                </c:pt>
                <c:pt idx="494">
                  <c:v>0.25</c:v>
                </c:pt>
                <c:pt idx="495">
                  <c:v>0.25</c:v>
                </c:pt>
                <c:pt idx="496">
                  <c:v>0.25</c:v>
                </c:pt>
                <c:pt idx="497">
                  <c:v>0.25</c:v>
                </c:pt>
                <c:pt idx="498">
                  <c:v>0.25</c:v>
                </c:pt>
                <c:pt idx="499">
                  <c:v>0.25</c:v>
                </c:pt>
                <c:pt idx="500">
                  <c:v>0.25</c:v>
                </c:pt>
                <c:pt idx="501">
                  <c:v>0.25</c:v>
                </c:pt>
                <c:pt idx="502">
                  <c:v>0</c:v>
                </c:pt>
                <c:pt idx="503">
                  <c:v>0</c:v>
                </c:pt>
                <c:pt idx="504">
                  <c:v>0</c:v>
                </c:pt>
                <c:pt idx="505">
                  <c:v>0</c:v>
                </c:pt>
                <c:pt idx="506">
                  <c:v>0</c:v>
                </c:pt>
                <c:pt idx="507">
                  <c:v>0</c:v>
                </c:pt>
                <c:pt idx="508">
                  <c:v>0</c:v>
                </c:pt>
                <c:pt idx="509">
                  <c:v>0</c:v>
                </c:pt>
                <c:pt idx="510">
                  <c:v>0</c:v>
                </c:pt>
                <c:pt idx="511">
                  <c:v>0</c:v>
                </c:pt>
                <c:pt idx="512">
                  <c:v>0.25</c:v>
                </c:pt>
                <c:pt idx="513">
                  <c:v>0.25</c:v>
                </c:pt>
                <c:pt idx="514">
                  <c:v>0.25</c:v>
                </c:pt>
                <c:pt idx="515">
                  <c:v>0.25</c:v>
                </c:pt>
                <c:pt idx="516">
                  <c:v>0.25</c:v>
                </c:pt>
                <c:pt idx="517">
                  <c:v>0.25</c:v>
                </c:pt>
                <c:pt idx="518">
                  <c:v>0.25</c:v>
                </c:pt>
                <c:pt idx="519">
                  <c:v>0.25</c:v>
                </c:pt>
                <c:pt idx="520">
                  <c:v>0.25</c:v>
                </c:pt>
                <c:pt idx="521">
                  <c:v>0.25</c:v>
                </c:pt>
                <c:pt idx="522">
                  <c:v>0.25</c:v>
                </c:pt>
                <c:pt idx="523">
                  <c:v>0.25</c:v>
                </c:pt>
                <c:pt idx="524">
                  <c:v>0.25</c:v>
                </c:pt>
                <c:pt idx="525">
                  <c:v>0.25</c:v>
                </c:pt>
                <c:pt idx="526">
                  <c:v>0</c:v>
                </c:pt>
                <c:pt idx="527">
                  <c:v>0</c:v>
                </c:pt>
                <c:pt idx="528">
                  <c:v>0</c:v>
                </c:pt>
                <c:pt idx="529">
                  <c:v>0</c:v>
                </c:pt>
                <c:pt idx="530">
                  <c:v>0</c:v>
                </c:pt>
                <c:pt idx="531">
                  <c:v>0</c:v>
                </c:pt>
                <c:pt idx="532">
                  <c:v>0</c:v>
                </c:pt>
                <c:pt idx="533">
                  <c:v>0</c:v>
                </c:pt>
                <c:pt idx="534">
                  <c:v>0</c:v>
                </c:pt>
                <c:pt idx="535">
                  <c:v>0</c:v>
                </c:pt>
                <c:pt idx="536">
                  <c:v>0.25</c:v>
                </c:pt>
                <c:pt idx="537">
                  <c:v>0.25</c:v>
                </c:pt>
                <c:pt idx="538">
                  <c:v>0.25</c:v>
                </c:pt>
                <c:pt idx="539">
                  <c:v>0.25</c:v>
                </c:pt>
                <c:pt idx="540">
                  <c:v>0.25</c:v>
                </c:pt>
                <c:pt idx="541">
                  <c:v>0.25</c:v>
                </c:pt>
                <c:pt idx="542">
                  <c:v>0.25</c:v>
                </c:pt>
                <c:pt idx="543">
                  <c:v>0.25</c:v>
                </c:pt>
                <c:pt idx="544">
                  <c:v>0.25</c:v>
                </c:pt>
                <c:pt idx="545">
                  <c:v>0.25</c:v>
                </c:pt>
                <c:pt idx="546">
                  <c:v>0.25</c:v>
                </c:pt>
                <c:pt idx="547">
                  <c:v>0.25</c:v>
                </c:pt>
                <c:pt idx="548">
                  <c:v>0.25</c:v>
                </c:pt>
                <c:pt idx="549">
                  <c:v>0.25</c:v>
                </c:pt>
                <c:pt idx="550">
                  <c:v>0</c:v>
                </c:pt>
                <c:pt idx="551">
                  <c:v>0</c:v>
                </c:pt>
                <c:pt idx="552">
                  <c:v>0</c:v>
                </c:pt>
                <c:pt idx="553">
                  <c:v>0</c:v>
                </c:pt>
                <c:pt idx="554">
                  <c:v>0</c:v>
                </c:pt>
                <c:pt idx="555">
                  <c:v>0</c:v>
                </c:pt>
                <c:pt idx="556">
                  <c:v>0</c:v>
                </c:pt>
                <c:pt idx="557">
                  <c:v>0</c:v>
                </c:pt>
                <c:pt idx="558">
                  <c:v>0</c:v>
                </c:pt>
                <c:pt idx="559">
                  <c:v>0</c:v>
                </c:pt>
                <c:pt idx="560">
                  <c:v>0.25</c:v>
                </c:pt>
                <c:pt idx="561">
                  <c:v>0.25</c:v>
                </c:pt>
                <c:pt idx="562">
                  <c:v>0.25</c:v>
                </c:pt>
                <c:pt idx="563">
                  <c:v>0.25</c:v>
                </c:pt>
                <c:pt idx="564">
                  <c:v>0.25</c:v>
                </c:pt>
                <c:pt idx="565">
                  <c:v>0.25</c:v>
                </c:pt>
                <c:pt idx="566">
                  <c:v>0.25</c:v>
                </c:pt>
                <c:pt idx="567">
                  <c:v>0.25</c:v>
                </c:pt>
                <c:pt idx="568">
                  <c:v>0.25</c:v>
                </c:pt>
                <c:pt idx="569">
                  <c:v>0.25</c:v>
                </c:pt>
                <c:pt idx="570">
                  <c:v>0.25</c:v>
                </c:pt>
                <c:pt idx="571">
                  <c:v>0.25</c:v>
                </c:pt>
                <c:pt idx="572">
                  <c:v>0.25</c:v>
                </c:pt>
                <c:pt idx="573">
                  <c:v>0.25</c:v>
                </c:pt>
                <c:pt idx="574">
                  <c:v>0</c:v>
                </c:pt>
                <c:pt idx="575">
                  <c:v>0</c:v>
                </c:pt>
                <c:pt idx="576">
                  <c:v>0</c:v>
                </c:pt>
                <c:pt idx="577">
                  <c:v>0</c:v>
                </c:pt>
                <c:pt idx="578">
                  <c:v>0</c:v>
                </c:pt>
                <c:pt idx="579">
                  <c:v>0</c:v>
                </c:pt>
                <c:pt idx="580">
                  <c:v>0</c:v>
                </c:pt>
                <c:pt idx="581">
                  <c:v>0</c:v>
                </c:pt>
                <c:pt idx="582">
                  <c:v>0</c:v>
                </c:pt>
                <c:pt idx="583">
                  <c:v>0</c:v>
                </c:pt>
                <c:pt idx="584">
                  <c:v>0.25</c:v>
                </c:pt>
                <c:pt idx="585">
                  <c:v>0.25</c:v>
                </c:pt>
                <c:pt idx="586">
                  <c:v>0.25</c:v>
                </c:pt>
                <c:pt idx="587">
                  <c:v>0.25</c:v>
                </c:pt>
                <c:pt idx="588">
                  <c:v>0.25</c:v>
                </c:pt>
                <c:pt idx="589">
                  <c:v>0.25</c:v>
                </c:pt>
                <c:pt idx="590">
                  <c:v>0.25</c:v>
                </c:pt>
                <c:pt idx="591">
                  <c:v>0.25</c:v>
                </c:pt>
                <c:pt idx="592">
                  <c:v>0.25</c:v>
                </c:pt>
                <c:pt idx="593">
                  <c:v>0.25</c:v>
                </c:pt>
                <c:pt idx="594">
                  <c:v>0.25</c:v>
                </c:pt>
                <c:pt idx="595">
                  <c:v>0.25</c:v>
                </c:pt>
                <c:pt idx="596">
                  <c:v>0.25</c:v>
                </c:pt>
                <c:pt idx="597">
                  <c:v>0.25</c:v>
                </c:pt>
                <c:pt idx="598">
                  <c:v>0</c:v>
                </c:pt>
                <c:pt idx="599">
                  <c:v>0</c:v>
                </c:pt>
                <c:pt idx="600">
                  <c:v>0</c:v>
                </c:pt>
                <c:pt idx="601">
                  <c:v>0</c:v>
                </c:pt>
                <c:pt idx="602">
                  <c:v>0</c:v>
                </c:pt>
                <c:pt idx="603">
                  <c:v>0</c:v>
                </c:pt>
                <c:pt idx="604">
                  <c:v>0</c:v>
                </c:pt>
                <c:pt idx="605">
                  <c:v>0</c:v>
                </c:pt>
                <c:pt idx="606">
                  <c:v>0</c:v>
                </c:pt>
                <c:pt idx="607">
                  <c:v>0</c:v>
                </c:pt>
                <c:pt idx="608">
                  <c:v>0.25</c:v>
                </c:pt>
                <c:pt idx="609">
                  <c:v>0.25</c:v>
                </c:pt>
                <c:pt idx="610">
                  <c:v>0.25</c:v>
                </c:pt>
                <c:pt idx="611">
                  <c:v>0.25</c:v>
                </c:pt>
                <c:pt idx="612">
                  <c:v>0.25</c:v>
                </c:pt>
                <c:pt idx="613">
                  <c:v>0.25</c:v>
                </c:pt>
                <c:pt idx="614">
                  <c:v>0.25</c:v>
                </c:pt>
                <c:pt idx="615">
                  <c:v>0.25</c:v>
                </c:pt>
                <c:pt idx="616">
                  <c:v>0.25</c:v>
                </c:pt>
                <c:pt idx="617">
                  <c:v>0.25</c:v>
                </c:pt>
                <c:pt idx="618">
                  <c:v>0.25</c:v>
                </c:pt>
                <c:pt idx="619">
                  <c:v>0.25</c:v>
                </c:pt>
                <c:pt idx="620">
                  <c:v>0.25</c:v>
                </c:pt>
                <c:pt idx="621">
                  <c:v>0.25</c:v>
                </c:pt>
                <c:pt idx="622">
                  <c:v>0</c:v>
                </c:pt>
                <c:pt idx="623">
                  <c:v>0</c:v>
                </c:pt>
                <c:pt idx="624">
                  <c:v>0</c:v>
                </c:pt>
                <c:pt idx="625">
                  <c:v>0</c:v>
                </c:pt>
                <c:pt idx="626">
                  <c:v>0</c:v>
                </c:pt>
                <c:pt idx="627">
                  <c:v>0</c:v>
                </c:pt>
                <c:pt idx="628">
                  <c:v>0</c:v>
                </c:pt>
                <c:pt idx="629">
                  <c:v>0</c:v>
                </c:pt>
                <c:pt idx="630">
                  <c:v>0</c:v>
                </c:pt>
                <c:pt idx="631">
                  <c:v>0</c:v>
                </c:pt>
                <c:pt idx="632">
                  <c:v>0.25</c:v>
                </c:pt>
                <c:pt idx="633">
                  <c:v>0.25</c:v>
                </c:pt>
                <c:pt idx="634">
                  <c:v>0.25</c:v>
                </c:pt>
                <c:pt idx="635">
                  <c:v>0.279144</c:v>
                </c:pt>
                <c:pt idx="636">
                  <c:v>0.25</c:v>
                </c:pt>
                <c:pt idx="637">
                  <c:v>0.25</c:v>
                </c:pt>
                <c:pt idx="638">
                  <c:v>0.25</c:v>
                </c:pt>
                <c:pt idx="639">
                  <c:v>0.25</c:v>
                </c:pt>
                <c:pt idx="640">
                  <c:v>0.25</c:v>
                </c:pt>
                <c:pt idx="641">
                  <c:v>0.25</c:v>
                </c:pt>
                <c:pt idx="642">
                  <c:v>0.25</c:v>
                </c:pt>
                <c:pt idx="643">
                  <c:v>0.25</c:v>
                </c:pt>
                <c:pt idx="644">
                  <c:v>0.25</c:v>
                </c:pt>
                <c:pt idx="645">
                  <c:v>0.25</c:v>
                </c:pt>
                <c:pt idx="646">
                  <c:v>0</c:v>
                </c:pt>
                <c:pt idx="647">
                  <c:v>0</c:v>
                </c:pt>
                <c:pt idx="648">
                  <c:v>0</c:v>
                </c:pt>
                <c:pt idx="649">
                  <c:v>0</c:v>
                </c:pt>
                <c:pt idx="650">
                  <c:v>0</c:v>
                </c:pt>
                <c:pt idx="651">
                  <c:v>0</c:v>
                </c:pt>
                <c:pt idx="652">
                  <c:v>0</c:v>
                </c:pt>
                <c:pt idx="653">
                  <c:v>0</c:v>
                </c:pt>
                <c:pt idx="654">
                  <c:v>0</c:v>
                </c:pt>
                <c:pt idx="655">
                  <c:v>0</c:v>
                </c:pt>
                <c:pt idx="656">
                  <c:v>0.25</c:v>
                </c:pt>
                <c:pt idx="657">
                  <c:v>0.25</c:v>
                </c:pt>
                <c:pt idx="658">
                  <c:v>0.25</c:v>
                </c:pt>
                <c:pt idx="659">
                  <c:v>0.28412999999999999</c:v>
                </c:pt>
                <c:pt idx="660">
                  <c:v>0.25</c:v>
                </c:pt>
                <c:pt idx="661">
                  <c:v>0.25</c:v>
                </c:pt>
                <c:pt idx="662">
                  <c:v>0.25</c:v>
                </c:pt>
                <c:pt idx="663">
                  <c:v>0.25</c:v>
                </c:pt>
                <c:pt idx="664">
                  <c:v>0.25</c:v>
                </c:pt>
                <c:pt idx="665">
                  <c:v>0.25</c:v>
                </c:pt>
                <c:pt idx="666">
                  <c:v>0.25</c:v>
                </c:pt>
                <c:pt idx="667">
                  <c:v>0.25</c:v>
                </c:pt>
                <c:pt idx="668">
                  <c:v>0.25</c:v>
                </c:pt>
                <c:pt idx="669">
                  <c:v>0.25</c:v>
                </c:pt>
                <c:pt idx="670">
                  <c:v>0</c:v>
                </c:pt>
                <c:pt idx="671">
                  <c:v>0</c:v>
                </c:pt>
                <c:pt idx="672">
                  <c:v>0</c:v>
                </c:pt>
                <c:pt idx="673">
                  <c:v>0</c:v>
                </c:pt>
                <c:pt idx="674">
                  <c:v>0</c:v>
                </c:pt>
                <c:pt idx="675">
                  <c:v>0</c:v>
                </c:pt>
                <c:pt idx="676">
                  <c:v>0</c:v>
                </c:pt>
                <c:pt idx="677">
                  <c:v>0</c:v>
                </c:pt>
                <c:pt idx="678">
                  <c:v>0</c:v>
                </c:pt>
                <c:pt idx="679">
                  <c:v>0</c:v>
                </c:pt>
                <c:pt idx="680">
                  <c:v>0.25</c:v>
                </c:pt>
                <c:pt idx="681">
                  <c:v>0.25</c:v>
                </c:pt>
                <c:pt idx="682">
                  <c:v>0.25</c:v>
                </c:pt>
                <c:pt idx="683">
                  <c:v>0.25</c:v>
                </c:pt>
                <c:pt idx="684">
                  <c:v>0.25</c:v>
                </c:pt>
                <c:pt idx="685">
                  <c:v>0.25</c:v>
                </c:pt>
                <c:pt idx="686">
                  <c:v>0.25</c:v>
                </c:pt>
                <c:pt idx="687">
                  <c:v>0.25</c:v>
                </c:pt>
                <c:pt idx="688">
                  <c:v>0.25</c:v>
                </c:pt>
                <c:pt idx="689">
                  <c:v>0.25</c:v>
                </c:pt>
                <c:pt idx="690">
                  <c:v>0.25</c:v>
                </c:pt>
                <c:pt idx="691">
                  <c:v>0.25</c:v>
                </c:pt>
                <c:pt idx="692">
                  <c:v>0.25</c:v>
                </c:pt>
                <c:pt idx="693">
                  <c:v>0.25</c:v>
                </c:pt>
                <c:pt idx="694">
                  <c:v>0</c:v>
                </c:pt>
                <c:pt idx="695">
                  <c:v>0</c:v>
                </c:pt>
                <c:pt idx="696">
                  <c:v>0</c:v>
                </c:pt>
                <c:pt idx="697">
                  <c:v>0</c:v>
                </c:pt>
                <c:pt idx="698">
                  <c:v>0</c:v>
                </c:pt>
                <c:pt idx="699">
                  <c:v>0</c:v>
                </c:pt>
                <c:pt idx="700">
                  <c:v>0</c:v>
                </c:pt>
                <c:pt idx="701">
                  <c:v>0</c:v>
                </c:pt>
                <c:pt idx="702">
                  <c:v>0</c:v>
                </c:pt>
                <c:pt idx="703">
                  <c:v>0</c:v>
                </c:pt>
                <c:pt idx="704">
                  <c:v>0.25</c:v>
                </c:pt>
                <c:pt idx="705">
                  <c:v>0.25</c:v>
                </c:pt>
                <c:pt idx="706">
                  <c:v>0.25</c:v>
                </c:pt>
                <c:pt idx="707">
                  <c:v>0.25</c:v>
                </c:pt>
                <c:pt idx="708">
                  <c:v>0.25</c:v>
                </c:pt>
                <c:pt idx="709">
                  <c:v>0.25</c:v>
                </c:pt>
                <c:pt idx="710">
                  <c:v>0.25</c:v>
                </c:pt>
                <c:pt idx="711">
                  <c:v>0.25</c:v>
                </c:pt>
                <c:pt idx="712">
                  <c:v>0.25</c:v>
                </c:pt>
                <c:pt idx="713">
                  <c:v>0.25</c:v>
                </c:pt>
                <c:pt idx="714">
                  <c:v>0.25</c:v>
                </c:pt>
                <c:pt idx="715">
                  <c:v>0.25</c:v>
                </c:pt>
                <c:pt idx="716">
                  <c:v>0.25</c:v>
                </c:pt>
                <c:pt idx="717">
                  <c:v>0.25</c:v>
                </c:pt>
                <c:pt idx="718">
                  <c:v>0</c:v>
                </c:pt>
                <c:pt idx="719">
                  <c:v>0</c:v>
                </c:pt>
                <c:pt idx="720">
                  <c:v>0</c:v>
                </c:pt>
                <c:pt idx="721">
                  <c:v>0</c:v>
                </c:pt>
                <c:pt idx="722">
                  <c:v>0</c:v>
                </c:pt>
                <c:pt idx="723">
                  <c:v>0</c:v>
                </c:pt>
                <c:pt idx="724">
                  <c:v>0</c:v>
                </c:pt>
                <c:pt idx="725">
                  <c:v>0</c:v>
                </c:pt>
                <c:pt idx="726">
                  <c:v>0</c:v>
                </c:pt>
                <c:pt idx="727">
                  <c:v>0</c:v>
                </c:pt>
                <c:pt idx="728">
                  <c:v>0.25</c:v>
                </c:pt>
                <c:pt idx="729">
                  <c:v>0.25</c:v>
                </c:pt>
                <c:pt idx="730">
                  <c:v>0.25</c:v>
                </c:pt>
                <c:pt idx="731">
                  <c:v>0.25</c:v>
                </c:pt>
                <c:pt idx="732">
                  <c:v>0.25</c:v>
                </c:pt>
                <c:pt idx="733">
                  <c:v>0.25</c:v>
                </c:pt>
                <c:pt idx="734">
                  <c:v>0.25</c:v>
                </c:pt>
                <c:pt idx="735">
                  <c:v>0.25</c:v>
                </c:pt>
                <c:pt idx="736">
                  <c:v>0.25</c:v>
                </c:pt>
                <c:pt idx="737">
                  <c:v>0.25</c:v>
                </c:pt>
                <c:pt idx="738">
                  <c:v>0.25</c:v>
                </c:pt>
                <c:pt idx="739">
                  <c:v>0.25</c:v>
                </c:pt>
                <c:pt idx="740">
                  <c:v>0.25</c:v>
                </c:pt>
                <c:pt idx="741">
                  <c:v>0.25</c:v>
                </c:pt>
                <c:pt idx="742">
                  <c:v>0</c:v>
                </c:pt>
                <c:pt idx="743">
                  <c:v>0</c:v>
                </c:pt>
                <c:pt idx="744">
                  <c:v>0</c:v>
                </c:pt>
                <c:pt idx="745">
                  <c:v>0</c:v>
                </c:pt>
                <c:pt idx="746">
                  <c:v>0</c:v>
                </c:pt>
                <c:pt idx="747">
                  <c:v>0</c:v>
                </c:pt>
                <c:pt idx="748">
                  <c:v>0</c:v>
                </c:pt>
                <c:pt idx="749">
                  <c:v>0</c:v>
                </c:pt>
                <c:pt idx="750">
                  <c:v>0</c:v>
                </c:pt>
                <c:pt idx="751">
                  <c:v>0</c:v>
                </c:pt>
                <c:pt idx="752">
                  <c:v>0.25</c:v>
                </c:pt>
                <c:pt idx="753">
                  <c:v>0.25</c:v>
                </c:pt>
                <c:pt idx="754">
                  <c:v>0.25</c:v>
                </c:pt>
                <c:pt idx="755">
                  <c:v>0.25</c:v>
                </c:pt>
                <c:pt idx="756">
                  <c:v>0.25</c:v>
                </c:pt>
                <c:pt idx="757">
                  <c:v>0.25</c:v>
                </c:pt>
                <c:pt idx="758">
                  <c:v>0.25</c:v>
                </c:pt>
                <c:pt idx="759">
                  <c:v>0.25</c:v>
                </c:pt>
                <c:pt idx="760">
                  <c:v>0.25</c:v>
                </c:pt>
                <c:pt idx="761">
                  <c:v>0.25</c:v>
                </c:pt>
                <c:pt idx="762">
                  <c:v>0.25</c:v>
                </c:pt>
                <c:pt idx="763">
                  <c:v>0.25</c:v>
                </c:pt>
                <c:pt idx="764">
                  <c:v>0.25</c:v>
                </c:pt>
                <c:pt idx="765">
                  <c:v>0.25</c:v>
                </c:pt>
                <c:pt idx="766">
                  <c:v>0</c:v>
                </c:pt>
                <c:pt idx="767">
                  <c:v>0</c:v>
                </c:pt>
                <c:pt idx="768">
                  <c:v>0</c:v>
                </c:pt>
                <c:pt idx="769">
                  <c:v>0</c:v>
                </c:pt>
                <c:pt idx="770">
                  <c:v>0</c:v>
                </c:pt>
                <c:pt idx="771">
                  <c:v>0</c:v>
                </c:pt>
                <c:pt idx="772">
                  <c:v>0</c:v>
                </c:pt>
                <c:pt idx="773">
                  <c:v>0</c:v>
                </c:pt>
                <c:pt idx="774">
                  <c:v>0</c:v>
                </c:pt>
                <c:pt idx="775">
                  <c:v>0</c:v>
                </c:pt>
                <c:pt idx="776">
                  <c:v>0.25</c:v>
                </c:pt>
                <c:pt idx="777">
                  <c:v>0.25</c:v>
                </c:pt>
                <c:pt idx="778">
                  <c:v>0.25</c:v>
                </c:pt>
                <c:pt idx="779">
                  <c:v>0.25</c:v>
                </c:pt>
                <c:pt idx="780">
                  <c:v>0.25</c:v>
                </c:pt>
                <c:pt idx="781">
                  <c:v>0.25</c:v>
                </c:pt>
                <c:pt idx="782">
                  <c:v>0.25</c:v>
                </c:pt>
                <c:pt idx="783">
                  <c:v>0.25</c:v>
                </c:pt>
                <c:pt idx="784">
                  <c:v>0.25</c:v>
                </c:pt>
                <c:pt idx="785">
                  <c:v>0.25</c:v>
                </c:pt>
                <c:pt idx="786">
                  <c:v>0.25</c:v>
                </c:pt>
                <c:pt idx="787">
                  <c:v>0.25</c:v>
                </c:pt>
                <c:pt idx="788">
                  <c:v>0.25</c:v>
                </c:pt>
                <c:pt idx="789">
                  <c:v>0.25</c:v>
                </c:pt>
                <c:pt idx="790">
                  <c:v>0</c:v>
                </c:pt>
                <c:pt idx="791">
                  <c:v>0</c:v>
                </c:pt>
                <c:pt idx="792">
                  <c:v>0</c:v>
                </c:pt>
                <c:pt idx="793">
                  <c:v>0</c:v>
                </c:pt>
                <c:pt idx="794">
                  <c:v>0</c:v>
                </c:pt>
                <c:pt idx="795">
                  <c:v>0</c:v>
                </c:pt>
                <c:pt idx="796">
                  <c:v>0</c:v>
                </c:pt>
                <c:pt idx="797">
                  <c:v>0</c:v>
                </c:pt>
                <c:pt idx="798">
                  <c:v>0</c:v>
                </c:pt>
                <c:pt idx="799">
                  <c:v>0</c:v>
                </c:pt>
                <c:pt idx="800">
                  <c:v>0.25</c:v>
                </c:pt>
                <c:pt idx="801">
                  <c:v>0.25</c:v>
                </c:pt>
                <c:pt idx="802">
                  <c:v>0.25</c:v>
                </c:pt>
                <c:pt idx="803">
                  <c:v>0.25</c:v>
                </c:pt>
                <c:pt idx="804">
                  <c:v>0.25</c:v>
                </c:pt>
                <c:pt idx="805">
                  <c:v>0.25</c:v>
                </c:pt>
                <c:pt idx="806">
                  <c:v>0.25</c:v>
                </c:pt>
                <c:pt idx="807">
                  <c:v>0.25</c:v>
                </c:pt>
                <c:pt idx="808">
                  <c:v>0.25</c:v>
                </c:pt>
                <c:pt idx="809">
                  <c:v>0.25</c:v>
                </c:pt>
                <c:pt idx="810">
                  <c:v>0.25</c:v>
                </c:pt>
                <c:pt idx="811">
                  <c:v>0.25</c:v>
                </c:pt>
                <c:pt idx="812">
                  <c:v>0.25</c:v>
                </c:pt>
                <c:pt idx="813">
                  <c:v>0.25</c:v>
                </c:pt>
                <c:pt idx="814">
                  <c:v>0</c:v>
                </c:pt>
                <c:pt idx="815">
                  <c:v>0</c:v>
                </c:pt>
                <c:pt idx="816">
                  <c:v>0</c:v>
                </c:pt>
                <c:pt idx="817">
                  <c:v>0</c:v>
                </c:pt>
                <c:pt idx="818">
                  <c:v>0</c:v>
                </c:pt>
                <c:pt idx="819">
                  <c:v>0</c:v>
                </c:pt>
                <c:pt idx="820">
                  <c:v>0</c:v>
                </c:pt>
                <c:pt idx="821">
                  <c:v>0</c:v>
                </c:pt>
                <c:pt idx="822">
                  <c:v>0</c:v>
                </c:pt>
                <c:pt idx="823">
                  <c:v>0</c:v>
                </c:pt>
                <c:pt idx="824">
                  <c:v>0.25</c:v>
                </c:pt>
                <c:pt idx="825">
                  <c:v>0.25</c:v>
                </c:pt>
                <c:pt idx="826">
                  <c:v>0.25</c:v>
                </c:pt>
                <c:pt idx="827">
                  <c:v>0.25</c:v>
                </c:pt>
                <c:pt idx="828">
                  <c:v>0.25</c:v>
                </c:pt>
                <c:pt idx="829">
                  <c:v>0.25</c:v>
                </c:pt>
                <c:pt idx="830">
                  <c:v>0.25</c:v>
                </c:pt>
                <c:pt idx="831">
                  <c:v>0.25</c:v>
                </c:pt>
                <c:pt idx="832">
                  <c:v>0.25</c:v>
                </c:pt>
                <c:pt idx="833">
                  <c:v>0.25</c:v>
                </c:pt>
                <c:pt idx="834">
                  <c:v>0.25</c:v>
                </c:pt>
                <c:pt idx="835">
                  <c:v>0.25</c:v>
                </c:pt>
                <c:pt idx="836">
                  <c:v>0.25</c:v>
                </c:pt>
                <c:pt idx="837">
                  <c:v>0.25</c:v>
                </c:pt>
                <c:pt idx="838">
                  <c:v>0</c:v>
                </c:pt>
                <c:pt idx="839">
                  <c:v>0</c:v>
                </c:pt>
                <c:pt idx="840">
                  <c:v>0</c:v>
                </c:pt>
                <c:pt idx="841">
                  <c:v>0</c:v>
                </c:pt>
                <c:pt idx="842">
                  <c:v>0</c:v>
                </c:pt>
                <c:pt idx="843">
                  <c:v>0</c:v>
                </c:pt>
                <c:pt idx="844">
                  <c:v>0</c:v>
                </c:pt>
                <c:pt idx="845">
                  <c:v>0</c:v>
                </c:pt>
                <c:pt idx="846">
                  <c:v>0</c:v>
                </c:pt>
                <c:pt idx="847">
                  <c:v>0</c:v>
                </c:pt>
                <c:pt idx="848">
                  <c:v>0.25</c:v>
                </c:pt>
                <c:pt idx="849">
                  <c:v>0.25</c:v>
                </c:pt>
                <c:pt idx="850">
                  <c:v>0.25</c:v>
                </c:pt>
                <c:pt idx="851">
                  <c:v>0.25</c:v>
                </c:pt>
                <c:pt idx="852">
                  <c:v>0.25</c:v>
                </c:pt>
                <c:pt idx="853">
                  <c:v>0.25</c:v>
                </c:pt>
                <c:pt idx="854">
                  <c:v>0.25</c:v>
                </c:pt>
                <c:pt idx="855">
                  <c:v>0.25</c:v>
                </c:pt>
                <c:pt idx="856">
                  <c:v>0.25</c:v>
                </c:pt>
                <c:pt idx="857">
                  <c:v>0.25</c:v>
                </c:pt>
                <c:pt idx="858">
                  <c:v>0.25</c:v>
                </c:pt>
                <c:pt idx="859">
                  <c:v>0.25</c:v>
                </c:pt>
                <c:pt idx="860">
                  <c:v>0.25</c:v>
                </c:pt>
                <c:pt idx="861">
                  <c:v>0.25</c:v>
                </c:pt>
                <c:pt idx="862">
                  <c:v>0</c:v>
                </c:pt>
                <c:pt idx="863">
                  <c:v>0</c:v>
                </c:pt>
                <c:pt idx="864">
                  <c:v>0</c:v>
                </c:pt>
                <c:pt idx="865">
                  <c:v>0</c:v>
                </c:pt>
                <c:pt idx="866">
                  <c:v>0</c:v>
                </c:pt>
                <c:pt idx="867">
                  <c:v>0</c:v>
                </c:pt>
                <c:pt idx="868">
                  <c:v>0</c:v>
                </c:pt>
                <c:pt idx="869">
                  <c:v>0</c:v>
                </c:pt>
                <c:pt idx="870">
                  <c:v>0</c:v>
                </c:pt>
                <c:pt idx="871">
                  <c:v>0</c:v>
                </c:pt>
                <c:pt idx="872">
                  <c:v>0.25</c:v>
                </c:pt>
                <c:pt idx="873">
                  <c:v>0.25</c:v>
                </c:pt>
                <c:pt idx="874">
                  <c:v>0.25</c:v>
                </c:pt>
                <c:pt idx="875">
                  <c:v>0.25</c:v>
                </c:pt>
                <c:pt idx="876">
                  <c:v>0.25</c:v>
                </c:pt>
                <c:pt idx="877">
                  <c:v>0.25</c:v>
                </c:pt>
                <c:pt idx="878">
                  <c:v>0.25</c:v>
                </c:pt>
                <c:pt idx="879">
                  <c:v>0.25</c:v>
                </c:pt>
                <c:pt idx="880">
                  <c:v>0.25</c:v>
                </c:pt>
                <c:pt idx="881">
                  <c:v>0.25</c:v>
                </c:pt>
                <c:pt idx="882">
                  <c:v>0.25</c:v>
                </c:pt>
                <c:pt idx="883">
                  <c:v>0.25</c:v>
                </c:pt>
                <c:pt idx="884">
                  <c:v>0.25</c:v>
                </c:pt>
                <c:pt idx="885">
                  <c:v>0.25</c:v>
                </c:pt>
                <c:pt idx="886">
                  <c:v>0</c:v>
                </c:pt>
                <c:pt idx="887">
                  <c:v>0</c:v>
                </c:pt>
                <c:pt idx="888">
                  <c:v>0</c:v>
                </c:pt>
                <c:pt idx="889">
                  <c:v>0</c:v>
                </c:pt>
                <c:pt idx="890">
                  <c:v>0</c:v>
                </c:pt>
                <c:pt idx="891">
                  <c:v>0</c:v>
                </c:pt>
                <c:pt idx="892">
                  <c:v>0</c:v>
                </c:pt>
                <c:pt idx="893">
                  <c:v>0</c:v>
                </c:pt>
                <c:pt idx="894">
                  <c:v>0</c:v>
                </c:pt>
                <c:pt idx="895">
                  <c:v>0</c:v>
                </c:pt>
                <c:pt idx="896">
                  <c:v>0.25</c:v>
                </c:pt>
                <c:pt idx="897">
                  <c:v>0.25</c:v>
                </c:pt>
                <c:pt idx="898">
                  <c:v>0.25</c:v>
                </c:pt>
                <c:pt idx="899">
                  <c:v>0.25</c:v>
                </c:pt>
                <c:pt idx="900">
                  <c:v>0.25</c:v>
                </c:pt>
                <c:pt idx="901">
                  <c:v>0.25</c:v>
                </c:pt>
                <c:pt idx="902">
                  <c:v>0.25</c:v>
                </c:pt>
                <c:pt idx="903">
                  <c:v>0.25</c:v>
                </c:pt>
                <c:pt idx="904">
                  <c:v>0.25</c:v>
                </c:pt>
                <c:pt idx="905">
                  <c:v>0.25</c:v>
                </c:pt>
                <c:pt idx="906">
                  <c:v>0.25</c:v>
                </c:pt>
                <c:pt idx="907">
                  <c:v>0.25</c:v>
                </c:pt>
                <c:pt idx="908">
                  <c:v>0.25</c:v>
                </c:pt>
                <c:pt idx="909">
                  <c:v>0.25</c:v>
                </c:pt>
                <c:pt idx="910">
                  <c:v>0</c:v>
                </c:pt>
                <c:pt idx="911">
                  <c:v>0</c:v>
                </c:pt>
                <c:pt idx="912">
                  <c:v>0</c:v>
                </c:pt>
                <c:pt idx="913">
                  <c:v>0</c:v>
                </c:pt>
                <c:pt idx="914">
                  <c:v>0</c:v>
                </c:pt>
                <c:pt idx="915">
                  <c:v>0</c:v>
                </c:pt>
                <c:pt idx="916">
                  <c:v>0</c:v>
                </c:pt>
                <c:pt idx="917">
                  <c:v>0</c:v>
                </c:pt>
                <c:pt idx="918">
                  <c:v>0</c:v>
                </c:pt>
                <c:pt idx="919">
                  <c:v>0</c:v>
                </c:pt>
                <c:pt idx="920">
                  <c:v>0.25</c:v>
                </c:pt>
                <c:pt idx="921">
                  <c:v>0.25</c:v>
                </c:pt>
                <c:pt idx="922">
                  <c:v>0.25</c:v>
                </c:pt>
                <c:pt idx="923">
                  <c:v>0.25</c:v>
                </c:pt>
                <c:pt idx="924">
                  <c:v>0.25</c:v>
                </c:pt>
                <c:pt idx="925">
                  <c:v>0.25</c:v>
                </c:pt>
                <c:pt idx="926">
                  <c:v>0.25</c:v>
                </c:pt>
                <c:pt idx="927">
                  <c:v>0.25</c:v>
                </c:pt>
                <c:pt idx="928">
                  <c:v>0.25</c:v>
                </c:pt>
                <c:pt idx="929">
                  <c:v>0.25</c:v>
                </c:pt>
                <c:pt idx="930">
                  <c:v>0.25</c:v>
                </c:pt>
                <c:pt idx="931">
                  <c:v>0.25</c:v>
                </c:pt>
                <c:pt idx="932">
                  <c:v>0.25</c:v>
                </c:pt>
                <c:pt idx="933">
                  <c:v>0.25</c:v>
                </c:pt>
                <c:pt idx="934">
                  <c:v>0</c:v>
                </c:pt>
                <c:pt idx="935">
                  <c:v>0</c:v>
                </c:pt>
                <c:pt idx="936">
                  <c:v>0</c:v>
                </c:pt>
                <c:pt idx="937">
                  <c:v>0</c:v>
                </c:pt>
                <c:pt idx="938">
                  <c:v>0</c:v>
                </c:pt>
                <c:pt idx="939">
                  <c:v>0</c:v>
                </c:pt>
                <c:pt idx="940">
                  <c:v>0</c:v>
                </c:pt>
                <c:pt idx="941">
                  <c:v>0</c:v>
                </c:pt>
                <c:pt idx="942">
                  <c:v>0</c:v>
                </c:pt>
                <c:pt idx="943">
                  <c:v>0</c:v>
                </c:pt>
                <c:pt idx="944">
                  <c:v>0.25</c:v>
                </c:pt>
                <c:pt idx="945">
                  <c:v>0.25</c:v>
                </c:pt>
                <c:pt idx="946">
                  <c:v>0.25</c:v>
                </c:pt>
                <c:pt idx="947">
                  <c:v>0.25</c:v>
                </c:pt>
                <c:pt idx="948">
                  <c:v>0.25</c:v>
                </c:pt>
                <c:pt idx="949">
                  <c:v>0.25</c:v>
                </c:pt>
                <c:pt idx="950">
                  <c:v>0.25</c:v>
                </c:pt>
                <c:pt idx="951">
                  <c:v>0.25</c:v>
                </c:pt>
                <c:pt idx="952">
                  <c:v>0.25</c:v>
                </c:pt>
                <c:pt idx="953">
                  <c:v>0.25</c:v>
                </c:pt>
                <c:pt idx="954">
                  <c:v>0.25</c:v>
                </c:pt>
                <c:pt idx="955">
                  <c:v>0.25</c:v>
                </c:pt>
                <c:pt idx="956">
                  <c:v>0.25</c:v>
                </c:pt>
                <c:pt idx="957">
                  <c:v>0.25</c:v>
                </c:pt>
                <c:pt idx="958">
                  <c:v>0</c:v>
                </c:pt>
                <c:pt idx="959">
                  <c:v>0</c:v>
                </c:pt>
                <c:pt idx="960">
                  <c:v>0</c:v>
                </c:pt>
                <c:pt idx="961">
                  <c:v>0</c:v>
                </c:pt>
                <c:pt idx="962">
                  <c:v>0</c:v>
                </c:pt>
                <c:pt idx="963">
                  <c:v>0</c:v>
                </c:pt>
                <c:pt idx="964">
                  <c:v>0</c:v>
                </c:pt>
                <c:pt idx="965">
                  <c:v>0</c:v>
                </c:pt>
                <c:pt idx="966">
                  <c:v>0</c:v>
                </c:pt>
                <c:pt idx="967">
                  <c:v>0</c:v>
                </c:pt>
                <c:pt idx="968">
                  <c:v>0.25</c:v>
                </c:pt>
                <c:pt idx="969">
                  <c:v>0.25</c:v>
                </c:pt>
                <c:pt idx="970">
                  <c:v>0.25</c:v>
                </c:pt>
                <c:pt idx="971">
                  <c:v>0.25</c:v>
                </c:pt>
                <c:pt idx="972">
                  <c:v>0.25</c:v>
                </c:pt>
                <c:pt idx="973">
                  <c:v>0.25</c:v>
                </c:pt>
                <c:pt idx="974">
                  <c:v>0.25</c:v>
                </c:pt>
                <c:pt idx="975">
                  <c:v>0.25</c:v>
                </c:pt>
                <c:pt idx="976">
                  <c:v>0.25</c:v>
                </c:pt>
                <c:pt idx="977">
                  <c:v>0.25</c:v>
                </c:pt>
                <c:pt idx="978">
                  <c:v>0.25</c:v>
                </c:pt>
                <c:pt idx="979">
                  <c:v>0.25</c:v>
                </c:pt>
                <c:pt idx="980">
                  <c:v>0.25</c:v>
                </c:pt>
                <c:pt idx="981">
                  <c:v>0.25</c:v>
                </c:pt>
                <c:pt idx="982">
                  <c:v>0</c:v>
                </c:pt>
                <c:pt idx="983">
                  <c:v>0</c:v>
                </c:pt>
                <c:pt idx="984">
                  <c:v>0</c:v>
                </c:pt>
                <c:pt idx="985">
                  <c:v>0</c:v>
                </c:pt>
                <c:pt idx="986">
                  <c:v>0</c:v>
                </c:pt>
                <c:pt idx="987">
                  <c:v>0</c:v>
                </c:pt>
                <c:pt idx="988">
                  <c:v>0</c:v>
                </c:pt>
                <c:pt idx="989">
                  <c:v>0</c:v>
                </c:pt>
                <c:pt idx="990">
                  <c:v>0</c:v>
                </c:pt>
                <c:pt idx="991">
                  <c:v>0</c:v>
                </c:pt>
                <c:pt idx="992">
                  <c:v>0.25</c:v>
                </c:pt>
                <c:pt idx="993">
                  <c:v>0.25</c:v>
                </c:pt>
                <c:pt idx="994">
                  <c:v>0.25</c:v>
                </c:pt>
                <c:pt idx="995">
                  <c:v>0.34759800000000002</c:v>
                </c:pt>
                <c:pt idx="996">
                  <c:v>0.41193800000000003</c:v>
                </c:pt>
                <c:pt idx="997">
                  <c:v>0.34715699999999999</c:v>
                </c:pt>
                <c:pt idx="998">
                  <c:v>0.25</c:v>
                </c:pt>
                <c:pt idx="999">
                  <c:v>0.25</c:v>
                </c:pt>
                <c:pt idx="1000">
                  <c:v>0.25</c:v>
                </c:pt>
                <c:pt idx="1001">
                  <c:v>0.25</c:v>
                </c:pt>
                <c:pt idx="1002">
                  <c:v>0.25</c:v>
                </c:pt>
                <c:pt idx="1003">
                  <c:v>0.25</c:v>
                </c:pt>
                <c:pt idx="1004">
                  <c:v>0.25</c:v>
                </c:pt>
                <c:pt idx="1005">
                  <c:v>0.25</c:v>
                </c:pt>
                <c:pt idx="1006">
                  <c:v>0</c:v>
                </c:pt>
                <c:pt idx="1007">
                  <c:v>0</c:v>
                </c:pt>
                <c:pt idx="1008">
                  <c:v>0</c:v>
                </c:pt>
                <c:pt idx="1009">
                  <c:v>0</c:v>
                </c:pt>
                <c:pt idx="1010">
                  <c:v>0</c:v>
                </c:pt>
                <c:pt idx="1011">
                  <c:v>0</c:v>
                </c:pt>
                <c:pt idx="1012">
                  <c:v>0</c:v>
                </c:pt>
                <c:pt idx="1013">
                  <c:v>0</c:v>
                </c:pt>
                <c:pt idx="1014">
                  <c:v>0</c:v>
                </c:pt>
                <c:pt idx="1015">
                  <c:v>0</c:v>
                </c:pt>
                <c:pt idx="1016">
                  <c:v>0.25</c:v>
                </c:pt>
                <c:pt idx="1017">
                  <c:v>0.25</c:v>
                </c:pt>
                <c:pt idx="1018">
                  <c:v>0.25</c:v>
                </c:pt>
                <c:pt idx="1019">
                  <c:v>0.358593</c:v>
                </c:pt>
                <c:pt idx="1020">
                  <c:v>0.421593</c:v>
                </c:pt>
                <c:pt idx="1021">
                  <c:v>0.41313800000000001</c:v>
                </c:pt>
                <c:pt idx="1022">
                  <c:v>0.29830800000000002</c:v>
                </c:pt>
                <c:pt idx="1023">
                  <c:v>0.260322</c:v>
                </c:pt>
                <c:pt idx="1024">
                  <c:v>0.25</c:v>
                </c:pt>
                <c:pt idx="1025">
                  <c:v>0.25</c:v>
                </c:pt>
                <c:pt idx="1026">
                  <c:v>0.25</c:v>
                </c:pt>
                <c:pt idx="1027">
                  <c:v>0.25</c:v>
                </c:pt>
                <c:pt idx="1028">
                  <c:v>0.25</c:v>
                </c:pt>
                <c:pt idx="1029">
                  <c:v>0.25</c:v>
                </c:pt>
                <c:pt idx="1030">
                  <c:v>0</c:v>
                </c:pt>
                <c:pt idx="1031">
                  <c:v>0</c:v>
                </c:pt>
                <c:pt idx="1032">
                  <c:v>0</c:v>
                </c:pt>
                <c:pt idx="1033">
                  <c:v>0</c:v>
                </c:pt>
                <c:pt idx="1034">
                  <c:v>0</c:v>
                </c:pt>
                <c:pt idx="1035">
                  <c:v>0</c:v>
                </c:pt>
                <c:pt idx="1036">
                  <c:v>0</c:v>
                </c:pt>
                <c:pt idx="1037">
                  <c:v>0</c:v>
                </c:pt>
                <c:pt idx="1038">
                  <c:v>0</c:v>
                </c:pt>
                <c:pt idx="1039">
                  <c:v>0</c:v>
                </c:pt>
                <c:pt idx="1040">
                  <c:v>0.25</c:v>
                </c:pt>
                <c:pt idx="1041">
                  <c:v>0.25</c:v>
                </c:pt>
                <c:pt idx="1042">
                  <c:v>0.25</c:v>
                </c:pt>
                <c:pt idx="1043">
                  <c:v>0.33873700000000001</c:v>
                </c:pt>
                <c:pt idx="1044">
                  <c:v>0.383081</c:v>
                </c:pt>
                <c:pt idx="1045">
                  <c:v>0.37299300000000002</c:v>
                </c:pt>
                <c:pt idx="1046">
                  <c:v>0.25947500000000001</c:v>
                </c:pt>
                <c:pt idx="1047">
                  <c:v>0.25</c:v>
                </c:pt>
                <c:pt idx="1048">
                  <c:v>0.25</c:v>
                </c:pt>
                <c:pt idx="1049">
                  <c:v>0.25</c:v>
                </c:pt>
                <c:pt idx="1050">
                  <c:v>0.25</c:v>
                </c:pt>
                <c:pt idx="1051">
                  <c:v>0.25</c:v>
                </c:pt>
                <c:pt idx="1052">
                  <c:v>0.25</c:v>
                </c:pt>
                <c:pt idx="1053">
                  <c:v>0.25</c:v>
                </c:pt>
                <c:pt idx="1054">
                  <c:v>0</c:v>
                </c:pt>
                <c:pt idx="1055">
                  <c:v>0</c:v>
                </c:pt>
                <c:pt idx="1056">
                  <c:v>0</c:v>
                </c:pt>
                <c:pt idx="1057">
                  <c:v>0</c:v>
                </c:pt>
                <c:pt idx="1058">
                  <c:v>0</c:v>
                </c:pt>
                <c:pt idx="1059">
                  <c:v>0</c:v>
                </c:pt>
                <c:pt idx="1060">
                  <c:v>0</c:v>
                </c:pt>
                <c:pt idx="1061">
                  <c:v>0</c:v>
                </c:pt>
                <c:pt idx="1062">
                  <c:v>0</c:v>
                </c:pt>
                <c:pt idx="1063">
                  <c:v>0</c:v>
                </c:pt>
                <c:pt idx="1064">
                  <c:v>0.25</c:v>
                </c:pt>
                <c:pt idx="1065">
                  <c:v>0.25</c:v>
                </c:pt>
                <c:pt idx="1066">
                  <c:v>0.25</c:v>
                </c:pt>
                <c:pt idx="1067">
                  <c:v>0.25</c:v>
                </c:pt>
                <c:pt idx="1068">
                  <c:v>0.25</c:v>
                </c:pt>
                <c:pt idx="1069">
                  <c:v>0.25</c:v>
                </c:pt>
                <c:pt idx="1070">
                  <c:v>0.25</c:v>
                </c:pt>
                <c:pt idx="1071">
                  <c:v>0.25</c:v>
                </c:pt>
                <c:pt idx="1072">
                  <c:v>0.25</c:v>
                </c:pt>
                <c:pt idx="1073">
                  <c:v>0.25</c:v>
                </c:pt>
                <c:pt idx="1074">
                  <c:v>0.25</c:v>
                </c:pt>
                <c:pt idx="1075">
                  <c:v>0.25</c:v>
                </c:pt>
                <c:pt idx="1076">
                  <c:v>0.25</c:v>
                </c:pt>
                <c:pt idx="1077">
                  <c:v>0.25</c:v>
                </c:pt>
                <c:pt idx="1078">
                  <c:v>0</c:v>
                </c:pt>
                <c:pt idx="1079">
                  <c:v>0</c:v>
                </c:pt>
                <c:pt idx="1080">
                  <c:v>0</c:v>
                </c:pt>
                <c:pt idx="1081">
                  <c:v>0</c:v>
                </c:pt>
                <c:pt idx="1082">
                  <c:v>0</c:v>
                </c:pt>
                <c:pt idx="1083">
                  <c:v>0</c:v>
                </c:pt>
                <c:pt idx="1084">
                  <c:v>0</c:v>
                </c:pt>
                <c:pt idx="1085">
                  <c:v>0</c:v>
                </c:pt>
                <c:pt idx="1086">
                  <c:v>0</c:v>
                </c:pt>
                <c:pt idx="1087">
                  <c:v>0</c:v>
                </c:pt>
                <c:pt idx="1088">
                  <c:v>0.25</c:v>
                </c:pt>
                <c:pt idx="1089">
                  <c:v>0.25</c:v>
                </c:pt>
                <c:pt idx="1090">
                  <c:v>0.25</c:v>
                </c:pt>
                <c:pt idx="1091">
                  <c:v>0.25</c:v>
                </c:pt>
                <c:pt idx="1092">
                  <c:v>0.25</c:v>
                </c:pt>
                <c:pt idx="1093">
                  <c:v>0.25</c:v>
                </c:pt>
                <c:pt idx="1094">
                  <c:v>0.25</c:v>
                </c:pt>
                <c:pt idx="1095">
                  <c:v>0.25</c:v>
                </c:pt>
                <c:pt idx="1096">
                  <c:v>0.25</c:v>
                </c:pt>
                <c:pt idx="1097">
                  <c:v>0.25</c:v>
                </c:pt>
                <c:pt idx="1098">
                  <c:v>0.25</c:v>
                </c:pt>
                <c:pt idx="1099">
                  <c:v>0.25</c:v>
                </c:pt>
                <c:pt idx="1100">
                  <c:v>0.25</c:v>
                </c:pt>
                <c:pt idx="1101">
                  <c:v>0.25</c:v>
                </c:pt>
                <c:pt idx="1102">
                  <c:v>0</c:v>
                </c:pt>
                <c:pt idx="1103">
                  <c:v>0</c:v>
                </c:pt>
                <c:pt idx="1104">
                  <c:v>0</c:v>
                </c:pt>
                <c:pt idx="1105">
                  <c:v>0</c:v>
                </c:pt>
                <c:pt idx="1106">
                  <c:v>0</c:v>
                </c:pt>
                <c:pt idx="1107">
                  <c:v>0</c:v>
                </c:pt>
                <c:pt idx="1108">
                  <c:v>0</c:v>
                </c:pt>
                <c:pt idx="1109">
                  <c:v>0</c:v>
                </c:pt>
                <c:pt idx="1110">
                  <c:v>0</c:v>
                </c:pt>
                <c:pt idx="1111">
                  <c:v>0</c:v>
                </c:pt>
                <c:pt idx="1112">
                  <c:v>0.25</c:v>
                </c:pt>
                <c:pt idx="1113">
                  <c:v>0.25</c:v>
                </c:pt>
                <c:pt idx="1114">
                  <c:v>0.25</c:v>
                </c:pt>
                <c:pt idx="1115">
                  <c:v>0.25</c:v>
                </c:pt>
                <c:pt idx="1116">
                  <c:v>0.25</c:v>
                </c:pt>
                <c:pt idx="1117">
                  <c:v>0.25</c:v>
                </c:pt>
                <c:pt idx="1118">
                  <c:v>0.25</c:v>
                </c:pt>
                <c:pt idx="1119">
                  <c:v>0.25</c:v>
                </c:pt>
                <c:pt idx="1120">
                  <c:v>0.25</c:v>
                </c:pt>
                <c:pt idx="1121">
                  <c:v>0.25</c:v>
                </c:pt>
                <c:pt idx="1122">
                  <c:v>0.25</c:v>
                </c:pt>
                <c:pt idx="1123">
                  <c:v>0.25</c:v>
                </c:pt>
                <c:pt idx="1124">
                  <c:v>0.25</c:v>
                </c:pt>
                <c:pt idx="1125">
                  <c:v>0.25</c:v>
                </c:pt>
                <c:pt idx="1126">
                  <c:v>0</c:v>
                </c:pt>
                <c:pt idx="1127">
                  <c:v>0</c:v>
                </c:pt>
                <c:pt idx="1128">
                  <c:v>0</c:v>
                </c:pt>
                <c:pt idx="1129">
                  <c:v>0</c:v>
                </c:pt>
                <c:pt idx="1130">
                  <c:v>0</c:v>
                </c:pt>
                <c:pt idx="1131">
                  <c:v>0</c:v>
                </c:pt>
                <c:pt idx="1132">
                  <c:v>0</c:v>
                </c:pt>
                <c:pt idx="1133">
                  <c:v>0</c:v>
                </c:pt>
                <c:pt idx="1134">
                  <c:v>0</c:v>
                </c:pt>
                <c:pt idx="1135">
                  <c:v>0</c:v>
                </c:pt>
                <c:pt idx="1136">
                  <c:v>0.25</c:v>
                </c:pt>
                <c:pt idx="1137">
                  <c:v>0.25</c:v>
                </c:pt>
                <c:pt idx="1138">
                  <c:v>0.25</c:v>
                </c:pt>
                <c:pt idx="1139">
                  <c:v>0.25</c:v>
                </c:pt>
                <c:pt idx="1140">
                  <c:v>0.25</c:v>
                </c:pt>
                <c:pt idx="1141">
                  <c:v>0.25</c:v>
                </c:pt>
                <c:pt idx="1142">
                  <c:v>0.25</c:v>
                </c:pt>
                <c:pt idx="1143">
                  <c:v>0.25</c:v>
                </c:pt>
                <c:pt idx="1144">
                  <c:v>0.25</c:v>
                </c:pt>
                <c:pt idx="1145">
                  <c:v>0.25</c:v>
                </c:pt>
                <c:pt idx="1146">
                  <c:v>0.25</c:v>
                </c:pt>
                <c:pt idx="1147">
                  <c:v>0.25</c:v>
                </c:pt>
                <c:pt idx="1148">
                  <c:v>0.25</c:v>
                </c:pt>
                <c:pt idx="1149">
                  <c:v>0.25</c:v>
                </c:pt>
                <c:pt idx="1150">
                  <c:v>0</c:v>
                </c:pt>
                <c:pt idx="1151">
                  <c:v>0</c:v>
                </c:pt>
                <c:pt idx="1152">
                  <c:v>0</c:v>
                </c:pt>
                <c:pt idx="1153">
                  <c:v>0</c:v>
                </c:pt>
                <c:pt idx="1154">
                  <c:v>0</c:v>
                </c:pt>
                <c:pt idx="1155">
                  <c:v>0</c:v>
                </c:pt>
                <c:pt idx="1156">
                  <c:v>0</c:v>
                </c:pt>
                <c:pt idx="1157">
                  <c:v>0</c:v>
                </c:pt>
                <c:pt idx="1158">
                  <c:v>0</c:v>
                </c:pt>
                <c:pt idx="1159">
                  <c:v>0</c:v>
                </c:pt>
                <c:pt idx="1160">
                  <c:v>0.25</c:v>
                </c:pt>
                <c:pt idx="1161">
                  <c:v>0.25</c:v>
                </c:pt>
                <c:pt idx="1162">
                  <c:v>0.25</c:v>
                </c:pt>
                <c:pt idx="1163">
                  <c:v>0.25</c:v>
                </c:pt>
                <c:pt idx="1164">
                  <c:v>0.25</c:v>
                </c:pt>
                <c:pt idx="1165">
                  <c:v>0.25</c:v>
                </c:pt>
                <c:pt idx="1166">
                  <c:v>0.25</c:v>
                </c:pt>
                <c:pt idx="1167">
                  <c:v>0.25</c:v>
                </c:pt>
                <c:pt idx="1168">
                  <c:v>0.25</c:v>
                </c:pt>
                <c:pt idx="1169">
                  <c:v>0.25</c:v>
                </c:pt>
                <c:pt idx="1170">
                  <c:v>0.25</c:v>
                </c:pt>
                <c:pt idx="1171">
                  <c:v>0.25</c:v>
                </c:pt>
                <c:pt idx="1172">
                  <c:v>0.25</c:v>
                </c:pt>
                <c:pt idx="1173">
                  <c:v>0.25</c:v>
                </c:pt>
                <c:pt idx="1174">
                  <c:v>0</c:v>
                </c:pt>
                <c:pt idx="1175">
                  <c:v>0</c:v>
                </c:pt>
                <c:pt idx="1176">
                  <c:v>0</c:v>
                </c:pt>
                <c:pt idx="1177">
                  <c:v>0</c:v>
                </c:pt>
                <c:pt idx="1178">
                  <c:v>0</c:v>
                </c:pt>
                <c:pt idx="1179">
                  <c:v>0</c:v>
                </c:pt>
                <c:pt idx="1180">
                  <c:v>0</c:v>
                </c:pt>
                <c:pt idx="1181">
                  <c:v>0</c:v>
                </c:pt>
                <c:pt idx="1182">
                  <c:v>0</c:v>
                </c:pt>
                <c:pt idx="1183">
                  <c:v>0</c:v>
                </c:pt>
                <c:pt idx="1184">
                  <c:v>0.25</c:v>
                </c:pt>
                <c:pt idx="1185">
                  <c:v>0.25</c:v>
                </c:pt>
                <c:pt idx="1186">
                  <c:v>0.25</c:v>
                </c:pt>
                <c:pt idx="1187">
                  <c:v>0.25</c:v>
                </c:pt>
                <c:pt idx="1188">
                  <c:v>0.25</c:v>
                </c:pt>
                <c:pt idx="1189">
                  <c:v>0.25</c:v>
                </c:pt>
                <c:pt idx="1190">
                  <c:v>0.25</c:v>
                </c:pt>
                <c:pt idx="1191">
                  <c:v>0.25</c:v>
                </c:pt>
                <c:pt idx="1192">
                  <c:v>0.25</c:v>
                </c:pt>
                <c:pt idx="1193">
                  <c:v>0.25</c:v>
                </c:pt>
                <c:pt idx="1194">
                  <c:v>0.25</c:v>
                </c:pt>
                <c:pt idx="1195">
                  <c:v>0.25</c:v>
                </c:pt>
                <c:pt idx="1196">
                  <c:v>0.25</c:v>
                </c:pt>
                <c:pt idx="1197">
                  <c:v>0.25</c:v>
                </c:pt>
                <c:pt idx="1198">
                  <c:v>0</c:v>
                </c:pt>
                <c:pt idx="1199">
                  <c:v>0</c:v>
                </c:pt>
                <c:pt idx="1200">
                  <c:v>0</c:v>
                </c:pt>
                <c:pt idx="1201">
                  <c:v>0</c:v>
                </c:pt>
                <c:pt idx="1202">
                  <c:v>0</c:v>
                </c:pt>
                <c:pt idx="1203">
                  <c:v>0</c:v>
                </c:pt>
                <c:pt idx="1204">
                  <c:v>0</c:v>
                </c:pt>
                <c:pt idx="1205">
                  <c:v>0</c:v>
                </c:pt>
                <c:pt idx="1206">
                  <c:v>0</c:v>
                </c:pt>
                <c:pt idx="1207">
                  <c:v>0</c:v>
                </c:pt>
                <c:pt idx="1208">
                  <c:v>0.25</c:v>
                </c:pt>
                <c:pt idx="1209">
                  <c:v>0.25</c:v>
                </c:pt>
                <c:pt idx="1210">
                  <c:v>0.25</c:v>
                </c:pt>
                <c:pt idx="1211">
                  <c:v>0.25</c:v>
                </c:pt>
                <c:pt idx="1212">
                  <c:v>0.25</c:v>
                </c:pt>
                <c:pt idx="1213">
                  <c:v>0.25</c:v>
                </c:pt>
                <c:pt idx="1214">
                  <c:v>0.25</c:v>
                </c:pt>
                <c:pt idx="1215">
                  <c:v>0.25</c:v>
                </c:pt>
                <c:pt idx="1216">
                  <c:v>0.25</c:v>
                </c:pt>
                <c:pt idx="1217">
                  <c:v>0.25</c:v>
                </c:pt>
                <c:pt idx="1218">
                  <c:v>0.25</c:v>
                </c:pt>
                <c:pt idx="1219">
                  <c:v>0.25</c:v>
                </c:pt>
                <c:pt idx="1220">
                  <c:v>0.25</c:v>
                </c:pt>
                <c:pt idx="1221">
                  <c:v>0.25</c:v>
                </c:pt>
                <c:pt idx="1222">
                  <c:v>0</c:v>
                </c:pt>
                <c:pt idx="1223">
                  <c:v>0</c:v>
                </c:pt>
                <c:pt idx="1224">
                  <c:v>0</c:v>
                </c:pt>
                <c:pt idx="1225">
                  <c:v>0</c:v>
                </c:pt>
                <c:pt idx="1226">
                  <c:v>0</c:v>
                </c:pt>
                <c:pt idx="1227">
                  <c:v>0</c:v>
                </c:pt>
                <c:pt idx="1228">
                  <c:v>0</c:v>
                </c:pt>
                <c:pt idx="1229">
                  <c:v>0</c:v>
                </c:pt>
                <c:pt idx="1230">
                  <c:v>0</c:v>
                </c:pt>
                <c:pt idx="1231">
                  <c:v>0</c:v>
                </c:pt>
                <c:pt idx="1232">
                  <c:v>0.25</c:v>
                </c:pt>
                <c:pt idx="1233">
                  <c:v>0.25</c:v>
                </c:pt>
                <c:pt idx="1234">
                  <c:v>0.25</c:v>
                </c:pt>
                <c:pt idx="1235">
                  <c:v>0.25</c:v>
                </c:pt>
                <c:pt idx="1236">
                  <c:v>0.25</c:v>
                </c:pt>
                <c:pt idx="1237">
                  <c:v>0.25</c:v>
                </c:pt>
                <c:pt idx="1238">
                  <c:v>0.25</c:v>
                </c:pt>
                <c:pt idx="1239">
                  <c:v>0.25</c:v>
                </c:pt>
                <c:pt idx="1240">
                  <c:v>0.25</c:v>
                </c:pt>
                <c:pt idx="1241">
                  <c:v>0.25</c:v>
                </c:pt>
                <c:pt idx="1242">
                  <c:v>0.25</c:v>
                </c:pt>
                <c:pt idx="1243">
                  <c:v>0.25</c:v>
                </c:pt>
                <c:pt idx="1244">
                  <c:v>0.25</c:v>
                </c:pt>
                <c:pt idx="1245">
                  <c:v>0.25</c:v>
                </c:pt>
                <c:pt idx="1246">
                  <c:v>0</c:v>
                </c:pt>
                <c:pt idx="1247">
                  <c:v>0</c:v>
                </c:pt>
                <c:pt idx="1248">
                  <c:v>0</c:v>
                </c:pt>
                <c:pt idx="1249">
                  <c:v>0</c:v>
                </c:pt>
                <c:pt idx="1250">
                  <c:v>0</c:v>
                </c:pt>
                <c:pt idx="1251">
                  <c:v>0</c:v>
                </c:pt>
                <c:pt idx="1252">
                  <c:v>0</c:v>
                </c:pt>
                <c:pt idx="1253">
                  <c:v>0</c:v>
                </c:pt>
                <c:pt idx="1254">
                  <c:v>0</c:v>
                </c:pt>
                <c:pt idx="1255">
                  <c:v>0</c:v>
                </c:pt>
                <c:pt idx="1256">
                  <c:v>0.25</c:v>
                </c:pt>
                <c:pt idx="1257">
                  <c:v>0.25</c:v>
                </c:pt>
                <c:pt idx="1258">
                  <c:v>0.25</c:v>
                </c:pt>
                <c:pt idx="1259">
                  <c:v>0.25</c:v>
                </c:pt>
                <c:pt idx="1260">
                  <c:v>0.25</c:v>
                </c:pt>
                <c:pt idx="1261">
                  <c:v>0.25</c:v>
                </c:pt>
                <c:pt idx="1262">
                  <c:v>0.25</c:v>
                </c:pt>
                <c:pt idx="1263">
                  <c:v>0.25</c:v>
                </c:pt>
                <c:pt idx="1264">
                  <c:v>0.25</c:v>
                </c:pt>
                <c:pt idx="1265">
                  <c:v>0.25</c:v>
                </c:pt>
                <c:pt idx="1266">
                  <c:v>0.25</c:v>
                </c:pt>
                <c:pt idx="1267">
                  <c:v>0.25</c:v>
                </c:pt>
                <c:pt idx="1268">
                  <c:v>0.25</c:v>
                </c:pt>
                <c:pt idx="1269">
                  <c:v>0.25</c:v>
                </c:pt>
                <c:pt idx="1270">
                  <c:v>0</c:v>
                </c:pt>
                <c:pt idx="1271">
                  <c:v>0</c:v>
                </c:pt>
                <c:pt idx="1272">
                  <c:v>0</c:v>
                </c:pt>
                <c:pt idx="1273">
                  <c:v>0</c:v>
                </c:pt>
                <c:pt idx="1274">
                  <c:v>0</c:v>
                </c:pt>
                <c:pt idx="1275">
                  <c:v>0</c:v>
                </c:pt>
                <c:pt idx="1276">
                  <c:v>0</c:v>
                </c:pt>
                <c:pt idx="1277">
                  <c:v>0</c:v>
                </c:pt>
                <c:pt idx="1278">
                  <c:v>0</c:v>
                </c:pt>
                <c:pt idx="1279">
                  <c:v>0</c:v>
                </c:pt>
                <c:pt idx="1280">
                  <c:v>0.25</c:v>
                </c:pt>
                <c:pt idx="1281">
                  <c:v>0.25</c:v>
                </c:pt>
                <c:pt idx="1282">
                  <c:v>0.25</c:v>
                </c:pt>
                <c:pt idx="1283">
                  <c:v>0.25</c:v>
                </c:pt>
                <c:pt idx="1284">
                  <c:v>0.25</c:v>
                </c:pt>
                <c:pt idx="1285">
                  <c:v>0.25</c:v>
                </c:pt>
                <c:pt idx="1286">
                  <c:v>0.25</c:v>
                </c:pt>
                <c:pt idx="1287">
                  <c:v>0.25</c:v>
                </c:pt>
                <c:pt idx="1288">
                  <c:v>0.25</c:v>
                </c:pt>
                <c:pt idx="1289">
                  <c:v>0.25</c:v>
                </c:pt>
                <c:pt idx="1290">
                  <c:v>0.25</c:v>
                </c:pt>
                <c:pt idx="1291">
                  <c:v>0.25</c:v>
                </c:pt>
                <c:pt idx="1292">
                  <c:v>0.25</c:v>
                </c:pt>
                <c:pt idx="1293">
                  <c:v>0.25</c:v>
                </c:pt>
                <c:pt idx="1294">
                  <c:v>0</c:v>
                </c:pt>
                <c:pt idx="1295">
                  <c:v>0</c:v>
                </c:pt>
                <c:pt idx="1296">
                  <c:v>0</c:v>
                </c:pt>
                <c:pt idx="1297">
                  <c:v>0</c:v>
                </c:pt>
                <c:pt idx="1298">
                  <c:v>0</c:v>
                </c:pt>
                <c:pt idx="1299">
                  <c:v>0</c:v>
                </c:pt>
                <c:pt idx="1300">
                  <c:v>0</c:v>
                </c:pt>
                <c:pt idx="1301">
                  <c:v>0</c:v>
                </c:pt>
                <c:pt idx="1302">
                  <c:v>0</c:v>
                </c:pt>
                <c:pt idx="1303">
                  <c:v>0</c:v>
                </c:pt>
                <c:pt idx="1304">
                  <c:v>0.25</c:v>
                </c:pt>
                <c:pt idx="1305">
                  <c:v>0.25</c:v>
                </c:pt>
                <c:pt idx="1306">
                  <c:v>0.25</c:v>
                </c:pt>
                <c:pt idx="1307">
                  <c:v>0.25</c:v>
                </c:pt>
                <c:pt idx="1308">
                  <c:v>0.25</c:v>
                </c:pt>
                <c:pt idx="1309">
                  <c:v>0.25</c:v>
                </c:pt>
                <c:pt idx="1310">
                  <c:v>0.25</c:v>
                </c:pt>
                <c:pt idx="1311">
                  <c:v>0.25</c:v>
                </c:pt>
                <c:pt idx="1312">
                  <c:v>0.25</c:v>
                </c:pt>
                <c:pt idx="1313">
                  <c:v>0.25</c:v>
                </c:pt>
                <c:pt idx="1314">
                  <c:v>0.25</c:v>
                </c:pt>
                <c:pt idx="1315">
                  <c:v>0.25</c:v>
                </c:pt>
                <c:pt idx="1316">
                  <c:v>0.25</c:v>
                </c:pt>
                <c:pt idx="1317">
                  <c:v>0.25</c:v>
                </c:pt>
                <c:pt idx="1318">
                  <c:v>0</c:v>
                </c:pt>
                <c:pt idx="1319">
                  <c:v>0</c:v>
                </c:pt>
                <c:pt idx="1320">
                  <c:v>0</c:v>
                </c:pt>
                <c:pt idx="1321">
                  <c:v>0</c:v>
                </c:pt>
                <c:pt idx="1322">
                  <c:v>0</c:v>
                </c:pt>
                <c:pt idx="1323">
                  <c:v>0</c:v>
                </c:pt>
                <c:pt idx="1324">
                  <c:v>0</c:v>
                </c:pt>
                <c:pt idx="1325">
                  <c:v>0</c:v>
                </c:pt>
                <c:pt idx="1326">
                  <c:v>0</c:v>
                </c:pt>
                <c:pt idx="1327">
                  <c:v>0</c:v>
                </c:pt>
                <c:pt idx="1328">
                  <c:v>0.25</c:v>
                </c:pt>
                <c:pt idx="1329">
                  <c:v>0.25</c:v>
                </c:pt>
                <c:pt idx="1330">
                  <c:v>0.25</c:v>
                </c:pt>
                <c:pt idx="1331">
                  <c:v>0.25</c:v>
                </c:pt>
                <c:pt idx="1332">
                  <c:v>0.28425800000000001</c:v>
                </c:pt>
                <c:pt idx="1333">
                  <c:v>0.27393699999999999</c:v>
                </c:pt>
                <c:pt idx="1334">
                  <c:v>0.25</c:v>
                </c:pt>
                <c:pt idx="1335">
                  <c:v>0.25</c:v>
                </c:pt>
                <c:pt idx="1336">
                  <c:v>0.25</c:v>
                </c:pt>
                <c:pt idx="1337">
                  <c:v>0.25</c:v>
                </c:pt>
                <c:pt idx="1338">
                  <c:v>0.25</c:v>
                </c:pt>
                <c:pt idx="1339">
                  <c:v>0.25</c:v>
                </c:pt>
                <c:pt idx="1340">
                  <c:v>0.25</c:v>
                </c:pt>
                <c:pt idx="1341">
                  <c:v>0.25</c:v>
                </c:pt>
                <c:pt idx="1342">
                  <c:v>0</c:v>
                </c:pt>
                <c:pt idx="1343">
                  <c:v>0</c:v>
                </c:pt>
                <c:pt idx="1344">
                  <c:v>0</c:v>
                </c:pt>
                <c:pt idx="1345">
                  <c:v>0</c:v>
                </c:pt>
                <c:pt idx="1346">
                  <c:v>0</c:v>
                </c:pt>
                <c:pt idx="1347">
                  <c:v>0</c:v>
                </c:pt>
                <c:pt idx="1348">
                  <c:v>0</c:v>
                </c:pt>
                <c:pt idx="1349">
                  <c:v>0</c:v>
                </c:pt>
                <c:pt idx="1350">
                  <c:v>0</c:v>
                </c:pt>
                <c:pt idx="1351">
                  <c:v>0</c:v>
                </c:pt>
                <c:pt idx="1352">
                  <c:v>0.25</c:v>
                </c:pt>
                <c:pt idx="1353">
                  <c:v>0.25</c:v>
                </c:pt>
                <c:pt idx="1354">
                  <c:v>0.25</c:v>
                </c:pt>
                <c:pt idx="1355">
                  <c:v>0.25</c:v>
                </c:pt>
                <c:pt idx="1356">
                  <c:v>0.25</c:v>
                </c:pt>
                <c:pt idx="1357">
                  <c:v>0.25</c:v>
                </c:pt>
                <c:pt idx="1358">
                  <c:v>0.25</c:v>
                </c:pt>
                <c:pt idx="1359">
                  <c:v>0.25</c:v>
                </c:pt>
                <c:pt idx="1360">
                  <c:v>0.25</c:v>
                </c:pt>
                <c:pt idx="1361">
                  <c:v>0.25</c:v>
                </c:pt>
                <c:pt idx="1362">
                  <c:v>0.25</c:v>
                </c:pt>
                <c:pt idx="1363">
                  <c:v>0.25</c:v>
                </c:pt>
                <c:pt idx="1364">
                  <c:v>0.25</c:v>
                </c:pt>
                <c:pt idx="1365">
                  <c:v>0.25</c:v>
                </c:pt>
                <c:pt idx="1366">
                  <c:v>0</c:v>
                </c:pt>
                <c:pt idx="1367">
                  <c:v>0</c:v>
                </c:pt>
                <c:pt idx="1368">
                  <c:v>0</c:v>
                </c:pt>
                <c:pt idx="1369">
                  <c:v>0</c:v>
                </c:pt>
                <c:pt idx="1370">
                  <c:v>0</c:v>
                </c:pt>
                <c:pt idx="1371">
                  <c:v>0</c:v>
                </c:pt>
                <c:pt idx="1372">
                  <c:v>0</c:v>
                </c:pt>
                <c:pt idx="1373">
                  <c:v>0</c:v>
                </c:pt>
                <c:pt idx="1374">
                  <c:v>0</c:v>
                </c:pt>
                <c:pt idx="1375">
                  <c:v>0</c:v>
                </c:pt>
                <c:pt idx="1376">
                  <c:v>0.25</c:v>
                </c:pt>
                <c:pt idx="1377">
                  <c:v>0.25</c:v>
                </c:pt>
                <c:pt idx="1378">
                  <c:v>0.25</c:v>
                </c:pt>
                <c:pt idx="1379">
                  <c:v>0.25</c:v>
                </c:pt>
                <c:pt idx="1380">
                  <c:v>0.25</c:v>
                </c:pt>
                <c:pt idx="1381">
                  <c:v>0.25</c:v>
                </c:pt>
                <c:pt idx="1382">
                  <c:v>0.25</c:v>
                </c:pt>
                <c:pt idx="1383">
                  <c:v>0.25</c:v>
                </c:pt>
                <c:pt idx="1384">
                  <c:v>0.25</c:v>
                </c:pt>
                <c:pt idx="1385">
                  <c:v>0.25</c:v>
                </c:pt>
                <c:pt idx="1386">
                  <c:v>0.25</c:v>
                </c:pt>
                <c:pt idx="1387">
                  <c:v>0.25</c:v>
                </c:pt>
                <c:pt idx="1388">
                  <c:v>0.25</c:v>
                </c:pt>
                <c:pt idx="1389">
                  <c:v>0.25</c:v>
                </c:pt>
                <c:pt idx="1390">
                  <c:v>0</c:v>
                </c:pt>
                <c:pt idx="1391">
                  <c:v>0</c:v>
                </c:pt>
                <c:pt idx="1392">
                  <c:v>0</c:v>
                </c:pt>
                <c:pt idx="1393">
                  <c:v>0</c:v>
                </c:pt>
                <c:pt idx="1394">
                  <c:v>0</c:v>
                </c:pt>
                <c:pt idx="1395">
                  <c:v>0</c:v>
                </c:pt>
                <c:pt idx="1396">
                  <c:v>0</c:v>
                </c:pt>
                <c:pt idx="1397">
                  <c:v>0</c:v>
                </c:pt>
                <c:pt idx="1398">
                  <c:v>0</c:v>
                </c:pt>
                <c:pt idx="1399">
                  <c:v>0</c:v>
                </c:pt>
                <c:pt idx="1400">
                  <c:v>0.25</c:v>
                </c:pt>
                <c:pt idx="1401">
                  <c:v>0.25</c:v>
                </c:pt>
                <c:pt idx="1402">
                  <c:v>0.25</c:v>
                </c:pt>
                <c:pt idx="1403">
                  <c:v>0.25</c:v>
                </c:pt>
                <c:pt idx="1404">
                  <c:v>0.25</c:v>
                </c:pt>
                <c:pt idx="1405">
                  <c:v>0.25</c:v>
                </c:pt>
                <c:pt idx="1406">
                  <c:v>0.25</c:v>
                </c:pt>
                <c:pt idx="1407">
                  <c:v>0.25</c:v>
                </c:pt>
                <c:pt idx="1408">
                  <c:v>0.25</c:v>
                </c:pt>
                <c:pt idx="1409">
                  <c:v>0.25</c:v>
                </c:pt>
                <c:pt idx="1410">
                  <c:v>0.25</c:v>
                </c:pt>
                <c:pt idx="1411">
                  <c:v>0.25</c:v>
                </c:pt>
                <c:pt idx="1412">
                  <c:v>0.25</c:v>
                </c:pt>
                <c:pt idx="1413">
                  <c:v>0.25</c:v>
                </c:pt>
                <c:pt idx="1414">
                  <c:v>0</c:v>
                </c:pt>
                <c:pt idx="1415">
                  <c:v>0</c:v>
                </c:pt>
                <c:pt idx="1416">
                  <c:v>0</c:v>
                </c:pt>
                <c:pt idx="1417">
                  <c:v>0</c:v>
                </c:pt>
                <c:pt idx="1418">
                  <c:v>0</c:v>
                </c:pt>
                <c:pt idx="1419">
                  <c:v>0</c:v>
                </c:pt>
                <c:pt idx="1420">
                  <c:v>0</c:v>
                </c:pt>
                <c:pt idx="1421">
                  <c:v>0</c:v>
                </c:pt>
                <c:pt idx="1422">
                  <c:v>0</c:v>
                </c:pt>
                <c:pt idx="1423">
                  <c:v>0</c:v>
                </c:pt>
                <c:pt idx="1424">
                  <c:v>0.25</c:v>
                </c:pt>
                <c:pt idx="1425">
                  <c:v>0.25</c:v>
                </c:pt>
                <c:pt idx="1426">
                  <c:v>0.25</c:v>
                </c:pt>
                <c:pt idx="1427">
                  <c:v>0.25</c:v>
                </c:pt>
                <c:pt idx="1428">
                  <c:v>0.25</c:v>
                </c:pt>
                <c:pt idx="1429">
                  <c:v>0.25</c:v>
                </c:pt>
                <c:pt idx="1430">
                  <c:v>0.25</c:v>
                </c:pt>
                <c:pt idx="1431">
                  <c:v>0.25</c:v>
                </c:pt>
                <c:pt idx="1432">
                  <c:v>0.25</c:v>
                </c:pt>
                <c:pt idx="1433">
                  <c:v>0.25</c:v>
                </c:pt>
                <c:pt idx="1434">
                  <c:v>0.25</c:v>
                </c:pt>
                <c:pt idx="1435">
                  <c:v>0.25</c:v>
                </c:pt>
                <c:pt idx="1436">
                  <c:v>0.25</c:v>
                </c:pt>
                <c:pt idx="1437">
                  <c:v>0.25</c:v>
                </c:pt>
                <c:pt idx="1438">
                  <c:v>0</c:v>
                </c:pt>
                <c:pt idx="1439">
                  <c:v>0</c:v>
                </c:pt>
                <c:pt idx="1440">
                  <c:v>0</c:v>
                </c:pt>
                <c:pt idx="1441">
                  <c:v>0</c:v>
                </c:pt>
                <c:pt idx="1442">
                  <c:v>0</c:v>
                </c:pt>
                <c:pt idx="1443">
                  <c:v>0</c:v>
                </c:pt>
                <c:pt idx="1444">
                  <c:v>0</c:v>
                </c:pt>
                <c:pt idx="1445">
                  <c:v>0</c:v>
                </c:pt>
                <c:pt idx="1446">
                  <c:v>0</c:v>
                </c:pt>
                <c:pt idx="1447">
                  <c:v>0</c:v>
                </c:pt>
                <c:pt idx="1448">
                  <c:v>0.25</c:v>
                </c:pt>
                <c:pt idx="1449">
                  <c:v>0.25</c:v>
                </c:pt>
                <c:pt idx="1450">
                  <c:v>0.25</c:v>
                </c:pt>
                <c:pt idx="1451">
                  <c:v>0.25</c:v>
                </c:pt>
                <c:pt idx="1452">
                  <c:v>0.25</c:v>
                </c:pt>
                <c:pt idx="1453">
                  <c:v>0.25</c:v>
                </c:pt>
                <c:pt idx="1454">
                  <c:v>0.25</c:v>
                </c:pt>
                <c:pt idx="1455">
                  <c:v>0.25</c:v>
                </c:pt>
                <c:pt idx="1456">
                  <c:v>0.25</c:v>
                </c:pt>
                <c:pt idx="1457">
                  <c:v>0.25</c:v>
                </c:pt>
                <c:pt idx="1458">
                  <c:v>0.25</c:v>
                </c:pt>
                <c:pt idx="1459">
                  <c:v>0.25</c:v>
                </c:pt>
                <c:pt idx="1460">
                  <c:v>0.25</c:v>
                </c:pt>
                <c:pt idx="1461">
                  <c:v>0.25</c:v>
                </c:pt>
                <c:pt idx="1462">
                  <c:v>0</c:v>
                </c:pt>
                <c:pt idx="1463">
                  <c:v>0</c:v>
                </c:pt>
                <c:pt idx="1464">
                  <c:v>0</c:v>
                </c:pt>
                <c:pt idx="1465">
                  <c:v>0</c:v>
                </c:pt>
                <c:pt idx="1466">
                  <c:v>0</c:v>
                </c:pt>
                <c:pt idx="1467">
                  <c:v>0</c:v>
                </c:pt>
                <c:pt idx="1468">
                  <c:v>0</c:v>
                </c:pt>
                <c:pt idx="1469">
                  <c:v>0</c:v>
                </c:pt>
                <c:pt idx="1470">
                  <c:v>0</c:v>
                </c:pt>
                <c:pt idx="1471">
                  <c:v>0</c:v>
                </c:pt>
                <c:pt idx="1472">
                  <c:v>0.25</c:v>
                </c:pt>
                <c:pt idx="1473">
                  <c:v>0.25</c:v>
                </c:pt>
                <c:pt idx="1474">
                  <c:v>0.25</c:v>
                </c:pt>
                <c:pt idx="1475">
                  <c:v>0.25</c:v>
                </c:pt>
                <c:pt idx="1476">
                  <c:v>0.25</c:v>
                </c:pt>
                <c:pt idx="1477">
                  <c:v>0.25</c:v>
                </c:pt>
                <c:pt idx="1478">
                  <c:v>0.25</c:v>
                </c:pt>
                <c:pt idx="1479">
                  <c:v>0.25</c:v>
                </c:pt>
                <c:pt idx="1480">
                  <c:v>0.25</c:v>
                </c:pt>
                <c:pt idx="1481">
                  <c:v>0.25</c:v>
                </c:pt>
                <c:pt idx="1482">
                  <c:v>0.25</c:v>
                </c:pt>
                <c:pt idx="1483">
                  <c:v>0.25</c:v>
                </c:pt>
                <c:pt idx="1484">
                  <c:v>0.25</c:v>
                </c:pt>
                <c:pt idx="1485">
                  <c:v>0.25</c:v>
                </c:pt>
                <c:pt idx="1486">
                  <c:v>0</c:v>
                </c:pt>
                <c:pt idx="1487">
                  <c:v>0</c:v>
                </c:pt>
                <c:pt idx="1488">
                  <c:v>0</c:v>
                </c:pt>
                <c:pt idx="1489">
                  <c:v>0</c:v>
                </c:pt>
                <c:pt idx="1490">
                  <c:v>0</c:v>
                </c:pt>
                <c:pt idx="1491">
                  <c:v>0</c:v>
                </c:pt>
                <c:pt idx="1492">
                  <c:v>0</c:v>
                </c:pt>
                <c:pt idx="1493">
                  <c:v>0</c:v>
                </c:pt>
                <c:pt idx="1494">
                  <c:v>0</c:v>
                </c:pt>
                <c:pt idx="1495">
                  <c:v>0</c:v>
                </c:pt>
                <c:pt idx="1496">
                  <c:v>0.25</c:v>
                </c:pt>
                <c:pt idx="1497">
                  <c:v>0.25</c:v>
                </c:pt>
                <c:pt idx="1498">
                  <c:v>0.25</c:v>
                </c:pt>
                <c:pt idx="1499">
                  <c:v>0.25</c:v>
                </c:pt>
                <c:pt idx="1500">
                  <c:v>0.25</c:v>
                </c:pt>
                <c:pt idx="1501">
                  <c:v>0.25</c:v>
                </c:pt>
                <c:pt idx="1502">
                  <c:v>0.25</c:v>
                </c:pt>
                <c:pt idx="1503">
                  <c:v>0.25</c:v>
                </c:pt>
                <c:pt idx="1504">
                  <c:v>0.25</c:v>
                </c:pt>
                <c:pt idx="1505">
                  <c:v>0.25</c:v>
                </c:pt>
                <c:pt idx="1506">
                  <c:v>0.25</c:v>
                </c:pt>
                <c:pt idx="1507">
                  <c:v>0.25</c:v>
                </c:pt>
                <c:pt idx="1508">
                  <c:v>0.25</c:v>
                </c:pt>
                <c:pt idx="1509">
                  <c:v>0.25</c:v>
                </c:pt>
                <c:pt idx="1510">
                  <c:v>0</c:v>
                </c:pt>
                <c:pt idx="1511">
                  <c:v>0</c:v>
                </c:pt>
                <c:pt idx="1512">
                  <c:v>0</c:v>
                </c:pt>
                <c:pt idx="1513">
                  <c:v>0</c:v>
                </c:pt>
                <c:pt idx="1514">
                  <c:v>0</c:v>
                </c:pt>
                <c:pt idx="1515">
                  <c:v>0</c:v>
                </c:pt>
                <c:pt idx="1516">
                  <c:v>0</c:v>
                </c:pt>
                <c:pt idx="1517">
                  <c:v>0</c:v>
                </c:pt>
                <c:pt idx="1518">
                  <c:v>0</c:v>
                </c:pt>
                <c:pt idx="1519">
                  <c:v>0</c:v>
                </c:pt>
                <c:pt idx="1520">
                  <c:v>0.25</c:v>
                </c:pt>
                <c:pt idx="1521">
                  <c:v>0.25</c:v>
                </c:pt>
                <c:pt idx="1522">
                  <c:v>0.25</c:v>
                </c:pt>
                <c:pt idx="1523">
                  <c:v>0.25</c:v>
                </c:pt>
                <c:pt idx="1524">
                  <c:v>0.25</c:v>
                </c:pt>
                <c:pt idx="1525">
                  <c:v>0.25</c:v>
                </c:pt>
                <c:pt idx="1526">
                  <c:v>0.25</c:v>
                </c:pt>
                <c:pt idx="1527">
                  <c:v>0.25</c:v>
                </c:pt>
                <c:pt idx="1528">
                  <c:v>0.25</c:v>
                </c:pt>
                <c:pt idx="1529">
                  <c:v>0.25</c:v>
                </c:pt>
                <c:pt idx="1530">
                  <c:v>0.25</c:v>
                </c:pt>
                <c:pt idx="1531">
                  <c:v>0.25</c:v>
                </c:pt>
                <c:pt idx="1532">
                  <c:v>0.25</c:v>
                </c:pt>
                <c:pt idx="1533">
                  <c:v>0.25</c:v>
                </c:pt>
                <c:pt idx="1534">
                  <c:v>0</c:v>
                </c:pt>
                <c:pt idx="1535">
                  <c:v>0</c:v>
                </c:pt>
                <c:pt idx="1536">
                  <c:v>0</c:v>
                </c:pt>
                <c:pt idx="1537">
                  <c:v>0</c:v>
                </c:pt>
                <c:pt idx="1538">
                  <c:v>0</c:v>
                </c:pt>
                <c:pt idx="1539">
                  <c:v>0</c:v>
                </c:pt>
                <c:pt idx="1540">
                  <c:v>0</c:v>
                </c:pt>
                <c:pt idx="1541">
                  <c:v>0</c:v>
                </c:pt>
                <c:pt idx="1542">
                  <c:v>0</c:v>
                </c:pt>
                <c:pt idx="1543">
                  <c:v>0</c:v>
                </c:pt>
                <c:pt idx="1544">
                  <c:v>0.25</c:v>
                </c:pt>
                <c:pt idx="1545">
                  <c:v>0.25</c:v>
                </c:pt>
                <c:pt idx="1546">
                  <c:v>0.25</c:v>
                </c:pt>
                <c:pt idx="1547">
                  <c:v>0.316604</c:v>
                </c:pt>
                <c:pt idx="1548">
                  <c:v>0.363512</c:v>
                </c:pt>
                <c:pt idx="1549">
                  <c:v>0.37623099999999998</c:v>
                </c:pt>
                <c:pt idx="1550">
                  <c:v>0.28321499999999999</c:v>
                </c:pt>
                <c:pt idx="1551">
                  <c:v>0.26535999999999998</c:v>
                </c:pt>
                <c:pt idx="1552">
                  <c:v>0.25</c:v>
                </c:pt>
                <c:pt idx="1553">
                  <c:v>0.25</c:v>
                </c:pt>
                <c:pt idx="1554">
                  <c:v>0.25</c:v>
                </c:pt>
                <c:pt idx="1555">
                  <c:v>0.25</c:v>
                </c:pt>
                <c:pt idx="1556">
                  <c:v>0.25</c:v>
                </c:pt>
                <c:pt idx="1557">
                  <c:v>0.25</c:v>
                </c:pt>
                <c:pt idx="1558">
                  <c:v>0</c:v>
                </c:pt>
                <c:pt idx="1559">
                  <c:v>0</c:v>
                </c:pt>
                <c:pt idx="1560">
                  <c:v>0</c:v>
                </c:pt>
                <c:pt idx="1561">
                  <c:v>0</c:v>
                </c:pt>
                <c:pt idx="1562">
                  <c:v>0</c:v>
                </c:pt>
                <c:pt idx="1563">
                  <c:v>0</c:v>
                </c:pt>
                <c:pt idx="1564">
                  <c:v>0</c:v>
                </c:pt>
                <c:pt idx="1565">
                  <c:v>0</c:v>
                </c:pt>
                <c:pt idx="1566">
                  <c:v>0</c:v>
                </c:pt>
                <c:pt idx="1567">
                  <c:v>0</c:v>
                </c:pt>
                <c:pt idx="1568">
                  <c:v>0.25</c:v>
                </c:pt>
                <c:pt idx="1569">
                  <c:v>0.25</c:v>
                </c:pt>
                <c:pt idx="1570">
                  <c:v>0.25174200000000002</c:v>
                </c:pt>
                <c:pt idx="1571">
                  <c:v>0.30954199999999998</c:v>
                </c:pt>
                <c:pt idx="1572">
                  <c:v>0.29070200000000002</c:v>
                </c:pt>
                <c:pt idx="1573">
                  <c:v>0.25</c:v>
                </c:pt>
                <c:pt idx="1574">
                  <c:v>0.25</c:v>
                </c:pt>
                <c:pt idx="1575">
                  <c:v>0.25</c:v>
                </c:pt>
                <c:pt idx="1576">
                  <c:v>0.25</c:v>
                </c:pt>
                <c:pt idx="1577">
                  <c:v>0.25</c:v>
                </c:pt>
                <c:pt idx="1578">
                  <c:v>0.25</c:v>
                </c:pt>
                <c:pt idx="1579">
                  <c:v>0.25</c:v>
                </c:pt>
                <c:pt idx="1580">
                  <c:v>0.25</c:v>
                </c:pt>
                <c:pt idx="1581">
                  <c:v>0.25</c:v>
                </c:pt>
                <c:pt idx="1582">
                  <c:v>0</c:v>
                </c:pt>
                <c:pt idx="1583">
                  <c:v>0</c:v>
                </c:pt>
                <c:pt idx="1584">
                  <c:v>0</c:v>
                </c:pt>
                <c:pt idx="1585">
                  <c:v>0</c:v>
                </c:pt>
                <c:pt idx="1586">
                  <c:v>0</c:v>
                </c:pt>
                <c:pt idx="1587">
                  <c:v>0</c:v>
                </c:pt>
                <c:pt idx="1588">
                  <c:v>0</c:v>
                </c:pt>
                <c:pt idx="1589">
                  <c:v>0</c:v>
                </c:pt>
                <c:pt idx="1590">
                  <c:v>0</c:v>
                </c:pt>
                <c:pt idx="1591">
                  <c:v>0</c:v>
                </c:pt>
                <c:pt idx="1592">
                  <c:v>0.25</c:v>
                </c:pt>
                <c:pt idx="1593">
                  <c:v>0.25</c:v>
                </c:pt>
                <c:pt idx="1594">
                  <c:v>0.25</c:v>
                </c:pt>
                <c:pt idx="1595">
                  <c:v>0.25</c:v>
                </c:pt>
                <c:pt idx="1596">
                  <c:v>0.25</c:v>
                </c:pt>
                <c:pt idx="1597">
                  <c:v>0.25</c:v>
                </c:pt>
                <c:pt idx="1598">
                  <c:v>0.25</c:v>
                </c:pt>
                <c:pt idx="1599">
                  <c:v>0.25</c:v>
                </c:pt>
                <c:pt idx="1600">
                  <c:v>0.25</c:v>
                </c:pt>
                <c:pt idx="1601">
                  <c:v>0.25</c:v>
                </c:pt>
                <c:pt idx="1602">
                  <c:v>0.25</c:v>
                </c:pt>
                <c:pt idx="1603">
                  <c:v>0.25</c:v>
                </c:pt>
                <c:pt idx="1604">
                  <c:v>0.25</c:v>
                </c:pt>
                <c:pt idx="1605">
                  <c:v>0.25</c:v>
                </c:pt>
                <c:pt idx="1606">
                  <c:v>0</c:v>
                </c:pt>
                <c:pt idx="1607">
                  <c:v>0</c:v>
                </c:pt>
                <c:pt idx="1608">
                  <c:v>0</c:v>
                </c:pt>
                <c:pt idx="1609">
                  <c:v>0</c:v>
                </c:pt>
                <c:pt idx="1610">
                  <c:v>0</c:v>
                </c:pt>
                <c:pt idx="1611">
                  <c:v>0</c:v>
                </c:pt>
                <c:pt idx="1612">
                  <c:v>0</c:v>
                </c:pt>
                <c:pt idx="1613">
                  <c:v>0</c:v>
                </c:pt>
                <c:pt idx="1614">
                  <c:v>0</c:v>
                </c:pt>
                <c:pt idx="1615">
                  <c:v>0</c:v>
                </c:pt>
                <c:pt idx="1616">
                  <c:v>0.25</c:v>
                </c:pt>
                <c:pt idx="1617">
                  <c:v>0.25</c:v>
                </c:pt>
                <c:pt idx="1618">
                  <c:v>0.25</c:v>
                </c:pt>
                <c:pt idx="1619">
                  <c:v>0.25</c:v>
                </c:pt>
                <c:pt idx="1620">
                  <c:v>0.25</c:v>
                </c:pt>
                <c:pt idx="1621">
                  <c:v>0.25</c:v>
                </c:pt>
                <c:pt idx="1622">
                  <c:v>0.25</c:v>
                </c:pt>
                <c:pt idx="1623">
                  <c:v>0.25</c:v>
                </c:pt>
                <c:pt idx="1624">
                  <c:v>0.25</c:v>
                </c:pt>
                <c:pt idx="1625">
                  <c:v>0.25</c:v>
                </c:pt>
                <c:pt idx="1626">
                  <c:v>0.25</c:v>
                </c:pt>
                <c:pt idx="1627">
                  <c:v>0.25</c:v>
                </c:pt>
                <c:pt idx="1628">
                  <c:v>0.25</c:v>
                </c:pt>
                <c:pt idx="1629">
                  <c:v>0.25</c:v>
                </c:pt>
                <c:pt idx="1630">
                  <c:v>0</c:v>
                </c:pt>
                <c:pt idx="1631">
                  <c:v>0</c:v>
                </c:pt>
                <c:pt idx="1632">
                  <c:v>0</c:v>
                </c:pt>
                <c:pt idx="1633">
                  <c:v>0</c:v>
                </c:pt>
                <c:pt idx="1634">
                  <c:v>0</c:v>
                </c:pt>
                <c:pt idx="1635">
                  <c:v>0</c:v>
                </c:pt>
                <c:pt idx="1636">
                  <c:v>0</c:v>
                </c:pt>
                <c:pt idx="1637">
                  <c:v>0</c:v>
                </c:pt>
                <c:pt idx="1638">
                  <c:v>0</c:v>
                </c:pt>
                <c:pt idx="1639">
                  <c:v>0</c:v>
                </c:pt>
                <c:pt idx="1640">
                  <c:v>0.25</c:v>
                </c:pt>
                <c:pt idx="1641">
                  <c:v>0.25</c:v>
                </c:pt>
                <c:pt idx="1642">
                  <c:v>0.25</c:v>
                </c:pt>
                <c:pt idx="1643">
                  <c:v>0.25</c:v>
                </c:pt>
                <c:pt idx="1644">
                  <c:v>0.25</c:v>
                </c:pt>
                <c:pt idx="1645">
                  <c:v>0.25</c:v>
                </c:pt>
                <c:pt idx="1646">
                  <c:v>0.25</c:v>
                </c:pt>
                <c:pt idx="1647">
                  <c:v>0.25</c:v>
                </c:pt>
                <c:pt idx="1648">
                  <c:v>0.25</c:v>
                </c:pt>
                <c:pt idx="1649">
                  <c:v>0.25</c:v>
                </c:pt>
                <c:pt idx="1650">
                  <c:v>0.25</c:v>
                </c:pt>
                <c:pt idx="1651">
                  <c:v>0.25</c:v>
                </c:pt>
                <c:pt idx="1652">
                  <c:v>0.25</c:v>
                </c:pt>
                <c:pt idx="1653">
                  <c:v>0.25</c:v>
                </c:pt>
                <c:pt idx="1654">
                  <c:v>0</c:v>
                </c:pt>
                <c:pt idx="1655">
                  <c:v>0</c:v>
                </c:pt>
                <c:pt idx="1656">
                  <c:v>0</c:v>
                </c:pt>
                <c:pt idx="1657">
                  <c:v>0</c:v>
                </c:pt>
                <c:pt idx="1658">
                  <c:v>0</c:v>
                </c:pt>
                <c:pt idx="1659">
                  <c:v>0</c:v>
                </c:pt>
                <c:pt idx="1660">
                  <c:v>0</c:v>
                </c:pt>
                <c:pt idx="1661">
                  <c:v>0</c:v>
                </c:pt>
                <c:pt idx="1662">
                  <c:v>0</c:v>
                </c:pt>
                <c:pt idx="1663">
                  <c:v>0</c:v>
                </c:pt>
                <c:pt idx="1664">
                  <c:v>0.25</c:v>
                </c:pt>
                <c:pt idx="1665">
                  <c:v>0.25</c:v>
                </c:pt>
                <c:pt idx="1666">
                  <c:v>0.25</c:v>
                </c:pt>
                <c:pt idx="1667">
                  <c:v>0.25</c:v>
                </c:pt>
                <c:pt idx="1668">
                  <c:v>0.25</c:v>
                </c:pt>
                <c:pt idx="1669">
                  <c:v>0.25</c:v>
                </c:pt>
                <c:pt idx="1670">
                  <c:v>0.25</c:v>
                </c:pt>
                <c:pt idx="1671">
                  <c:v>0.25</c:v>
                </c:pt>
                <c:pt idx="1672">
                  <c:v>0.25</c:v>
                </c:pt>
                <c:pt idx="1673">
                  <c:v>0.25</c:v>
                </c:pt>
                <c:pt idx="1674">
                  <c:v>0.25</c:v>
                </c:pt>
                <c:pt idx="1675">
                  <c:v>0.25</c:v>
                </c:pt>
                <c:pt idx="1676">
                  <c:v>0.25</c:v>
                </c:pt>
                <c:pt idx="1677">
                  <c:v>0.25</c:v>
                </c:pt>
                <c:pt idx="1678">
                  <c:v>0</c:v>
                </c:pt>
                <c:pt idx="1679">
                  <c:v>0</c:v>
                </c:pt>
                <c:pt idx="1680">
                  <c:v>0</c:v>
                </c:pt>
                <c:pt idx="1681">
                  <c:v>0</c:v>
                </c:pt>
                <c:pt idx="1682">
                  <c:v>0</c:v>
                </c:pt>
                <c:pt idx="1683">
                  <c:v>0</c:v>
                </c:pt>
                <c:pt idx="1684">
                  <c:v>0</c:v>
                </c:pt>
                <c:pt idx="1685">
                  <c:v>0</c:v>
                </c:pt>
                <c:pt idx="1686">
                  <c:v>0</c:v>
                </c:pt>
                <c:pt idx="1687">
                  <c:v>0</c:v>
                </c:pt>
                <c:pt idx="1688">
                  <c:v>0.25</c:v>
                </c:pt>
                <c:pt idx="1689">
                  <c:v>0.25</c:v>
                </c:pt>
                <c:pt idx="1690">
                  <c:v>0.25</c:v>
                </c:pt>
                <c:pt idx="1691">
                  <c:v>0.25</c:v>
                </c:pt>
                <c:pt idx="1692">
                  <c:v>0.25</c:v>
                </c:pt>
                <c:pt idx="1693">
                  <c:v>0.25</c:v>
                </c:pt>
                <c:pt idx="1694">
                  <c:v>0.25</c:v>
                </c:pt>
                <c:pt idx="1695">
                  <c:v>0.25</c:v>
                </c:pt>
                <c:pt idx="1696">
                  <c:v>0.25</c:v>
                </c:pt>
                <c:pt idx="1697">
                  <c:v>0.25</c:v>
                </c:pt>
                <c:pt idx="1698">
                  <c:v>0.25</c:v>
                </c:pt>
                <c:pt idx="1699">
                  <c:v>0.25</c:v>
                </c:pt>
                <c:pt idx="1700">
                  <c:v>0.25</c:v>
                </c:pt>
                <c:pt idx="1701">
                  <c:v>0.25</c:v>
                </c:pt>
                <c:pt idx="1702">
                  <c:v>0</c:v>
                </c:pt>
                <c:pt idx="1703">
                  <c:v>0</c:v>
                </c:pt>
                <c:pt idx="1704">
                  <c:v>0</c:v>
                </c:pt>
                <c:pt idx="1705">
                  <c:v>0</c:v>
                </c:pt>
                <c:pt idx="1706">
                  <c:v>0</c:v>
                </c:pt>
                <c:pt idx="1707">
                  <c:v>0</c:v>
                </c:pt>
                <c:pt idx="1708">
                  <c:v>0</c:v>
                </c:pt>
                <c:pt idx="1709">
                  <c:v>0</c:v>
                </c:pt>
                <c:pt idx="1710">
                  <c:v>0</c:v>
                </c:pt>
                <c:pt idx="1711">
                  <c:v>0</c:v>
                </c:pt>
                <c:pt idx="1712">
                  <c:v>0.25</c:v>
                </c:pt>
                <c:pt idx="1713">
                  <c:v>0.25</c:v>
                </c:pt>
                <c:pt idx="1714">
                  <c:v>0.25</c:v>
                </c:pt>
                <c:pt idx="1715">
                  <c:v>0.25</c:v>
                </c:pt>
                <c:pt idx="1716">
                  <c:v>0.25</c:v>
                </c:pt>
                <c:pt idx="1717">
                  <c:v>0.25</c:v>
                </c:pt>
                <c:pt idx="1718">
                  <c:v>0.25</c:v>
                </c:pt>
                <c:pt idx="1719">
                  <c:v>0.25</c:v>
                </c:pt>
                <c:pt idx="1720">
                  <c:v>0.25</c:v>
                </c:pt>
                <c:pt idx="1721">
                  <c:v>0.25</c:v>
                </c:pt>
                <c:pt idx="1722">
                  <c:v>0.25</c:v>
                </c:pt>
                <c:pt idx="1723">
                  <c:v>0.25</c:v>
                </c:pt>
                <c:pt idx="1724">
                  <c:v>0.25</c:v>
                </c:pt>
                <c:pt idx="1725">
                  <c:v>0.25</c:v>
                </c:pt>
                <c:pt idx="1726">
                  <c:v>0</c:v>
                </c:pt>
                <c:pt idx="1727">
                  <c:v>0</c:v>
                </c:pt>
                <c:pt idx="1728">
                  <c:v>0</c:v>
                </c:pt>
                <c:pt idx="1729">
                  <c:v>0</c:v>
                </c:pt>
                <c:pt idx="1730">
                  <c:v>0</c:v>
                </c:pt>
                <c:pt idx="1731">
                  <c:v>0</c:v>
                </c:pt>
                <c:pt idx="1732">
                  <c:v>0</c:v>
                </c:pt>
                <c:pt idx="1733">
                  <c:v>0</c:v>
                </c:pt>
                <c:pt idx="1734">
                  <c:v>0</c:v>
                </c:pt>
                <c:pt idx="1735">
                  <c:v>0</c:v>
                </c:pt>
                <c:pt idx="1736">
                  <c:v>0.25</c:v>
                </c:pt>
                <c:pt idx="1737">
                  <c:v>0.25</c:v>
                </c:pt>
                <c:pt idx="1738">
                  <c:v>0.25</c:v>
                </c:pt>
                <c:pt idx="1739">
                  <c:v>0.25</c:v>
                </c:pt>
                <c:pt idx="1740">
                  <c:v>0.25</c:v>
                </c:pt>
                <c:pt idx="1741">
                  <c:v>0.25</c:v>
                </c:pt>
                <c:pt idx="1742">
                  <c:v>0.25</c:v>
                </c:pt>
                <c:pt idx="1743">
                  <c:v>0.25</c:v>
                </c:pt>
                <c:pt idx="1744">
                  <c:v>0.25</c:v>
                </c:pt>
                <c:pt idx="1745">
                  <c:v>0.25</c:v>
                </c:pt>
                <c:pt idx="1746">
                  <c:v>0.25</c:v>
                </c:pt>
                <c:pt idx="1747">
                  <c:v>0.25</c:v>
                </c:pt>
                <c:pt idx="1748">
                  <c:v>0.25</c:v>
                </c:pt>
                <c:pt idx="1749">
                  <c:v>0.25</c:v>
                </c:pt>
                <c:pt idx="1750">
                  <c:v>0</c:v>
                </c:pt>
                <c:pt idx="1751">
                  <c:v>0</c:v>
                </c:pt>
                <c:pt idx="1752">
                  <c:v>0</c:v>
                </c:pt>
                <c:pt idx="1753">
                  <c:v>0</c:v>
                </c:pt>
                <c:pt idx="1754">
                  <c:v>0</c:v>
                </c:pt>
                <c:pt idx="1755">
                  <c:v>0</c:v>
                </c:pt>
                <c:pt idx="1756">
                  <c:v>0</c:v>
                </c:pt>
                <c:pt idx="1757">
                  <c:v>0</c:v>
                </c:pt>
                <c:pt idx="1758">
                  <c:v>0</c:v>
                </c:pt>
                <c:pt idx="1759">
                  <c:v>0</c:v>
                </c:pt>
                <c:pt idx="1760">
                  <c:v>0.25</c:v>
                </c:pt>
                <c:pt idx="1761">
                  <c:v>0.25</c:v>
                </c:pt>
                <c:pt idx="1762">
                  <c:v>0.25</c:v>
                </c:pt>
                <c:pt idx="1763">
                  <c:v>0.25</c:v>
                </c:pt>
                <c:pt idx="1764">
                  <c:v>0.28288400000000002</c:v>
                </c:pt>
                <c:pt idx="1765">
                  <c:v>0.297958</c:v>
                </c:pt>
                <c:pt idx="1766">
                  <c:v>0.25</c:v>
                </c:pt>
                <c:pt idx="1767">
                  <c:v>0.25</c:v>
                </c:pt>
                <c:pt idx="1768">
                  <c:v>0.25</c:v>
                </c:pt>
                <c:pt idx="1769">
                  <c:v>0.25</c:v>
                </c:pt>
                <c:pt idx="1770">
                  <c:v>0.25</c:v>
                </c:pt>
                <c:pt idx="1771">
                  <c:v>0.25</c:v>
                </c:pt>
                <c:pt idx="1772">
                  <c:v>0.25</c:v>
                </c:pt>
                <c:pt idx="1773">
                  <c:v>0.25</c:v>
                </c:pt>
                <c:pt idx="1774">
                  <c:v>0</c:v>
                </c:pt>
                <c:pt idx="1775">
                  <c:v>0</c:v>
                </c:pt>
                <c:pt idx="1776">
                  <c:v>0</c:v>
                </c:pt>
                <c:pt idx="1777">
                  <c:v>0</c:v>
                </c:pt>
                <c:pt idx="1778">
                  <c:v>0</c:v>
                </c:pt>
                <c:pt idx="1779">
                  <c:v>0</c:v>
                </c:pt>
                <c:pt idx="1780">
                  <c:v>0</c:v>
                </c:pt>
                <c:pt idx="1781">
                  <c:v>0</c:v>
                </c:pt>
                <c:pt idx="1782">
                  <c:v>0</c:v>
                </c:pt>
                <c:pt idx="1783">
                  <c:v>0</c:v>
                </c:pt>
                <c:pt idx="1784">
                  <c:v>0.25</c:v>
                </c:pt>
                <c:pt idx="1785">
                  <c:v>0.322542</c:v>
                </c:pt>
                <c:pt idx="1786">
                  <c:v>0.32457799999999998</c:v>
                </c:pt>
                <c:pt idx="1787">
                  <c:v>0.42116100000000001</c:v>
                </c:pt>
                <c:pt idx="1788">
                  <c:v>0.39508900000000002</c:v>
                </c:pt>
                <c:pt idx="1789">
                  <c:v>0.34824100000000002</c:v>
                </c:pt>
                <c:pt idx="1790">
                  <c:v>0.25</c:v>
                </c:pt>
                <c:pt idx="1791">
                  <c:v>0.25</c:v>
                </c:pt>
                <c:pt idx="1792">
                  <c:v>0.25</c:v>
                </c:pt>
                <c:pt idx="1793">
                  <c:v>0.25</c:v>
                </c:pt>
                <c:pt idx="1794">
                  <c:v>0.25</c:v>
                </c:pt>
                <c:pt idx="1795">
                  <c:v>0.25</c:v>
                </c:pt>
                <c:pt idx="1796">
                  <c:v>0.25</c:v>
                </c:pt>
                <c:pt idx="1797">
                  <c:v>0.25</c:v>
                </c:pt>
                <c:pt idx="1798">
                  <c:v>0</c:v>
                </c:pt>
                <c:pt idx="1799">
                  <c:v>0</c:v>
                </c:pt>
                <c:pt idx="1800">
                  <c:v>0</c:v>
                </c:pt>
                <c:pt idx="1801">
                  <c:v>0</c:v>
                </c:pt>
                <c:pt idx="1802">
                  <c:v>0</c:v>
                </c:pt>
                <c:pt idx="1803">
                  <c:v>0</c:v>
                </c:pt>
                <c:pt idx="1804">
                  <c:v>0</c:v>
                </c:pt>
                <c:pt idx="1805">
                  <c:v>0</c:v>
                </c:pt>
                <c:pt idx="1806">
                  <c:v>0</c:v>
                </c:pt>
                <c:pt idx="1807">
                  <c:v>0</c:v>
                </c:pt>
                <c:pt idx="1808">
                  <c:v>0.25</c:v>
                </c:pt>
                <c:pt idx="1809">
                  <c:v>0.25</c:v>
                </c:pt>
                <c:pt idx="1810">
                  <c:v>0.25</c:v>
                </c:pt>
                <c:pt idx="1811">
                  <c:v>0.31050699999999998</c:v>
                </c:pt>
                <c:pt idx="1812">
                  <c:v>0.424593</c:v>
                </c:pt>
                <c:pt idx="1813">
                  <c:v>0.44000800000000001</c:v>
                </c:pt>
                <c:pt idx="1814">
                  <c:v>0.345084</c:v>
                </c:pt>
                <c:pt idx="1815">
                  <c:v>0.32682499999999998</c:v>
                </c:pt>
                <c:pt idx="1816">
                  <c:v>0.25611899999999999</c:v>
                </c:pt>
                <c:pt idx="1817">
                  <c:v>0.25</c:v>
                </c:pt>
                <c:pt idx="1818">
                  <c:v>0.25</c:v>
                </c:pt>
                <c:pt idx="1819">
                  <c:v>0.25</c:v>
                </c:pt>
                <c:pt idx="1820">
                  <c:v>0.25</c:v>
                </c:pt>
                <c:pt idx="1821">
                  <c:v>0.25</c:v>
                </c:pt>
                <c:pt idx="1822">
                  <c:v>0</c:v>
                </c:pt>
                <c:pt idx="1823">
                  <c:v>0</c:v>
                </c:pt>
                <c:pt idx="1824">
                  <c:v>0</c:v>
                </c:pt>
                <c:pt idx="1825">
                  <c:v>0</c:v>
                </c:pt>
                <c:pt idx="1826">
                  <c:v>0</c:v>
                </c:pt>
                <c:pt idx="1827">
                  <c:v>0</c:v>
                </c:pt>
                <c:pt idx="1828">
                  <c:v>0</c:v>
                </c:pt>
                <c:pt idx="1829">
                  <c:v>0</c:v>
                </c:pt>
                <c:pt idx="1830">
                  <c:v>0</c:v>
                </c:pt>
                <c:pt idx="1831">
                  <c:v>0</c:v>
                </c:pt>
                <c:pt idx="1832">
                  <c:v>0.25</c:v>
                </c:pt>
                <c:pt idx="1833">
                  <c:v>0.25</c:v>
                </c:pt>
                <c:pt idx="1834">
                  <c:v>0.28259699999999999</c:v>
                </c:pt>
                <c:pt idx="1835">
                  <c:v>0.48752699999999999</c:v>
                </c:pt>
                <c:pt idx="1836">
                  <c:v>0.66165399999999996</c:v>
                </c:pt>
                <c:pt idx="1837">
                  <c:v>0.53887600000000002</c:v>
                </c:pt>
                <c:pt idx="1838">
                  <c:v>0.34517999999999999</c:v>
                </c:pt>
                <c:pt idx="1839">
                  <c:v>0.25</c:v>
                </c:pt>
                <c:pt idx="1840">
                  <c:v>0.25</c:v>
                </c:pt>
                <c:pt idx="1841">
                  <c:v>0.25</c:v>
                </c:pt>
                <c:pt idx="1842">
                  <c:v>0.25</c:v>
                </c:pt>
                <c:pt idx="1843">
                  <c:v>0.25</c:v>
                </c:pt>
                <c:pt idx="1844">
                  <c:v>0.25</c:v>
                </c:pt>
                <c:pt idx="1845">
                  <c:v>0.25</c:v>
                </c:pt>
                <c:pt idx="1846">
                  <c:v>0</c:v>
                </c:pt>
                <c:pt idx="1847">
                  <c:v>0</c:v>
                </c:pt>
                <c:pt idx="1848">
                  <c:v>0</c:v>
                </c:pt>
                <c:pt idx="1849">
                  <c:v>0</c:v>
                </c:pt>
                <c:pt idx="1850">
                  <c:v>0</c:v>
                </c:pt>
                <c:pt idx="1851">
                  <c:v>0</c:v>
                </c:pt>
                <c:pt idx="1852">
                  <c:v>0</c:v>
                </c:pt>
                <c:pt idx="1853">
                  <c:v>0</c:v>
                </c:pt>
                <c:pt idx="1854">
                  <c:v>0</c:v>
                </c:pt>
                <c:pt idx="1855">
                  <c:v>0</c:v>
                </c:pt>
                <c:pt idx="1856">
                  <c:v>0.25</c:v>
                </c:pt>
                <c:pt idx="1857">
                  <c:v>0.25</c:v>
                </c:pt>
                <c:pt idx="1858">
                  <c:v>0.25</c:v>
                </c:pt>
                <c:pt idx="1859">
                  <c:v>0.27252300000000002</c:v>
                </c:pt>
                <c:pt idx="1860">
                  <c:v>0.25</c:v>
                </c:pt>
                <c:pt idx="1861">
                  <c:v>0.25</c:v>
                </c:pt>
                <c:pt idx="1862">
                  <c:v>0.25</c:v>
                </c:pt>
                <c:pt idx="1863">
                  <c:v>0.25</c:v>
                </c:pt>
                <c:pt idx="1864">
                  <c:v>0.25</c:v>
                </c:pt>
                <c:pt idx="1865">
                  <c:v>0.25</c:v>
                </c:pt>
                <c:pt idx="1866">
                  <c:v>0.25</c:v>
                </c:pt>
                <c:pt idx="1867">
                  <c:v>0.25</c:v>
                </c:pt>
                <c:pt idx="1868">
                  <c:v>0.25</c:v>
                </c:pt>
                <c:pt idx="1869">
                  <c:v>0.25</c:v>
                </c:pt>
                <c:pt idx="1870">
                  <c:v>0</c:v>
                </c:pt>
                <c:pt idx="1871">
                  <c:v>0</c:v>
                </c:pt>
                <c:pt idx="1872">
                  <c:v>0</c:v>
                </c:pt>
                <c:pt idx="1873">
                  <c:v>0</c:v>
                </c:pt>
                <c:pt idx="1874">
                  <c:v>0</c:v>
                </c:pt>
                <c:pt idx="1875">
                  <c:v>0</c:v>
                </c:pt>
                <c:pt idx="1876">
                  <c:v>0</c:v>
                </c:pt>
                <c:pt idx="1877">
                  <c:v>0</c:v>
                </c:pt>
                <c:pt idx="1878">
                  <c:v>0</c:v>
                </c:pt>
                <c:pt idx="1879">
                  <c:v>0</c:v>
                </c:pt>
                <c:pt idx="1880">
                  <c:v>0.25</c:v>
                </c:pt>
                <c:pt idx="1881">
                  <c:v>0.25</c:v>
                </c:pt>
                <c:pt idx="1882">
                  <c:v>0.25</c:v>
                </c:pt>
                <c:pt idx="1883">
                  <c:v>0.25</c:v>
                </c:pt>
                <c:pt idx="1884">
                  <c:v>0.25</c:v>
                </c:pt>
                <c:pt idx="1885">
                  <c:v>0.25</c:v>
                </c:pt>
                <c:pt idx="1886">
                  <c:v>0.25</c:v>
                </c:pt>
                <c:pt idx="1887">
                  <c:v>0.25</c:v>
                </c:pt>
                <c:pt idx="1888">
                  <c:v>0.25</c:v>
                </c:pt>
                <c:pt idx="1889">
                  <c:v>0.25</c:v>
                </c:pt>
                <c:pt idx="1890">
                  <c:v>0.25</c:v>
                </c:pt>
                <c:pt idx="1891">
                  <c:v>0.25</c:v>
                </c:pt>
                <c:pt idx="1892">
                  <c:v>0.25</c:v>
                </c:pt>
                <c:pt idx="1893">
                  <c:v>0.25</c:v>
                </c:pt>
                <c:pt idx="1894">
                  <c:v>0</c:v>
                </c:pt>
                <c:pt idx="1895">
                  <c:v>0</c:v>
                </c:pt>
                <c:pt idx="1896">
                  <c:v>0</c:v>
                </c:pt>
                <c:pt idx="1897">
                  <c:v>0</c:v>
                </c:pt>
                <c:pt idx="1898">
                  <c:v>0</c:v>
                </c:pt>
                <c:pt idx="1899">
                  <c:v>0</c:v>
                </c:pt>
                <c:pt idx="1900">
                  <c:v>0</c:v>
                </c:pt>
                <c:pt idx="1901">
                  <c:v>0</c:v>
                </c:pt>
                <c:pt idx="1902">
                  <c:v>0</c:v>
                </c:pt>
                <c:pt idx="1903">
                  <c:v>0</c:v>
                </c:pt>
                <c:pt idx="1904">
                  <c:v>0.25</c:v>
                </c:pt>
                <c:pt idx="1905">
                  <c:v>0.25</c:v>
                </c:pt>
                <c:pt idx="1906">
                  <c:v>0.25</c:v>
                </c:pt>
                <c:pt idx="1907">
                  <c:v>0.25</c:v>
                </c:pt>
                <c:pt idx="1908">
                  <c:v>0.25</c:v>
                </c:pt>
                <c:pt idx="1909">
                  <c:v>0.25</c:v>
                </c:pt>
                <c:pt idx="1910">
                  <c:v>0.25</c:v>
                </c:pt>
                <c:pt idx="1911">
                  <c:v>0.25</c:v>
                </c:pt>
                <c:pt idx="1912">
                  <c:v>0.25</c:v>
                </c:pt>
                <c:pt idx="1913">
                  <c:v>0.25</c:v>
                </c:pt>
                <c:pt idx="1914">
                  <c:v>0.25</c:v>
                </c:pt>
                <c:pt idx="1915">
                  <c:v>0.25</c:v>
                </c:pt>
                <c:pt idx="1916">
                  <c:v>0.25</c:v>
                </c:pt>
                <c:pt idx="1917">
                  <c:v>0.25</c:v>
                </c:pt>
                <c:pt idx="1918">
                  <c:v>0</c:v>
                </c:pt>
                <c:pt idx="1919">
                  <c:v>0</c:v>
                </c:pt>
                <c:pt idx="1920">
                  <c:v>0</c:v>
                </c:pt>
                <c:pt idx="1921">
                  <c:v>0</c:v>
                </c:pt>
                <c:pt idx="1922">
                  <c:v>0</c:v>
                </c:pt>
                <c:pt idx="1923">
                  <c:v>0</c:v>
                </c:pt>
                <c:pt idx="1924">
                  <c:v>0</c:v>
                </c:pt>
                <c:pt idx="1925">
                  <c:v>0</c:v>
                </c:pt>
                <c:pt idx="1926">
                  <c:v>0</c:v>
                </c:pt>
                <c:pt idx="1927">
                  <c:v>0</c:v>
                </c:pt>
                <c:pt idx="1928">
                  <c:v>0.25</c:v>
                </c:pt>
                <c:pt idx="1929">
                  <c:v>0.25</c:v>
                </c:pt>
                <c:pt idx="1930">
                  <c:v>0.25</c:v>
                </c:pt>
                <c:pt idx="1931">
                  <c:v>0.25</c:v>
                </c:pt>
                <c:pt idx="1932">
                  <c:v>0.25</c:v>
                </c:pt>
                <c:pt idx="1933">
                  <c:v>0.25</c:v>
                </c:pt>
                <c:pt idx="1934">
                  <c:v>0.25</c:v>
                </c:pt>
                <c:pt idx="1935">
                  <c:v>0.25</c:v>
                </c:pt>
                <c:pt idx="1936">
                  <c:v>0.25</c:v>
                </c:pt>
                <c:pt idx="1937">
                  <c:v>0.25</c:v>
                </c:pt>
                <c:pt idx="1938">
                  <c:v>0.25</c:v>
                </c:pt>
                <c:pt idx="1939">
                  <c:v>0.25</c:v>
                </c:pt>
                <c:pt idx="1940">
                  <c:v>0.25</c:v>
                </c:pt>
                <c:pt idx="1941">
                  <c:v>0.25</c:v>
                </c:pt>
                <c:pt idx="1942">
                  <c:v>0</c:v>
                </c:pt>
                <c:pt idx="1943">
                  <c:v>0</c:v>
                </c:pt>
                <c:pt idx="1944">
                  <c:v>0</c:v>
                </c:pt>
                <c:pt idx="1945">
                  <c:v>0</c:v>
                </c:pt>
                <c:pt idx="1946">
                  <c:v>0</c:v>
                </c:pt>
                <c:pt idx="1947">
                  <c:v>0</c:v>
                </c:pt>
                <c:pt idx="1948">
                  <c:v>0</c:v>
                </c:pt>
                <c:pt idx="1949">
                  <c:v>0</c:v>
                </c:pt>
                <c:pt idx="1950">
                  <c:v>0</c:v>
                </c:pt>
                <c:pt idx="1951">
                  <c:v>0</c:v>
                </c:pt>
                <c:pt idx="1952">
                  <c:v>0.25</c:v>
                </c:pt>
                <c:pt idx="1953">
                  <c:v>0.25</c:v>
                </c:pt>
                <c:pt idx="1954">
                  <c:v>0.25</c:v>
                </c:pt>
                <c:pt idx="1955">
                  <c:v>0.25</c:v>
                </c:pt>
                <c:pt idx="1956">
                  <c:v>0.25</c:v>
                </c:pt>
                <c:pt idx="1957">
                  <c:v>0.25</c:v>
                </c:pt>
                <c:pt idx="1958">
                  <c:v>0.25</c:v>
                </c:pt>
                <c:pt idx="1959">
                  <c:v>0.25</c:v>
                </c:pt>
                <c:pt idx="1960">
                  <c:v>0.25</c:v>
                </c:pt>
                <c:pt idx="1961">
                  <c:v>0.25</c:v>
                </c:pt>
                <c:pt idx="1962">
                  <c:v>0.25</c:v>
                </c:pt>
                <c:pt idx="1963">
                  <c:v>0.25</c:v>
                </c:pt>
                <c:pt idx="1964">
                  <c:v>0.25</c:v>
                </c:pt>
                <c:pt idx="1965">
                  <c:v>0.25</c:v>
                </c:pt>
                <c:pt idx="1966">
                  <c:v>0</c:v>
                </c:pt>
                <c:pt idx="1967">
                  <c:v>0</c:v>
                </c:pt>
                <c:pt idx="1968">
                  <c:v>0</c:v>
                </c:pt>
                <c:pt idx="1969">
                  <c:v>0</c:v>
                </c:pt>
                <c:pt idx="1970">
                  <c:v>0</c:v>
                </c:pt>
                <c:pt idx="1971">
                  <c:v>0</c:v>
                </c:pt>
                <c:pt idx="1972">
                  <c:v>0</c:v>
                </c:pt>
                <c:pt idx="1973">
                  <c:v>0</c:v>
                </c:pt>
                <c:pt idx="1974">
                  <c:v>0</c:v>
                </c:pt>
                <c:pt idx="1975">
                  <c:v>0</c:v>
                </c:pt>
                <c:pt idx="1976">
                  <c:v>0.25</c:v>
                </c:pt>
                <c:pt idx="1977">
                  <c:v>0.25</c:v>
                </c:pt>
                <c:pt idx="1978">
                  <c:v>0.25</c:v>
                </c:pt>
                <c:pt idx="1979">
                  <c:v>0.25</c:v>
                </c:pt>
                <c:pt idx="1980">
                  <c:v>0.25</c:v>
                </c:pt>
                <c:pt idx="1981">
                  <c:v>0.25</c:v>
                </c:pt>
                <c:pt idx="1982">
                  <c:v>0.25</c:v>
                </c:pt>
                <c:pt idx="1983">
                  <c:v>0.25</c:v>
                </c:pt>
                <c:pt idx="1984">
                  <c:v>0.25</c:v>
                </c:pt>
                <c:pt idx="1985">
                  <c:v>0.25</c:v>
                </c:pt>
                <c:pt idx="1986">
                  <c:v>0.25</c:v>
                </c:pt>
                <c:pt idx="1987">
                  <c:v>0.25</c:v>
                </c:pt>
                <c:pt idx="1988">
                  <c:v>0.25</c:v>
                </c:pt>
                <c:pt idx="1989">
                  <c:v>0.25</c:v>
                </c:pt>
                <c:pt idx="1990">
                  <c:v>0</c:v>
                </c:pt>
                <c:pt idx="1991">
                  <c:v>0</c:v>
                </c:pt>
                <c:pt idx="1992">
                  <c:v>0</c:v>
                </c:pt>
                <c:pt idx="1993">
                  <c:v>0</c:v>
                </c:pt>
                <c:pt idx="1994">
                  <c:v>0</c:v>
                </c:pt>
                <c:pt idx="1995">
                  <c:v>0</c:v>
                </c:pt>
                <c:pt idx="1996">
                  <c:v>0</c:v>
                </c:pt>
                <c:pt idx="1997">
                  <c:v>0</c:v>
                </c:pt>
                <c:pt idx="1998">
                  <c:v>0</c:v>
                </c:pt>
                <c:pt idx="1999">
                  <c:v>0</c:v>
                </c:pt>
                <c:pt idx="2000">
                  <c:v>0.25</c:v>
                </c:pt>
                <c:pt idx="2001">
                  <c:v>0.25</c:v>
                </c:pt>
                <c:pt idx="2002">
                  <c:v>0.25</c:v>
                </c:pt>
                <c:pt idx="2003">
                  <c:v>0.25</c:v>
                </c:pt>
                <c:pt idx="2004">
                  <c:v>0.25</c:v>
                </c:pt>
                <c:pt idx="2005">
                  <c:v>0.25</c:v>
                </c:pt>
                <c:pt idx="2006">
                  <c:v>0.25</c:v>
                </c:pt>
                <c:pt idx="2007">
                  <c:v>0.25</c:v>
                </c:pt>
                <c:pt idx="2008">
                  <c:v>0.25</c:v>
                </c:pt>
                <c:pt idx="2009">
                  <c:v>0.25</c:v>
                </c:pt>
                <c:pt idx="2010">
                  <c:v>0.25</c:v>
                </c:pt>
                <c:pt idx="2011">
                  <c:v>0.25</c:v>
                </c:pt>
                <c:pt idx="2012">
                  <c:v>0.25</c:v>
                </c:pt>
                <c:pt idx="2013">
                  <c:v>0.25</c:v>
                </c:pt>
                <c:pt idx="2014">
                  <c:v>0</c:v>
                </c:pt>
                <c:pt idx="2015">
                  <c:v>0</c:v>
                </c:pt>
                <c:pt idx="2016">
                  <c:v>0</c:v>
                </c:pt>
                <c:pt idx="2017">
                  <c:v>0</c:v>
                </c:pt>
                <c:pt idx="2018">
                  <c:v>0</c:v>
                </c:pt>
                <c:pt idx="2019">
                  <c:v>0</c:v>
                </c:pt>
                <c:pt idx="2020">
                  <c:v>0</c:v>
                </c:pt>
                <c:pt idx="2021">
                  <c:v>0</c:v>
                </c:pt>
                <c:pt idx="2022">
                  <c:v>0</c:v>
                </c:pt>
                <c:pt idx="2023">
                  <c:v>0</c:v>
                </c:pt>
                <c:pt idx="2024">
                  <c:v>0.25</c:v>
                </c:pt>
                <c:pt idx="2025">
                  <c:v>0.25</c:v>
                </c:pt>
                <c:pt idx="2026">
                  <c:v>0.25</c:v>
                </c:pt>
                <c:pt idx="2027">
                  <c:v>0.25</c:v>
                </c:pt>
                <c:pt idx="2028">
                  <c:v>0.25</c:v>
                </c:pt>
                <c:pt idx="2029">
                  <c:v>0.25</c:v>
                </c:pt>
                <c:pt idx="2030">
                  <c:v>0.25</c:v>
                </c:pt>
                <c:pt idx="2031">
                  <c:v>0.25</c:v>
                </c:pt>
                <c:pt idx="2032">
                  <c:v>0.25</c:v>
                </c:pt>
                <c:pt idx="2033">
                  <c:v>0.25</c:v>
                </c:pt>
                <c:pt idx="2034">
                  <c:v>0.25</c:v>
                </c:pt>
                <c:pt idx="2035">
                  <c:v>0.25</c:v>
                </c:pt>
                <c:pt idx="2036">
                  <c:v>0.25</c:v>
                </c:pt>
                <c:pt idx="2037">
                  <c:v>0.25</c:v>
                </c:pt>
                <c:pt idx="2038">
                  <c:v>0</c:v>
                </c:pt>
                <c:pt idx="2039">
                  <c:v>0</c:v>
                </c:pt>
                <c:pt idx="2040">
                  <c:v>0</c:v>
                </c:pt>
                <c:pt idx="2041">
                  <c:v>0</c:v>
                </c:pt>
                <c:pt idx="2042">
                  <c:v>0</c:v>
                </c:pt>
                <c:pt idx="2043">
                  <c:v>0</c:v>
                </c:pt>
                <c:pt idx="2044">
                  <c:v>0</c:v>
                </c:pt>
                <c:pt idx="2045">
                  <c:v>0</c:v>
                </c:pt>
                <c:pt idx="2046">
                  <c:v>0</c:v>
                </c:pt>
                <c:pt idx="2047">
                  <c:v>0</c:v>
                </c:pt>
                <c:pt idx="2048">
                  <c:v>0.25</c:v>
                </c:pt>
                <c:pt idx="2049">
                  <c:v>0.25</c:v>
                </c:pt>
                <c:pt idx="2050">
                  <c:v>0.25</c:v>
                </c:pt>
                <c:pt idx="2051">
                  <c:v>0.25</c:v>
                </c:pt>
                <c:pt idx="2052">
                  <c:v>0.25</c:v>
                </c:pt>
                <c:pt idx="2053">
                  <c:v>0.25</c:v>
                </c:pt>
                <c:pt idx="2054">
                  <c:v>0.25</c:v>
                </c:pt>
                <c:pt idx="2055">
                  <c:v>0.25</c:v>
                </c:pt>
                <c:pt idx="2056">
                  <c:v>0.25</c:v>
                </c:pt>
                <c:pt idx="2057">
                  <c:v>0.25</c:v>
                </c:pt>
                <c:pt idx="2058">
                  <c:v>0.25</c:v>
                </c:pt>
                <c:pt idx="2059">
                  <c:v>0.25</c:v>
                </c:pt>
                <c:pt idx="2060">
                  <c:v>0.25</c:v>
                </c:pt>
                <c:pt idx="2061">
                  <c:v>0.25</c:v>
                </c:pt>
                <c:pt idx="2062">
                  <c:v>0</c:v>
                </c:pt>
                <c:pt idx="2063">
                  <c:v>0</c:v>
                </c:pt>
                <c:pt idx="2064">
                  <c:v>0</c:v>
                </c:pt>
                <c:pt idx="2065">
                  <c:v>0</c:v>
                </c:pt>
                <c:pt idx="2066">
                  <c:v>0</c:v>
                </c:pt>
                <c:pt idx="2067">
                  <c:v>0</c:v>
                </c:pt>
                <c:pt idx="2068">
                  <c:v>0</c:v>
                </c:pt>
                <c:pt idx="2069">
                  <c:v>0</c:v>
                </c:pt>
                <c:pt idx="2070">
                  <c:v>0</c:v>
                </c:pt>
                <c:pt idx="2071">
                  <c:v>0</c:v>
                </c:pt>
                <c:pt idx="2072">
                  <c:v>0.25</c:v>
                </c:pt>
                <c:pt idx="2073">
                  <c:v>0.25</c:v>
                </c:pt>
                <c:pt idx="2074">
                  <c:v>0.25</c:v>
                </c:pt>
                <c:pt idx="2075">
                  <c:v>0.25</c:v>
                </c:pt>
                <c:pt idx="2076">
                  <c:v>0.25</c:v>
                </c:pt>
                <c:pt idx="2077">
                  <c:v>0.25</c:v>
                </c:pt>
                <c:pt idx="2078">
                  <c:v>0.25</c:v>
                </c:pt>
                <c:pt idx="2079">
                  <c:v>0.25</c:v>
                </c:pt>
                <c:pt idx="2080">
                  <c:v>0.25</c:v>
                </c:pt>
                <c:pt idx="2081">
                  <c:v>0.25</c:v>
                </c:pt>
                <c:pt idx="2082">
                  <c:v>0.25</c:v>
                </c:pt>
                <c:pt idx="2083">
                  <c:v>0.25</c:v>
                </c:pt>
                <c:pt idx="2084">
                  <c:v>0.25</c:v>
                </c:pt>
                <c:pt idx="2085">
                  <c:v>0.25</c:v>
                </c:pt>
                <c:pt idx="2086">
                  <c:v>0</c:v>
                </c:pt>
                <c:pt idx="2087">
                  <c:v>0</c:v>
                </c:pt>
                <c:pt idx="2088">
                  <c:v>0</c:v>
                </c:pt>
                <c:pt idx="2089">
                  <c:v>0</c:v>
                </c:pt>
                <c:pt idx="2090">
                  <c:v>0</c:v>
                </c:pt>
                <c:pt idx="2091">
                  <c:v>0</c:v>
                </c:pt>
                <c:pt idx="2092">
                  <c:v>0</c:v>
                </c:pt>
                <c:pt idx="2093">
                  <c:v>0</c:v>
                </c:pt>
                <c:pt idx="2094">
                  <c:v>0</c:v>
                </c:pt>
                <c:pt idx="2095">
                  <c:v>0</c:v>
                </c:pt>
                <c:pt idx="2096">
                  <c:v>0.25</c:v>
                </c:pt>
                <c:pt idx="2097">
                  <c:v>0.25</c:v>
                </c:pt>
                <c:pt idx="2098">
                  <c:v>0.25</c:v>
                </c:pt>
                <c:pt idx="2099">
                  <c:v>0.25</c:v>
                </c:pt>
                <c:pt idx="2100">
                  <c:v>0.25</c:v>
                </c:pt>
                <c:pt idx="2101">
                  <c:v>0.25</c:v>
                </c:pt>
                <c:pt idx="2102">
                  <c:v>0.25</c:v>
                </c:pt>
                <c:pt idx="2103">
                  <c:v>0.25</c:v>
                </c:pt>
                <c:pt idx="2104">
                  <c:v>0.25</c:v>
                </c:pt>
                <c:pt idx="2105">
                  <c:v>0.25</c:v>
                </c:pt>
                <c:pt idx="2106">
                  <c:v>0.25</c:v>
                </c:pt>
                <c:pt idx="2107">
                  <c:v>0.25</c:v>
                </c:pt>
                <c:pt idx="2108">
                  <c:v>0.25</c:v>
                </c:pt>
                <c:pt idx="2109">
                  <c:v>0.25</c:v>
                </c:pt>
                <c:pt idx="2110">
                  <c:v>0</c:v>
                </c:pt>
                <c:pt idx="2111">
                  <c:v>0</c:v>
                </c:pt>
                <c:pt idx="2112">
                  <c:v>0</c:v>
                </c:pt>
                <c:pt idx="2113">
                  <c:v>0</c:v>
                </c:pt>
                <c:pt idx="2114">
                  <c:v>0</c:v>
                </c:pt>
                <c:pt idx="2115">
                  <c:v>0</c:v>
                </c:pt>
                <c:pt idx="2116">
                  <c:v>0</c:v>
                </c:pt>
                <c:pt idx="2117">
                  <c:v>0</c:v>
                </c:pt>
                <c:pt idx="2118">
                  <c:v>0</c:v>
                </c:pt>
                <c:pt idx="2119">
                  <c:v>0</c:v>
                </c:pt>
                <c:pt idx="2120">
                  <c:v>0.25</c:v>
                </c:pt>
                <c:pt idx="2121">
                  <c:v>0.25</c:v>
                </c:pt>
                <c:pt idx="2122">
                  <c:v>0.25</c:v>
                </c:pt>
                <c:pt idx="2123">
                  <c:v>0.25</c:v>
                </c:pt>
                <c:pt idx="2124">
                  <c:v>0.25</c:v>
                </c:pt>
                <c:pt idx="2125">
                  <c:v>0.25</c:v>
                </c:pt>
                <c:pt idx="2126">
                  <c:v>0.25</c:v>
                </c:pt>
                <c:pt idx="2127">
                  <c:v>0.25</c:v>
                </c:pt>
                <c:pt idx="2128">
                  <c:v>0.25</c:v>
                </c:pt>
                <c:pt idx="2129">
                  <c:v>0.25</c:v>
                </c:pt>
                <c:pt idx="2130">
                  <c:v>0.25</c:v>
                </c:pt>
                <c:pt idx="2131">
                  <c:v>0.25</c:v>
                </c:pt>
                <c:pt idx="2132">
                  <c:v>0.25</c:v>
                </c:pt>
                <c:pt idx="2133">
                  <c:v>0.25</c:v>
                </c:pt>
                <c:pt idx="2134">
                  <c:v>0</c:v>
                </c:pt>
                <c:pt idx="2135">
                  <c:v>0</c:v>
                </c:pt>
                <c:pt idx="2136">
                  <c:v>0</c:v>
                </c:pt>
                <c:pt idx="2137">
                  <c:v>0</c:v>
                </c:pt>
                <c:pt idx="2138">
                  <c:v>0</c:v>
                </c:pt>
                <c:pt idx="2139">
                  <c:v>0</c:v>
                </c:pt>
                <c:pt idx="2140">
                  <c:v>0</c:v>
                </c:pt>
                <c:pt idx="2141">
                  <c:v>0</c:v>
                </c:pt>
                <c:pt idx="2142">
                  <c:v>0</c:v>
                </c:pt>
                <c:pt idx="2143">
                  <c:v>0</c:v>
                </c:pt>
                <c:pt idx="2144">
                  <c:v>0.25</c:v>
                </c:pt>
                <c:pt idx="2145">
                  <c:v>0.25</c:v>
                </c:pt>
                <c:pt idx="2146">
                  <c:v>0.25</c:v>
                </c:pt>
                <c:pt idx="2147">
                  <c:v>0.25</c:v>
                </c:pt>
                <c:pt idx="2148">
                  <c:v>0.25</c:v>
                </c:pt>
                <c:pt idx="2149">
                  <c:v>0.25</c:v>
                </c:pt>
                <c:pt idx="2150">
                  <c:v>0.25</c:v>
                </c:pt>
                <c:pt idx="2151">
                  <c:v>0.25</c:v>
                </c:pt>
                <c:pt idx="2152">
                  <c:v>0.25</c:v>
                </c:pt>
                <c:pt idx="2153">
                  <c:v>0.25</c:v>
                </c:pt>
                <c:pt idx="2154">
                  <c:v>0.25</c:v>
                </c:pt>
                <c:pt idx="2155">
                  <c:v>0.25</c:v>
                </c:pt>
                <c:pt idx="2156">
                  <c:v>0.25</c:v>
                </c:pt>
                <c:pt idx="2157">
                  <c:v>0.25</c:v>
                </c:pt>
                <c:pt idx="2158">
                  <c:v>0</c:v>
                </c:pt>
                <c:pt idx="2159">
                  <c:v>0</c:v>
                </c:pt>
                <c:pt idx="2160">
                  <c:v>0</c:v>
                </c:pt>
                <c:pt idx="2161">
                  <c:v>0</c:v>
                </c:pt>
                <c:pt idx="2162">
                  <c:v>0</c:v>
                </c:pt>
                <c:pt idx="2163">
                  <c:v>0</c:v>
                </c:pt>
                <c:pt idx="2164">
                  <c:v>0</c:v>
                </c:pt>
                <c:pt idx="2165">
                  <c:v>0</c:v>
                </c:pt>
                <c:pt idx="2166">
                  <c:v>0</c:v>
                </c:pt>
                <c:pt idx="2167">
                  <c:v>0</c:v>
                </c:pt>
                <c:pt idx="2168">
                  <c:v>0.25</c:v>
                </c:pt>
                <c:pt idx="2169">
                  <c:v>0.25</c:v>
                </c:pt>
                <c:pt idx="2170">
                  <c:v>0.25</c:v>
                </c:pt>
                <c:pt idx="2171">
                  <c:v>0.25</c:v>
                </c:pt>
                <c:pt idx="2172">
                  <c:v>0.25</c:v>
                </c:pt>
                <c:pt idx="2173">
                  <c:v>0.25</c:v>
                </c:pt>
                <c:pt idx="2174">
                  <c:v>0.25</c:v>
                </c:pt>
                <c:pt idx="2175">
                  <c:v>0.25</c:v>
                </c:pt>
                <c:pt idx="2176">
                  <c:v>0.25</c:v>
                </c:pt>
                <c:pt idx="2177">
                  <c:v>0.25</c:v>
                </c:pt>
                <c:pt idx="2178">
                  <c:v>0.25</c:v>
                </c:pt>
                <c:pt idx="2179">
                  <c:v>0.25</c:v>
                </c:pt>
                <c:pt idx="2180">
                  <c:v>0.25</c:v>
                </c:pt>
                <c:pt idx="2181">
                  <c:v>0.25</c:v>
                </c:pt>
                <c:pt idx="2182">
                  <c:v>0</c:v>
                </c:pt>
                <c:pt idx="2183">
                  <c:v>0</c:v>
                </c:pt>
                <c:pt idx="2184">
                  <c:v>0</c:v>
                </c:pt>
                <c:pt idx="2185">
                  <c:v>0</c:v>
                </c:pt>
                <c:pt idx="2186">
                  <c:v>0</c:v>
                </c:pt>
                <c:pt idx="2187">
                  <c:v>0</c:v>
                </c:pt>
                <c:pt idx="2188">
                  <c:v>0</c:v>
                </c:pt>
                <c:pt idx="2189">
                  <c:v>0</c:v>
                </c:pt>
                <c:pt idx="2190">
                  <c:v>0</c:v>
                </c:pt>
                <c:pt idx="2191">
                  <c:v>0</c:v>
                </c:pt>
                <c:pt idx="2192">
                  <c:v>0.25</c:v>
                </c:pt>
                <c:pt idx="2193">
                  <c:v>0.25</c:v>
                </c:pt>
                <c:pt idx="2194">
                  <c:v>0.25</c:v>
                </c:pt>
                <c:pt idx="2195">
                  <c:v>0.25</c:v>
                </c:pt>
                <c:pt idx="2196">
                  <c:v>0.25</c:v>
                </c:pt>
                <c:pt idx="2197">
                  <c:v>0.25</c:v>
                </c:pt>
                <c:pt idx="2198">
                  <c:v>0.25</c:v>
                </c:pt>
                <c:pt idx="2199">
                  <c:v>0.25</c:v>
                </c:pt>
                <c:pt idx="2200">
                  <c:v>0.25</c:v>
                </c:pt>
                <c:pt idx="2201">
                  <c:v>0.25</c:v>
                </c:pt>
                <c:pt idx="2202">
                  <c:v>0.25</c:v>
                </c:pt>
                <c:pt idx="2203">
                  <c:v>0.25</c:v>
                </c:pt>
                <c:pt idx="2204">
                  <c:v>0.25</c:v>
                </c:pt>
                <c:pt idx="2205">
                  <c:v>0.25</c:v>
                </c:pt>
                <c:pt idx="2206">
                  <c:v>0</c:v>
                </c:pt>
                <c:pt idx="2207">
                  <c:v>0</c:v>
                </c:pt>
                <c:pt idx="2208">
                  <c:v>0</c:v>
                </c:pt>
                <c:pt idx="2209">
                  <c:v>0</c:v>
                </c:pt>
                <c:pt idx="2210">
                  <c:v>0</c:v>
                </c:pt>
                <c:pt idx="2211">
                  <c:v>0</c:v>
                </c:pt>
                <c:pt idx="2212">
                  <c:v>0</c:v>
                </c:pt>
                <c:pt idx="2213">
                  <c:v>0</c:v>
                </c:pt>
                <c:pt idx="2214">
                  <c:v>0</c:v>
                </c:pt>
                <c:pt idx="2215">
                  <c:v>0</c:v>
                </c:pt>
                <c:pt idx="2216">
                  <c:v>0.25</c:v>
                </c:pt>
                <c:pt idx="2217">
                  <c:v>0.26571299999999998</c:v>
                </c:pt>
                <c:pt idx="2218">
                  <c:v>0.30339300000000002</c:v>
                </c:pt>
                <c:pt idx="2219">
                  <c:v>0.38569399999999998</c:v>
                </c:pt>
                <c:pt idx="2220">
                  <c:v>0.353655</c:v>
                </c:pt>
                <c:pt idx="2221">
                  <c:v>0.38073499999999999</c:v>
                </c:pt>
                <c:pt idx="2222">
                  <c:v>0.30352400000000002</c:v>
                </c:pt>
                <c:pt idx="2223">
                  <c:v>0.26685399999999998</c:v>
                </c:pt>
                <c:pt idx="2224">
                  <c:v>0.25</c:v>
                </c:pt>
                <c:pt idx="2225">
                  <c:v>0.25</c:v>
                </c:pt>
                <c:pt idx="2226">
                  <c:v>0.25</c:v>
                </c:pt>
                <c:pt idx="2227">
                  <c:v>0.25</c:v>
                </c:pt>
                <c:pt idx="2228">
                  <c:v>0.25</c:v>
                </c:pt>
                <c:pt idx="2229">
                  <c:v>0.25</c:v>
                </c:pt>
                <c:pt idx="2230">
                  <c:v>0</c:v>
                </c:pt>
                <c:pt idx="2231">
                  <c:v>0</c:v>
                </c:pt>
                <c:pt idx="2232">
                  <c:v>0</c:v>
                </c:pt>
                <c:pt idx="2233">
                  <c:v>0</c:v>
                </c:pt>
                <c:pt idx="2234">
                  <c:v>0</c:v>
                </c:pt>
                <c:pt idx="2235">
                  <c:v>0</c:v>
                </c:pt>
                <c:pt idx="2236">
                  <c:v>0</c:v>
                </c:pt>
                <c:pt idx="2237">
                  <c:v>0</c:v>
                </c:pt>
                <c:pt idx="2238">
                  <c:v>0</c:v>
                </c:pt>
                <c:pt idx="2239">
                  <c:v>0</c:v>
                </c:pt>
                <c:pt idx="2240">
                  <c:v>0.25</c:v>
                </c:pt>
                <c:pt idx="2241">
                  <c:v>0.259519</c:v>
                </c:pt>
                <c:pt idx="2242">
                  <c:v>0.30315399999999998</c:v>
                </c:pt>
                <c:pt idx="2243">
                  <c:v>0.39064900000000002</c:v>
                </c:pt>
                <c:pt idx="2244">
                  <c:v>0.46870099999999998</c:v>
                </c:pt>
                <c:pt idx="2245">
                  <c:v>0.41624800000000001</c:v>
                </c:pt>
                <c:pt idx="2246">
                  <c:v>0.41885299999999998</c:v>
                </c:pt>
                <c:pt idx="2247">
                  <c:v>0.42959399999999998</c:v>
                </c:pt>
                <c:pt idx="2248">
                  <c:v>0.40175499999999997</c:v>
                </c:pt>
                <c:pt idx="2249">
                  <c:v>0.34702499999999997</c:v>
                </c:pt>
                <c:pt idx="2250">
                  <c:v>0.31509100000000001</c:v>
                </c:pt>
                <c:pt idx="2251">
                  <c:v>0.25</c:v>
                </c:pt>
                <c:pt idx="2252">
                  <c:v>0.25</c:v>
                </c:pt>
                <c:pt idx="2253">
                  <c:v>0.25</c:v>
                </c:pt>
                <c:pt idx="2254">
                  <c:v>0</c:v>
                </c:pt>
                <c:pt idx="2255">
                  <c:v>0</c:v>
                </c:pt>
                <c:pt idx="2256">
                  <c:v>0</c:v>
                </c:pt>
                <c:pt idx="2257">
                  <c:v>0</c:v>
                </c:pt>
                <c:pt idx="2258">
                  <c:v>0</c:v>
                </c:pt>
                <c:pt idx="2259">
                  <c:v>0</c:v>
                </c:pt>
                <c:pt idx="2260">
                  <c:v>0</c:v>
                </c:pt>
                <c:pt idx="2261">
                  <c:v>0</c:v>
                </c:pt>
                <c:pt idx="2262">
                  <c:v>0</c:v>
                </c:pt>
                <c:pt idx="2263">
                  <c:v>0</c:v>
                </c:pt>
                <c:pt idx="2264">
                  <c:v>0.25</c:v>
                </c:pt>
                <c:pt idx="2265">
                  <c:v>0.28182800000000002</c:v>
                </c:pt>
                <c:pt idx="2266">
                  <c:v>0.31462800000000002</c:v>
                </c:pt>
                <c:pt idx="2267">
                  <c:v>0.37225900000000001</c:v>
                </c:pt>
                <c:pt idx="2268">
                  <c:v>0.37660900000000003</c:v>
                </c:pt>
                <c:pt idx="2269">
                  <c:v>0.36527399999999999</c:v>
                </c:pt>
                <c:pt idx="2270">
                  <c:v>0.28706599999999999</c:v>
                </c:pt>
                <c:pt idx="2271">
                  <c:v>0.25</c:v>
                </c:pt>
                <c:pt idx="2272">
                  <c:v>0.25</c:v>
                </c:pt>
                <c:pt idx="2273">
                  <c:v>0.25</c:v>
                </c:pt>
                <c:pt idx="2274">
                  <c:v>0.25</c:v>
                </c:pt>
                <c:pt idx="2275">
                  <c:v>0.25</c:v>
                </c:pt>
                <c:pt idx="2276">
                  <c:v>0.25</c:v>
                </c:pt>
                <c:pt idx="2277">
                  <c:v>0.25</c:v>
                </c:pt>
                <c:pt idx="2278">
                  <c:v>0</c:v>
                </c:pt>
                <c:pt idx="2279">
                  <c:v>0</c:v>
                </c:pt>
                <c:pt idx="2280">
                  <c:v>0</c:v>
                </c:pt>
                <c:pt idx="2281">
                  <c:v>0</c:v>
                </c:pt>
                <c:pt idx="2282">
                  <c:v>0</c:v>
                </c:pt>
                <c:pt idx="2283">
                  <c:v>0</c:v>
                </c:pt>
                <c:pt idx="2284">
                  <c:v>0</c:v>
                </c:pt>
                <c:pt idx="2285">
                  <c:v>0</c:v>
                </c:pt>
                <c:pt idx="2286">
                  <c:v>0</c:v>
                </c:pt>
                <c:pt idx="2287">
                  <c:v>0</c:v>
                </c:pt>
                <c:pt idx="2288">
                  <c:v>0.25</c:v>
                </c:pt>
                <c:pt idx="2289">
                  <c:v>0.25</c:v>
                </c:pt>
                <c:pt idx="2290">
                  <c:v>0.31915399999999999</c:v>
                </c:pt>
                <c:pt idx="2291">
                  <c:v>0.38329200000000002</c:v>
                </c:pt>
                <c:pt idx="2292">
                  <c:v>0.39213700000000001</c:v>
                </c:pt>
                <c:pt idx="2293">
                  <c:v>0.25</c:v>
                </c:pt>
                <c:pt idx="2294">
                  <c:v>0.25</c:v>
                </c:pt>
                <c:pt idx="2295">
                  <c:v>0.25</c:v>
                </c:pt>
                <c:pt idx="2296">
                  <c:v>0.25</c:v>
                </c:pt>
                <c:pt idx="2297">
                  <c:v>0.25</c:v>
                </c:pt>
                <c:pt idx="2298">
                  <c:v>0.25</c:v>
                </c:pt>
                <c:pt idx="2299">
                  <c:v>0.25</c:v>
                </c:pt>
                <c:pt idx="2300">
                  <c:v>0.25</c:v>
                </c:pt>
                <c:pt idx="2301">
                  <c:v>0.25</c:v>
                </c:pt>
                <c:pt idx="2302">
                  <c:v>0</c:v>
                </c:pt>
                <c:pt idx="2303">
                  <c:v>0</c:v>
                </c:pt>
                <c:pt idx="2304">
                  <c:v>0</c:v>
                </c:pt>
                <c:pt idx="2305">
                  <c:v>0</c:v>
                </c:pt>
                <c:pt idx="2306">
                  <c:v>0</c:v>
                </c:pt>
                <c:pt idx="2307">
                  <c:v>0</c:v>
                </c:pt>
                <c:pt idx="2308">
                  <c:v>0</c:v>
                </c:pt>
                <c:pt idx="2309">
                  <c:v>0</c:v>
                </c:pt>
                <c:pt idx="2310">
                  <c:v>0</c:v>
                </c:pt>
                <c:pt idx="2311">
                  <c:v>0.25</c:v>
                </c:pt>
                <c:pt idx="2312">
                  <c:v>0.25</c:v>
                </c:pt>
                <c:pt idx="2313">
                  <c:v>0.25</c:v>
                </c:pt>
                <c:pt idx="2314">
                  <c:v>0.25</c:v>
                </c:pt>
                <c:pt idx="2315">
                  <c:v>0.25</c:v>
                </c:pt>
                <c:pt idx="2316">
                  <c:v>0.25</c:v>
                </c:pt>
                <c:pt idx="2317">
                  <c:v>0.25</c:v>
                </c:pt>
                <c:pt idx="2318">
                  <c:v>0.25</c:v>
                </c:pt>
                <c:pt idx="2319">
                  <c:v>0.25</c:v>
                </c:pt>
                <c:pt idx="2320">
                  <c:v>0.25</c:v>
                </c:pt>
                <c:pt idx="2321">
                  <c:v>0.25</c:v>
                </c:pt>
                <c:pt idx="2322">
                  <c:v>0.25</c:v>
                </c:pt>
                <c:pt idx="2323">
                  <c:v>0.25</c:v>
                </c:pt>
                <c:pt idx="2324">
                  <c:v>0.25</c:v>
                </c:pt>
                <c:pt idx="2325">
                  <c:v>0</c:v>
                </c:pt>
                <c:pt idx="2326">
                  <c:v>0</c:v>
                </c:pt>
                <c:pt idx="2327">
                  <c:v>0</c:v>
                </c:pt>
                <c:pt idx="2328">
                  <c:v>0</c:v>
                </c:pt>
                <c:pt idx="2329">
                  <c:v>0</c:v>
                </c:pt>
                <c:pt idx="2330">
                  <c:v>0</c:v>
                </c:pt>
                <c:pt idx="2331">
                  <c:v>0</c:v>
                </c:pt>
                <c:pt idx="2332">
                  <c:v>0</c:v>
                </c:pt>
                <c:pt idx="2333">
                  <c:v>0</c:v>
                </c:pt>
                <c:pt idx="2334">
                  <c:v>0</c:v>
                </c:pt>
                <c:pt idx="2335">
                  <c:v>0.25</c:v>
                </c:pt>
                <c:pt idx="2336">
                  <c:v>0.25</c:v>
                </c:pt>
                <c:pt idx="2337">
                  <c:v>0.289267</c:v>
                </c:pt>
                <c:pt idx="2338">
                  <c:v>0.39080100000000001</c:v>
                </c:pt>
                <c:pt idx="2339">
                  <c:v>0.43224499999999999</c:v>
                </c:pt>
                <c:pt idx="2340">
                  <c:v>0.35968899999999998</c:v>
                </c:pt>
                <c:pt idx="2341">
                  <c:v>0.30154199999999998</c:v>
                </c:pt>
                <c:pt idx="2342">
                  <c:v>0.25</c:v>
                </c:pt>
                <c:pt idx="2343">
                  <c:v>0.25</c:v>
                </c:pt>
                <c:pt idx="2344">
                  <c:v>0.25</c:v>
                </c:pt>
                <c:pt idx="2345">
                  <c:v>0.25</c:v>
                </c:pt>
                <c:pt idx="2346">
                  <c:v>0.25</c:v>
                </c:pt>
                <c:pt idx="2347">
                  <c:v>0.25</c:v>
                </c:pt>
                <c:pt idx="2348">
                  <c:v>0.25</c:v>
                </c:pt>
                <c:pt idx="2349">
                  <c:v>0</c:v>
                </c:pt>
                <c:pt idx="2350">
                  <c:v>0</c:v>
                </c:pt>
                <c:pt idx="2351">
                  <c:v>0</c:v>
                </c:pt>
                <c:pt idx="2352">
                  <c:v>0</c:v>
                </c:pt>
                <c:pt idx="2353">
                  <c:v>0</c:v>
                </c:pt>
                <c:pt idx="2354">
                  <c:v>0</c:v>
                </c:pt>
                <c:pt idx="2355">
                  <c:v>0</c:v>
                </c:pt>
                <c:pt idx="2356">
                  <c:v>0</c:v>
                </c:pt>
                <c:pt idx="2357">
                  <c:v>0</c:v>
                </c:pt>
                <c:pt idx="2358">
                  <c:v>0</c:v>
                </c:pt>
                <c:pt idx="2359">
                  <c:v>0.25</c:v>
                </c:pt>
                <c:pt idx="2360">
                  <c:v>0.25</c:v>
                </c:pt>
                <c:pt idx="2361">
                  <c:v>0.25</c:v>
                </c:pt>
                <c:pt idx="2362">
                  <c:v>0.28692400000000001</c:v>
                </c:pt>
                <c:pt idx="2363">
                  <c:v>0.25</c:v>
                </c:pt>
                <c:pt idx="2364">
                  <c:v>0.25</c:v>
                </c:pt>
                <c:pt idx="2365">
                  <c:v>0.25</c:v>
                </c:pt>
                <c:pt idx="2366">
                  <c:v>0.25</c:v>
                </c:pt>
                <c:pt idx="2367">
                  <c:v>0.270011</c:v>
                </c:pt>
                <c:pt idx="2368">
                  <c:v>0.25</c:v>
                </c:pt>
                <c:pt idx="2369">
                  <c:v>0.25</c:v>
                </c:pt>
                <c:pt idx="2370">
                  <c:v>0.25</c:v>
                </c:pt>
                <c:pt idx="2371">
                  <c:v>0.25</c:v>
                </c:pt>
                <c:pt idx="2372">
                  <c:v>0.25</c:v>
                </c:pt>
                <c:pt idx="2373">
                  <c:v>0</c:v>
                </c:pt>
                <c:pt idx="2374">
                  <c:v>0</c:v>
                </c:pt>
                <c:pt idx="2375">
                  <c:v>0</c:v>
                </c:pt>
                <c:pt idx="2376">
                  <c:v>0</c:v>
                </c:pt>
                <c:pt idx="2377">
                  <c:v>0</c:v>
                </c:pt>
                <c:pt idx="2378">
                  <c:v>0</c:v>
                </c:pt>
                <c:pt idx="2379">
                  <c:v>0</c:v>
                </c:pt>
                <c:pt idx="2380">
                  <c:v>0</c:v>
                </c:pt>
                <c:pt idx="2381">
                  <c:v>0</c:v>
                </c:pt>
                <c:pt idx="2382">
                  <c:v>0</c:v>
                </c:pt>
                <c:pt idx="2383">
                  <c:v>0.25</c:v>
                </c:pt>
                <c:pt idx="2384">
                  <c:v>0.25</c:v>
                </c:pt>
                <c:pt idx="2385">
                  <c:v>0.25</c:v>
                </c:pt>
                <c:pt idx="2386">
                  <c:v>0.37640600000000002</c:v>
                </c:pt>
                <c:pt idx="2387">
                  <c:v>0.44540600000000002</c:v>
                </c:pt>
                <c:pt idx="2388">
                  <c:v>0.25</c:v>
                </c:pt>
                <c:pt idx="2389">
                  <c:v>0.25</c:v>
                </c:pt>
                <c:pt idx="2390">
                  <c:v>0.25</c:v>
                </c:pt>
                <c:pt idx="2391">
                  <c:v>0.25</c:v>
                </c:pt>
                <c:pt idx="2392">
                  <c:v>0.25</c:v>
                </c:pt>
                <c:pt idx="2393">
                  <c:v>0.25</c:v>
                </c:pt>
                <c:pt idx="2394">
                  <c:v>0.25</c:v>
                </c:pt>
                <c:pt idx="2395">
                  <c:v>0.25</c:v>
                </c:pt>
                <c:pt idx="2396">
                  <c:v>0.25</c:v>
                </c:pt>
                <c:pt idx="2397">
                  <c:v>0</c:v>
                </c:pt>
                <c:pt idx="2398">
                  <c:v>0</c:v>
                </c:pt>
                <c:pt idx="2399">
                  <c:v>0</c:v>
                </c:pt>
                <c:pt idx="2400">
                  <c:v>0</c:v>
                </c:pt>
                <c:pt idx="2401">
                  <c:v>0</c:v>
                </c:pt>
                <c:pt idx="2402">
                  <c:v>0</c:v>
                </c:pt>
                <c:pt idx="2403">
                  <c:v>0</c:v>
                </c:pt>
                <c:pt idx="2404">
                  <c:v>0</c:v>
                </c:pt>
                <c:pt idx="2405">
                  <c:v>0</c:v>
                </c:pt>
                <c:pt idx="2406">
                  <c:v>0</c:v>
                </c:pt>
                <c:pt idx="2407">
                  <c:v>0.25</c:v>
                </c:pt>
                <c:pt idx="2408">
                  <c:v>0.25</c:v>
                </c:pt>
                <c:pt idx="2409">
                  <c:v>0.25</c:v>
                </c:pt>
                <c:pt idx="2410">
                  <c:v>0.25</c:v>
                </c:pt>
                <c:pt idx="2411">
                  <c:v>0.25</c:v>
                </c:pt>
                <c:pt idx="2412">
                  <c:v>0.25</c:v>
                </c:pt>
                <c:pt idx="2413">
                  <c:v>0.25</c:v>
                </c:pt>
                <c:pt idx="2414">
                  <c:v>0.25</c:v>
                </c:pt>
                <c:pt idx="2415">
                  <c:v>0.25</c:v>
                </c:pt>
                <c:pt idx="2416">
                  <c:v>0.25</c:v>
                </c:pt>
                <c:pt idx="2417">
                  <c:v>0.25</c:v>
                </c:pt>
                <c:pt idx="2418">
                  <c:v>0.25</c:v>
                </c:pt>
                <c:pt idx="2419">
                  <c:v>0.25</c:v>
                </c:pt>
                <c:pt idx="2420">
                  <c:v>0.25</c:v>
                </c:pt>
                <c:pt idx="2421">
                  <c:v>0</c:v>
                </c:pt>
                <c:pt idx="2422">
                  <c:v>0</c:v>
                </c:pt>
                <c:pt idx="2423">
                  <c:v>0</c:v>
                </c:pt>
                <c:pt idx="2424">
                  <c:v>0</c:v>
                </c:pt>
                <c:pt idx="2425">
                  <c:v>0</c:v>
                </c:pt>
                <c:pt idx="2426">
                  <c:v>0</c:v>
                </c:pt>
                <c:pt idx="2427">
                  <c:v>0</c:v>
                </c:pt>
                <c:pt idx="2428">
                  <c:v>0</c:v>
                </c:pt>
                <c:pt idx="2429">
                  <c:v>0</c:v>
                </c:pt>
                <c:pt idx="2430">
                  <c:v>0</c:v>
                </c:pt>
                <c:pt idx="2431">
                  <c:v>0.25</c:v>
                </c:pt>
                <c:pt idx="2432">
                  <c:v>0.25</c:v>
                </c:pt>
                <c:pt idx="2433">
                  <c:v>0.25</c:v>
                </c:pt>
                <c:pt idx="2434">
                  <c:v>0.25</c:v>
                </c:pt>
                <c:pt idx="2435">
                  <c:v>0.25</c:v>
                </c:pt>
                <c:pt idx="2436">
                  <c:v>0.25</c:v>
                </c:pt>
                <c:pt idx="2437">
                  <c:v>0.25</c:v>
                </c:pt>
                <c:pt idx="2438">
                  <c:v>0.25</c:v>
                </c:pt>
                <c:pt idx="2439">
                  <c:v>0.25</c:v>
                </c:pt>
                <c:pt idx="2440">
                  <c:v>0.25</c:v>
                </c:pt>
                <c:pt idx="2441">
                  <c:v>0.25</c:v>
                </c:pt>
                <c:pt idx="2442">
                  <c:v>0.25</c:v>
                </c:pt>
                <c:pt idx="2443">
                  <c:v>0.25</c:v>
                </c:pt>
                <c:pt idx="2444">
                  <c:v>0.25</c:v>
                </c:pt>
                <c:pt idx="2445">
                  <c:v>0</c:v>
                </c:pt>
                <c:pt idx="2446">
                  <c:v>0</c:v>
                </c:pt>
                <c:pt idx="2447">
                  <c:v>0</c:v>
                </c:pt>
                <c:pt idx="2448">
                  <c:v>0</c:v>
                </c:pt>
                <c:pt idx="2449">
                  <c:v>0</c:v>
                </c:pt>
                <c:pt idx="2450">
                  <c:v>0</c:v>
                </c:pt>
                <c:pt idx="2451">
                  <c:v>0</c:v>
                </c:pt>
                <c:pt idx="2452">
                  <c:v>0</c:v>
                </c:pt>
                <c:pt idx="2453">
                  <c:v>0</c:v>
                </c:pt>
                <c:pt idx="2454">
                  <c:v>0</c:v>
                </c:pt>
                <c:pt idx="2455">
                  <c:v>0.25</c:v>
                </c:pt>
                <c:pt idx="2456">
                  <c:v>0.25</c:v>
                </c:pt>
                <c:pt idx="2457">
                  <c:v>0.25</c:v>
                </c:pt>
                <c:pt idx="2458">
                  <c:v>0.25</c:v>
                </c:pt>
                <c:pt idx="2459">
                  <c:v>0.25</c:v>
                </c:pt>
                <c:pt idx="2460">
                  <c:v>0.25</c:v>
                </c:pt>
                <c:pt idx="2461">
                  <c:v>0.25</c:v>
                </c:pt>
                <c:pt idx="2462">
                  <c:v>0.25</c:v>
                </c:pt>
                <c:pt idx="2463">
                  <c:v>0.25</c:v>
                </c:pt>
                <c:pt idx="2464">
                  <c:v>0.25</c:v>
                </c:pt>
                <c:pt idx="2465">
                  <c:v>0.25</c:v>
                </c:pt>
                <c:pt idx="2466">
                  <c:v>0.25</c:v>
                </c:pt>
                <c:pt idx="2467">
                  <c:v>0.25</c:v>
                </c:pt>
                <c:pt idx="2468">
                  <c:v>0.25</c:v>
                </c:pt>
                <c:pt idx="2469">
                  <c:v>0</c:v>
                </c:pt>
                <c:pt idx="2470">
                  <c:v>0</c:v>
                </c:pt>
                <c:pt idx="2471">
                  <c:v>0</c:v>
                </c:pt>
                <c:pt idx="2472">
                  <c:v>0</c:v>
                </c:pt>
                <c:pt idx="2473">
                  <c:v>0</c:v>
                </c:pt>
                <c:pt idx="2474">
                  <c:v>0</c:v>
                </c:pt>
                <c:pt idx="2475">
                  <c:v>0</c:v>
                </c:pt>
                <c:pt idx="2476">
                  <c:v>0</c:v>
                </c:pt>
                <c:pt idx="2477">
                  <c:v>0</c:v>
                </c:pt>
                <c:pt idx="2478">
                  <c:v>0</c:v>
                </c:pt>
                <c:pt idx="2479">
                  <c:v>0.25</c:v>
                </c:pt>
                <c:pt idx="2480">
                  <c:v>0.25</c:v>
                </c:pt>
                <c:pt idx="2481">
                  <c:v>0.25</c:v>
                </c:pt>
                <c:pt idx="2482">
                  <c:v>0.25</c:v>
                </c:pt>
                <c:pt idx="2483">
                  <c:v>0.25</c:v>
                </c:pt>
                <c:pt idx="2484">
                  <c:v>0.25</c:v>
                </c:pt>
                <c:pt idx="2485">
                  <c:v>0.25</c:v>
                </c:pt>
                <c:pt idx="2486">
                  <c:v>0.25</c:v>
                </c:pt>
                <c:pt idx="2487">
                  <c:v>0.25</c:v>
                </c:pt>
                <c:pt idx="2488">
                  <c:v>0.25</c:v>
                </c:pt>
                <c:pt idx="2489">
                  <c:v>0.25</c:v>
                </c:pt>
                <c:pt idx="2490">
                  <c:v>0.25</c:v>
                </c:pt>
                <c:pt idx="2491">
                  <c:v>0.25</c:v>
                </c:pt>
                <c:pt idx="2492">
                  <c:v>0.25</c:v>
                </c:pt>
                <c:pt idx="2493">
                  <c:v>0</c:v>
                </c:pt>
                <c:pt idx="2494">
                  <c:v>0</c:v>
                </c:pt>
                <c:pt idx="2495">
                  <c:v>0</c:v>
                </c:pt>
                <c:pt idx="2496">
                  <c:v>0</c:v>
                </c:pt>
                <c:pt idx="2497">
                  <c:v>0</c:v>
                </c:pt>
                <c:pt idx="2498">
                  <c:v>0</c:v>
                </c:pt>
                <c:pt idx="2499">
                  <c:v>0</c:v>
                </c:pt>
                <c:pt idx="2500">
                  <c:v>0</c:v>
                </c:pt>
                <c:pt idx="2501">
                  <c:v>0</c:v>
                </c:pt>
                <c:pt idx="2502">
                  <c:v>0</c:v>
                </c:pt>
                <c:pt idx="2503">
                  <c:v>0.25</c:v>
                </c:pt>
                <c:pt idx="2504">
                  <c:v>0.25</c:v>
                </c:pt>
                <c:pt idx="2505">
                  <c:v>0.25</c:v>
                </c:pt>
                <c:pt idx="2506">
                  <c:v>0.25</c:v>
                </c:pt>
                <c:pt idx="2507">
                  <c:v>0.25</c:v>
                </c:pt>
                <c:pt idx="2508">
                  <c:v>0.25</c:v>
                </c:pt>
                <c:pt idx="2509">
                  <c:v>0.25</c:v>
                </c:pt>
                <c:pt idx="2510">
                  <c:v>0.25</c:v>
                </c:pt>
                <c:pt idx="2511">
                  <c:v>0.25</c:v>
                </c:pt>
                <c:pt idx="2512">
                  <c:v>0.25</c:v>
                </c:pt>
                <c:pt idx="2513">
                  <c:v>0.25</c:v>
                </c:pt>
                <c:pt idx="2514">
                  <c:v>0.25</c:v>
                </c:pt>
                <c:pt idx="2515">
                  <c:v>0.25</c:v>
                </c:pt>
                <c:pt idx="2516">
                  <c:v>0.25</c:v>
                </c:pt>
                <c:pt idx="2517">
                  <c:v>0</c:v>
                </c:pt>
                <c:pt idx="2518">
                  <c:v>0</c:v>
                </c:pt>
                <c:pt idx="2519">
                  <c:v>0</c:v>
                </c:pt>
                <c:pt idx="2520">
                  <c:v>0</c:v>
                </c:pt>
                <c:pt idx="2521">
                  <c:v>0</c:v>
                </c:pt>
                <c:pt idx="2522">
                  <c:v>0</c:v>
                </c:pt>
                <c:pt idx="2523">
                  <c:v>0</c:v>
                </c:pt>
                <c:pt idx="2524">
                  <c:v>0</c:v>
                </c:pt>
                <c:pt idx="2525">
                  <c:v>0</c:v>
                </c:pt>
                <c:pt idx="2526">
                  <c:v>0</c:v>
                </c:pt>
                <c:pt idx="2527">
                  <c:v>0.25</c:v>
                </c:pt>
                <c:pt idx="2528">
                  <c:v>0.25</c:v>
                </c:pt>
                <c:pt idx="2529">
                  <c:v>0.25</c:v>
                </c:pt>
                <c:pt idx="2530">
                  <c:v>0.25</c:v>
                </c:pt>
                <c:pt idx="2531">
                  <c:v>0.25</c:v>
                </c:pt>
                <c:pt idx="2532">
                  <c:v>0.25</c:v>
                </c:pt>
                <c:pt idx="2533">
                  <c:v>0.25</c:v>
                </c:pt>
                <c:pt idx="2534">
                  <c:v>0.25</c:v>
                </c:pt>
                <c:pt idx="2535">
                  <c:v>0.25</c:v>
                </c:pt>
                <c:pt idx="2536">
                  <c:v>0.25</c:v>
                </c:pt>
                <c:pt idx="2537">
                  <c:v>0.25</c:v>
                </c:pt>
                <c:pt idx="2538">
                  <c:v>0.25</c:v>
                </c:pt>
                <c:pt idx="2539">
                  <c:v>0.25</c:v>
                </c:pt>
                <c:pt idx="2540">
                  <c:v>0.25</c:v>
                </c:pt>
                <c:pt idx="2541">
                  <c:v>0</c:v>
                </c:pt>
                <c:pt idx="2542">
                  <c:v>0</c:v>
                </c:pt>
                <c:pt idx="2543">
                  <c:v>0</c:v>
                </c:pt>
                <c:pt idx="2544">
                  <c:v>0</c:v>
                </c:pt>
                <c:pt idx="2545">
                  <c:v>0</c:v>
                </c:pt>
                <c:pt idx="2546">
                  <c:v>0</c:v>
                </c:pt>
                <c:pt idx="2547">
                  <c:v>0</c:v>
                </c:pt>
                <c:pt idx="2548">
                  <c:v>0</c:v>
                </c:pt>
                <c:pt idx="2549">
                  <c:v>0</c:v>
                </c:pt>
                <c:pt idx="2550">
                  <c:v>0</c:v>
                </c:pt>
                <c:pt idx="2551">
                  <c:v>0.25</c:v>
                </c:pt>
                <c:pt idx="2552">
                  <c:v>0.25</c:v>
                </c:pt>
                <c:pt idx="2553">
                  <c:v>0.25</c:v>
                </c:pt>
                <c:pt idx="2554">
                  <c:v>0.25</c:v>
                </c:pt>
                <c:pt idx="2555">
                  <c:v>0.25</c:v>
                </c:pt>
                <c:pt idx="2556">
                  <c:v>0.25</c:v>
                </c:pt>
                <c:pt idx="2557">
                  <c:v>0.25</c:v>
                </c:pt>
                <c:pt idx="2558">
                  <c:v>0.25</c:v>
                </c:pt>
                <c:pt idx="2559">
                  <c:v>0.25</c:v>
                </c:pt>
                <c:pt idx="2560">
                  <c:v>0.25</c:v>
                </c:pt>
                <c:pt idx="2561">
                  <c:v>0.25</c:v>
                </c:pt>
                <c:pt idx="2562">
                  <c:v>0.25</c:v>
                </c:pt>
                <c:pt idx="2563">
                  <c:v>0.25</c:v>
                </c:pt>
                <c:pt idx="2564">
                  <c:v>0.25</c:v>
                </c:pt>
                <c:pt idx="2565">
                  <c:v>0</c:v>
                </c:pt>
                <c:pt idx="2566">
                  <c:v>0</c:v>
                </c:pt>
                <c:pt idx="2567">
                  <c:v>0</c:v>
                </c:pt>
                <c:pt idx="2568">
                  <c:v>0</c:v>
                </c:pt>
                <c:pt idx="2569">
                  <c:v>0</c:v>
                </c:pt>
                <c:pt idx="2570">
                  <c:v>0</c:v>
                </c:pt>
                <c:pt idx="2571">
                  <c:v>0</c:v>
                </c:pt>
                <c:pt idx="2572">
                  <c:v>0</c:v>
                </c:pt>
                <c:pt idx="2573">
                  <c:v>0</c:v>
                </c:pt>
                <c:pt idx="2574">
                  <c:v>0</c:v>
                </c:pt>
                <c:pt idx="2575">
                  <c:v>0.25</c:v>
                </c:pt>
                <c:pt idx="2576">
                  <c:v>0.25</c:v>
                </c:pt>
                <c:pt idx="2577">
                  <c:v>0.25</c:v>
                </c:pt>
                <c:pt idx="2578">
                  <c:v>0.25</c:v>
                </c:pt>
                <c:pt idx="2579">
                  <c:v>0.25</c:v>
                </c:pt>
                <c:pt idx="2580">
                  <c:v>0.25</c:v>
                </c:pt>
                <c:pt idx="2581">
                  <c:v>0.25</c:v>
                </c:pt>
                <c:pt idx="2582">
                  <c:v>0.25</c:v>
                </c:pt>
                <c:pt idx="2583">
                  <c:v>0.25</c:v>
                </c:pt>
                <c:pt idx="2584">
                  <c:v>0.25</c:v>
                </c:pt>
                <c:pt idx="2585">
                  <c:v>0.25</c:v>
                </c:pt>
                <c:pt idx="2586">
                  <c:v>0.25</c:v>
                </c:pt>
                <c:pt idx="2587">
                  <c:v>0.25</c:v>
                </c:pt>
                <c:pt idx="2588">
                  <c:v>0.25</c:v>
                </c:pt>
                <c:pt idx="2589">
                  <c:v>0</c:v>
                </c:pt>
                <c:pt idx="2590">
                  <c:v>0</c:v>
                </c:pt>
                <c:pt idx="2591">
                  <c:v>0</c:v>
                </c:pt>
                <c:pt idx="2592">
                  <c:v>0</c:v>
                </c:pt>
                <c:pt idx="2593">
                  <c:v>0</c:v>
                </c:pt>
                <c:pt idx="2594">
                  <c:v>0</c:v>
                </c:pt>
                <c:pt idx="2595">
                  <c:v>0</c:v>
                </c:pt>
                <c:pt idx="2596">
                  <c:v>0</c:v>
                </c:pt>
                <c:pt idx="2597">
                  <c:v>0</c:v>
                </c:pt>
                <c:pt idx="2598">
                  <c:v>0</c:v>
                </c:pt>
                <c:pt idx="2599">
                  <c:v>0.25</c:v>
                </c:pt>
                <c:pt idx="2600">
                  <c:v>0.25</c:v>
                </c:pt>
                <c:pt idx="2601">
                  <c:v>0.25</c:v>
                </c:pt>
                <c:pt idx="2602">
                  <c:v>0.25</c:v>
                </c:pt>
                <c:pt idx="2603">
                  <c:v>0.25</c:v>
                </c:pt>
                <c:pt idx="2604">
                  <c:v>0.25</c:v>
                </c:pt>
                <c:pt idx="2605">
                  <c:v>0.25</c:v>
                </c:pt>
                <c:pt idx="2606">
                  <c:v>0.25</c:v>
                </c:pt>
                <c:pt idx="2607">
                  <c:v>0.25</c:v>
                </c:pt>
                <c:pt idx="2608">
                  <c:v>0.25</c:v>
                </c:pt>
                <c:pt idx="2609">
                  <c:v>0.25</c:v>
                </c:pt>
                <c:pt idx="2610">
                  <c:v>0.25</c:v>
                </c:pt>
                <c:pt idx="2611">
                  <c:v>0.25</c:v>
                </c:pt>
                <c:pt idx="2612">
                  <c:v>0.25</c:v>
                </c:pt>
                <c:pt idx="2613">
                  <c:v>0</c:v>
                </c:pt>
                <c:pt idx="2614">
                  <c:v>0</c:v>
                </c:pt>
                <c:pt idx="2615">
                  <c:v>0</c:v>
                </c:pt>
                <c:pt idx="2616">
                  <c:v>0</c:v>
                </c:pt>
                <c:pt idx="2617">
                  <c:v>0</c:v>
                </c:pt>
                <c:pt idx="2618">
                  <c:v>0</c:v>
                </c:pt>
                <c:pt idx="2619">
                  <c:v>0</c:v>
                </c:pt>
                <c:pt idx="2620">
                  <c:v>0</c:v>
                </c:pt>
                <c:pt idx="2621">
                  <c:v>0</c:v>
                </c:pt>
                <c:pt idx="2622">
                  <c:v>0</c:v>
                </c:pt>
                <c:pt idx="2623">
                  <c:v>0.25</c:v>
                </c:pt>
                <c:pt idx="2624">
                  <c:v>0.25</c:v>
                </c:pt>
                <c:pt idx="2625">
                  <c:v>0.25</c:v>
                </c:pt>
                <c:pt idx="2626">
                  <c:v>0.25</c:v>
                </c:pt>
                <c:pt idx="2627">
                  <c:v>0.25</c:v>
                </c:pt>
                <c:pt idx="2628">
                  <c:v>0.25</c:v>
                </c:pt>
                <c:pt idx="2629">
                  <c:v>0.25</c:v>
                </c:pt>
                <c:pt idx="2630">
                  <c:v>0.25</c:v>
                </c:pt>
                <c:pt idx="2631">
                  <c:v>0.25</c:v>
                </c:pt>
                <c:pt idx="2632">
                  <c:v>0.25</c:v>
                </c:pt>
                <c:pt idx="2633">
                  <c:v>0.25</c:v>
                </c:pt>
                <c:pt idx="2634">
                  <c:v>0.25</c:v>
                </c:pt>
                <c:pt idx="2635">
                  <c:v>0.25</c:v>
                </c:pt>
                <c:pt idx="2636">
                  <c:v>0.25</c:v>
                </c:pt>
                <c:pt idx="2637">
                  <c:v>0</c:v>
                </c:pt>
                <c:pt idx="2638">
                  <c:v>0</c:v>
                </c:pt>
                <c:pt idx="2639">
                  <c:v>0</c:v>
                </c:pt>
                <c:pt idx="2640">
                  <c:v>0</c:v>
                </c:pt>
                <c:pt idx="2641">
                  <c:v>0</c:v>
                </c:pt>
                <c:pt idx="2642">
                  <c:v>0</c:v>
                </c:pt>
                <c:pt idx="2643">
                  <c:v>0</c:v>
                </c:pt>
                <c:pt idx="2644">
                  <c:v>0</c:v>
                </c:pt>
                <c:pt idx="2645">
                  <c:v>0</c:v>
                </c:pt>
                <c:pt idx="2646">
                  <c:v>0</c:v>
                </c:pt>
                <c:pt idx="2647">
                  <c:v>0.25</c:v>
                </c:pt>
                <c:pt idx="2648">
                  <c:v>0.25</c:v>
                </c:pt>
                <c:pt idx="2649">
                  <c:v>0.25</c:v>
                </c:pt>
                <c:pt idx="2650">
                  <c:v>0.27659299999999998</c:v>
                </c:pt>
                <c:pt idx="2651">
                  <c:v>0.25195000000000001</c:v>
                </c:pt>
                <c:pt idx="2652">
                  <c:v>0.27708300000000002</c:v>
                </c:pt>
                <c:pt idx="2653">
                  <c:v>0.25</c:v>
                </c:pt>
                <c:pt idx="2654">
                  <c:v>0.25</c:v>
                </c:pt>
                <c:pt idx="2655">
                  <c:v>0.26370700000000002</c:v>
                </c:pt>
                <c:pt idx="2656">
                  <c:v>0.31348700000000002</c:v>
                </c:pt>
                <c:pt idx="2657">
                  <c:v>0.25</c:v>
                </c:pt>
                <c:pt idx="2658">
                  <c:v>0.25</c:v>
                </c:pt>
                <c:pt idx="2659">
                  <c:v>0.25</c:v>
                </c:pt>
                <c:pt idx="2660">
                  <c:v>0.25</c:v>
                </c:pt>
                <c:pt idx="2661">
                  <c:v>0</c:v>
                </c:pt>
                <c:pt idx="2662">
                  <c:v>0</c:v>
                </c:pt>
                <c:pt idx="2663">
                  <c:v>0</c:v>
                </c:pt>
                <c:pt idx="2664">
                  <c:v>0</c:v>
                </c:pt>
                <c:pt idx="2665">
                  <c:v>0</c:v>
                </c:pt>
                <c:pt idx="2666">
                  <c:v>0</c:v>
                </c:pt>
                <c:pt idx="2667">
                  <c:v>0</c:v>
                </c:pt>
                <c:pt idx="2668">
                  <c:v>0</c:v>
                </c:pt>
                <c:pt idx="2669">
                  <c:v>0</c:v>
                </c:pt>
                <c:pt idx="2670">
                  <c:v>0</c:v>
                </c:pt>
                <c:pt idx="2671">
                  <c:v>0.25</c:v>
                </c:pt>
                <c:pt idx="2672">
                  <c:v>0.29157300000000003</c:v>
                </c:pt>
                <c:pt idx="2673">
                  <c:v>0.38983099999999998</c:v>
                </c:pt>
                <c:pt idx="2674">
                  <c:v>0.553427</c:v>
                </c:pt>
                <c:pt idx="2675">
                  <c:v>0.47823500000000002</c:v>
                </c:pt>
                <c:pt idx="2676">
                  <c:v>0.50432699999999997</c:v>
                </c:pt>
                <c:pt idx="2677">
                  <c:v>0.35806399999999999</c:v>
                </c:pt>
                <c:pt idx="2678">
                  <c:v>0.31484000000000001</c:v>
                </c:pt>
                <c:pt idx="2679">
                  <c:v>0.33171699999999998</c:v>
                </c:pt>
                <c:pt idx="2680">
                  <c:v>0.32162000000000002</c:v>
                </c:pt>
                <c:pt idx="2681">
                  <c:v>0.27593499999999999</c:v>
                </c:pt>
                <c:pt idx="2682">
                  <c:v>0.25</c:v>
                </c:pt>
                <c:pt idx="2683">
                  <c:v>0.25</c:v>
                </c:pt>
                <c:pt idx="2684">
                  <c:v>0.25</c:v>
                </c:pt>
                <c:pt idx="2685">
                  <c:v>0</c:v>
                </c:pt>
                <c:pt idx="2686">
                  <c:v>0</c:v>
                </c:pt>
                <c:pt idx="2687">
                  <c:v>0</c:v>
                </c:pt>
                <c:pt idx="2688">
                  <c:v>0</c:v>
                </c:pt>
                <c:pt idx="2689">
                  <c:v>0</c:v>
                </c:pt>
                <c:pt idx="2690">
                  <c:v>0</c:v>
                </c:pt>
                <c:pt idx="2691">
                  <c:v>0</c:v>
                </c:pt>
                <c:pt idx="2692">
                  <c:v>0</c:v>
                </c:pt>
                <c:pt idx="2693">
                  <c:v>0</c:v>
                </c:pt>
                <c:pt idx="2694">
                  <c:v>0</c:v>
                </c:pt>
                <c:pt idx="2695">
                  <c:v>0.25</c:v>
                </c:pt>
                <c:pt idx="2696">
                  <c:v>0.25</c:v>
                </c:pt>
                <c:pt idx="2697">
                  <c:v>0.256465</c:v>
                </c:pt>
                <c:pt idx="2698">
                  <c:v>0.46858</c:v>
                </c:pt>
                <c:pt idx="2699">
                  <c:v>0.264739</c:v>
                </c:pt>
                <c:pt idx="2700">
                  <c:v>0.31916600000000001</c:v>
                </c:pt>
                <c:pt idx="2701">
                  <c:v>0.25</c:v>
                </c:pt>
                <c:pt idx="2702">
                  <c:v>0.25</c:v>
                </c:pt>
                <c:pt idx="2703">
                  <c:v>0.25</c:v>
                </c:pt>
                <c:pt idx="2704">
                  <c:v>0.25</c:v>
                </c:pt>
                <c:pt idx="2705">
                  <c:v>0.25</c:v>
                </c:pt>
                <c:pt idx="2706">
                  <c:v>0.25</c:v>
                </c:pt>
                <c:pt idx="2707">
                  <c:v>0.25</c:v>
                </c:pt>
                <c:pt idx="2708">
                  <c:v>0.25</c:v>
                </c:pt>
                <c:pt idx="2709">
                  <c:v>0</c:v>
                </c:pt>
                <c:pt idx="2710">
                  <c:v>0</c:v>
                </c:pt>
                <c:pt idx="2711">
                  <c:v>0</c:v>
                </c:pt>
                <c:pt idx="2712">
                  <c:v>0</c:v>
                </c:pt>
                <c:pt idx="2713">
                  <c:v>0</c:v>
                </c:pt>
                <c:pt idx="2714">
                  <c:v>0</c:v>
                </c:pt>
                <c:pt idx="2715">
                  <c:v>0</c:v>
                </c:pt>
                <c:pt idx="2716">
                  <c:v>0</c:v>
                </c:pt>
                <c:pt idx="2717">
                  <c:v>0</c:v>
                </c:pt>
                <c:pt idx="2718">
                  <c:v>0</c:v>
                </c:pt>
                <c:pt idx="2719">
                  <c:v>0.25</c:v>
                </c:pt>
                <c:pt idx="2720">
                  <c:v>0.25</c:v>
                </c:pt>
                <c:pt idx="2721">
                  <c:v>0.25</c:v>
                </c:pt>
                <c:pt idx="2722">
                  <c:v>0.25</c:v>
                </c:pt>
                <c:pt idx="2723">
                  <c:v>0.25</c:v>
                </c:pt>
                <c:pt idx="2724">
                  <c:v>0.25</c:v>
                </c:pt>
                <c:pt idx="2725">
                  <c:v>0.25</c:v>
                </c:pt>
                <c:pt idx="2726">
                  <c:v>0.25</c:v>
                </c:pt>
                <c:pt idx="2727">
                  <c:v>0.25</c:v>
                </c:pt>
                <c:pt idx="2728">
                  <c:v>0.25</c:v>
                </c:pt>
                <c:pt idx="2729">
                  <c:v>0.25</c:v>
                </c:pt>
                <c:pt idx="2730">
                  <c:v>0.25</c:v>
                </c:pt>
                <c:pt idx="2731">
                  <c:v>0.25</c:v>
                </c:pt>
                <c:pt idx="2732">
                  <c:v>0.25</c:v>
                </c:pt>
                <c:pt idx="2733">
                  <c:v>0</c:v>
                </c:pt>
                <c:pt idx="2734">
                  <c:v>0</c:v>
                </c:pt>
                <c:pt idx="2735">
                  <c:v>0</c:v>
                </c:pt>
                <c:pt idx="2736">
                  <c:v>0</c:v>
                </c:pt>
                <c:pt idx="2737">
                  <c:v>0</c:v>
                </c:pt>
                <c:pt idx="2738">
                  <c:v>0</c:v>
                </c:pt>
                <c:pt idx="2739">
                  <c:v>0</c:v>
                </c:pt>
                <c:pt idx="2740">
                  <c:v>0</c:v>
                </c:pt>
                <c:pt idx="2741">
                  <c:v>0</c:v>
                </c:pt>
                <c:pt idx="2742">
                  <c:v>0</c:v>
                </c:pt>
                <c:pt idx="2743">
                  <c:v>0.25</c:v>
                </c:pt>
                <c:pt idx="2744">
                  <c:v>0.25</c:v>
                </c:pt>
                <c:pt idx="2745">
                  <c:v>0.25</c:v>
                </c:pt>
                <c:pt idx="2746">
                  <c:v>0.25</c:v>
                </c:pt>
                <c:pt idx="2747">
                  <c:v>0.25</c:v>
                </c:pt>
                <c:pt idx="2748">
                  <c:v>0.25</c:v>
                </c:pt>
                <c:pt idx="2749">
                  <c:v>0.25</c:v>
                </c:pt>
                <c:pt idx="2750">
                  <c:v>0.25</c:v>
                </c:pt>
                <c:pt idx="2751">
                  <c:v>0.25</c:v>
                </c:pt>
                <c:pt idx="2752">
                  <c:v>0.25</c:v>
                </c:pt>
                <c:pt idx="2753">
                  <c:v>0.25</c:v>
                </c:pt>
                <c:pt idx="2754">
                  <c:v>0.25</c:v>
                </c:pt>
                <c:pt idx="2755">
                  <c:v>0.25</c:v>
                </c:pt>
                <c:pt idx="2756">
                  <c:v>0.25</c:v>
                </c:pt>
                <c:pt idx="2757">
                  <c:v>0</c:v>
                </c:pt>
                <c:pt idx="2758">
                  <c:v>0</c:v>
                </c:pt>
                <c:pt idx="2759">
                  <c:v>0</c:v>
                </c:pt>
                <c:pt idx="2760">
                  <c:v>0</c:v>
                </c:pt>
                <c:pt idx="2761">
                  <c:v>0</c:v>
                </c:pt>
                <c:pt idx="2762">
                  <c:v>0</c:v>
                </c:pt>
                <c:pt idx="2763">
                  <c:v>0</c:v>
                </c:pt>
                <c:pt idx="2764">
                  <c:v>0</c:v>
                </c:pt>
                <c:pt idx="2765">
                  <c:v>0</c:v>
                </c:pt>
                <c:pt idx="2766">
                  <c:v>0</c:v>
                </c:pt>
                <c:pt idx="2767">
                  <c:v>0.25</c:v>
                </c:pt>
                <c:pt idx="2768">
                  <c:v>0.25</c:v>
                </c:pt>
                <c:pt idx="2769">
                  <c:v>0.25</c:v>
                </c:pt>
                <c:pt idx="2770">
                  <c:v>0.25</c:v>
                </c:pt>
                <c:pt idx="2771">
                  <c:v>0.25</c:v>
                </c:pt>
                <c:pt idx="2772">
                  <c:v>0.25</c:v>
                </c:pt>
                <c:pt idx="2773">
                  <c:v>0.25</c:v>
                </c:pt>
                <c:pt idx="2774">
                  <c:v>0.25</c:v>
                </c:pt>
                <c:pt idx="2775">
                  <c:v>0.25</c:v>
                </c:pt>
                <c:pt idx="2776">
                  <c:v>0.25</c:v>
                </c:pt>
                <c:pt idx="2777">
                  <c:v>0.25</c:v>
                </c:pt>
                <c:pt idx="2778">
                  <c:v>0.25</c:v>
                </c:pt>
                <c:pt idx="2779">
                  <c:v>0.25</c:v>
                </c:pt>
                <c:pt idx="2780">
                  <c:v>0.25</c:v>
                </c:pt>
                <c:pt idx="2781">
                  <c:v>0</c:v>
                </c:pt>
                <c:pt idx="2782">
                  <c:v>0</c:v>
                </c:pt>
                <c:pt idx="2783">
                  <c:v>0</c:v>
                </c:pt>
                <c:pt idx="2784">
                  <c:v>0</c:v>
                </c:pt>
                <c:pt idx="2785">
                  <c:v>0</c:v>
                </c:pt>
                <c:pt idx="2786">
                  <c:v>0</c:v>
                </c:pt>
                <c:pt idx="2787">
                  <c:v>0</c:v>
                </c:pt>
                <c:pt idx="2788">
                  <c:v>0</c:v>
                </c:pt>
                <c:pt idx="2789">
                  <c:v>0</c:v>
                </c:pt>
                <c:pt idx="2790">
                  <c:v>0</c:v>
                </c:pt>
                <c:pt idx="2791">
                  <c:v>0.25</c:v>
                </c:pt>
                <c:pt idx="2792">
                  <c:v>0.25</c:v>
                </c:pt>
                <c:pt idx="2793">
                  <c:v>0.25</c:v>
                </c:pt>
                <c:pt idx="2794">
                  <c:v>0.25</c:v>
                </c:pt>
                <c:pt idx="2795">
                  <c:v>0.25</c:v>
                </c:pt>
                <c:pt idx="2796">
                  <c:v>0.25</c:v>
                </c:pt>
                <c:pt idx="2797">
                  <c:v>0.25</c:v>
                </c:pt>
                <c:pt idx="2798">
                  <c:v>0.25</c:v>
                </c:pt>
                <c:pt idx="2799">
                  <c:v>0.25</c:v>
                </c:pt>
                <c:pt idx="2800">
                  <c:v>0.25</c:v>
                </c:pt>
                <c:pt idx="2801">
                  <c:v>0.25</c:v>
                </c:pt>
                <c:pt idx="2802">
                  <c:v>0.25</c:v>
                </c:pt>
                <c:pt idx="2803">
                  <c:v>0.25</c:v>
                </c:pt>
                <c:pt idx="2804">
                  <c:v>0.25</c:v>
                </c:pt>
                <c:pt idx="2805">
                  <c:v>0</c:v>
                </c:pt>
                <c:pt idx="2806">
                  <c:v>0</c:v>
                </c:pt>
                <c:pt idx="2807">
                  <c:v>0</c:v>
                </c:pt>
                <c:pt idx="2808">
                  <c:v>0</c:v>
                </c:pt>
                <c:pt idx="2809">
                  <c:v>0</c:v>
                </c:pt>
                <c:pt idx="2810">
                  <c:v>0</c:v>
                </c:pt>
                <c:pt idx="2811">
                  <c:v>0</c:v>
                </c:pt>
                <c:pt idx="2812">
                  <c:v>0</c:v>
                </c:pt>
                <c:pt idx="2813">
                  <c:v>0</c:v>
                </c:pt>
                <c:pt idx="2814">
                  <c:v>0</c:v>
                </c:pt>
                <c:pt idx="2815">
                  <c:v>0.25</c:v>
                </c:pt>
                <c:pt idx="2816">
                  <c:v>0.25</c:v>
                </c:pt>
                <c:pt idx="2817">
                  <c:v>0.25</c:v>
                </c:pt>
                <c:pt idx="2818">
                  <c:v>0.25</c:v>
                </c:pt>
                <c:pt idx="2819">
                  <c:v>0.25</c:v>
                </c:pt>
                <c:pt idx="2820">
                  <c:v>0.25</c:v>
                </c:pt>
                <c:pt idx="2821">
                  <c:v>0.25</c:v>
                </c:pt>
                <c:pt idx="2822">
                  <c:v>0.25</c:v>
                </c:pt>
                <c:pt idx="2823">
                  <c:v>0.25</c:v>
                </c:pt>
                <c:pt idx="2824">
                  <c:v>0.25</c:v>
                </c:pt>
                <c:pt idx="2825">
                  <c:v>0.25</c:v>
                </c:pt>
                <c:pt idx="2826">
                  <c:v>0.25</c:v>
                </c:pt>
                <c:pt idx="2827">
                  <c:v>0.25</c:v>
                </c:pt>
                <c:pt idx="2828">
                  <c:v>0.25</c:v>
                </c:pt>
                <c:pt idx="2829">
                  <c:v>0</c:v>
                </c:pt>
                <c:pt idx="2830">
                  <c:v>0</c:v>
                </c:pt>
                <c:pt idx="2831">
                  <c:v>0</c:v>
                </c:pt>
                <c:pt idx="2832">
                  <c:v>0</c:v>
                </c:pt>
                <c:pt idx="2833">
                  <c:v>0</c:v>
                </c:pt>
                <c:pt idx="2834">
                  <c:v>0</c:v>
                </c:pt>
                <c:pt idx="2835">
                  <c:v>0</c:v>
                </c:pt>
                <c:pt idx="2836">
                  <c:v>0</c:v>
                </c:pt>
                <c:pt idx="2837">
                  <c:v>0</c:v>
                </c:pt>
                <c:pt idx="2838">
                  <c:v>0</c:v>
                </c:pt>
                <c:pt idx="2839">
                  <c:v>0.25</c:v>
                </c:pt>
                <c:pt idx="2840">
                  <c:v>0.25</c:v>
                </c:pt>
                <c:pt idx="2841">
                  <c:v>0.25</c:v>
                </c:pt>
                <c:pt idx="2842">
                  <c:v>0.25</c:v>
                </c:pt>
                <c:pt idx="2843">
                  <c:v>0.25</c:v>
                </c:pt>
                <c:pt idx="2844">
                  <c:v>0.25</c:v>
                </c:pt>
                <c:pt idx="2845">
                  <c:v>0.25</c:v>
                </c:pt>
                <c:pt idx="2846">
                  <c:v>0.25</c:v>
                </c:pt>
                <c:pt idx="2847">
                  <c:v>0.25</c:v>
                </c:pt>
                <c:pt idx="2848">
                  <c:v>0.25</c:v>
                </c:pt>
                <c:pt idx="2849">
                  <c:v>0.25</c:v>
                </c:pt>
                <c:pt idx="2850">
                  <c:v>0.25</c:v>
                </c:pt>
                <c:pt idx="2851">
                  <c:v>0.25</c:v>
                </c:pt>
                <c:pt idx="2852">
                  <c:v>0.25</c:v>
                </c:pt>
                <c:pt idx="2853">
                  <c:v>0</c:v>
                </c:pt>
                <c:pt idx="2854">
                  <c:v>0</c:v>
                </c:pt>
                <c:pt idx="2855">
                  <c:v>0</c:v>
                </c:pt>
                <c:pt idx="2856">
                  <c:v>0</c:v>
                </c:pt>
                <c:pt idx="2857">
                  <c:v>0</c:v>
                </c:pt>
                <c:pt idx="2858">
                  <c:v>0</c:v>
                </c:pt>
                <c:pt idx="2859">
                  <c:v>0</c:v>
                </c:pt>
                <c:pt idx="2860">
                  <c:v>0</c:v>
                </c:pt>
                <c:pt idx="2861">
                  <c:v>0</c:v>
                </c:pt>
                <c:pt idx="2862">
                  <c:v>0</c:v>
                </c:pt>
                <c:pt idx="2863">
                  <c:v>0.25</c:v>
                </c:pt>
                <c:pt idx="2864">
                  <c:v>0.25</c:v>
                </c:pt>
                <c:pt idx="2865">
                  <c:v>0.25</c:v>
                </c:pt>
                <c:pt idx="2866">
                  <c:v>0.25</c:v>
                </c:pt>
                <c:pt idx="2867">
                  <c:v>0.25</c:v>
                </c:pt>
                <c:pt idx="2868">
                  <c:v>0.25</c:v>
                </c:pt>
                <c:pt idx="2869">
                  <c:v>0.25</c:v>
                </c:pt>
                <c:pt idx="2870">
                  <c:v>0.25</c:v>
                </c:pt>
                <c:pt idx="2871">
                  <c:v>0.25</c:v>
                </c:pt>
                <c:pt idx="2872">
                  <c:v>0.25</c:v>
                </c:pt>
                <c:pt idx="2873">
                  <c:v>0.25</c:v>
                </c:pt>
                <c:pt idx="2874">
                  <c:v>0.25</c:v>
                </c:pt>
                <c:pt idx="2875">
                  <c:v>0.25</c:v>
                </c:pt>
                <c:pt idx="2876">
                  <c:v>0.25</c:v>
                </c:pt>
                <c:pt idx="2877">
                  <c:v>0</c:v>
                </c:pt>
                <c:pt idx="2878">
                  <c:v>0</c:v>
                </c:pt>
                <c:pt idx="2879">
                  <c:v>0</c:v>
                </c:pt>
                <c:pt idx="2880">
                  <c:v>0</c:v>
                </c:pt>
                <c:pt idx="2881">
                  <c:v>0</c:v>
                </c:pt>
                <c:pt idx="2882">
                  <c:v>0</c:v>
                </c:pt>
                <c:pt idx="2883">
                  <c:v>0</c:v>
                </c:pt>
                <c:pt idx="2884">
                  <c:v>0</c:v>
                </c:pt>
                <c:pt idx="2885">
                  <c:v>0</c:v>
                </c:pt>
                <c:pt idx="2886">
                  <c:v>0</c:v>
                </c:pt>
                <c:pt idx="2887">
                  <c:v>0.25</c:v>
                </c:pt>
                <c:pt idx="2888">
                  <c:v>0.25</c:v>
                </c:pt>
                <c:pt idx="2889">
                  <c:v>0.25</c:v>
                </c:pt>
                <c:pt idx="2890">
                  <c:v>0.272787</c:v>
                </c:pt>
                <c:pt idx="2891">
                  <c:v>0.28769800000000001</c:v>
                </c:pt>
                <c:pt idx="2892">
                  <c:v>0.35178199999999998</c:v>
                </c:pt>
                <c:pt idx="2893">
                  <c:v>0.25</c:v>
                </c:pt>
                <c:pt idx="2894">
                  <c:v>0.25</c:v>
                </c:pt>
                <c:pt idx="2895">
                  <c:v>0.286053</c:v>
                </c:pt>
                <c:pt idx="2896">
                  <c:v>0.25</c:v>
                </c:pt>
                <c:pt idx="2897">
                  <c:v>0.25</c:v>
                </c:pt>
                <c:pt idx="2898">
                  <c:v>0.25</c:v>
                </c:pt>
                <c:pt idx="2899">
                  <c:v>0.25</c:v>
                </c:pt>
                <c:pt idx="2900">
                  <c:v>0.25</c:v>
                </c:pt>
                <c:pt idx="2901">
                  <c:v>0</c:v>
                </c:pt>
                <c:pt idx="2902">
                  <c:v>0</c:v>
                </c:pt>
                <c:pt idx="2903">
                  <c:v>0</c:v>
                </c:pt>
                <c:pt idx="2904">
                  <c:v>0</c:v>
                </c:pt>
                <c:pt idx="2905">
                  <c:v>0</c:v>
                </c:pt>
                <c:pt idx="2906">
                  <c:v>0</c:v>
                </c:pt>
                <c:pt idx="2907">
                  <c:v>0</c:v>
                </c:pt>
                <c:pt idx="2908">
                  <c:v>0</c:v>
                </c:pt>
                <c:pt idx="2909">
                  <c:v>0</c:v>
                </c:pt>
                <c:pt idx="2910">
                  <c:v>0</c:v>
                </c:pt>
                <c:pt idx="2911">
                  <c:v>0.25</c:v>
                </c:pt>
                <c:pt idx="2912">
                  <c:v>0.25</c:v>
                </c:pt>
                <c:pt idx="2913">
                  <c:v>0.25</c:v>
                </c:pt>
                <c:pt idx="2914">
                  <c:v>0.25</c:v>
                </c:pt>
                <c:pt idx="2915">
                  <c:v>0.25</c:v>
                </c:pt>
                <c:pt idx="2916">
                  <c:v>0.25629999999999997</c:v>
                </c:pt>
                <c:pt idx="2917">
                  <c:v>0.25</c:v>
                </c:pt>
                <c:pt idx="2918">
                  <c:v>0.25</c:v>
                </c:pt>
                <c:pt idx="2919">
                  <c:v>0.25</c:v>
                </c:pt>
                <c:pt idx="2920">
                  <c:v>0.25</c:v>
                </c:pt>
                <c:pt idx="2921">
                  <c:v>0.25</c:v>
                </c:pt>
                <c:pt idx="2922">
                  <c:v>0.25</c:v>
                </c:pt>
                <c:pt idx="2923">
                  <c:v>0.25</c:v>
                </c:pt>
                <c:pt idx="2924">
                  <c:v>0.25</c:v>
                </c:pt>
                <c:pt idx="2925">
                  <c:v>0</c:v>
                </c:pt>
                <c:pt idx="2926">
                  <c:v>0</c:v>
                </c:pt>
                <c:pt idx="2927">
                  <c:v>0</c:v>
                </c:pt>
                <c:pt idx="2928">
                  <c:v>0</c:v>
                </c:pt>
                <c:pt idx="2929">
                  <c:v>0</c:v>
                </c:pt>
                <c:pt idx="2930">
                  <c:v>0</c:v>
                </c:pt>
                <c:pt idx="2931">
                  <c:v>0</c:v>
                </c:pt>
                <c:pt idx="2932">
                  <c:v>0</c:v>
                </c:pt>
                <c:pt idx="2933">
                  <c:v>0</c:v>
                </c:pt>
                <c:pt idx="2934">
                  <c:v>0</c:v>
                </c:pt>
                <c:pt idx="2935">
                  <c:v>0.25</c:v>
                </c:pt>
                <c:pt idx="2936">
                  <c:v>0.25</c:v>
                </c:pt>
                <c:pt idx="2937">
                  <c:v>0.25</c:v>
                </c:pt>
                <c:pt idx="2938">
                  <c:v>0.25</c:v>
                </c:pt>
                <c:pt idx="2939">
                  <c:v>0.25</c:v>
                </c:pt>
                <c:pt idx="2940">
                  <c:v>0.25</c:v>
                </c:pt>
                <c:pt idx="2941">
                  <c:v>0.25</c:v>
                </c:pt>
                <c:pt idx="2942">
                  <c:v>0.25</c:v>
                </c:pt>
                <c:pt idx="2943">
                  <c:v>0.25</c:v>
                </c:pt>
                <c:pt idx="2944">
                  <c:v>0.25</c:v>
                </c:pt>
                <c:pt idx="2945">
                  <c:v>0.25</c:v>
                </c:pt>
                <c:pt idx="2946">
                  <c:v>0.25</c:v>
                </c:pt>
                <c:pt idx="2947">
                  <c:v>0.25</c:v>
                </c:pt>
                <c:pt idx="2948">
                  <c:v>0.25</c:v>
                </c:pt>
                <c:pt idx="2949">
                  <c:v>0</c:v>
                </c:pt>
                <c:pt idx="2950">
                  <c:v>0</c:v>
                </c:pt>
                <c:pt idx="2951">
                  <c:v>0</c:v>
                </c:pt>
                <c:pt idx="2952">
                  <c:v>0</c:v>
                </c:pt>
                <c:pt idx="2953">
                  <c:v>0</c:v>
                </c:pt>
                <c:pt idx="2954">
                  <c:v>0</c:v>
                </c:pt>
                <c:pt idx="2955">
                  <c:v>0</c:v>
                </c:pt>
                <c:pt idx="2956">
                  <c:v>0</c:v>
                </c:pt>
                <c:pt idx="2957">
                  <c:v>0</c:v>
                </c:pt>
                <c:pt idx="2958">
                  <c:v>0</c:v>
                </c:pt>
                <c:pt idx="2959">
                  <c:v>0.25</c:v>
                </c:pt>
                <c:pt idx="2960">
                  <c:v>0.25</c:v>
                </c:pt>
                <c:pt idx="2961">
                  <c:v>0.25</c:v>
                </c:pt>
                <c:pt idx="2962">
                  <c:v>0.25</c:v>
                </c:pt>
                <c:pt idx="2963">
                  <c:v>0.25</c:v>
                </c:pt>
                <c:pt idx="2964">
                  <c:v>0.25</c:v>
                </c:pt>
                <c:pt idx="2965">
                  <c:v>0.25</c:v>
                </c:pt>
                <c:pt idx="2966">
                  <c:v>0.25</c:v>
                </c:pt>
                <c:pt idx="2967">
                  <c:v>0.25</c:v>
                </c:pt>
                <c:pt idx="2968">
                  <c:v>0.25</c:v>
                </c:pt>
                <c:pt idx="2969">
                  <c:v>0.25</c:v>
                </c:pt>
                <c:pt idx="2970">
                  <c:v>0.25</c:v>
                </c:pt>
                <c:pt idx="2971">
                  <c:v>0.25</c:v>
                </c:pt>
                <c:pt idx="2972">
                  <c:v>0.25</c:v>
                </c:pt>
                <c:pt idx="2973">
                  <c:v>0</c:v>
                </c:pt>
                <c:pt idx="2974">
                  <c:v>0</c:v>
                </c:pt>
                <c:pt idx="2975">
                  <c:v>0</c:v>
                </c:pt>
                <c:pt idx="2976">
                  <c:v>0</c:v>
                </c:pt>
                <c:pt idx="2977">
                  <c:v>0</c:v>
                </c:pt>
                <c:pt idx="2978">
                  <c:v>0</c:v>
                </c:pt>
                <c:pt idx="2979">
                  <c:v>0</c:v>
                </c:pt>
                <c:pt idx="2980">
                  <c:v>0</c:v>
                </c:pt>
                <c:pt idx="2981">
                  <c:v>0</c:v>
                </c:pt>
                <c:pt idx="2982">
                  <c:v>0</c:v>
                </c:pt>
                <c:pt idx="2983">
                  <c:v>0.25</c:v>
                </c:pt>
                <c:pt idx="2984">
                  <c:v>0.25</c:v>
                </c:pt>
                <c:pt idx="2985">
                  <c:v>0.25</c:v>
                </c:pt>
                <c:pt idx="2986">
                  <c:v>0.25</c:v>
                </c:pt>
                <c:pt idx="2987">
                  <c:v>0.25</c:v>
                </c:pt>
                <c:pt idx="2988">
                  <c:v>0.25</c:v>
                </c:pt>
                <c:pt idx="2989">
                  <c:v>0.25</c:v>
                </c:pt>
                <c:pt idx="2990">
                  <c:v>0.25</c:v>
                </c:pt>
                <c:pt idx="2991">
                  <c:v>0.25</c:v>
                </c:pt>
                <c:pt idx="2992">
                  <c:v>0.25</c:v>
                </c:pt>
                <c:pt idx="2993">
                  <c:v>0.25</c:v>
                </c:pt>
                <c:pt idx="2994">
                  <c:v>0.25</c:v>
                </c:pt>
                <c:pt idx="2995">
                  <c:v>0.25</c:v>
                </c:pt>
                <c:pt idx="2996">
                  <c:v>0.25</c:v>
                </c:pt>
                <c:pt idx="2997">
                  <c:v>0</c:v>
                </c:pt>
                <c:pt idx="2998">
                  <c:v>0</c:v>
                </c:pt>
                <c:pt idx="2999">
                  <c:v>0</c:v>
                </c:pt>
                <c:pt idx="3000">
                  <c:v>0</c:v>
                </c:pt>
                <c:pt idx="3001">
                  <c:v>0</c:v>
                </c:pt>
                <c:pt idx="3002">
                  <c:v>0</c:v>
                </c:pt>
                <c:pt idx="3003">
                  <c:v>0</c:v>
                </c:pt>
                <c:pt idx="3004">
                  <c:v>0</c:v>
                </c:pt>
                <c:pt idx="3005">
                  <c:v>0</c:v>
                </c:pt>
                <c:pt idx="3006">
                  <c:v>0</c:v>
                </c:pt>
                <c:pt idx="3007">
                  <c:v>0.25</c:v>
                </c:pt>
                <c:pt idx="3008">
                  <c:v>0.25</c:v>
                </c:pt>
                <c:pt idx="3009">
                  <c:v>0.25</c:v>
                </c:pt>
                <c:pt idx="3010">
                  <c:v>0.25</c:v>
                </c:pt>
                <c:pt idx="3011">
                  <c:v>0.25</c:v>
                </c:pt>
                <c:pt idx="3012">
                  <c:v>0.25</c:v>
                </c:pt>
                <c:pt idx="3013">
                  <c:v>0.25</c:v>
                </c:pt>
                <c:pt idx="3014">
                  <c:v>0.25</c:v>
                </c:pt>
                <c:pt idx="3015">
                  <c:v>0.25</c:v>
                </c:pt>
                <c:pt idx="3016">
                  <c:v>0.25</c:v>
                </c:pt>
                <c:pt idx="3017">
                  <c:v>0.25</c:v>
                </c:pt>
                <c:pt idx="3018">
                  <c:v>0.25</c:v>
                </c:pt>
                <c:pt idx="3019">
                  <c:v>0.25</c:v>
                </c:pt>
                <c:pt idx="3020">
                  <c:v>0.25</c:v>
                </c:pt>
                <c:pt idx="3021">
                  <c:v>0</c:v>
                </c:pt>
                <c:pt idx="3022">
                  <c:v>0</c:v>
                </c:pt>
                <c:pt idx="3023">
                  <c:v>0</c:v>
                </c:pt>
                <c:pt idx="3024">
                  <c:v>0</c:v>
                </c:pt>
                <c:pt idx="3025">
                  <c:v>0</c:v>
                </c:pt>
                <c:pt idx="3026">
                  <c:v>0</c:v>
                </c:pt>
                <c:pt idx="3027">
                  <c:v>0</c:v>
                </c:pt>
                <c:pt idx="3028">
                  <c:v>0</c:v>
                </c:pt>
                <c:pt idx="3029">
                  <c:v>0</c:v>
                </c:pt>
                <c:pt idx="3030">
                  <c:v>0</c:v>
                </c:pt>
                <c:pt idx="3031">
                  <c:v>0.25</c:v>
                </c:pt>
                <c:pt idx="3032">
                  <c:v>0.25</c:v>
                </c:pt>
                <c:pt idx="3033">
                  <c:v>0.25</c:v>
                </c:pt>
                <c:pt idx="3034">
                  <c:v>0.25</c:v>
                </c:pt>
                <c:pt idx="3035">
                  <c:v>0.25</c:v>
                </c:pt>
                <c:pt idx="3036">
                  <c:v>0.25</c:v>
                </c:pt>
                <c:pt idx="3037">
                  <c:v>0.25</c:v>
                </c:pt>
                <c:pt idx="3038">
                  <c:v>0.25</c:v>
                </c:pt>
                <c:pt idx="3039">
                  <c:v>0.25</c:v>
                </c:pt>
                <c:pt idx="3040">
                  <c:v>0.25</c:v>
                </c:pt>
                <c:pt idx="3041">
                  <c:v>0.25</c:v>
                </c:pt>
                <c:pt idx="3042">
                  <c:v>0.25</c:v>
                </c:pt>
                <c:pt idx="3043">
                  <c:v>0.25</c:v>
                </c:pt>
                <c:pt idx="3044">
                  <c:v>0.25</c:v>
                </c:pt>
                <c:pt idx="3045">
                  <c:v>0</c:v>
                </c:pt>
                <c:pt idx="3046">
                  <c:v>0</c:v>
                </c:pt>
                <c:pt idx="3047">
                  <c:v>0</c:v>
                </c:pt>
                <c:pt idx="3048">
                  <c:v>0</c:v>
                </c:pt>
                <c:pt idx="3049">
                  <c:v>0</c:v>
                </c:pt>
                <c:pt idx="3050">
                  <c:v>0</c:v>
                </c:pt>
                <c:pt idx="3051">
                  <c:v>0</c:v>
                </c:pt>
                <c:pt idx="3052">
                  <c:v>0</c:v>
                </c:pt>
                <c:pt idx="3053">
                  <c:v>0</c:v>
                </c:pt>
                <c:pt idx="3054">
                  <c:v>0</c:v>
                </c:pt>
                <c:pt idx="3055">
                  <c:v>0.25</c:v>
                </c:pt>
                <c:pt idx="3056">
                  <c:v>0.25</c:v>
                </c:pt>
                <c:pt idx="3057">
                  <c:v>0.25</c:v>
                </c:pt>
                <c:pt idx="3058">
                  <c:v>0.25</c:v>
                </c:pt>
                <c:pt idx="3059">
                  <c:v>0.25</c:v>
                </c:pt>
                <c:pt idx="3060">
                  <c:v>0.25</c:v>
                </c:pt>
                <c:pt idx="3061">
                  <c:v>0.25</c:v>
                </c:pt>
                <c:pt idx="3062">
                  <c:v>0.25</c:v>
                </c:pt>
                <c:pt idx="3063">
                  <c:v>0.25</c:v>
                </c:pt>
                <c:pt idx="3064">
                  <c:v>0.25</c:v>
                </c:pt>
                <c:pt idx="3065">
                  <c:v>0.25</c:v>
                </c:pt>
                <c:pt idx="3066">
                  <c:v>0.25</c:v>
                </c:pt>
                <c:pt idx="3067">
                  <c:v>0.25</c:v>
                </c:pt>
                <c:pt idx="3068">
                  <c:v>0.25</c:v>
                </c:pt>
                <c:pt idx="3069">
                  <c:v>0</c:v>
                </c:pt>
                <c:pt idx="3070">
                  <c:v>0</c:v>
                </c:pt>
                <c:pt idx="3071">
                  <c:v>0</c:v>
                </c:pt>
                <c:pt idx="3072">
                  <c:v>0</c:v>
                </c:pt>
                <c:pt idx="3073">
                  <c:v>0</c:v>
                </c:pt>
                <c:pt idx="3074">
                  <c:v>0</c:v>
                </c:pt>
                <c:pt idx="3075">
                  <c:v>0</c:v>
                </c:pt>
                <c:pt idx="3076">
                  <c:v>0</c:v>
                </c:pt>
                <c:pt idx="3077">
                  <c:v>0</c:v>
                </c:pt>
                <c:pt idx="3078">
                  <c:v>0</c:v>
                </c:pt>
                <c:pt idx="3079">
                  <c:v>0.25</c:v>
                </c:pt>
                <c:pt idx="3080">
                  <c:v>0.25</c:v>
                </c:pt>
                <c:pt idx="3081">
                  <c:v>0.25</c:v>
                </c:pt>
                <c:pt idx="3082">
                  <c:v>0.25</c:v>
                </c:pt>
                <c:pt idx="3083">
                  <c:v>0.25</c:v>
                </c:pt>
                <c:pt idx="3084">
                  <c:v>0.25</c:v>
                </c:pt>
                <c:pt idx="3085">
                  <c:v>0.25</c:v>
                </c:pt>
                <c:pt idx="3086">
                  <c:v>0.25</c:v>
                </c:pt>
                <c:pt idx="3087">
                  <c:v>0.25</c:v>
                </c:pt>
                <c:pt idx="3088">
                  <c:v>0.25</c:v>
                </c:pt>
                <c:pt idx="3089">
                  <c:v>0.25</c:v>
                </c:pt>
                <c:pt idx="3090">
                  <c:v>0.25</c:v>
                </c:pt>
                <c:pt idx="3091">
                  <c:v>0.25</c:v>
                </c:pt>
                <c:pt idx="3092">
                  <c:v>0.25</c:v>
                </c:pt>
                <c:pt idx="3093">
                  <c:v>0</c:v>
                </c:pt>
                <c:pt idx="3094">
                  <c:v>0</c:v>
                </c:pt>
                <c:pt idx="3095">
                  <c:v>0</c:v>
                </c:pt>
                <c:pt idx="3096">
                  <c:v>0</c:v>
                </c:pt>
                <c:pt idx="3097">
                  <c:v>0</c:v>
                </c:pt>
                <c:pt idx="3098">
                  <c:v>0</c:v>
                </c:pt>
                <c:pt idx="3099">
                  <c:v>0</c:v>
                </c:pt>
                <c:pt idx="3100">
                  <c:v>0</c:v>
                </c:pt>
                <c:pt idx="3101">
                  <c:v>0</c:v>
                </c:pt>
                <c:pt idx="3102">
                  <c:v>0</c:v>
                </c:pt>
                <c:pt idx="3103">
                  <c:v>0.25</c:v>
                </c:pt>
                <c:pt idx="3104">
                  <c:v>0.25</c:v>
                </c:pt>
                <c:pt idx="3105">
                  <c:v>0.31420999999999999</c:v>
                </c:pt>
                <c:pt idx="3106">
                  <c:v>0.39399899999999999</c:v>
                </c:pt>
                <c:pt idx="3107">
                  <c:v>0.36349300000000001</c:v>
                </c:pt>
                <c:pt idx="3108">
                  <c:v>0.39712900000000001</c:v>
                </c:pt>
                <c:pt idx="3109">
                  <c:v>0.27005800000000002</c:v>
                </c:pt>
                <c:pt idx="3110">
                  <c:v>0.25461099999999998</c:v>
                </c:pt>
                <c:pt idx="3111">
                  <c:v>0.30123</c:v>
                </c:pt>
                <c:pt idx="3112">
                  <c:v>0.25</c:v>
                </c:pt>
                <c:pt idx="3113">
                  <c:v>0.25</c:v>
                </c:pt>
                <c:pt idx="3114">
                  <c:v>0.25</c:v>
                </c:pt>
                <c:pt idx="3115">
                  <c:v>0.25</c:v>
                </c:pt>
                <c:pt idx="3116">
                  <c:v>0.25</c:v>
                </c:pt>
                <c:pt idx="3117">
                  <c:v>0</c:v>
                </c:pt>
                <c:pt idx="3118">
                  <c:v>0</c:v>
                </c:pt>
                <c:pt idx="3119">
                  <c:v>0</c:v>
                </c:pt>
                <c:pt idx="3120">
                  <c:v>0</c:v>
                </c:pt>
                <c:pt idx="3121">
                  <c:v>0</c:v>
                </c:pt>
                <c:pt idx="3122">
                  <c:v>0</c:v>
                </c:pt>
                <c:pt idx="3123">
                  <c:v>0</c:v>
                </c:pt>
                <c:pt idx="3124">
                  <c:v>0</c:v>
                </c:pt>
                <c:pt idx="3125">
                  <c:v>0</c:v>
                </c:pt>
                <c:pt idx="3126">
                  <c:v>0</c:v>
                </c:pt>
                <c:pt idx="3127">
                  <c:v>0.25</c:v>
                </c:pt>
                <c:pt idx="3128">
                  <c:v>0.25</c:v>
                </c:pt>
                <c:pt idx="3129">
                  <c:v>0.27005299999999999</c:v>
                </c:pt>
                <c:pt idx="3130">
                  <c:v>0.372749</c:v>
                </c:pt>
                <c:pt idx="3131">
                  <c:v>0.33901399999999998</c:v>
                </c:pt>
                <c:pt idx="3132">
                  <c:v>0.37008000000000002</c:v>
                </c:pt>
                <c:pt idx="3133">
                  <c:v>0.25</c:v>
                </c:pt>
                <c:pt idx="3134">
                  <c:v>0.25614599999999998</c:v>
                </c:pt>
                <c:pt idx="3135">
                  <c:v>0.284885</c:v>
                </c:pt>
                <c:pt idx="3136">
                  <c:v>0.25997399999999998</c:v>
                </c:pt>
                <c:pt idx="3137">
                  <c:v>0.25</c:v>
                </c:pt>
                <c:pt idx="3138">
                  <c:v>0.25</c:v>
                </c:pt>
                <c:pt idx="3139">
                  <c:v>0.25</c:v>
                </c:pt>
                <c:pt idx="3140">
                  <c:v>0.25</c:v>
                </c:pt>
                <c:pt idx="3141">
                  <c:v>0</c:v>
                </c:pt>
                <c:pt idx="3142">
                  <c:v>0</c:v>
                </c:pt>
                <c:pt idx="3143">
                  <c:v>0</c:v>
                </c:pt>
                <c:pt idx="3144">
                  <c:v>0</c:v>
                </c:pt>
                <c:pt idx="3145">
                  <c:v>0</c:v>
                </c:pt>
                <c:pt idx="3146">
                  <c:v>0</c:v>
                </c:pt>
                <c:pt idx="3147">
                  <c:v>0</c:v>
                </c:pt>
                <c:pt idx="3148">
                  <c:v>0</c:v>
                </c:pt>
                <c:pt idx="3149">
                  <c:v>0</c:v>
                </c:pt>
                <c:pt idx="3150">
                  <c:v>0</c:v>
                </c:pt>
                <c:pt idx="3151">
                  <c:v>0.25</c:v>
                </c:pt>
                <c:pt idx="3152">
                  <c:v>0.25</c:v>
                </c:pt>
                <c:pt idx="3153">
                  <c:v>0.25</c:v>
                </c:pt>
                <c:pt idx="3154">
                  <c:v>0.31265199999999999</c:v>
                </c:pt>
                <c:pt idx="3155">
                  <c:v>0.32022200000000001</c:v>
                </c:pt>
                <c:pt idx="3156">
                  <c:v>0.43257200000000001</c:v>
                </c:pt>
                <c:pt idx="3157">
                  <c:v>0.33950200000000003</c:v>
                </c:pt>
                <c:pt idx="3158">
                  <c:v>0.27602199999999999</c:v>
                </c:pt>
                <c:pt idx="3159">
                  <c:v>0.351211</c:v>
                </c:pt>
                <c:pt idx="3160">
                  <c:v>0.30685200000000001</c:v>
                </c:pt>
                <c:pt idx="3161">
                  <c:v>0.25</c:v>
                </c:pt>
                <c:pt idx="3162">
                  <c:v>0.25</c:v>
                </c:pt>
                <c:pt idx="3163">
                  <c:v>0.25</c:v>
                </c:pt>
                <c:pt idx="3164">
                  <c:v>0.25</c:v>
                </c:pt>
                <c:pt idx="3165">
                  <c:v>0</c:v>
                </c:pt>
                <c:pt idx="3166">
                  <c:v>0</c:v>
                </c:pt>
                <c:pt idx="3167">
                  <c:v>0</c:v>
                </c:pt>
                <c:pt idx="3168">
                  <c:v>0</c:v>
                </c:pt>
                <c:pt idx="3169">
                  <c:v>0</c:v>
                </c:pt>
                <c:pt idx="3170">
                  <c:v>0</c:v>
                </c:pt>
                <c:pt idx="3171">
                  <c:v>0</c:v>
                </c:pt>
                <c:pt idx="3172">
                  <c:v>0</c:v>
                </c:pt>
                <c:pt idx="3173">
                  <c:v>0</c:v>
                </c:pt>
                <c:pt idx="3174">
                  <c:v>0</c:v>
                </c:pt>
                <c:pt idx="3175">
                  <c:v>0.25</c:v>
                </c:pt>
                <c:pt idx="3176">
                  <c:v>0.25</c:v>
                </c:pt>
                <c:pt idx="3177">
                  <c:v>0.25</c:v>
                </c:pt>
                <c:pt idx="3178">
                  <c:v>0.28745599999999999</c:v>
                </c:pt>
                <c:pt idx="3179">
                  <c:v>0.272038</c:v>
                </c:pt>
                <c:pt idx="3180">
                  <c:v>0.35790699999999998</c:v>
                </c:pt>
                <c:pt idx="3181">
                  <c:v>0.26665499999999998</c:v>
                </c:pt>
                <c:pt idx="3182">
                  <c:v>0.276555</c:v>
                </c:pt>
                <c:pt idx="3183">
                  <c:v>0.33069900000000002</c:v>
                </c:pt>
                <c:pt idx="3184">
                  <c:v>0.27358199999999999</c:v>
                </c:pt>
                <c:pt idx="3185">
                  <c:v>0.25</c:v>
                </c:pt>
                <c:pt idx="3186">
                  <c:v>0.25</c:v>
                </c:pt>
                <c:pt idx="3187">
                  <c:v>0.25</c:v>
                </c:pt>
                <c:pt idx="3188">
                  <c:v>0.25</c:v>
                </c:pt>
                <c:pt idx="3189">
                  <c:v>0</c:v>
                </c:pt>
                <c:pt idx="3190">
                  <c:v>0</c:v>
                </c:pt>
                <c:pt idx="3191">
                  <c:v>0</c:v>
                </c:pt>
                <c:pt idx="3192">
                  <c:v>0</c:v>
                </c:pt>
                <c:pt idx="3193">
                  <c:v>0</c:v>
                </c:pt>
                <c:pt idx="3194">
                  <c:v>0</c:v>
                </c:pt>
                <c:pt idx="3195">
                  <c:v>0</c:v>
                </c:pt>
                <c:pt idx="3196">
                  <c:v>0</c:v>
                </c:pt>
                <c:pt idx="3197">
                  <c:v>0</c:v>
                </c:pt>
                <c:pt idx="3198">
                  <c:v>0</c:v>
                </c:pt>
                <c:pt idx="3199">
                  <c:v>0.25</c:v>
                </c:pt>
                <c:pt idx="3200">
                  <c:v>0.25</c:v>
                </c:pt>
                <c:pt idx="3201">
                  <c:v>0.25562699999999999</c:v>
                </c:pt>
                <c:pt idx="3202">
                  <c:v>0.38331399999999999</c:v>
                </c:pt>
                <c:pt idx="3203">
                  <c:v>0.31471900000000003</c:v>
                </c:pt>
                <c:pt idx="3204">
                  <c:v>0.35343000000000002</c:v>
                </c:pt>
                <c:pt idx="3205">
                  <c:v>0.26192900000000002</c:v>
                </c:pt>
                <c:pt idx="3206">
                  <c:v>0.25</c:v>
                </c:pt>
                <c:pt idx="3207">
                  <c:v>0.27783099999999999</c:v>
                </c:pt>
                <c:pt idx="3208">
                  <c:v>0.25</c:v>
                </c:pt>
                <c:pt idx="3209">
                  <c:v>0.25</c:v>
                </c:pt>
                <c:pt idx="3210">
                  <c:v>0.25</c:v>
                </c:pt>
                <c:pt idx="3211">
                  <c:v>0.25</c:v>
                </c:pt>
                <c:pt idx="3212">
                  <c:v>0.25</c:v>
                </c:pt>
                <c:pt idx="3213">
                  <c:v>0</c:v>
                </c:pt>
                <c:pt idx="3214">
                  <c:v>0</c:v>
                </c:pt>
                <c:pt idx="3215">
                  <c:v>0</c:v>
                </c:pt>
                <c:pt idx="3216">
                  <c:v>0</c:v>
                </c:pt>
                <c:pt idx="3217">
                  <c:v>0</c:v>
                </c:pt>
                <c:pt idx="3218">
                  <c:v>0</c:v>
                </c:pt>
                <c:pt idx="3219">
                  <c:v>0</c:v>
                </c:pt>
                <c:pt idx="3220">
                  <c:v>0</c:v>
                </c:pt>
                <c:pt idx="3221">
                  <c:v>0</c:v>
                </c:pt>
                <c:pt idx="3222">
                  <c:v>0</c:v>
                </c:pt>
                <c:pt idx="3223">
                  <c:v>0.25</c:v>
                </c:pt>
                <c:pt idx="3224">
                  <c:v>0.25</c:v>
                </c:pt>
                <c:pt idx="3225">
                  <c:v>0.25</c:v>
                </c:pt>
                <c:pt idx="3226">
                  <c:v>0.27008799999999999</c:v>
                </c:pt>
                <c:pt idx="3227">
                  <c:v>0.26157599999999998</c:v>
                </c:pt>
                <c:pt idx="3228">
                  <c:v>0.29627599999999998</c:v>
                </c:pt>
                <c:pt idx="3229">
                  <c:v>0.25</c:v>
                </c:pt>
                <c:pt idx="3230">
                  <c:v>0.25</c:v>
                </c:pt>
                <c:pt idx="3231">
                  <c:v>0.25</c:v>
                </c:pt>
                <c:pt idx="3232">
                  <c:v>0.25</c:v>
                </c:pt>
                <c:pt idx="3233">
                  <c:v>0.25</c:v>
                </c:pt>
                <c:pt idx="3234">
                  <c:v>0.25</c:v>
                </c:pt>
                <c:pt idx="3235">
                  <c:v>0.25</c:v>
                </c:pt>
                <c:pt idx="3236">
                  <c:v>0.25</c:v>
                </c:pt>
                <c:pt idx="3237">
                  <c:v>0</c:v>
                </c:pt>
                <c:pt idx="3238">
                  <c:v>0</c:v>
                </c:pt>
                <c:pt idx="3239">
                  <c:v>0</c:v>
                </c:pt>
                <c:pt idx="3240">
                  <c:v>0</c:v>
                </c:pt>
                <c:pt idx="3241">
                  <c:v>0</c:v>
                </c:pt>
                <c:pt idx="3242">
                  <c:v>0</c:v>
                </c:pt>
                <c:pt idx="3243">
                  <c:v>0</c:v>
                </c:pt>
                <c:pt idx="3244">
                  <c:v>0</c:v>
                </c:pt>
                <c:pt idx="3245">
                  <c:v>0</c:v>
                </c:pt>
                <c:pt idx="3246">
                  <c:v>0</c:v>
                </c:pt>
                <c:pt idx="3247">
                  <c:v>0.25</c:v>
                </c:pt>
                <c:pt idx="3248">
                  <c:v>0.25</c:v>
                </c:pt>
                <c:pt idx="3249">
                  <c:v>0.25</c:v>
                </c:pt>
                <c:pt idx="3250">
                  <c:v>0.252583</c:v>
                </c:pt>
                <c:pt idx="3251">
                  <c:v>0.25</c:v>
                </c:pt>
                <c:pt idx="3252">
                  <c:v>0.27459499999999998</c:v>
                </c:pt>
                <c:pt idx="3253">
                  <c:v>0.25</c:v>
                </c:pt>
                <c:pt idx="3254">
                  <c:v>0.25</c:v>
                </c:pt>
                <c:pt idx="3255">
                  <c:v>0.25</c:v>
                </c:pt>
                <c:pt idx="3256">
                  <c:v>0.25</c:v>
                </c:pt>
                <c:pt idx="3257">
                  <c:v>0.25</c:v>
                </c:pt>
                <c:pt idx="3258">
                  <c:v>0.25</c:v>
                </c:pt>
                <c:pt idx="3259">
                  <c:v>0.25</c:v>
                </c:pt>
                <c:pt idx="3260">
                  <c:v>0.25</c:v>
                </c:pt>
                <c:pt idx="3261">
                  <c:v>0</c:v>
                </c:pt>
                <c:pt idx="3262">
                  <c:v>0</c:v>
                </c:pt>
                <c:pt idx="3263">
                  <c:v>0</c:v>
                </c:pt>
                <c:pt idx="3264">
                  <c:v>0</c:v>
                </c:pt>
                <c:pt idx="3265">
                  <c:v>0</c:v>
                </c:pt>
                <c:pt idx="3266">
                  <c:v>0</c:v>
                </c:pt>
                <c:pt idx="3267">
                  <c:v>0</c:v>
                </c:pt>
                <c:pt idx="3268">
                  <c:v>0</c:v>
                </c:pt>
                <c:pt idx="3269">
                  <c:v>0</c:v>
                </c:pt>
                <c:pt idx="3270">
                  <c:v>0</c:v>
                </c:pt>
                <c:pt idx="3271">
                  <c:v>0.25</c:v>
                </c:pt>
                <c:pt idx="3272">
                  <c:v>0.25</c:v>
                </c:pt>
                <c:pt idx="3273">
                  <c:v>0.25</c:v>
                </c:pt>
                <c:pt idx="3274">
                  <c:v>0.25</c:v>
                </c:pt>
                <c:pt idx="3275">
                  <c:v>0.25</c:v>
                </c:pt>
                <c:pt idx="3276">
                  <c:v>0.25</c:v>
                </c:pt>
                <c:pt idx="3277">
                  <c:v>0.25</c:v>
                </c:pt>
                <c:pt idx="3278">
                  <c:v>0.25</c:v>
                </c:pt>
                <c:pt idx="3279">
                  <c:v>0.25</c:v>
                </c:pt>
                <c:pt idx="3280">
                  <c:v>0.25</c:v>
                </c:pt>
                <c:pt idx="3281">
                  <c:v>0.25</c:v>
                </c:pt>
                <c:pt idx="3282">
                  <c:v>0.25</c:v>
                </c:pt>
                <c:pt idx="3283">
                  <c:v>0.25</c:v>
                </c:pt>
                <c:pt idx="3284">
                  <c:v>0.25</c:v>
                </c:pt>
                <c:pt idx="3285">
                  <c:v>0</c:v>
                </c:pt>
                <c:pt idx="3286">
                  <c:v>0</c:v>
                </c:pt>
                <c:pt idx="3287">
                  <c:v>0</c:v>
                </c:pt>
                <c:pt idx="3288">
                  <c:v>0</c:v>
                </c:pt>
                <c:pt idx="3289">
                  <c:v>0</c:v>
                </c:pt>
                <c:pt idx="3290">
                  <c:v>0</c:v>
                </c:pt>
                <c:pt idx="3291">
                  <c:v>0</c:v>
                </c:pt>
                <c:pt idx="3292">
                  <c:v>0</c:v>
                </c:pt>
                <c:pt idx="3293">
                  <c:v>0</c:v>
                </c:pt>
                <c:pt idx="3294">
                  <c:v>0</c:v>
                </c:pt>
                <c:pt idx="3295">
                  <c:v>0.25</c:v>
                </c:pt>
                <c:pt idx="3296">
                  <c:v>0.25</c:v>
                </c:pt>
                <c:pt idx="3297">
                  <c:v>0.25</c:v>
                </c:pt>
                <c:pt idx="3298">
                  <c:v>0.25</c:v>
                </c:pt>
                <c:pt idx="3299">
                  <c:v>0.25</c:v>
                </c:pt>
                <c:pt idx="3300">
                  <c:v>0.25028699999999998</c:v>
                </c:pt>
                <c:pt idx="3301">
                  <c:v>0.25</c:v>
                </c:pt>
                <c:pt idx="3302">
                  <c:v>0.25</c:v>
                </c:pt>
                <c:pt idx="3303">
                  <c:v>0.25</c:v>
                </c:pt>
                <c:pt idx="3304">
                  <c:v>0.25</c:v>
                </c:pt>
                <c:pt idx="3305">
                  <c:v>0.25</c:v>
                </c:pt>
                <c:pt idx="3306">
                  <c:v>0.25</c:v>
                </c:pt>
                <c:pt idx="3307">
                  <c:v>0.25</c:v>
                </c:pt>
                <c:pt idx="3308">
                  <c:v>0.25</c:v>
                </c:pt>
                <c:pt idx="3309">
                  <c:v>0</c:v>
                </c:pt>
                <c:pt idx="3310">
                  <c:v>0</c:v>
                </c:pt>
                <c:pt idx="3311">
                  <c:v>0</c:v>
                </c:pt>
                <c:pt idx="3312">
                  <c:v>0</c:v>
                </c:pt>
                <c:pt idx="3313">
                  <c:v>0</c:v>
                </c:pt>
                <c:pt idx="3314">
                  <c:v>0</c:v>
                </c:pt>
                <c:pt idx="3315">
                  <c:v>0</c:v>
                </c:pt>
                <c:pt idx="3316">
                  <c:v>0</c:v>
                </c:pt>
                <c:pt idx="3317">
                  <c:v>0</c:v>
                </c:pt>
                <c:pt idx="3318">
                  <c:v>0</c:v>
                </c:pt>
                <c:pt idx="3319">
                  <c:v>0.25</c:v>
                </c:pt>
                <c:pt idx="3320">
                  <c:v>0.25</c:v>
                </c:pt>
                <c:pt idx="3321">
                  <c:v>0.25</c:v>
                </c:pt>
                <c:pt idx="3322">
                  <c:v>0.25</c:v>
                </c:pt>
                <c:pt idx="3323">
                  <c:v>0.25</c:v>
                </c:pt>
                <c:pt idx="3324">
                  <c:v>0.25</c:v>
                </c:pt>
                <c:pt idx="3325">
                  <c:v>0.25</c:v>
                </c:pt>
                <c:pt idx="3326">
                  <c:v>0.25</c:v>
                </c:pt>
                <c:pt idx="3327">
                  <c:v>0.25</c:v>
                </c:pt>
                <c:pt idx="3328">
                  <c:v>0.25</c:v>
                </c:pt>
                <c:pt idx="3329">
                  <c:v>0.25</c:v>
                </c:pt>
                <c:pt idx="3330">
                  <c:v>0.25</c:v>
                </c:pt>
                <c:pt idx="3331">
                  <c:v>0.25</c:v>
                </c:pt>
                <c:pt idx="3332">
                  <c:v>0.25</c:v>
                </c:pt>
                <c:pt idx="3333">
                  <c:v>0</c:v>
                </c:pt>
                <c:pt idx="3334">
                  <c:v>0</c:v>
                </c:pt>
                <c:pt idx="3335">
                  <c:v>0</c:v>
                </c:pt>
                <c:pt idx="3336">
                  <c:v>0</c:v>
                </c:pt>
                <c:pt idx="3337">
                  <c:v>0</c:v>
                </c:pt>
                <c:pt idx="3338">
                  <c:v>0</c:v>
                </c:pt>
                <c:pt idx="3339">
                  <c:v>0</c:v>
                </c:pt>
                <c:pt idx="3340">
                  <c:v>0</c:v>
                </c:pt>
                <c:pt idx="3341">
                  <c:v>0</c:v>
                </c:pt>
                <c:pt idx="3342">
                  <c:v>0</c:v>
                </c:pt>
                <c:pt idx="3343">
                  <c:v>0.25</c:v>
                </c:pt>
                <c:pt idx="3344">
                  <c:v>0.25</c:v>
                </c:pt>
                <c:pt idx="3345">
                  <c:v>0.25</c:v>
                </c:pt>
                <c:pt idx="3346">
                  <c:v>0.25</c:v>
                </c:pt>
                <c:pt idx="3347">
                  <c:v>0.25</c:v>
                </c:pt>
                <c:pt idx="3348">
                  <c:v>0.25</c:v>
                </c:pt>
                <c:pt idx="3349">
                  <c:v>0.25</c:v>
                </c:pt>
                <c:pt idx="3350">
                  <c:v>0.25</c:v>
                </c:pt>
                <c:pt idx="3351">
                  <c:v>0.25</c:v>
                </c:pt>
                <c:pt idx="3352">
                  <c:v>0.25</c:v>
                </c:pt>
                <c:pt idx="3353">
                  <c:v>0.25</c:v>
                </c:pt>
                <c:pt idx="3354">
                  <c:v>0.25</c:v>
                </c:pt>
                <c:pt idx="3355">
                  <c:v>0.25</c:v>
                </c:pt>
                <c:pt idx="3356">
                  <c:v>0.25</c:v>
                </c:pt>
                <c:pt idx="3357">
                  <c:v>0</c:v>
                </c:pt>
                <c:pt idx="3358">
                  <c:v>0</c:v>
                </c:pt>
                <c:pt idx="3359">
                  <c:v>0</c:v>
                </c:pt>
                <c:pt idx="3360">
                  <c:v>0</c:v>
                </c:pt>
                <c:pt idx="3361">
                  <c:v>0</c:v>
                </c:pt>
                <c:pt idx="3362">
                  <c:v>0</c:v>
                </c:pt>
                <c:pt idx="3363">
                  <c:v>0</c:v>
                </c:pt>
                <c:pt idx="3364">
                  <c:v>0</c:v>
                </c:pt>
                <c:pt idx="3365">
                  <c:v>0</c:v>
                </c:pt>
                <c:pt idx="3366">
                  <c:v>0</c:v>
                </c:pt>
                <c:pt idx="3367">
                  <c:v>0.25</c:v>
                </c:pt>
                <c:pt idx="3368">
                  <c:v>0.25</c:v>
                </c:pt>
                <c:pt idx="3369">
                  <c:v>0.25</c:v>
                </c:pt>
                <c:pt idx="3370">
                  <c:v>0.25</c:v>
                </c:pt>
                <c:pt idx="3371">
                  <c:v>0.25</c:v>
                </c:pt>
                <c:pt idx="3372">
                  <c:v>0.25</c:v>
                </c:pt>
                <c:pt idx="3373">
                  <c:v>0.25</c:v>
                </c:pt>
                <c:pt idx="3374">
                  <c:v>0.25</c:v>
                </c:pt>
                <c:pt idx="3375">
                  <c:v>0.25</c:v>
                </c:pt>
                <c:pt idx="3376">
                  <c:v>0.25</c:v>
                </c:pt>
                <c:pt idx="3377">
                  <c:v>0.25</c:v>
                </c:pt>
                <c:pt idx="3378">
                  <c:v>0.25</c:v>
                </c:pt>
                <c:pt idx="3379">
                  <c:v>0.25</c:v>
                </c:pt>
                <c:pt idx="3380">
                  <c:v>0.25</c:v>
                </c:pt>
                <c:pt idx="3381">
                  <c:v>0</c:v>
                </c:pt>
                <c:pt idx="3382">
                  <c:v>0</c:v>
                </c:pt>
                <c:pt idx="3383">
                  <c:v>0</c:v>
                </c:pt>
                <c:pt idx="3384">
                  <c:v>0</c:v>
                </c:pt>
                <c:pt idx="3385">
                  <c:v>0</c:v>
                </c:pt>
                <c:pt idx="3386">
                  <c:v>0</c:v>
                </c:pt>
                <c:pt idx="3387">
                  <c:v>0</c:v>
                </c:pt>
                <c:pt idx="3388">
                  <c:v>0</c:v>
                </c:pt>
                <c:pt idx="3389">
                  <c:v>0</c:v>
                </c:pt>
                <c:pt idx="3390">
                  <c:v>0</c:v>
                </c:pt>
                <c:pt idx="3391">
                  <c:v>0.25</c:v>
                </c:pt>
                <c:pt idx="3392">
                  <c:v>0.25</c:v>
                </c:pt>
                <c:pt idx="3393">
                  <c:v>0.25</c:v>
                </c:pt>
                <c:pt idx="3394">
                  <c:v>0.34612300000000001</c:v>
                </c:pt>
                <c:pt idx="3395">
                  <c:v>0.28544999999999998</c:v>
                </c:pt>
                <c:pt idx="3396">
                  <c:v>0.36125200000000002</c:v>
                </c:pt>
                <c:pt idx="3397">
                  <c:v>0.25</c:v>
                </c:pt>
                <c:pt idx="3398">
                  <c:v>0.25</c:v>
                </c:pt>
                <c:pt idx="3399">
                  <c:v>0.27315600000000001</c:v>
                </c:pt>
                <c:pt idx="3400">
                  <c:v>0.25</c:v>
                </c:pt>
                <c:pt idx="3401">
                  <c:v>0.25</c:v>
                </c:pt>
                <c:pt idx="3402">
                  <c:v>0.25</c:v>
                </c:pt>
                <c:pt idx="3403">
                  <c:v>0.25</c:v>
                </c:pt>
                <c:pt idx="3404">
                  <c:v>0.25</c:v>
                </c:pt>
                <c:pt idx="3405">
                  <c:v>0</c:v>
                </c:pt>
                <c:pt idx="3406">
                  <c:v>0</c:v>
                </c:pt>
                <c:pt idx="3407">
                  <c:v>0</c:v>
                </c:pt>
                <c:pt idx="3408">
                  <c:v>0</c:v>
                </c:pt>
                <c:pt idx="3409">
                  <c:v>0</c:v>
                </c:pt>
                <c:pt idx="3410">
                  <c:v>0</c:v>
                </c:pt>
                <c:pt idx="3411">
                  <c:v>0</c:v>
                </c:pt>
                <c:pt idx="3412">
                  <c:v>0</c:v>
                </c:pt>
                <c:pt idx="3413">
                  <c:v>0</c:v>
                </c:pt>
                <c:pt idx="3414">
                  <c:v>0</c:v>
                </c:pt>
                <c:pt idx="3415">
                  <c:v>0.25</c:v>
                </c:pt>
                <c:pt idx="3416">
                  <c:v>0.25</c:v>
                </c:pt>
                <c:pt idx="3417">
                  <c:v>0.28941299999999998</c:v>
                </c:pt>
                <c:pt idx="3418">
                  <c:v>0.34783799999999998</c:v>
                </c:pt>
                <c:pt idx="3419">
                  <c:v>0.28926499999999999</c:v>
                </c:pt>
                <c:pt idx="3420">
                  <c:v>0.323492</c:v>
                </c:pt>
                <c:pt idx="3421">
                  <c:v>0.25</c:v>
                </c:pt>
                <c:pt idx="3422">
                  <c:v>0.25</c:v>
                </c:pt>
                <c:pt idx="3423">
                  <c:v>0.273669</c:v>
                </c:pt>
                <c:pt idx="3424">
                  <c:v>0.25</c:v>
                </c:pt>
                <c:pt idx="3425">
                  <c:v>0.25</c:v>
                </c:pt>
                <c:pt idx="3426">
                  <c:v>0.25</c:v>
                </c:pt>
                <c:pt idx="3427">
                  <c:v>0.25</c:v>
                </c:pt>
                <c:pt idx="3428">
                  <c:v>0.25</c:v>
                </c:pt>
                <c:pt idx="3429">
                  <c:v>0</c:v>
                </c:pt>
                <c:pt idx="3430">
                  <c:v>0</c:v>
                </c:pt>
                <c:pt idx="3431">
                  <c:v>0</c:v>
                </c:pt>
                <c:pt idx="3432">
                  <c:v>0</c:v>
                </c:pt>
                <c:pt idx="3433">
                  <c:v>0</c:v>
                </c:pt>
                <c:pt idx="3434">
                  <c:v>0</c:v>
                </c:pt>
                <c:pt idx="3435">
                  <c:v>0</c:v>
                </c:pt>
                <c:pt idx="3436">
                  <c:v>0</c:v>
                </c:pt>
                <c:pt idx="3437">
                  <c:v>0</c:v>
                </c:pt>
                <c:pt idx="3438">
                  <c:v>0</c:v>
                </c:pt>
                <c:pt idx="3439">
                  <c:v>0.25</c:v>
                </c:pt>
                <c:pt idx="3440">
                  <c:v>0.25</c:v>
                </c:pt>
                <c:pt idx="3441">
                  <c:v>0.25</c:v>
                </c:pt>
                <c:pt idx="3442">
                  <c:v>0.25</c:v>
                </c:pt>
                <c:pt idx="3443">
                  <c:v>0.25</c:v>
                </c:pt>
                <c:pt idx="3444">
                  <c:v>0.27273500000000001</c:v>
                </c:pt>
                <c:pt idx="3445">
                  <c:v>0.25</c:v>
                </c:pt>
                <c:pt idx="3446">
                  <c:v>0.25</c:v>
                </c:pt>
                <c:pt idx="3447">
                  <c:v>0.25</c:v>
                </c:pt>
                <c:pt idx="3448">
                  <c:v>0.25</c:v>
                </c:pt>
                <c:pt idx="3449">
                  <c:v>0.25</c:v>
                </c:pt>
                <c:pt idx="3450">
                  <c:v>0.25</c:v>
                </c:pt>
                <c:pt idx="3451">
                  <c:v>0.25</c:v>
                </c:pt>
                <c:pt idx="3452">
                  <c:v>0.25</c:v>
                </c:pt>
                <c:pt idx="3453">
                  <c:v>0</c:v>
                </c:pt>
                <c:pt idx="3454">
                  <c:v>0</c:v>
                </c:pt>
                <c:pt idx="3455">
                  <c:v>0</c:v>
                </c:pt>
                <c:pt idx="3456">
                  <c:v>0</c:v>
                </c:pt>
                <c:pt idx="3457">
                  <c:v>0</c:v>
                </c:pt>
                <c:pt idx="3458">
                  <c:v>0</c:v>
                </c:pt>
                <c:pt idx="3459">
                  <c:v>0</c:v>
                </c:pt>
                <c:pt idx="3460">
                  <c:v>0</c:v>
                </c:pt>
                <c:pt idx="3461">
                  <c:v>0</c:v>
                </c:pt>
                <c:pt idx="3462">
                  <c:v>0</c:v>
                </c:pt>
                <c:pt idx="3463">
                  <c:v>0.25</c:v>
                </c:pt>
                <c:pt idx="3464">
                  <c:v>0.25</c:v>
                </c:pt>
                <c:pt idx="3465">
                  <c:v>0.25</c:v>
                </c:pt>
                <c:pt idx="3466">
                  <c:v>0.25</c:v>
                </c:pt>
                <c:pt idx="3467">
                  <c:v>0.25</c:v>
                </c:pt>
                <c:pt idx="3468">
                  <c:v>0.25</c:v>
                </c:pt>
                <c:pt idx="3469">
                  <c:v>0.25</c:v>
                </c:pt>
                <c:pt idx="3470">
                  <c:v>0.25</c:v>
                </c:pt>
                <c:pt idx="3471">
                  <c:v>0.25</c:v>
                </c:pt>
                <c:pt idx="3472">
                  <c:v>0.25</c:v>
                </c:pt>
                <c:pt idx="3473">
                  <c:v>0.25</c:v>
                </c:pt>
                <c:pt idx="3474">
                  <c:v>0.25</c:v>
                </c:pt>
                <c:pt idx="3475">
                  <c:v>0.25</c:v>
                </c:pt>
                <c:pt idx="3476">
                  <c:v>0.25</c:v>
                </c:pt>
                <c:pt idx="3477">
                  <c:v>0</c:v>
                </c:pt>
                <c:pt idx="3478">
                  <c:v>0</c:v>
                </c:pt>
                <c:pt idx="3479">
                  <c:v>0</c:v>
                </c:pt>
                <c:pt idx="3480">
                  <c:v>0</c:v>
                </c:pt>
                <c:pt idx="3481">
                  <c:v>0</c:v>
                </c:pt>
                <c:pt idx="3482">
                  <c:v>0</c:v>
                </c:pt>
                <c:pt idx="3483">
                  <c:v>0</c:v>
                </c:pt>
                <c:pt idx="3484">
                  <c:v>0</c:v>
                </c:pt>
                <c:pt idx="3485">
                  <c:v>0</c:v>
                </c:pt>
                <c:pt idx="3486">
                  <c:v>0</c:v>
                </c:pt>
                <c:pt idx="3487">
                  <c:v>0.25</c:v>
                </c:pt>
                <c:pt idx="3488">
                  <c:v>0.25</c:v>
                </c:pt>
                <c:pt idx="3489">
                  <c:v>0.25</c:v>
                </c:pt>
                <c:pt idx="3490">
                  <c:v>0.25</c:v>
                </c:pt>
                <c:pt idx="3491">
                  <c:v>0.25</c:v>
                </c:pt>
                <c:pt idx="3492">
                  <c:v>0.25</c:v>
                </c:pt>
                <c:pt idx="3493">
                  <c:v>0.25</c:v>
                </c:pt>
                <c:pt idx="3494">
                  <c:v>0.25</c:v>
                </c:pt>
                <c:pt idx="3495">
                  <c:v>0.25</c:v>
                </c:pt>
                <c:pt idx="3496">
                  <c:v>0.25</c:v>
                </c:pt>
                <c:pt idx="3497">
                  <c:v>0.25</c:v>
                </c:pt>
                <c:pt idx="3498">
                  <c:v>0.25</c:v>
                </c:pt>
                <c:pt idx="3499">
                  <c:v>0.25</c:v>
                </c:pt>
                <c:pt idx="3500">
                  <c:v>0.25</c:v>
                </c:pt>
                <c:pt idx="3501">
                  <c:v>0</c:v>
                </c:pt>
                <c:pt idx="3502">
                  <c:v>0</c:v>
                </c:pt>
                <c:pt idx="3503">
                  <c:v>0</c:v>
                </c:pt>
                <c:pt idx="3504">
                  <c:v>0</c:v>
                </c:pt>
                <c:pt idx="3505">
                  <c:v>0</c:v>
                </c:pt>
                <c:pt idx="3506">
                  <c:v>0</c:v>
                </c:pt>
                <c:pt idx="3507">
                  <c:v>0</c:v>
                </c:pt>
                <c:pt idx="3508">
                  <c:v>0</c:v>
                </c:pt>
                <c:pt idx="3509">
                  <c:v>0</c:v>
                </c:pt>
                <c:pt idx="3510">
                  <c:v>0</c:v>
                </c:pt>
                <c:pt idx="3511">
                  <c:v>0.25</c:v>
                </c:pt>
                <c:pt idx="3512">
                  <c:v>0.25</c:v>
                </c:pt>
                <c:pt idx="3513">
                  <c:v>0.25</c:v>
                </c:pt>
                <c:pt idx="3514">
                  <c:v>0.25</c:v>
                </c:pt>
                <c:pt idx="3515">
                  <c:v>0.314197</c:v>
                </c:pt>
                <c:pt idx="3516">
                  <c:v>0.472964</c:v>
                </c:pt>
                <c:pt idx="3517">
                  <c:v>0.32020300000000002</c:v>
                </c:pt>
                <c:pt idx="3518">
                  <c:v>0.25</c:v>
                </c:pt>
                <c:pt idx="3519">
                  <c:v>0.25</c:v>
                </c:pt>
                <c:pt idx="3520">
                  <c:v>0.25</c:v>
                </c:pt>
                <c:pt idx="3521">
                  <c:v>0.25</c:v>
                </c:pt>
                <c:pt idx="3522">
                  <c:v>0.25</c:v>
                </c:pt>
                <c:pt idx="3523">
                  <c:v>0.25</c:v>
                </c:pt>
                <c:pt idx="3524">
                  <c:v>0.25</c:v>
                </c:pt>
                <c:pt idx="3525">
                  <c:v>0</c:v>
                </c:pt>
                <c:pt idx="3526">
                  <c:v>0</c:v>
                </c:pt>
                <c:pt idx="3527">
                  <c:v>0</c:v>
                </c:pt>
                <c:pt idx="3528">
                  <c:v>0</c:v>
                </c:pt>
                <c:pt idx="3529">
                  <c:v>0</c:v>
                </c:pt>
                <c:pt idx="3530">
                  <c:v>0</c:v>
                </c:pt>
                <c:pt idx="3531">
                  <c:v>0</c:v>
                </c:pt>
                <c:pt idx="3532">
                  <c:v>0</c:v>
                </c:pt>
                <c:pt idx="3533">
                  <c:v>0</c:v>
                </c:pt>
                <c:pt idx="3534">
                  <c:v>0</c:v>
                </c:pt>
                <c:pt idx="3535">
                  <c:v>0.25</c:v>
                </c:pt>
                <c:pt idx="3536">
                  <c:v>0.39078800000000002</c:v>
                </c:pt>
                <c:pt idx="3537">
                  <c:v>0.51449199999999995</c:v>
                </c:pt>
                <c:pt idx="3538">
                  <c:v>0.51870799999999995</c:v>
                </c:pt>
                <c:pt idx="3539">
                  <c:v>0.41888199999999998</c:v>
                </c:pt>
                <c:pt idx="3540">
                  <c:v>0.35361799999999999</c:v>
                </c:pt>
                <c:pt idx="3541">
                  <c:v>0.25</c:v>
                </c:pt>
                <c:pt idx="3542">
                  <c:v>0.25</c:v>
                </c:pt>
                <c:pt idx="3543">
                  <c:v>0.29559099999999999</c:v>
                </c:pt>
                <c:pt idx="3544">
                  <c:v>0.28160600000000002</c:v>
                </c:pt>
                <c:pt idx="3545">
                  <c:v>0.25373899999999999</c:v>
                </c:pt>
                <c:pt idx="3546">
                  <c:v>0.25</c:v>
                </c:pt>
                <c:pt idx="3547">
                  <c:v>0.25</c:v>
                </c:pt>
                <c:pt idx="3548">
                  <c:v>0.25</c:v>
                </c:pt>
                <c:pt idx="3549">
                  <c:v>0</c:v>
                </c:pt>
                <c:pt idx="3550">
                  <c:v>0</c:v>
                </c:pt>
                <c:pt idx="3551">
                  <c:v>0</c:v>
                </c:pt>
                <c:pt idx="3552">
                  <c:v>0</c:v>
                </c:pt>
                <c:pt idx="3553">
                  <c:v>0</c:v>
                </c:pt>
                <c:pt idx="3554">
                  <c:v>0</c:v>
                </c:pt>
                <c:pt idx="3555">
                  <c:v>0</c:v>
                </c:pt>
                <c:pt idx="3556">
                  <c:v>0</c:v>
                </c:pt>
                <c:pt idx="3557">
                  <c:v>0</c:v>
                </c:pt>
                <c:pt idx="3558">
                  <c:v>0</c:v>
                </c:pt>
                <c:pt idx="3559">
                  <c:v>0.25</c:v>
                </c:pt>
                <c:pt idx="3560">
                  <c:v>0.25</c:v>
                </c:pt>
                <c:pt idx="3561">
                  <c:v>0.37485800000000002</c:v>
                </c:pt>
                <c:pt idx="3562">
                  <c:v>0.53730999999999995</c:v>
                </c:pt>
                <c:pt idx="3563">
                  <c:v>0.55870799999999998</c:v>
                </c:pt>
                <c:pt idx="3564">
                  <c:v>0.66843300000000005</c:v>
                </c:pt>
                <c:pt idx="3565">
                  <c:v>0.52032999999999996</c:v>
                </c:pt>
                <c:pt idx="3566">
                  <c:v>0.45331700000000003</c:v>
                </c:pt>
                <c:pt idx="3567">
                  <c:v>0.46739000000000003</c:v>
                </c:pt>
                <c:pt idx="3568">
                  <c:v>0.38531900000000002</c:v>
                </c:pt>
                <c:pt idx="3569">
                  <c:v>0.30277700000000002</c:v>
                </c:pt>
                <c:pt idx="3570">
                  <c:v>0.25</c:v>
                </c:pt>
                <c:pt idx="3571">
                  <c:v>0.25</c:v>
                </c:pt>
                <c:pt idx="3572">
                  <c:v>0.25</c:v>
                </c:pt>
                <c:pt idx="3573">
                  <c:v>0</c:v>
                </c:pt>
                <c:pt idx="3574">
                  <c:v>0</c:v>
                </c:pt>
                <c:pt idx="3575">
                  <c:v>0</c:v>
                </c:pt>
                <c:pt idx="3576">
                  <c:v>0</c:v>
                </c:pt>
                <c:pt idx="3577">
                  <c:v>0</c:v>
                </c:pt>
                <c:pt idx="3578">
                  <c:v>0</c:v>
                </c:pt>
                <c:pt idx="3579">
                  <c:v>0</c:v>
                </c:pt>
                <c:pt idx="3580">
                  <c:v>0</c:v>
                </c:pt>
                <c:pt idx="3581">
                  <c:v>0</c:v>
                </c:pt>
                <c:pt idx="3582">
                  <c:v>0</c:v>
                </c:pt>
                <c:pt idx="3583">
                  <c:v>0.25</c:v>
                </c:pt>
                <c:pt idx="3584">
                  <c:v>0.42541800000000002</c:v>
                </c:pt>
                <c:pt idx="3585">
                  <c:v>0.50468299999999999</c:v>
                </c:pt>
                <c:pt idx="3586">
                  <c:v>0.60170599999999996</c:v>
                </c:pt>
                <c:pt idx="3587">
                  <c:v>0.52410500000000004</c:v>
                </c:pt>
                <c:pt idx="3588">
                  <c:v>0.55306299999999997</c:v>
                </c:pt>
                <c:pt idx="3589">
                  <c:v>0.40225</c:v>
                </c:pt>
                <c:pt idx="3590">
                  <c:v>0.40936899999999998</c:v>
                </c:pt>
                <c:pt idx="3591">
                  <c:v>0.45980700000000002</c:v>
                </c:pt>
                <c:pt idx="3592">
                  <c:v>0.42251499999999997</c:v>
                </c:pt>
                <c:pt idx="3593">
                  <c:v>0.33248899999999998</c:v>
                </c:pt>
                <c:pt idx="3594">
                  <c:v>0.25</c:v>
                </c:pt>
                <c:pt idx="3595">
                  <c:v>0.25</c:v>
                </c:pt>
                <c:pt idx="3596">
                  <c:v>0.25</c:v>
                </c:pt>
                <c:pt idx="3597">
                  <c:v>0</c:v>
                </c:pt>
                <c:pt idx="3598">
                  <c:v>0</c:v>
                </c:pt>
                <c:pt idx="3599">
                  <c:v>0</c:v>
                </c:pt>
                <c:pt idx="3600">
                  <c:v>0</c:v>
                </c:pt>
                <c:pt idx="3601">
                  <c:v>0</c:v>
                </c:pt>
                <c:pt idx="3602">
                  <c:v>0</c:v>
                </c:pt>
                <c:pt idx="3603">
                  <c:v>0</c:v>
                </c:pt>
                <c:pt idx="3604">
                  <c:v>0</c:v>
                </c:pt>
                <c:pt idx="3605">
                  <c:v>0</c:v>
                </c:pt>
                <c:pt idx="3606">
                  <c:v>0</c:v>
                </c:pt>
                <c:pt idx="3607">
                  <c:v>0.25</c:v>
                </c:pt>
                <c:pt idx="3608">
                  <c:v>0.34842400000000001</c:v>
                </c:pt>
                <c:pt idx="3609">
                  <c:v>0.38872899999999999</c:v>
                </c:pt>
                <c:pt idx="3610">
                  <c:v>0.524675</c:v>
                </c:pt>
                <c:pt idx="3611">
                  <c:v>0.50497800000000004</c:v>
                </c:pt>
                <c:pt idx="3612">
                  <c:v>0.58312299999999995</c:v>
                </c:pt>
                <c:pt idx="3613">
                  <c:v>0.42655500000000002</c:v>
                </c:pt>
                <c:pt idx="3614">
                  <c:v>0.36925400000000003</c:v>
                </c:pt>
                <c:pt idx="3615">
                  <c:v>0.375168</c:v>
                </c:pt>
                <c:pt idx="3616">
                  <c:v>0.28633500000000001</c:v>
                </c:pt>
                <c:pt idx="3617">
                  <c:v>0.29574699999999998</c:v>
                </c:pt>
                <c:pt idx="3618">
                  <c:v>0.25</c:v>
                </c:pt>
                <c:pt idx="3619">
                  <c:v>0.25</c:v>
                </c:pt>
                <c:pt idx="3620">
                  <c:v>0.25</c:v>
                </c:pt>
                <c:pt idx="3621">
                  <c:v>0</c:v>
                </c:pt>
                <c:pt idx="3622">
                  <c:v>0</c:v>
                </c:pt>
                <c:pt idx="3623">
                  <c:v>0</c:v>
                </c:pt>
                <c:pt idx="3624">
                  <c:v>0</c:v>
                </c:pt>
                <c:pt idx="3625">
                  <c:v>0</c:v>
                </c:pt>
                <c:pt idx="3626">
                  <c:v>0</c:v>
                </c:pt>
                <c:pt idx="3627">
                  <c:v>0</c:v>
                </c:pt>
                <c:pt idx="3628">
                  <c:v>0</c:v>
                </c:pt>
                <c:pt idx="3629">
                  <c:v>0</c:v>
                </c:pt>
                <c:pt idx="3630">
                  <c:v>0</c:v>
                </c:pt>
                <c:pt idx="3631">
                  <c:v>0.25</c:v>
                </c:pt>
                <c:pt idx="3632">
                  <c:v>0.25</c:v>
                </c:pt>
                <c:pt idx="3633">
                  <c:v>0.25</c:v>
                </c:pt>
                <c:pt idx="3634">
                  <c:v>0.26508999999999999</c:v>
                </c:pt>
                <c:pt idx="3635">
                  <c:v>0.25</c:v>
                </c:pt>
                <c:pt idx="3636">
                  <c:v>0.29849700000000001</c:v>
                </c:pt>
                <c:pt idx="3637">
                  <c:v>0.25</c:v>
                </c:pt>
                <c:pt idx="3638">
                  <c:v>0.25</c:v>
                </c:pt>
                <c:pt idx="3639">
                  <c:v>0.25</c:v>
                </c:pt>
                <c:pt idx="3640">
                  <c:v>0.25</c:v>
                </c:pt>
                <c:pt idx="3641">
                  <c:v>0.25</c:v>
                </c:pt>
                <c:pt idx="3642">
                  <c:v>0.25</c:v>
                </c:pt>
                <c:pt idx="3643">
                  <c:v>0.25</c:v>
                </c:pt>
                <c:pt idx="3644">
                  <c:v>0.25</c:v>
                </c:pt>
                <c:pt idx="3645">
                  <c:v>0</c:v>
                </c:pt>
                <c:pt idx="3646">
                  <c:v>0</c:v>
                </c:pt>
                <c:pt idx="3647">
                  <c:v>0</c:v>
                </c:pt>
                <c:pt idx="3648">
                  <c:v>0</c:v>
                </c:pt>
                <c:pt idx="3649">
                  <c:v>0</c:v>
                </c:pt>
                <c:pt idx="3650">
                  <c:v>0</c:v>
                </c:pt>
                <c:pt idx="3651">
                  <c:v>0</c:v>
                </c:pt>
                <c:pt idx="3652">
                  <c:v>0</c:v>
                </c:pt>
                <c:pt idx="3653">
                  <c:v>0</c:v>
                </c:pt>
                <c:pt idx="3654">
                  <c:v>0</c:v>
                </c:pt>
                <c:pt idx="3655">
                  <c:v>0.25</c:v>
                </c:pt>
                <c:pt idx="3656">
                  <c:v>0.25</c:v>
                </c:pt>
                <c:pt idx="3657">
                  <c:v>0.25</c:v>
                </c:pt>
                <c:pt idx="3658">
                  <c:v>0.25</c:v>
                </c:pt>
                <c:pt idx="3659">
                  <c:v>0.25</c:v>
                </c:pt>
                <c:pt idx="3660">
                  <c:v>0.29077900000000001</c:v>
                </c:pt>
                <c:pt idx="3661">
                  <c:v>0.25</c:v>
                </c:pt>
                <c:pt idx="3662">
                  <c:v>0.25</c:v>
                </c:pt>
                <c:pt idx="3663">
                  <c:v>0.26426100000000002</c:v>
                </c:pt>
                <c:pt idx="3664">
                  <c:v>0.25</c:v>
                </c:pt>
                <c:pt idx="3665">
                  <c:v>0.25</c:v>
                </c:pt>
                <c:pt idx="3666">
                  <c:v>0.25</c:v>
                </c:pt>
                <c:pt idx="3667">
                  <c:v>0.25</c:v>
                </c:pt>
                <c:pt idx="3668">
                  <c:v>0.25</c:v>
                </c:pt>
                <c:pt idx="3669">
                  <c:v>0</c:v>
                </c:pt>
                <c:pt idx="3670">
                  <c:v>0</c:v>
                </c:pt>
                <c:pt idx="3671">
                  <c:v>0</c:v>
                </c:pt>
                <c:pt idx="3672">
                  <c:v>0</c:v>
                </c:pt>
                <c:pt idx="3673">
                  <c:v>0</c:v>
                </c:pt>
                <c:pt idx="3674">
                  <c:v>0</c:v>
                </c:pt>
                <c:pt idx="3675">
                  <c:v>0</c:v>
                </c:pt>
                <c:pt idx="3676">
                  <c:v>0</c:v>
                </c:pt>
                <c:pt idx="3677">
                  <c:v>0</c:v>
                </c:pt>
                <c:pt idx="3678">
                  <c:v>0</c:v>
                </c:pt>
                <c:pt idx="3679">
                  <c:v>0.25</c:v>
                </c:pt>
                <c:pt idx="3680">
                  <c:v>0.25</c:v>
                </c:pt>
                <c:pt idx="3681">
                  <c:v>0.25</c:v>
                </c:pt>
                <c:pt idx="3682">
                  <c:v>0.25</c:v>
                </c:pt>
                <c:pt idx="3683">
                  <c:v>0.25</c:v>
                </c:pt>
                <c:pt idx="3684">
                  <c:v>0.34215699999999999</c:v>
                </c:pt>
                <c:pt idx="3685">
                  <c:v>0.25</c:v>
                </c:pt>
                <c:pt idx="3686">
                  <c:v>0.25</c:v>
                </c:pt>
                <c:pt idx="3687">
                  <c:v>0.25</c:v>
                </c:pt>
                <c:pt idx="3688">
                  <c:v>0.25</c:v>
                </c:pt>
                <c:pt idx="3689">
                  <c:v>0.25</c:v>
                </c:pt>
                <c:pt idx="3690">
                  <c:v>0.25</c:v>
                </c:pt>
                <c:pt idx="3691">
                  <c:v>0.25</c:v>
                </c:pt>
                <c:pt idx="3692">
                  <c:v>0.25</c:v>
                </c:pt>
                <c:pt idx="3693">
                  <c:v>0</c:v>
                </c:pt>
                <c:pt idx="3694">
                  <c:v>0</c:v>
                </c:pt>
                <c:pt idx="3695">
                  <c:v>0</c:v>
                </c:pt>
                <c:pt idx="3696">
                  <c:v>0</c:v>
                </c:pt>
                <c:pt idx="3697">
                  <c:v>0</c:v>
                </c:pt>
                <c:pt idx="3698">
                  <c:v>0</c:v>
                </c:pt>
                <c:pt idx="3699">
                  <c:v>0</c:v>
                </c:pt>
                <c:pt idx="3700">
                  <c:v>0</c:v>
                </c:pt>
                <c:pt idx="3701">
                  <c:v>0</c:v>
                </c:pt>
                <c:pt idx="3702">
                  <c:v>0</c:v>
                </c:pt>
                <c:pt idx="3703">
                  <c:v>0.25</c:v>
                </c:pt>
                <c:pt idx="3704">
                  <c:v>0.25</c:v>
                </c:pt>
                <c:pt idx="3705">
                  <c:v>0.25</c:v>
                </c:pt>
                <c:pt idx="3706">
                  <c:v>0.30687900000000001</c:v>
                </c:pt>
                <c:pt idx="3707">
                  <c:v>0.31639400000000001</c:v>
                </c:pt>
                <c:pt idx="3708">
                  <c:v>0.42234300000000002</c:v>
                </c:pt>
                <c:pt idx="3709">
                  <c:v>0.28849599999999997</c:v>
                </c:pt>
                <c:pt idx="3710">
                  <c:v>0.270094</c:v>
                </c:pt>
                <c:pt idx="3711">
                  <c:v>0.32820899999999997</c:v>
                </c:pt>
                <c:pt idx="3712">
                  <c:v>0.26964900000000003</c:v>
                </c:pt>
                <c:pt idx="3713">
                  <c:v>0.25</c:v>
                </c:pt>
                <c:pt idx="3714">
                  <c:v>0.25</c:v>
                </c:pt>
                <c:pt idx="3715">
                  <c:v>0.25</c:v>
                </c:pt>
                <c:pt idx="3716">
                  <c:v>0.25</c:v>
                </c:pt>
                <c:pt idx="3717">
                  <c:v>0</c:v>
                </c:pt>
                <c:pt idx="3718">
                  <c:v>0</c:v>
                </c:pt>
                <c:pt idx="3719">
                  <c:v>0</c:v>
                </c:pt>
                <c:pt idx="3720">
                  <c:v>0</c:v>
                </c:pt>
                <c:pt idx="3721">
                  <c:v>0</c:v>
                </c:pt>
                <c:pt idx="3722">
                  <c:v>0</c:v>
                </c:pt>
                <c:pt idx="3723">
                  <c:v>0</c:v>
                </c:pt>
                <c:pt idx="3724">
                  <c:v>0</c:v>
                </c:pt>
                <c:pt idx="3725">
                  <c:v>0</c:v>
                </c:pt>
                <c:pt idx="3726">
                  <c:v>0</c:v>
                </c:pt>
                <c:pt idx="3727">
                  <c:v>0.25</c:v>
                </c:pt>
                <c:pt idx="3728">
                  <c:v>0.25</c:v>
                </c:pt>
                <c:pt idx="3729">
                  <c:v>0.25</c:v>
                </c:pt>
                <c:pt idx="3730">
                  <c:v>0.30763600000000002</c:v>
                </c:pt>
                <c:pt idx="3731">
                  <c:v>0.34854400000000002</c:v>
                </c:pt>
                <c:pt idx="3732">
                  <c:v>0.52408999999999994</c:v>
                </c:pt>
                <c:pt idx="3733">
                  <c:v>0.36066100000000001</c:v>
                </c:pt>
                <c:pt idx="3734">
                  <c:v>0.30499199999999999</c:v>
                </c:pt>
                <c:pt idx="3735">
                  <c:v>0.31381399999999998</c:v>
                </c:pt>
                <c:pt idx="3736">
                  <c:v>0.25</c:v>
                </c:pt>
                <c:pt idx="3737">
                  <c:v>0.25</c:v>
                </c:pt>
                <c:pt idx="3738">
                  <c:v>0.25</c:v>
                </c:pt>
                <c:pt idx="3739">
                  <c:v>0.25</c:v>
                </c:pt>
                <c:pt idx="3740">
                  <c:v>0.25</c:v>
                </c:pt>
                <c:pt idx="3741">
                  <c:v>0</c:v>
                </c:pt>
                <c:pt idx="3742">
                  <c:v>0</c:v>
                </c:pt>
                <c:pt idx="3743">
                  <c:v>0</c:v>
                </c:pt>
                <c:pt idx="3744">
                  <c:v>0</c:v>
                </c:pt>
                <c:pt idx="3745">
                  <c:v>0</c:v>
                </c:pt>
                <c:pt idx="3746">
                  <c:v>0</c:v>
                </c:pt>
                <c:pt idx="3747">
                  <c:v>0</c:v>
                </c:pt>
                <c:pt idx="3748">
                  <c:v>0</c:v>
                </c:pt>
                <c:pt idx="3749">
                  <c:v>0</c:v>
                </c:pt>
                <c:pt idx="3750">
                  <c:v>0</c:v>
                </c:pt>
                <c:pt idx="3751">
                  <c:v>0.25</c:v>
                </c:pt>
                <c:pt idx="3752">
                  <c:v>0.25</c:v>
                </c:pt>
                <c:pt idx="3753">
                  <c:v>0.25</c:v>
                </c:pt>
                <c:pt idx="3754">
                  <c:v>0.25</c:v>
                </c:pt>
                <c:pt idx="3755">
                  <c:v>0.25</c:v>
                </c:pt>
                <c:pt idx="3756">
                  <c:v>0.35815599999999997</c:v>
                </c:pt>
                <c:pt idx="3757">
                  <c:v>0.25</c:v>
                </c:pt>
                <c:pt idx="3758">
                  <c:v>0.25441999999999998</c:v>
                </c:pt>
                <c:pt idx="3759">
                  <c:v>0.33987499999999998</c:v>
                </c:pt>
                <c:pt idx="3760">
                  <c:v>0.25</c:v>
                </c:pt>
                <c:pt idx="3761">
                  <c:v>0.25</c:v>
                </c:pt>
                <c:pt idx="3762">
                  <c:v>0.25</c:v>
                </c:pt>
                <c:pt idx="3763">
                  <c:v>0.25</c:v>
                </c:pt>
                <c:pt idx="3764">
                  <c:v>0.25</c:v>
                </c:pt>
                <c:pt idx="3765">
                  <c:v>0</c:v>
                </c:pt>
                <c:pt idx="3766">
                  <c:v>0</c:v>
                </c:pt>
                <c:pt idx="3767">
                  <c:v>0</c:v>
                </c:pt>
                <c:pt idx="3768">
                  <c:v>0</c:v>
                </c:pt>
                <c:pt idx="3769">
                  <c:v>0</c:v>
                </c:pt>
                <c:pt idx="3770">
                  <c:v>0</c:v>
                </c:pt>
                <c:pt idx="3771">
                  <c:v>0</c:v>
                </c:pt>
                <c:pt idx="3772">
                  <c:v>0</c:v>
                </c:pt>
                <c:pt idx="3773">
                  <c:v>0</c:v>
                </c:pt>
                <c:pt idx="3774">
                  <c:v>0</c:v>
                </c:pt>
                <c:pt idx="3775">
                  <c:v>0.25</c:v>
                </c:pt>
                <c:pt idx="3776">
                  <c:v>0.25</c:v>
                </c:pt>
                <c:pt idx="3777">
                  <c:v>0.25</c:v>
                </c:pt>
                <c:pt idx="3778">
                  <c:v>0.25</c:v>
                </c:pt>
                <c:pt idx="3779">
                  <c:v>0.25037999999999999</c:v>
                </c:pt>
                <c:pt idx="3780">
                  <c:v>0.33407300000000001</c:v>
                </c:pt>
                <c:pt idx="3781">
                  <c:v>0.25</c:v>
                </c:pt>
                <c:pt idx="3782">
                  <c:v>0.25</c:v>
                </c:pt>
                <c:pt idx="3783">
                  <c:v>0.25</c:v>
                </c:pt>
                <c:pt idx="3784">
                  <c:v>0.25</c:v>
                </c:pt>
                <c:pt idx="3785">
                  <c:v>0.25</c:v>
                </c:pt>
                <c:pt idx="3786">
                  <c:v>0.25</c:v>
                </c:pt>
                <c:pt idx="3787">
                  <c:v>0.25</c:v>
                </c:pt>
                <c:pt idx="3788">
                  <c:v>0.25</c:v>
                </c:pt>
                <c:pt idx="3789">
                  <c:v>0</c:v>
                </c:pt>
                <c:pt idx="3790">
                  <c:v>0</c:v>
                </c:pt>
                <c:pt idx="3791">
                  <c:v>0</c:v>
                </c:pt>
                <c:pt idx="3792">
                  <c:v>0</c:v>
                </c:pt>
                <c:pt idx="3793">
                  <c:v>0</c:v>
                </c:pt>
                <c:pt idx="3794">
                  <c:v>0</c:v>
                </c:pt>
                <c:pt idx="3795">
                  <c:v>0</c:v>
                </c:pt>
                <c:pt idx="3796">
                  <c:v>0</c:v>
                </c:pt>
                <c:pt idx="3797">
                  <c:v>0</c:v>
                </c:pt>
                <c:pt idx="3798">
                  <c:v>0</c:v>
                </c:pt>
                <c:pt idx="3799">
                  <c:v>0.25</c:v>
                </c:pt>
                <c:pt idx="3800">
                  <c:v>0.25</c:v>
                </c:pt>
                <c:pt idx="3801">
                  <c:v>0.25</c:v>
                </c:pt>
                <c:pt idx="3802">
                  <c:v>0.25</c:v>
                </c:pt>
                <c:pt idx="3803">
                  <c:v>0.25</c:v>
                </c:pt>
                <c:pt idx="3804">
                  <c:v>0.25</c:v>
                </c:pt>
                <c:pt idx="3805">
                  <c:v>0.25</c:v>
                </c:pt>
                <c:pt idx="3806">
                  <c:v>0.25</c:v>
                </c:pt>
                <c:pt idx="3807">
                  <c:v>0.25</c:v>
                </c:pt>
                <c:pt idx="3808">
                  <c:v>0.25</c:v>
                </c:pt>
                <c:pt idx="3809">
                  <c:v>0.25</c:v>
                </c:pt>
                <c:pt idx="3810">
                  <c:v>0.25</c:v>
                </c:pt>
                <c:pt idx="3811">
                  <c:v>0.25</c:v>
                </c:pt>
                <c:pt idx="3812">
                  <c:v>0.25</c:v>
                </c:pt>
                <c:pt idx="3813">
                  <c:v>0</c:v>
                </c:pt>
                <c:pt idx="3814">
                  <c:v>0</c:v>
                </c:pt>
                <c:pt idx="3815">
                  <c:v>0</c:v>
                </c:pt>
                <c:pt idx="3816">
                  <c:v>0</c:v>
                </c:pt>
                <c:pt idx="3817">
                  <c:v>0</c:v>
                </c:pt>
                <c:pt idx="3818">
                  <c:v>0</c:v>
                </c:pt>
                <c:pt idx="3819">
                  <c:v>0</c:v>
                </c:pt>
                <c:pt idx="3820">
                  <c:v>0</c:v>
                </c:pt>
                <c:pt idx="3821">
                  <c:v>0</c:v>
                </c:pt>
                <c:pt idx="3822">
                  <c:v>0</c:v>
                </c:pt>
                <c:pt idx="3823">
                  <c:v>0.25</c:v>
                </c:pt>
                <c:pt idx="3824">
                  <c:v>0.25</c:v>
                </c:pt>
                <c:pt idx="3825">
                  <c:v>0.25</c:v>
                </c:pt>
                <c:pt idx="3826">
                  <c:v>0.25</c:v>
                </c:pt>
                <c:pt idx="3827">
                  <c:v>0.25</c:v>
                </c:pt>
                <c:pt idx="3828">
                  <c:v>0.25</c:v>
                </c:pt>
                <c:pt idx="3829">
                  <c:v>0.25</c:v>
                </c:pt>
                <c:pt idx="3830">
                  <c:v>0.25</c:v>
                </c:pt>
                <c:pt idx="3831">
                  <c:v>0.25</c:v>
                </c:pt>
                <c:pt idx="3832">
                  <c:v>0.25</c:v>
                </c:pt>
                <c:pt idx="3833">
                  <c:v>0.25</c:v>
                </c:pt>
                <c:pt idx="3834">
                  <c:v>0.25</c:v>
                </c:pt>
                <c:pt idx="3835">
                  <c:v>0.25</c:v>
                </c:pt>
                <c:pt idx="3836">
                  <c:v>0.25</c:v>
                </c:pt>
                <c:pt idx="3837">
                  <c:v>0</c:v>
                </c:pt>
                <c:pt idx="3838">
                  <c:v>0</c:v>
                </c:pt>
                <c:pt idx="3839">
                  <c:v>0</c:v>
                </c:pt>
                <c:pt idx="3840">
                  <c:v>0</c:v>
                </c:pt>
                <c:pt idx="3841">
                  <c:v>0</c:v>
                </c:pt>
                <c:pt idx="3842">
                  <c:v>0</c:v>
                </c:pt>
                <c:pt idx="3843">
                  <c:v>0</c:v>
                </c:pt>
                <c:pt idx="3844">
                  <c:v>0</c:v>
                </c:pt>
                <c:pt idx="3845">
                  <c:v>0</c:v>
                </c:pt>
                <c:pt idx="3846">
                  <c:v>0</c:v>
                </c:pt>
                <c:pt idx="3847">
                  <c:v>0.25</c:v>
                </c:pt>
                <c:pt idx="3848">
                  <c:v>0.25</c:v>
                </c:pt>
                <c:pt idx="3849">
                  <c:v>0.25</c:v>
                </c:pt>
                <c:pt idx="3850">
                  <c:v>0.25</c:v>
                </c:pt>
                <c:pt idx="3851">
                  <c:v>0.25</c:v>
                </c:pt>
                <c:pt idx="3852">
                  <c:v>0.25</c:v>
                </c:pt>
                <c:pt idx="3853">
                  <c:v>0.25</c:v>
                </c:pt>
                <c:pt idx="3854">
                  <c:v>0.25</c:v>
                </c:pt>
                <c:pt idx="3855">
                  <c:v>0.25</c:v>
                </c:pt>
                <c:pt idx="3856">
                  <c:v>0.25</c:v>
                </c:pt>
                <c:pt idx="3857">
                  <c:v>0.25</c:v>
                </c:pt>
                <c:pt idx="3858">
                  <c:v>0.25</c:v>
                </c:pt>
                <c:pt idx="3859">
                  <c:v>0.25</c:v>
                </c:pt>
                <c:pt idx="3860">
                  <c:v>0.25</c:v>
                </c:pt>
                <c:pt idx="3861">
                  <c:v>0</c:v>
                </c:pt>
                <c:pt idx="3862">
                  <c:v>0</c:v>
                </c:pt>
                <c:pt idx="3863">
                  <c:v>0</c:v>
                </c:pt>
                <c:pt idx="3864">
                  <c:v>0</c:v>
                </c:pt>
                <c:pt idx="3865">
                  <c:v>0</c:v>
                </c:pt>
                <c:pt idx="3866">
                  <c:v>0</c:v>
                </c:pt>
                <c:pt idx="3867">
                  <c:v>0</c:v>
                </c:pt>
                <c:pt idx="3868">
                  <c:v>0</c:v>
                </c:pt>
                <c:pt idx="3869">
                  <c:v>0</c:v>
                </c:pt>
                <c:pt idx="3870">
                  <c:v>0</c:v>
                </c:pt>
                <c:pt idx="3871">
                  <c:v>0.25</c:v>
                </c:pt>
                <c:pt idx="3872">
                  <c:v>0.25</c:v>
                </c:pt>
                <c:pt idx="3873">
                  <c:v>0.26400899999999999</c:v>
                </c:pt>
                <c:pt idx="3874">
                  <c:v>0.351601</c:v>
                </c:pt>
                <c:pt idx="3875">
                  <c:v>0.36905500000000002</c:v>
                </c:pt>
                <c:pt idx="3876">
                  <c:v>0.44016</c:v>
                </c:pt>
                <c:pt idx="3877">
                  <c:v>0.31967400000000001</c:v>
                </c:pt>
                <c:pt idx="3878">
                  <c:v>0.29063699999999998</c:v>
                </c:pt>
                <c:pt idx="3879">
                  <c:v>0.38071100000000002</c:v>
                </c:pt>
                <c:pt idx="3880">
                  <c:v>0.26917099999999999</c:v>
                </c:pt>
                <c:pt idx="3881">
                  <c:v>0.25</c:v>
                </c:pt>
                <c:pt idx="3882">
                  <c:v>0.25</c:v>
                </c:pt>
                <c:pt idx="3883">
                  <c:v>0.25</c:v>
                </c:pt>
                <c:pt idx="3884">
                  <c:v>0.25</c:v>
                </c:pt>
                <c:pt idx="3885">
                  <c:v>0</c:v>
                </c:pt>
                <c:pt idx="3886">
                  <c:v>0</c:v>
                </c:pt>
                <c:pt idx="3887">
                  <c:v>0</c:v>
                </c:pt>
                <c:pt idx="3888">
                  <c:v>0</c:v>
                </c:pt>
                <c:pt idx="3889">
                  <c:v>0</c:v>
                </c:pt>
                <c:pt idx="3890">
                  <c:v>0</c:v>
                </c:pt>
                <c:pt idx="3891">
                  <c:v>0</c:v>
                </c:pt>
                <c:pt idx="3892">
                  <c:v>0</c:v>
                </c:pt>
                <c:pt idx="3893">
                  <c:v>0</c:v>
                </c:pt>
                <c:pt idx="3894">
                  <c:v>0</c:v>
                </c:pt>
                <c:pt idx="3895">
                  <c:v>0.25</c:v>
                </c:pt>
                <c:pt idx="3896">
                  <c:v>0.25</c:v>
                </c:pt>
                <c:pt idx="3897">
                  <c:v>0.25112000000000001</c:v>
                </c:pt>
                <c:pt idx="3898">
                  <c:v>0.37216500000000002</c:v>
                </c:pt>
                <c:pt idx="3899">
                  <c:v>0.38496999999999998</c:v>
                </c:pt>
                <c:pt idx="3900">
                  <c:v>0.47007500000000002</c:v>
                </c:pt>
                <c:pt idx="3901">
                  <c:v>0.37057899999999999</c:v>
                </c:pt>
                <c:pt idx="3902">
                  <c:v>0.40565000000000001</c:v>
                </c:pt>
                <c:pt idx="3903">
                  <c:v>0.49812400000000001</c:v>
                </c:pt>
                <c:pt idx="3904">
                  <c:v>0.37114399999999997</c:v>
                </c:pt>
                <c:pt idx="3905">
                  <c:v>0.25</c:v>
                </c:pt>
                <c:pt idx="3906">
                  <c:v>0.25</c:v>
                </c:pt>
                <c:pt idx="3907">
                  <c:v>0.25</c:v>
                </c:pt>
                <c:pt idx="3908">
                  <c:v>0.25</c:v>
                </c:pt>
                <c:pt idx="3909">
                  <c:v>0</c:v>
                </c:pt>
                <c:pt idx="3910">
                  <c:v>0</c:v>
                </c:pt>
                <c:pt idx="3911">
                  <c:v>0</c:v>
                </c:pt>
                <c:pt idx="3912">
                  <c:v>0</c:v>
                </c:pt>
                <c:pt idx="3913">
                  <c:v>0</c:v>
                </c:pt>
                <c:pt idx="3914">
                  <c:v>0</c:v>
                </c:pt>
                <c:pt idx="3915">
                  <c:v>0</c:v>
                </c:pt>
                <c:pt idx="3916">
                  <c:v>0</c:v>
                </c:pt>
                <c:pt idx="3917">
                  <c:v>0</c:v>
                </c:pt>
                <c:pt idx="3918">
                  <c:v>0</c:v>
                </c:pt>
                <c:pt idx="3919">
                  <c:v>0.25</c:v>
                </c:pt>
                <c:pt idx="3920">
                  <c:v>0.25</c:v>
                </c:pt>
                <c:pt idx="3921">
                  <c:v>0.33931600000000001</c:v>
                </c:pt>
                <c:pt idx="3922">
                  <c:v>0.51142799999999999</c:v>
                </c:pt>
                <c:pt idx="3923">
                  <c:v>0.46971499999999999</c:v>
                </c:pt>
                <c:pt idx="3924">
                  <c:v>0.56176899999999996</c:v>
                </c:pt>
                <c:pt idx="3925">
                  <c:v>0.30676199999999998</c:v>
                </c:pt>
                <c:pt idx="3926">
                  <c:v>0.25</c:v>
                </c:pt>
                <c:pt idx="3927">
                  <c:v>0.25</c:v>
                </c:pt>
                <c:pt idx="3928">
                  <c:v>0.25</c:v>
                </c:pt>
                <c:pt idx="3929">
                  <c:v>0.25</c:v>
                </c:pt>
                <c:pt idx="3930">
                  <c:v>0.25</c:v>
                </c:pt>
                <c:pt idx="3931">
                  <c:v>0.25</c:v>
                </c:pt>
                <c:pt idx="3932">
                  <c:v>0.25</c:v>
                </c:pt>
                <c:pt idx="3933">
                  <c:v>0</c:v>
                </c:pt>
                <c:pt idx="3934">
                  <c:v>0</c:v>
                </c:pt>
                <c:pt idx="3935">
                  <c:v>0</c:v>
                </c:pt>
                <c:pt idx="3936">
                  <c:v>0</c:v>
                </c:pt>
                <c:pt idx="3937">
                  <c:v>0</c:v>
                </c:pt>
                <c:pt idx="3938">
                  <c:v>0</c:v>
                </c:pt>
                <c:pt idx="3939">
                  <c:v>0</c:v>
                </c:pt>
                <c:pt idx="3940">
                  <c:v>0</c:v>
                </c:pt>
                <c:pt idx="3941">
                  <c:v>0</c:v>
                </c:pt>
                <c:pt idx="3942">
                  <c:v>0</c:v>
                </c:pt>
                <c:pt idx="3943">
                  <c:v>0.25</c:v>
                </c:pt>
                <c:pt idx="3944">
                  <c:v>0.52136800000000005</c:v>
                </c:pt>
                <c:pt idx="3945">
                  <c:v>0.706403</c:v>
                </c:pt>
                <c:pt idx="3946">
                  <c:v>0.80691800000000002</c:v>
                </c:pt>
                <c:pt idx="3947">
                  <c:v>0.72673399999999999</c:v>
                </c:pt>
                <c:pt idx="3948">
                  <c:v>0.78431499999999998</c:v>
                </c:pt>
                <c:pt idx="3949">
                  <c:v>0.68723000000000001</c:v>
                </c:pt>
                <c:pt idx="3950">
                  <c:v>0.70113899999999996</c:v>
                </c:pt>
                <c:pt idx="3951">
                  <c:v>0.77922400000000003</c:v>
                </c:pt>
                <c:pt idx="3952">
                  <c:v>0.72020600000000001</c:v>
                </c:pt>
                <c:pt idx="3953">
                  <c:v>0.54228299999999996</c:v>
                </c:pt>
                <c:pt idx="3954">
                  <c:v>0.34300900000000001</c:v>
                </c:pt>
                <c:pt idx="3955">
                  <c:v>0.25</c:v>
                </c:pt>
                <c:pt idx="3956">
                  <c:v>0.25</c:v>
                </c:pt>
                <c:pt idx="3957">
                  <c:v>0</c:v>
                </c:pt>
                <c:pt idx="3958">
                  <c:v>0</c:v>
                </c:pt>
                <c:pt idx="3959">
                  <c:v>0</c:v>
                </c:pt>
                <c:pt idx="3960">
                  <c:v>0</c:v>
                </c:pt>
                <c:pt idx="3961">
                  <c:v>0</c:v>
                </c:pt>
                <c:pt idx="3962">
                  <c:v>0</c:v>
                </c:pt>
                <c:pt idx="3963">
                  <c:v>0</c:v>
                </c:pt>
                <c:pt idx="3964">
                  <c:v>0</c:v>
                </c:pt>
                <c:pt idx="3965">
                  <c:v>0</c:v>
                </c:pt>
                <c:pt idx="3966">
                  <c:v>0</c:v>
                </c:pt>
                <c:pt idx="3967">
                  <c:v>0.25</c:v>
                </c:pt>
                <c:pt idx="3968">
                  <c:v>0.25</c:v>
                </c:pt>
                <c:pt idx="3969">
                  <c:v>0.279223</c:v>
                </c:pt>
                <c:pt idx="3970">
                  <c:v>0.45735799999999999</c:v>
                </c:pt>
                <c:pt idx="3971">
                  <c:v>0.49754399999999999</c:v>
                </c:pt>
                <c:pt idx="3972">
                  <c:v>0.60938599999999998</c:v>
                </c:pt>
                <c:pt idx="3973">
                  <c:v>0.50076399999999999</c:v>
                </c:pt>
                <c:pt idx="3974">
                  <c:v>0.51224599999999998</c:v>
                </c:pt>
                <c:pt idx="3975">
                  <c:v>0.60580999999999996</c:v>
                </c:pt>
                <c:pt idx="3976">
                  <c:v>0.49637100000000001</c:v>
                </c:pt>
                <c:pt idx="3977">
                  <c:v>0.34528399999999998</c:v>
                </c:pt>
                <c:pt idx="3978">
                  <c:v>0.25</c:v>
                </c:pt>
                <c:pt idx="3979">
                  <c:v>0.25</c:v>
                </c:pt>
                <c:pt idx="3980">
                  <c:v>0.25</c:v>
                </c:pt>
                <c:pt idx="3981">
                  <c:v>0</c:v>
                </c:pt>
                <c:pt idx="3982">
                  <c:v>0</c:v>
                </c:pt>
                <c:pt idx="3983">
                  <c:v>0</c:v>
                </c:pt>
                <c:pt idx="3984">
                  <c:v>0</c:v>
                </c:pt>
                <c:pt idx="3985">
                  <c:v>0</c:v>
                </c:pt>
                <c:pt idx="3986">
                  <c:v>0</c:v>
                </c:pt>
                <c:pt idx="3987">
                  <c:v>0</c:v>
                </c:pt>
                <c:pt idx="3988">
                  <c:v>0</c:v>
                </c:pt>
                <c:pt idx="3989">
                  <c:v>0</c:v>
                </c:pt>
                <c:pt idx="3990">
                  <c:v>0</c:v>
                </c:pt>
                <c:pt idx="3991">
                  <c:v>0.25</c:v>
                </c:pt>
                <c:pt idx="3992">
                  <c:v>0.35405199999999998</c:v>
                </c:pt>
                <c:pt idx="3993">
                  <c:v>0.47551300000000002</c:v>
                </c:pt>
                <c:pt idx="3994">
                  <c:v>0.59955400000000003</c:v>
                </c:pt>
                <c:pt idx="3995">
                  <c:v>0.57423599999999997</c:v>
                </c:pt>
                <c:pt idx="3996">
                  <c:v>0.61826099999999995</c:v>
                </c:pt>
                <c:pt idx="3997">
                  <c:v>0.47627199999999997</c:v>
                </c:pt>
                <c:pt idx="3998">
                  <c:v>0.42804199999999998</c:v>
                </c:pt>
                <c:pt idx="3999">
                  <c:v>0.52049100000000004</c:v>
                </c:pt>
                <c:pt idx="4000">
                  <c:v>0.45049600000000001</c:v>
                </c:pt>
                <c:pt idx="4001">
                  <c:v>0.32527899999999998</c:v>
                </c:pt>
                <c:pt idx="4002">
                  <c:v>0.25</c:v>
                </c:pt>
                <c:pt idx="4003">
                  <c:v>0.25</c:v>
                </c:pt>
                <c:pt idx="4004">
                  <c:v>0.25</c:v>
                </c:pt>
                <c:pt idx="4005">
                  <c:v>0</c:v>
                </c:pt>
                <c:pt idx="4006">
                  <c:v>0</c:v>
                </c:pt>
                <c:pt idx="4007">
                  <c:v>0</c:v>
                </c:pt>
                <c:pt idx="4008">
                  <c:v>0</c:v>
                </c:pt>
                <c:pt idx="4009">
                  <c:v>0</c:v>
                </c:pt>
                <c:pt idx="4010">
                  <c:v>0</c:v>
                </c:pt>
                <c:pt idx="4011">
                  <c:v>0</c:v>
                </c:pt>
                <c:pt idx="4012">
                  <c:v>0</c:v>
                </c:pt>
                <c:pt idx="4013">
                  <c:v>0</c:v>
                </c:pt>
                <c:pt idx="4014">
                  <c:v>0</c:v>
                </c:pt>
                <c:pt idx="4015">
                  <c:v>0.25</c:v>
                </c:pt>
                <c:pt idx="4016">
                  <c:v>0.25</c:v>
                </c:pt>
                <c:pt idx="4017">
                  <c:v>0.324017</c:v>
                </c:pt>
                <c:pt idx="4018">
                  <c:v>0.45848499999999998</c:v>
                </c:pt>
                <c:pt idx="4019">
                  <c:v>0.46492299999999998</c:v>
                </c:pt>
                <c:pt idx="4020">
                  <c:v>0.54372299999999996</c:v>
                </c:pt>
                <c:pt idx="4021">
                  <c:v>0.43411899999999998</c:v>
                </c:pt>
                <c:pt idx="4022">
                  <c:v>0.44147999999999998</c:v>
                </c:pt>
                <c:pt idx="4023">
                  <c:v>0.53107899999999997</c:v>
                </c:pt>
                <c:pt idx="4024">
                  <c:v>0.43162699999999998</c:v>
                </c:pt>
                <c:pt idx="4025">
                  <c:v>0.28303200000000001</c:v>
                </c:pt>
                <c:pt idx="4026">
                  <c:v>0.25</c:v>
                </c:pt>
                <c:pt idx="4027">
                  <c:v>0.25</c:v>
                </c:pt>
                <c:pt idx="4028">
                  <c:v>0.25</c:v>
                </c:pt>
                <c:pt idx="4029">
                  <c:v>0</c:v>
                </c:pt>
                <c:pt idx="4030">
                  <c:v>0</c:v>
                </c:pt>
                <c:pt idx="4031">
                  <c:v>0</c:v>
                </c:pt>
                <c:pt idx="4032">
                  <c:v>0</c:v>
                </c:pt>
                <c:pt idx="4033">
                  <c:v>0</c:v>
                </c:pt>
                <c:pt idx="4034">
                  <c:v>0</c:v>
                </c:pt>
                <c:pt idx="4035">
                  <c:v>0</c:v>
                </c:pt>
                <c:pt idx="4036">
                  <c:v>0</c:v>
                </c:pt>
                <c:pt idx="4037">
                  <c:v>0</c:v>
                </c:pt>
                <c:pt idx="4038">
                  <c:v>0</c:v>
                </c:pt>
                <c:pt idx="4039">
                  <c:v>0.25</c:v>
                </c:pt>
                <c:pt idx="4040">
                  <c:v>0.30066700000000002</c:v>
                </c:pt>
                <c:pt idx="4041">
                  <c:v>0.50504400000000005</c:v>
                </c:pt>
                <c:pt idx="4042">
                  <c:v>0.60059600000000002</c:v>
                </c:pt>
                <c:pt idx="4043">
                  <c:v>0.55809399999999998</c:v>
                </c:pt>
                <c:pt idx="4044">
                  <c:v>0.597715</c:v>
                </c:pt>
                <c:pt idx="4045">
                  <c:v>0.42734299999999997</c:v>
                </c:pt>
                <c:pt idx="4046">
                  <c:v>0.40799299999999999</c:v>
                </c:pt>
                <c:pt idx="4047">
                  <c:v>0.42982100000000001</c:v>
                </c:pt>
                <c:pt idx="4048">
                  <c:v>0.33760200000000001</c:v>
                </c:pt>
                <c:pt idx="4049">
                  <c:v>0.25</c:v>
                </c:pt>
                <c:pt idx="4050">
                  <c:v>0.25</c:v>
                </c:pt>
                <c:pt idx="4051">
                  <c:v>0.25</c:v>
                </c:pt>
                <c:pt idx="4052">
                  <c:v>0.25</c:v>
                </c:pt>
                <c:pt idx="4053">
                  <c:v>0</c:v>
                </c:pt>
                <c:pt idx="4054">
                  <c:v>0</c:v>
                </c:pt>
                <c:pt idx="4055">
                  <c:v>0</c:v>
                </c:pt>
                <c:pt idx="4056">
                  <c:v>0</c:v>
                </c:pt>
                <c:pt idx="4057">
                  <c:v>0</c:v>
                </c:pt>
                <c:pt idx="4058">
                  <c:v>0</c:v>
                </c:pt>
                <c:pt idx="4059">
                  <c:v>0</c:v>
                </c:pt>
                <c:pt idx="4060">
                  <c:v>0</c:v>
                </c:pt>
                <c:pt idx="4061">
                  <c:v>0</c:v>
                </c:pt>
                <c:pt idx="4062">
                  <c:v>0</c:v>
                </c:pt>
                <c:pt idx="4063">
                  <c:v>0.25</c:v>
                </c:pt>
                <c:pt idx="4064">
                  <c:v>0.25</c:v>
                </c:pt>
                <c:pt idx="4065">
                  <c:v>0.38019900000000001</c:v>
                </c:pt>
                <c:pt idx="4066">
                  <c:v>0.55583000000000005</c:v>
                </c:pt>
                <c:pt idx="4067">
                  <c:v>0.53369200000000006</c:v>
                </c:pt>
                <c:pt idx="4068">
                  <c:v>0.62620100000000001</c:v>
                </c:pt>
                <c:pt idx="4069">
                  <c:v>0.49077599999999999</c:v>
                </c:pt>
                <c:pt idx="4070">
                  <c:v>0.47822900000000002</c:v>
                </c:pt>
                <c:pt idx="4071">
                  <c:v>0.57004900000000003</c:v>
                </c:pt>
                <c:pt idx="4072">
                  <c:v>0.51805699999999999</c:v>
                </c:pt>
                <c:pt idx="4073">
                  <c:v>0.39167400000000002</c:v>
                </c:pt>
                <c:pt idx="4074">
                  <c:v>0.25</c:v>
                </c:pt>
                <c:pt idx="4075">
                  <c:v>0.25</c:v>
                </c:pt>
                <c:pt idx="4076">
                  <c:v>0.25</c:v>
                </c:pt>
                <c:pt idx="4077">
                  <c:v>0</c:v>
                </c:pt>
                <c:pt idx="4078">
                  <c:v>0</c:v>
                </c:pt>
                <c:pt idx="4079">
                  <c:v>0</c:v>
                </c:pt>
                <c:pt idx="4080">
                  <c:v>0</c:v>
                </c:pt>
                <c:pt idx="4081">
                  <c:v>0</c:v>
                </c:pt>
                <c:pt idx="4082">
                  <c:v>0</c:v>
                </c:pt>
                <c:pt idx="4083">
                  <c:v>0</c:v>
                </c:pt>
                <c:pt idx="4084">
                  <c:v>0</c:v>
                </c:pt>
                <c:pt idx="4085">
                  <c:v>0</c:v>
                </c:pt>
                <c:pt idx="4086">
                  <c:v>0</c:v>
                </c:pt>
                <c:pt idx="4087">
                  <c:v>0.25</c:v>
                </c:pt>
                <c:pt idx="4088">
                  <c:v>0.58851100000000001</c:v>
                </c:pt>
                <c:pt idx="4089">
                  <c:v>0.781995</c:v>
                </c:pt>
                <c:pt idx="4090">
                  <c:v>0.82637499999999997</c:v>
                </c:pt>
                <c:pt idx="4091">
                  <c:v>0.86326999999999998</c:v>
                </c:pt>
                <c:pt idx="4092">
                  <c:v>0.80321100000000001</c:v>
                </c:pt>
                <c:pt idx="4093">
                  <c:v>0.671655</c:v>
                </c:pt>
                <c:pt idx="4094">
                  <c:v>0.74524500000000005</c:v>
                </c:pt>
                <c:pt idx="4095">
                  <c:v>0.79991199999999996</c:v>
                </c:pt>
                <c:pt idx="4096">
                  <c:v>0.742726</c:v>
                </c:pt>
                <c:pt idx="4097">
                  <c:v>0.60516599999999998</c:v>
                </c:pt>
                <c:pt idx="4098">
                  <c:v>0.41699199999999997</c:v>
                </c:pt>
                <c:pt idx="4099">
                  <c:v>0.25</c:v>
                </c:pt>
                <c:pt idx="4100">
                  <c:v>0.25</c:v>
                </c:pt>
                <c:pt idx="4101">
                  <c:v>0</c:v>
                </c:pt>
                <c:pt idx="4102">
                  <c:v>0</c:v>
                </c:pt>
                <c:pt idx="4103">
                  <c:v>0</c:v>
                </c:pt>
                <c:pt idx="4104">
                  <c:v>0</c:v>
                </c:pt>
                <c:pt idx="4105">
                  <c:v>0</c:v>
                </c:pt>
                <c:pt idx="4106">
                  <c:v>0</c:v>
                </c:pt>
                <c:pt idx="4107">
                  <c:v>0</c:v>
                </c:pt>
                <c:pt idx="4108">
                  <c:v>0</c:v>
                </c:pt>
                <c:pt idx="4109">
                  <c:v>0</c:v>
                </c:pt>
                <c:pt idx="4110">
                  <c:v>0</c:v>
                </c:pt>
                <c:pt idx="4111">
                  <c:v>0.25</c:v>
                </c:pt>
                <c:pt idx="4112">
                  <c:v>0.53607499999999997</c:v>
                </c:pt>
                <c:pt idx="4113">
                  <c:v>0.82411800000000002</c:v>
                </c:pt>
                <c:pt idx="4114">
                  <c:v>0.89065799999999995</c:v>
                </c:pt>
                <c:pt idx="4115">
                  <c:v>0.79259999999999997</c:v>
                </c:pt>
                <c:pt idx="4116">
                  <c:v>0.85168200000000005</c:v>
                </c:pt>
                <c:pt idx="4117">
                  <c:v>0.74265099999999995</c:v>
                </c:pt>
                <c:pt idx="4118">
                  <c:v>0.70521299999999998</c:v>
                </c:pt>
                <c:pt idx="4119">
                  <c:v>0.80195099999999997</c:v>
                </c:pt>
                <c:pt idx="4120">
                  <c:v>0.731213</c:v>
                </c:pt>
                <c:pt idx="4121">
                  <c:v>0.58494400000000002</c:v>
                </c:pt>
                <c:pt idx="4122">
                  <c:v>0.412383</c:v>
                </c:pt>
                <c:pt idx="4123">
                  <c:v>0.25</c:v>
                </c:pt>
                <c:pt idx="4124">
                  <c:v>0.25</c:v>
                </c:pt>
                <c:pt idx="4125">
                  <c:v>0</c:v>
                </c:pt>
                <c:pt idx="4126">
                  <c:v>0</c:v>
                </c:pt>
                <c:pt idx="4127">
                  <c:v>0</c:v>
                </c:pt>
                <c:pt idx="4128">
                  <c:v>0</c:v>
                </c:pt>
                <c:pt idx="4129">
                  <c:v>0</c:v>
                </c:pt>
                <c:pt idx="4130">
                  <c:v>0</c:v>
                </c:pt>
                <c:pt idx="4131">
                  <c:v>0</c:v>
                </c:pt>
                <c:pt idx="4132">
                  <c:v>0</c:v>
                </c:pt>
                <c:pt idx="4133">
                  <c:v>0</c:v>
                </c:pt>
                <c:pt idx="4134">
                  <c:v>0</c:v>
                </c:pt>
                <c:pt idx="4135">
                  <c:v>0.25</c:v>
                </c:pt>
                <c:pt idx="4136">
                  <c:v>0.45194499999999999</c:v>
                </c:pt>
                <c:pt idx="4137">
                  <c:v>0.62695199999999995</c:v>
                </c:pt>
                <c:pt idx="4138">
                  <c:v>0.68994699999999998</c:v>
                </c:pt>
                <c:pt idx="4139">
                  <c:v>0.61411800000000005</c:v>
                </c:pt>
                <c:pt idx="4140">
                  <c:v>0.64840799999999998</c:v>
                </c:pt>
                <c:pt idx="4141">
                  <c:v>0.53898400000000002</c:v>
                </c:pt>
                <c:pt idx="4142">
                  <c:v>0.51750799999999997</c:v>
                </c:pt>
                <c:pt idx="4143">
                  <c:v>0.60039699999999996</c:v>
                </c:pt>
                <c:pt idx="4144">
                  <c:v>0.551292</c:v>
                </c:pt>
                <c:pt idx="4145">
                  <c:v>0.38724799999999998</c:v>
                </c:pt>
                <c:pt idx="4146">
                  <c:v>0.25853900000000002</c:v>
                </c:pt>
                <c:pt idx="4147">
                  <c:v>0.25</c:v>
                </c:pt>
                <c:pt idx="4148">
                  <c:v>0.25</c:v>
                </c:pt>
                <c:pt idx="4149">
                  <c:v>0</c:v>
                </c:pt>
                <c:pt idx="4150">
                  <c:v>0</c:v>
                </c:pt>
                <c:pt idx="4151">
                  <c:v>0</c:v>
                </c:pt>
                <c:pt idx="4152">
                  <c:v>0</c:v>
                </c:pt>
                <c:pt idx="4153">
                  <c:v>0</c:v>
                </c:pt>
                <c:pt idx="4154">
                  <c:v>0</c:v>
                </c:pt>
                <c:pt idx="4155">
                  <c:v>0</c:v>
                </c:pt>
                <c:pt idx="4156">
                  <c:v>0</c:v>
                </c:pt>
                <c:pt idx="4157">
                  <c:v>0</c:v>
                </c:pt>
                <c:pt idx="4158">
                  <c:v>0</c:v>
                </c:pt>
                <c:pt idx="4159">
                  <c:v>0.25</c:v>
                </c:pt>
                <c:pt idx="4160">
                  <c:v>0.48051500000000003</c:v>
                </c:pt>
                <c:pt idx="4161">
                  <c:v>0.630324</c:v>
                </c:pt>
                <c:pt idx="4162">
                  <c:v>0.73456900000000003</c:v>
                </c:pt>
                <c:pt idx="4163">
                  <c:v>0.752251</c:v>
                </c:pt>
                <c:pt idx="4164">
                  <c:v>0.78974299999999997</c:v>
                </c:pt>
                <c:pt idx="4165">
                  <c:v>0.67928599999999995</c:v>
                </c:pt>
                <c:pt idx="4166">
                  <c:v>0.68901900000000005</c:v>
                </c:pt>
                <c:pt idx="4167">
                  <c:v>0.78281999999999996</c:v>
                </c:pt>
                <c:pt idx="4168">
                  <c:v>0.75903600000000004</c:v>
                </c:pt>
                <c:pt idx="4169">
                  <c:v>0.60995100000000002</c:v>
                </c:pt>
                <c:pt idx="4170">
                  <c:v>0.39255299999999999</c:v>
                </c:pt>
                <c:pt idx="4171">
                  <c:v>0.31081399999999998</c:v>
                </c:pt>
                <c:pt idx="4172">
                  <c:v>0.25</c:v>
                </c:pt>
                <c:pt idx="4173">
                  <c:v>0</c:v>
                </c:pt>
                <c:pt idx="4174">
                  <c:v>0</c:v>
                </c:pt>
                <c:pt idx="4175">
                  <c:v>0</c:v>
                </c:pt>
                <c:pt idx="4176">
                  <c:v>0</c:v>
                </c:pt>
                <c:pt idx="4177">
                  <c:v>0</c:v>
                </c:pt>
                <c:pt idx="4178">
                  <c:v>0</c:v>
                </c:pt>
                <c:pt idx="4179">
                  <c:v>0</c:v>
                </c:pt>
                <c:pt idx="4180">
                  <c:v>0</c:v>
                </c:pt>
                <c:pt idx="4181">
                  <c:v>0</c:v>
                </c:pt>
                <c:pt idx="4182">
                  <c:v>0</c:v>
                </c:pt>
                <c:pt idx="4183">
                  <c:v>0.25</c:v>
                </c:pt>
                <c:pt idx="4184">
                  <c:v>0.25</c:v>
                </c:pt>
                <c:pt idx="4185">
                  <c:v>0.30336099999999999</c:v>
                </c:pt>
                <c:pt idx="4186">
                  <c:v>0.51014300000000001</c:v>
                </c:pt>
                <c:pt idx="4187">
                  <c:v>0.53240100000000001</c:v>
                </c:pt>
                <c:pt idx="4188">
                  <c:v>0.59955400000000003</c:v>
                </c:pt>
                <c:pt idx="4189">
                  <c:v>0.49066599999999999</c:v>
                </c:pt>
                <c:pt idx="4190">
                  <c:v>0.499027</c:v>
                </c:pt>
                <c:pt idx="4191">
                  <c:v>0.58923700000000001</c:v>
                </c:pt>
                <c:pt idx="4192">
                  <c:v>0.52321700000000004</c:v>
                </c:pt>
                <c:pt idx="4193">
                  <c:v>0.33691500000000002</c:v>
                </c:pt>
                <c:pt idx="4194">
                  <c:v>0.25</c:v>
                </c:pt>
                <c:pt idx="4195">
                  <c:v>0.25</c:v>
                </c:pt>
                <c:pt idx="4196">
                  <c:v>0.25</c:v>
                </c:pt>
                <c:pt idx="4197">
                  <c:v>0</c:v>
                </c:pt>
                <c:pt idx="4198">
                  <c:v>0</c:v>
                </c:pt>
                <c:pt idx="4199">
                  <c:v>0</c:v>
                </c:pt>
                <c:pt idx="4200">
                  <c:v>0</c:v>
                </c:pt>
                <c:pt idx="4201">
                  <c:v>0</c:v>
                </c:pt>
                <c:pt idx="4202">
                  <c:v>0</c:v>
                </c:pt>
                <c:pt idx="4203">
                  <c:v>0</c:v>
                </c:pt>
                <c:pt idx="4204">
                  <c:v>0</c:v>
                </c:pt>
                <c:pt idx="4205">
                  <c:v>0</c:v>
                </c:pt>
                <c:pt idx="4206">
                  <c:v>0</c:v>
                </c:pt>
                <c:pt idx="4207">
                  <c:v>0.25</c:v>
                </c:pt>
                <c:pt idx="4208">
                  <c:v>0.25</c:v>
                </c:pt>
                <c:pt idx="4209">
                  <c:v>0.27773900000000001</c:v>
                </c:pt>
                <c:pt idx="4210">
                  <c:v>0.45752500000000002</c:v>
                </c:pt>
                <c:pt idx="4211">
                  <c:v>0.53453499999999998</c:v>
                </c:pt>
                <c:pt idx="4212">
                  <c:v>0.64022999999999997</c:v>
                </c:pt>
                <c:pt idx="4213">
                  <c:v>0.51127199999999995</c:v>
                </c:pt>
                <c:pt idx="4214">
                  <c:v>0.51999300000000004</c:v>
                </c:pt>
                <c:pt idx="4215">
                  <c:v>0.583144</c:v>
                </c:pt>
                <c:pt idx="4216">
                  <c:v>0.51445700000000005</c:v>
                </c:pt>
                <c:pt idx="4217">
                  <c:v>0.32894600000000002</c:v>
                </c:pt>
                <c:pt idx="4218">
                  <c:v>0.25</c:v>
                </c:pt>
                <c:pt idx="4219">
                  <c:v>0.25</c:v>
                </c:pt>
                <c:pt idx="4220">
                  <c:v>0.25</c:v>
                </c:pt>
                <c:pt idx="4221">
                  <c:v>0</c:v>
                </c:pt>
                <c:pt idx="4222">
                  <c:v>0</c:v>
                </c:pt>
                <c:pt idx="4223">
                  <c:v>0</c:v>
                </c:pt>
                <c:pt idx="4224">
                  <c:v>0</c:v>
                </c:pt>
                <c:pt idx="4225">
                  <c:v>0</c:v>
                </c:pt>
                <c:pt idx="4226">
                  <c:v>0</c:v>
                </c:pt>
                <c:pt idx="4227">
                  <c:v>0</c:v>
                </c:pt>
                <c:pt idx="4228">
                  <c:v>0</c:v>
                </c:pt>
                <c:pt idx="4229">
                  <c:v>0</c:v>
                </c:pt>
                <c:pt idx="4230">
                  <c:v>0</c:v>
                </c:pt>
                <c:pt idx="4231">
                  <c:v>0.25</c:v>
                </c:pt>
                <c:pt idx="4232">
                  <c:v>0.25</c:v>
                </c:pt>
                <c:pt idx="4233">
                  <c:v>0.25</c:v>
                </c:pt>
                <c:pt idx="4234">
                  <c:v>0.42838799999999999</c:v>
                </c:pt>
                <c:pt idx="4235">
                  <c:v>0.48155300000000001</c:v>
                </c:pt>
                <c:pt idx="4236">
                  <c:v>0.58723999999999998</c:v>
                </c:pt>
                <c:pt idx="4237">
                  <c:v>0.456509</c:v>
                </c:pt>
                <c:pt idx="4238">
                  <c:v>0.44097900000000001</c:v>
                </c:pt>
                <c:pt idx="4239">
                  <c:v>0.45996300000000001</c:v>
                </c:pt>
                <c:pt idx="4240">
                  <c:v>0.378527</c:v>
                </c:pt>
                <c:pt idx="4241">
                  <c:v>0.25</c:v>
                </c:pt>
                <c:pt idx="4242">
                  <c:v>0.25</c:v>
                </c:pt>
                <c:pt idx="4243">
                  <c:v>0.25</c:v>
                </c:pt>
                <c:pt idx="4244">
                  <c:v>0.25</c:v>
                </c:pt>
                <c:pt idx="4245">
                  <c:v>0</c:v>
                </c:pt>
                <c:pt idx="4246">
                  <c:v>0</c:v>
                </c:pt>
                <c:pt idx="4247">
                  <c:v>0</c:v>
                </c:pt>
                <c:pt idx="4248">
                  <c:v>0</c:v>
                </c:pt>
                <c:pt idx="4249">
                  <c:v>0</c:v>
                </c:pt>
                <c:pt idx="4250">
                  <c:v>0</c:v>
                </c:pt>
                <c:pt idx="4251">
                  <c:v>0</c:v>
                </c:pt>
                <c:pt idx="4252">
                  <c:v>0</c:v>
                </c:pt>
                <c:pt idx="4253">
                  <c:v>0</c:v>
                </c:pt>
                <c:pt idx="4254">
                  <c:v>0</c:v>
                </c:pt>
                <c:pt idx="4255">
                  <c:v>0.25</c:v>
                </c:pt>
                <c:pt idx="4256">
                  <c:v>0.25</c:v>
                </c:pt>
                <c:pt idx="4257">
                  <c:v>0.25968599999999997</c:v>
                </c:pt>
                <c:pt idx="4258">
                  <c:v>0.43553500000000001</c:v>
                </c:pt>
                <c:pt idx="4259">
                  <c:v>0.448347</c:v>
                </c:pt>
                <c:pt idx="4260">
                  <c:v>0.52542100000000003</c:v>
                </c:pt>
                <c:pt idx="4261">
                  <c:v>0.36849399999999999</c:v>
                </c:pt>
                <c:pt idx="4262">
                  <c:v>0.37626599999999999</c:v>
                </c:pt>
                <c:pt idx="4263">
                  <c:v>0.402702</c:v>
                </c:pt>
                <c:pt idx="4264">
                  <c:v>0.320299</c:v>
                </c:pt>
                <c:pt idx="4265">
                  <c:v>0.25</c:v>
                </c:pt>
                <c:pt idx="4266">
                  <c:v>0.25</c:v>
                </c:pt>
                <c:pt idx="4267">
                  <c:v>0.25</c:v>
                </c:pt>
                <c:pt idx="4268">
                  <c:v>0.25</c:v>
                </c:pt>
                <c:pt idx="4269">
                  <c:v>0</c:v>
                </c:pt>
                <c:pt idx="4270">
                  <c:v>0</c:v>
                </c:pt>
                <c:pt idx="4271">
                  <c:v>0</c:v>
                </c:pt>
                <c:pt idx="4272">
                  <c:v>0</c:v>
                </c:pt>
                <c:pt idx="4273">
                  <c:v>0</c:v>
                </c:pt>
                <c:pt idx="4274">
                  <c:v>0</c:v>
                </c:pt>
                <c:pt idx="4275">
                  <c:v>0</c:v>
                </c:pt>
                <c:pt idx="4276">
                  <c:v>0</c:v>
                </c:pt>
                <c:pt idx="4277">
                  <c:v>0</c:v>
                </c:pt>
                <c:pt idx="4278">
                  <c:v>0</c:v>
                </c:pt>
                <c:pt idx="4279">
                  <c:v>0.25</c:v>
                </c:pt>
                <c:pt idx="4280">
                  <c:v>0.25</c:v>
                </c:pt>
                <c:pt idx="4281">
                  <c:v>0.320575</c:v>
                </c:pt>
                <c:pt idx="4282">
                  <c:v>0.482881</c:v>
                </c:pt>
                <c:pt idx="4283">
                  <c:v>0.50377000000000005</c:v>
                </c:pt>
                <c:pt idx="4284">
                  <c:v>0.60283399999999998</c:v>
                </c:pt>
                <c:pt idx="4285">
                  <c:v>0.49308099999999999</c:v>
                </c:pt>
                <c:pt idx="4286">
                  <c:v>0.45590799999999998</c:v>
                </c:pt>
                <c:pt idx="4287">
                  <c:v>0.52963400000000005</c:v>
                </c:pt>
                <c:pt idx="4288">
                  <c:v>0.417217</c:v>
                </c:pt>
                <c:pt idx="4289">
                  <c:v>0.25215500000000002</c:v>
                </c:pt>
                <c:pt idx="4290">
                  <c:v>0.25</c:v>
                </c:pt>
                <c:pt idx="4291">
                  <c:v>0.25</c:v>
                </c:pt>
                <c:pt idx="4292">
                  <c:v>0.25</c:v>
                </c:pt>
                <c:pt idx="4293">
                  <c:v>0</c:v>
                </c:pt>
                <c:pt idx="4294">
                  <c:v>0</c:v>
                </c:pt>
                <c:pt idx="4295">
                  <c:v>0</c:v>
                </c:pt>
                <c:pt idx="4296">
                  <c:v>0</c:v>
                </c:pt>
                <c:pt idx="4297">
                  <c:v>0</c:v>
                </c:pt>
                <c:pt idx="4298">
                  <c:v>0</c:v>
                </c:pt>
                <c:pt idx="4299">
                  <c:v>0</c:v>
                </c:pt>
                <c:pt idx="4300">
                  <c:v>0</c:v>
                </c:pt>
                <c:pt idx="4301">
                  <c:v>0</c:v>
                </c:pt>
                <c:pt idx="4302">
                  <c:v>0</c:v>
                </c:pt>
                <c:pt idx="4303">
                  <c:v>0.25</c:v>
                </c:pt>
                <c:pt idx="4304">
                  <c:v>0.28263700000000003</c:v>
                </c:pt>
                <c:pt idx="4305">
                  <c:v>0.469082</c:v>
                </c:pt>
                <c:pt idx="4306">
                  <c:v>0.60889099999999996</c:v>
                </c:pt>
                <c:pt idx="4307">
                  <c:v>0.57378899999999999</c:v>
                </c:pt>
                <c:pt idx="4308">
                  <c:v>0.65778099999999995</c:v>
                </c:pt>
                <c:pt idx="4309">
                  <c:v>0.54080799999999996</c:v>
                </c:pt>
                <c:pt idx="4310">
                  <c:v>0.54875399999999996</c:v>
                </c:pt>
                <c:pt idx="4311">
                  <c:v>0.62399199999999999</c:v>
                </c:pt>
                <c:pt idx="4312">
                  <c:v>0.50461599999999995</c:v>
                </c:pt>
                <c:pt idx="4313">
                  <c:v>0.32206099999999999</c:v>
                </c:pt>
                <c:pt idx="4314">
                  <c:v>0.25</c:v>
                </c:pt>
                <c:pt idx="4315">
                  <c:v>0.25</c:v>
                </c:pt>
                <c:pt idx="4316">
                  <c:v>0.25</c:v>
                </c:pt>
                <c:pt idx="4317">
                  <c:v>0</c:v>
                </c:pt>
                <c:pt idx="4318">
                  <c:v>0</c:v>
                </c:pt>
                <c:pt idx="4319">
                  <c:v>0</c:v>
                </c:pt>
                <c:pt idx="4320">
                  <c:v>0</c:v>
                </c:pt>
                <c:pt idx="4321">
                  <c:v>0</c:v>
                </c:pt>
                <c:pt idx="4322">
                  <c:v>0</c:v>
                </c:pt>
                <c:pt idx="4323">
                  <c:v>0</c:v>
                </c:pt>
                <c:pt idx="4324">
                  <c:v>0</c:v>
                </c:pt>
                <c:pt idx="4325">
                  <c:v>0</c:v>
                </c:pt>
                <c:pt idx="4326">
                  <c:v>0</c:v>
                </c:pt>
                <c:pt idx="4327">
                  <c:v>0.25</c:v>
                </c:pt>
                <c:pt idx="4328">
                  <c:v>0.25</c:v>
                </c:pt>
                <c:pt idx="4329">
                  <c:v>0.36981199999999997</c:v>
                </c:pt>
                <c:pt idx="4330">
                  <c:v>0.55254499999999995</c:v>
                </c:pt>
                <c:pt idx="4331">
                  <c:v>0.53179399999999999</c:v>
                </c:pt>
                <c:pt idx="4332">
                  <c:v>0.58543299999999998</c:v>
                </c:pt>
                <c:pt idx="4333">
                  <c:v>0.42865999999999999</c:v>
                </c:pt>
                <c:pt idx="4334">
                  <c:v>0.41838599999999998</c:v>
                </c:pt>
                <c:pt idx="4335">
                  <c:v>0.433535</c:v>
                </c:pt>
                <c:pt idx="4336">
                  <c:v>0.37833299999999997</c:v>
                </c:pt>
                <c:pt idx="4337">
                  <c:v>0.26968199999999998</c:v>
                </c:pt>
                <c:pt idx="4338">
                  <c:v>0.25</c:v>
                </c:pt>
                <c:pt idx="4339">
                  <c:v>0.25</c:v>
                </c:pt>
                <c:pt idx="4340">
                  <c:v>0.25</c:v>
                </c:pt>
                <c:pt idx="4341">
                  <c:v>0</c:v>
                </c:pt>
                <c:pt idx="4342">
                  <c:v>0</c:v>
                </c:pt>
                <c:pt idx="4343">
                  <c:v>0</c:v>
                </c:pt>
                <c:pt idx="4344">
                  <c:v>0</c:v>
                </c:pt>
                <c:pt idx="4345">
                  <c:v>0</c:v>
                </c:pt>
                <c:pt idx="4346">
                  <c:v>0</c:v>
                </c:pt>
                <c:pt idx="4347">
                  <c:v>0</c:v>
                </c:pt>
                <c:pt idx="4348">
                  <c:v>0</c:v>
                </c:pt>
                <c:pt idx="4349">
                  <c:v>0</c:v>
                </c:pt>
                <c:pt idx="4350">
                  <c:v>0</c:v>
                </c:pt>
                <c:pt idx="4351">
                  <c:v>0.25</c:v>
                </c:pt>
                <c:pt idx="4352">
                  <c:v>0.25</c:v>
                </c:pt>
                <c:pt idx="4353">
                  <c:v>0.28502</c:v>
                </c:pt>
                <c:pt idx="4354">
                  <c:v>0.37265100000000001</c:v>
                </c:pt>
                <c:pt idx="4355">
                  <c:v>0.33260499999999998</c:v>
                </c:pt>
                <c:pt idx="4356">
                  <c:v>0.36492000000000002</c:v>
                </c:pt>
                <c:pt idx="4357">
                  <c:v>0.28831200000000001</c:v>
                </c:pt>
                <c:pt idx="4358">
                  <c:v>0.29425200000000001</c:v>
                </c:pt>
                <c:pt idx="4359">
                  <c:v>0.38031999999999999</c:v>
                </c:pt>
                <c:pt idx="4360">
                  <c:v>0.27103500000000003</c:v>
                </c:pt>
                <c:pt idx="4361">
                  <c:v>0.25</c:v>
                </c:pt>
                <c:pt idx="4362">
                  <c:v>0.25</c:v>
                </c:pt>
                <c:pt idx="4363">
                  <c:v>0.25</c:v>
                </c:pt>
                <c:pt idx="4364">
                  <c:v>0.25</c:v>
                </c:pt>
                <c:pt idx="4365">
                  <c:v>0</c:v>
                </c:pt>
                <c:pt idx="4366">
                  <c:v>0</c:v>
                </c:pt>
                <c:pt idx="4367">
                  <c:v>0</c:v>
                </c:pt>
                <c:pt idx="4368">
                  <c:v>0</c:v>
                </c:pt>
                <c:pt idx="4369">
                  <c:v>0</c:v>
                </c:pt>
                <c:pt idx="4370">
                  <c:v>0</c:v>
                </c:pt>
                <c:pt idx="4371">
                  <c:v>0</c:v>
                </c:pt>
                <c:pt idx="4372">
                  <c:v>0</c:v>
                </c:pt>
                <c:pt idx="4373">
                  <c:v>0</c:v>
                </c:pt>
                <c:pt idx="4374">
                  <c:v>0</c:v>
                </c:pt>
                <c:pt idx="4375">
                  <c:v>0.25</c:v>
                </c:pt>
                <c:pt idx="4376">
                  <c:v>0.25</c:v>
                </c:pt>
                <c:pt idx="4377">
                  <c:v>0.25</c:v>
                </c:pt>
                <c:pt idx="4378">
                  <c:v>0.34526899999999999</c:v>
                </c:pt>
                <c:pt idx="4379">
                  <c:v>0.31099300000000002</c:v>
                </c:pt>
                <c:pt idx="4380">
                  <c:v>0.37518600000000002</c:v>
                </c:pt>
                <c:pt idx="4381">
                  <c:v>0.277138</c:v>
                </c:pt>
                <c:pt idx="4382">
                  <c:v>0.38580900000000001</c:v>
                </c:pt>
                <c:pt idx="4383">
                  <c:v>0.47504600000000002</c:v>
                </c:pt>
                <c:pt idx="4384">
                  <c:v>0.400196</c:v>
                </c:pt>
                <c:pt idx="4385">
                  <c:v>0.36729499999999998</c:v>
                </c:pt>
                <c:pt idx="4386">
                  <c:v>0.25</c:v>
                </c:pt>
                <c:pt idx="4387">
                  <c:v>0.25</c:v>
                </c:pt>
                <c:pt idx="4388">
                  <c:v>0.25</c:v>
                </c:pt>
                <c:pt idx="4389">
                  <c:v>0</c:v>
                </c:pt>
                <c:pt idx="4390">
                  <c:v>0</c:v>
                </c:pt>
                <c:pt idx="4391">
                  <c:v>0</c:v>
                </c:pt>
                <c:pt idx="4392">
                  <c:v>0</c:v>
                </c:pt>
                <c:pt idx="4393">
                  <c:v>0</c:v>
                </c:pt>
                <c:pt idx="4394">
                  <c:v>0</c:v>
                </c:pt>
                <c:pt idx="4395">
                  <c:v>0</c:v>
                </c:pt>
                <c:pt idx="4396">
                  <c:v>0</c:v>
                </c:pt>
                <c:pt idx="4397">
                  <c:v>0</c:v>
                </c:pt>
                <c:pt idx="4398">
                  <c:v>0</c:v>
                </c:pt>
                <c:pt idx="4399">
                  <c:v>0.25</c:v>
                </c:pt>
                <c:pt idx="4400">
                  <c:v>0.30978499999999998</c:v>
                </c:pt>
                <c:pt idx="4401">
                  <c:v>0.57310899999999998</c:v>
                </c:pt>
                <c:pt idx="4402">
                  <c:v>0.62802500000000006</c:v>
                </c:pt>
                <c:pt idx="4403">
                  <c:v>0.58765999999999996</c:v>
                </c:pt>
                <c:pt idx="4404">
                  <c:v>0.620672</c:v>
                </c:pt>
                <c:pt idx="4405">
                  <c:v>0.519154</c:v>
                </c:pt>
                <c:pt idx="4406">
                  <c:v>0.52583500000000005</c:v>
                </c:pt>
                <c:pt idx="4407">
                  <c:v>0.543319</c:v>
                </c:pt>
                <c:pt idx="4408">
                  <c:v>0.482601</c:v>
                </c:pt>
                <c:pt idx="4409">
                  <c:v>0.28098600000000001</c:v>
                </c:pt>
                <c:pt idx="4410">
                  <c:v>0.25</c:v>
                </c:pt>
                <c:pt idx="4411">
                  <c:v>0.25</c:v>
                </c:pt>
                <c:pt idx="4412">
                  <c:v>0.25</c:v>
                </c:pt>
                <c:pt idx="4413">
                  <c:v>0</c:v>
                </c:pt>
                <c:pt idx="4414">
                  <c:v>0</c:v>
                </c:pt>
                <c:pt idx="4415">
                  <c:v>0</c:v>
                </c:pt>
                <c:pt idx="4416">
                  <c:v>0</c:v>
                </c:pt>
                <c:pt idx="4417">
                  <c:v>0</c:v>
                </c:pt>
                <c:pt idx="4418">
                  <c:v>0</c:v>
                </c:pt>
                <c:pt idx="4419">
                  <c:v>0</c:v>
                </c:pt>
                <c:pt idx="4420">
                  <c:v>0</c:v>
                </c:pt>
                <c:pt idx="4421">
                  <c:v>0</c:v>
                </c:pt>
                <c:pt idx="4422">
                  <c:v>0</c:v>
                </c:pt>
                <c:pt idx="4423">
                  <c:v>0.25</c:v>
                </c:pt>
                <c:pt idx="4424">
                  <c:v>0.25</c:v>
                </c:pt>
                <c:pt idx="4425">
                  <c:v>0.25</c:v>
                </c:pt>
                <c:pt idx="4426">
                  <c:v>0.29549799999999998</c:v>
                </c:pt>
                <c:pt idx="4427">
                  <c:v>0.29437200000000002</c:v>
                </c:pt>
                <c:pt idx="4428">
                  <c:v>0.32397500000000001</c:v>
                </c:pt>
                <c:pt idx="4429">
                  <c:v>0.27498099999999998</c:v>
                </c:pt>
                <c:pt idx="4430">
                  <c:v>0.29046699999999998</c:v>
                </c:pt>
                <c:pt idx="4431">
                  <c:v>0.38665300000000002</c:v>
                </c:pt>
                <c:pt idx="4432">
                  <c:v>0.41597000000000001</c:v>
                </c:pt>
                <c:pt idx="4433">
                  <c:v>0.25596200000000002</c:v>
                </c:pt>
                <c:pt idx="4434">
                  <c:v>0.25</c:v>
                </c:pt>
                <c:pt idx="4435">
                  <c:v>0.25</c:v>
                </c:pt>
                <c:pt idx="4436">
                  <c:v>0.25</c:v>
                </c:pt>
                <c:pt idx="4437">
                  <c:v>0</c:v>
                </c:pt>
                <c:pt idx="4438">
                  <c:v>0</c:v>
                </c:pt>
                <c:pt idx="4439">
                  <c:v>0</c:v>
                </c:pt>
                <c:pt idx="4440">
                  <c:v>0</c:v>
                </c:pt>
                <c:pt idx="4441">
                  <c:v>0</c:v>
                </c:pt>
                <c:pt idx="4442">
                  <c:v>0</c:v>
                </c:pt>
                <c:pt idx="4443">
                  <c:v>0</c:v>
                </c:pt>
                <c:pt idx="4444">
                  <c:v>0</c:v>
                </c:pt>
                <c:pt idx="4445">
                  <c:v>0</c:v>
                </c:pt>
                <c:pt idx="4446">
                  <c:v>0</c:v>
                </c:pt>
                <c:pt idx="4447">
                  <c:v>0.25</c:v>
                </c:pt>
                <c:pt idx="4448">
                  <c:v>0.25</c:v>
                </c:pt>
                <c:pt idx="4449">
                  <c:v>0.25</c:v>
                </c:pt>
                <c:pt idx="4450">
                  <c:v>0.36883700000000003</c:v>
                </c:pt>
                <c:pt idx="4451">
                  <c:v>0.40715800000000002</c:v>
                </c:pt>
                <c:pt idx="4452">
                  <c:v>0.45029599999999997</c:v>
                </c:pt>
                <c:pt idx="4453">
                  <c:v>0.345607</c:v>
                </c:pt>
                <c:pt idx="4454">
                  <c:v>0.33256000000000002</c:v>
                </c:pt>
                <c:pt idx="4455">
                  <c:v>0.36601499999999998</c:v>
                </c:pt>
                <c:pt idx="4456">
                  <c:v>0.32985799999999998</c:v>
                </c:pt>
                <c:pt idx="4457">
                  <c:v>0.25</c:v>
                </c:pt>
                <c:pt idx="4458">
                  <c:v>0.25</c:v>
                </c:pt>
                <c:pt idx="4459">
                  <c:v>0.25</c:v>
                </c:pt>
                <c:pt idx="4460">
                  <c:v>0.25</c:v>
                </c:pt>
                <c:pt idx="4461">
                  <c:v>0</c:v>
                </c:pt>
                <c:pt idx="4462">
                  <c:v>0</c:v>
                </c:pt>
                <c:pt idx="4463">
                  <c:v>0</c:v>
                </c:pt>
                <c:pt idx="4464">
                  <c:v>0</c:v>
                </c:pt>
                <c:pt idx="4465">
                  <c:v>0</c:v>
                </c:pt>
                <c:pt idx="4466">
                  <c:v>0</c:v>
                </c:pt>
                <c:pt idx="4467">
                  <c:v>0</c:v>
                </c:pt>
                <c:pt idx="4468">
                  <c:v>0</c:v>
                </c:pt>
                <c:pt idx="4469">
                  <c:v>0</c:v>
                </c:pt>
                <c:pt idx="4470">
                  <c:v>0</c:v>
                </c:pt>
                <c:pt idx="4471">
                  <c:v>0.25</c:v>
                </c:pt>
                <c:pt idx="4472">
                  <c:v>0.25</c:v>
                </c:pt>
                <c:pt idx="4473">
                  <c:v>0.25</c:v>
                </c:pt>
                <c:pt idx="4474">
                  <c:v>0.29264600000000002</c:v>
                </c:pt>
                <c:pt idx="4475">
                  <c:v>0.25385000000000002</c:v>
                </c:pt>
                <c:pt idx="4476">
                  <c:v>0.40302300000000002</c:v>
                </c:pt>
                <c:pt idx="4477">
                  <c:v>0.28680800000000001</c:v>
                </c:pt>
                <c:pt idx="4478">
                  <c:v>0.28936099999999998</c:v>
                </c:pt>
                <c:pt idx="4479">
                  <c:v>0.31261899999999998</c:v>
                </c:pt>
                <c:pt idx="4480">
                  <c:v>0.32072200000000001</c:v>
                </c:pt>
                <c:pt idx="4481">
                  <c:v>0.25156499999999998</c:v>
                </c:pt>
                <c:pt idx="4482">
                  <c:v>0.25</c:v>
                </c:pt>
                <c:pt idx="4483">
                  <c:v>0.25</c:v>
                </c:pt>
                <c:pt idx="4484">
                  <c:v>0.25</c:v>
                </c:pt>
                <c:pt idx="4485">
                  <c:v>0</c:v>
                </c:pt>
                <c:pt idx="4486">
                  <c:v>0</c:v>
                </c:pt>
                <c:pt idx="4487">
                  <c:v>0</c:v>
                </c:pt>
                <c:pt idx="4488">
                  <c:v>0</c:v>
                </c:pt>
                <c:pt idx="4489">
                  <c:v>0</c:v>
                </c:pt>
                <c:pt idx="4490">
                  <c:v>0</c:v>
                </c:pt>
                <c:pt idx="4491">
                  <c:v>0</c:v>
                </c:pt>
                <c:pt idx="4492">
                  <c:v>0</c:v>
                </c:pt>
                <c:pt idx="4493">
                  <c:v>0</c:v>
                </c:pt>
                <c:pt idx="4494">
                  <c:v>0</c:v>
                </c:pt>
                <c:pt idx="4495">
                  <c:v>0.25</c:v>
                </c:pt>
                <c:pt idx="4496">
                  <c:v>0.25</c:v>
                </c:pt>
                <c:pt idx="4497">
                  <c:v>0.25</c:v>
                </c:pt>
                <c:pt idx="4498">
                  <c:v>0.341337</c:v>
                </c:pt>
                <c:pt idx="4499">
                  <c:v>0.42234500000000003</c:v>
                </c:pt>
                <c:pt idx="4500">
                  <c:v>0.63469200000000003</c:v>
                </c:pt>
                <c:pt idx="4501">
                  <c:v>0.53379100000000002</c:v>
                </c:pt>
                <c:pt idx="4502">
                  <c:v>0.48030800000000001</c:v>
                </c:pt>
                <c:pt idx="4503">
                  <c:v>0.52056400000000003</c:v>
                </c:pt>
                <c:pt idx="4504">
                  <c:v>0.48470600000000003</c:v>
                </c:pt>
                <c:pt idx="4505">
                  <c:v>0.32730199999999998</c:v>
                </c:pt>
                <c:pt idx="4506">
                  <c:v>0.25</c:v>
                </c:pt>
                <c:pt idx="4507">
                  <c:v>0.25</c:v>
                </c:pt>
                <c:pt idx="4508">
                  <c:v>0.25</c:v>
                </c:pt>
                <c:pt idx="4509">
                  <c:v>0</c:v>
                </c:pt>
                <c:pt idx="4510">
                  <c:v>0</c:v>
                </c:pt>
                <c:pt idx="4511">
                  <c:v>0</c:v>
                </c:pt>
                <c:pt idx="4512">
                  <c:v>0</c:v>
                </c:pt>
                <c:pt idx="4513">
                  <c:v>0</c:v>
                </c:pt>
                <c:pt idx="4514">
                  <c:v>0</c:v>
                </c:pt>
                <c:pt idx="4515">
                  <c:v>0</c:v>
                </c:pt>
                <c:pt idx="4516">
                  <c:v>0</c:v>
                </c:pt>
                <c:pt idx="4517">
                  <c:v>0</c:v>
                </c:pt>
                <c:pt idx="4518">
                  <c:v>0</c:v>
                </c:pt>
                <c:pt idx="4519">
                  <c:v>0.25</c:v>
                </c:pt>
                <c:pt idx="4520">
                  <c:v>0.29994900000000002</c:v>
                </c:pt>
                <c:pt idx="4521">
                  <c:v>0.42956499999999997</c:v>
                </c:pt>
                <c:pt idx="4522">
                  <c:v>0.49985800000000002</c:v>
                </c:pt>
                <c:pt idx="4523">
                  <c:v>0.50115699999999996</c:v>
                </c:pt>
                <c:pt idx="4524">
                  <c:v>0.48719699999999999</c:v>
                </c:pt>
                <c:pt idx="4525">
                  <c:v>0.53908900000000004</c:v>
                </c:pt>
                <c:pt idx="4526">
                  <c:v>0.51555799999999996</c:v>
                </c:pt>
                <c:pt idx="4527">
                  <c:v>0.59924900000000003</c:v>
                </c:pt>
                <c:pt idx="4528">
                  <c:v>0.58918899999999996</c:v>
                </c:pt>
                <c:pt idx="4529">
                  <c:v>0.44461899999999999</c:v>
                </c:pt>
                <c:pt idx="4530">
                  <c:v>0.25</c:v>
                </c:pt>
                <c:pt idx="4531">
                  <c:v>0.25</c:v>
                </c:pt>
                <c:pt idx="4532">
                  <c:v>0.25</c:v>
                </c:pt>
                <c:pt idx="4533">
                  <c:v>0</c:v>
                </c:pt>
                <c:pt idx="4534">
                  <c:v>0</c:v>
                </c:pt>
                <c:pt idx="4535">
                  <c:v>0</c:v>
                </c:pt>
                <c:pt idx="4536">
                  <c:v>0</c:v>
                </c:pt>
                <c:pt idx="4537">
                  <c:v>0</c:v>
                </c:pt>
                <c:pt idx="4538">
                  <c:v>0</c:v>
                </c:pt>
                <c:pt idx="4539">
                  <c:v>0</c:v>
                </c:pt>
                <c:pt idx="4540">
                  <c:v>0</c:v>
                </c:pt>
                <c:pt idx="4541">
                  <c:v>0</c:v>
                </c:pt>
                <c:pt idx="4542">
                  <c:v>0</c:v>
                </c:pt>
                <c:pt idx="4543">
                  <c:v>0.320023</c:v>
                </c:pt>
                <c:pt idx="4544">
                  <c:v>0.733487</c:v>
                </c:pt>
                <c:pt idx="4545">
                  <c:v>0.50886100000000001</c:v>
                </c:pt>
                <c:pt idx="4546">
                  <c:v>0.67801800000000001</c:v>
                </c:pt>
                <c:pt idx="4547">
                  <c:v>0.58934200000000003</c:v>
                </c:pt>
                <c:pt idx="4548">
                  <c:v>0.68968600000000002</c:v>
                </c:pt>
                <c:pt idx="4549">
                  <c:v>0.60819100000000004</c:v>
                </c:pt>
                <c:pt idx="4550">
                  <c:v>0.61705500000000002</c:v>
                </c:pt>
                <c:pt idx="4551">
                  <c:v>0.59313099999999996</c:v>
                </c:pt>
                <c:pt idx="4552">
                  <c:v>0.57141799999999998</c:v>
                </c:pt>
                <c:pt idx="4553">
                  <c:v>0.39297100000000001</c:v>
                </c:pt>
                <c:pt idx="4554">
                  <c:v>0.25</c:v>
                </c:pt>
                <c:pt idx="4555">
                  <c:v>0.25</c:v>
                </c:pt>
                <c:pt idx="4556">
                  <c:v>0.25</c:v>
                </c:pt>
                <c:pt idx="4557">
                  <c:v>0</c:v>
                </c:pt>
                <c:pt idx="4558">
                  <c:v>0</c:v>
                </c:pt>
                <c:pt idx="4559">
                  <c:v>0</c:v>
                </c:pt>
                <c:pt idx="4560">
                  <c:v>0</c:v>
                </c:pt>
                <c:pt idx="4561">
                  <c:v>0</c:v>
                </c:pt>
                <c:pt idx="4562">
                  <c:v>0</c:v>
                </c:pt>
                <c:pt idx="4563">
                  <c:v>0</c:v>
                </c:pt>
                <c:pt idx="4564">
                  <c:v>0</c:v>
                </c:pt>
                <c:pt idx="4565">
                  <c:v>0</c:v>
                </c:pt>
                <c:pt idx="4566">
                  <c:v>0</c:v>
                </c:pt>
                <c:pt idx="4567">
                  <c:v>0.32281900000000002</c:v>
                </c:pt>
                <c:pt idx="4568">
                  <c:v>0.613236</c:v>
                </c:pt>
                <c:pt idx="4569">
                  <c:v>0.75848099999999996</c:v>
                </c:pt>
                <c:pt idx="4570">
                  <c:v>0.71967400000000004</c:v>
                </c:pt>
                <c:pt idx="4571">
                  <c:v>0.67708699999999999</c:v>
                </c:pt>
                <c:pt idx="4572">
                  <c:v>0.73385</c:v>
                </c:pt>
                <c:pt idx="4573">
                  <c:v>0.65219199999999999</c:v>
                </c:pt>
                <c:pt idx="4574">
                  <c:v>0.60724400000000001</c:v>
                </c:pt>
                <c:pt idx="4575">
                  <c:v>0.61270100000000005</c:v>
                </c:pt>
                <c:pt idx="4576">
                  <c:v>0.71626500000000004</c:v>
                </c:pt>
                <c:pt idx="4577">
                  <c:v>0.61994800000000005</c:v>
                </c:pt>
                <c:pt idx="4578">
                  <c:v>0.402806</c:v>
                </c:pt>
                <c:pt idx="4579">
                  <c:v>0.25</c:v>
                </c:pt>
                <c:pt idx="4580">
                  <c:v>0.25</c:v>
                </c:pt>
                <c:pt idx="4581">
                  <c:v>0</c:v>
                </c:pt>
                <c:pt idx="4582">
                  <c:v>0</c:v>
                </c:pt>
                <c:pt idx="4583">
                  <c:v>0</c:v>
                </c:pt>
                <c:pt idx="4584">
                  <c:v>0</c:v>
                </c:pt>
                <c:pt idx="4585">
                  <c:v>0</c:v>
                </c:pt>
                <c:pt idx="4586">
                  <c:v>0</c:v>
                </c:pt>
                <c:pt idx="4587">
                  <c:v>0</c:v>
                </c:pt>
                <c:pt idx="4588">
                  <c:v>0</c:v>
                </c:pt>
                <c:pt idx="4589">
                  <c:v>0</c:v>
                </c:pt>
                <c:pt idx="4590">
                  <c:v>0</c:v>
                </c:pt>
                <c:pt idx="4591">
                  <c:v>0.34673599999999999</c:v>
                </c:pt>
                <c:pt idx="4592">
                  <c:v>0.71467099999999995</c:v>
                </c:pt>
                <c:pt idx="4593">
                  <c:v>0.64375300000000002</c:v>
                </c:pt>
                <c:pt idx="4594">
                  <c:v>0.74168000000000001</c:v>
                </c:pt>
                <c:pt idx="4595">
                  <c:v>0.65587300000000004</c:v>
                </c:pt>
                <c:pt idx="4596">
                  <c:v>0.716638</c:v>
                </c:pt>
                <c:pt idx="4597">
                  <c:v>0.58458299999999996</c:v>
                </c:pt>
                <c:pt idx="4598">
                  <c:v>0.52993000000000001</c:v>
                </c:pt>
                <c:pt idx="4599">
                  <c:v>0.56044400000000005</c:v>
                </c:pt>
                <c:pt idx="4600">
                  <c:v>0.47228500000000001</c:v>
                </c:pt>
                <c:pt idx="4601">
                  <c:v>0.39924599999999999</c:v>
                </c:pt>
                <c:pt idx="4602">
                  <c:v>0.25</c:v>
                </c:pt>
                <c:pt idx="4603">
                  <c:v>0.25</c:v>
                </c:pt>
                <c:pt idx="4604">
                  <c:v>0.25</c:v>
                </c:pt>
                <c:pt idx="4605">
                  <c:v>0</c:v>
                </c:pt>
                <c:pt idx="4606">
                  <c:v>0</c:v>
                </c:pt>
                <c:pt idx="4607">
                  <c:v>0</c:v>
                </c:pt>
                <c:pt idx="4608">
                  <c:v>0</c:v>
                </c:pt>
                <c:pt idx="4609">
                  <c:v>0</c:v>
                </c:pt>
                <c:pt idx="4610">
                  <c:v>0</c:v>
                </c:pt>
                <c:pt idx="4611">
                  <c:v>0</c:v>
                </c:pt>
                <c:pt idx="4612">
                  <c:v>0</c:v>
                </c:pt>
                <c:pt idx="4613">
                  <c:v>0</c:v>
                </c:pt>
                <c:pt idx="4614">
                  <c:v>0</c:v>
                </c:pt>
                <c:pt idx="4615">
                  <c:v>0.25</c:v>
                </c:pt>
                <c:pt idx="4616">
                  <c:v>0.56057999999999997</c:v>
                </c:pt>
                <c:pt idx="4617">
                  <c:v>0.67495799999999995</c:v>
                </c:pt>
                <c:pt idx="4618">
                  <c:v>0.760158</c:v>
                </c:pt>
                <c:pt idx="4619">
                  <c:v>0.734873</c:v>
                </c:pt>
                <c:pt idx="4620">
                  <c:v>0.78092099999999998</c:v>
                </c:pt>
                <c:pt idx="4621">
                  <c:v>0.60719400000000001</c:v>
                </c:pt>
                <c:pt idx="4622">
                  <c:v>0.54234199999999999</c:v>
                </c:pt>
                <c:pt idx="4623">
                  <c:v>0.56036799999999998</c:v>
                </c:pt>
                <c:pt idx="4624">
                  <c:v>0.50346599999999997</c:v>
                </c:pt>
                <c:pt idx="4625">
                  <c:v>0.43004700000000001</c:v>
                </c:pt>
                <c:pt idx="4626">
                  <c:v>0.25</c:v>
                </c:pt>
                <c:pt idx="4627">
                  <c:v>0.25</c:v>
                </c:pt>
                <c:pt idx="4628">
                  <c:v>0.25</c:v>
                </c:pt>
                <c:pt idx="4629">
                  <c:v>0</c:v>
                </c:pt>
                <c:pt idx="4630">
                  <c:v>0</c:v>
                </c:pt>
                <c:pt idx="4631">
                  <c:v>0</c:v>
                </c:pt>
                <c:pt idx="4632">
                  <c:v>0</c:v>
                </c:pt>
                <c:pt idx="4633">
                  <c:v>0</c:v>
                </c:pt>
                <c:pt idx="4634">
                  <c:v>0</c:v>
                </c:pt>
                <c:pt idx="4635">
                  <c:v>0</c:v>
                </c:pt>
                <c:pt idx="4636">
                  <c:v>0</c:v>
                </c:pt>
                <c:pt idx="4637">
                  <c:v>0</c:v>
                </c:pt>
                <c:pt idx="4638">
                  <c:v>0</c:v>
                </c:pt>
                <c:pt idx="4639">
                  <c:v>0.25</c:v>
                </c:pt>
                <c:pt idx="4640">
                  <c:v>0.38585000000000003</c:v>
                </c:pt>
                <c:pt idx="4641">
                  <c:v>0.412524</c:v>
                </c:pt>
                <c:pt idx="4642">
                  <c:v>0.61685900000000005</c:v>
                </c:pt>
                <c:pt idx="4643">
                  <c:v>0.582866</c:v>
                </c:pt>
                <c:pt idx="4644">
                  <c:v>0.60311300000000001</c:v>
                </c:pt>
                <c:pt idx="4645">
                  <c:v>0.46718100000000001</c:v>
                </c:pt>
                <c:pt idx="4646">
                  <c:v>0.41119600000000001</c:v>
                </c:pt>
                <c:pt idx="4647">
                  <c:v>0.49193199999999998</c:v>
                </c:pt>
                <c:pt idx="4648">
                  <c:v>0.33354299999999998</c:v>
                </c:pt>
                <c:pt idx="4649">
                  <c:v>0.25</c:v>
                </c:pt>
                <c:pt idx="4650">
                  <c:v>0.25</c:v>
                </c:pt>
                <c:pt idx="4651">
                  <c:v>0.25</c:v>
                </c:pt>
                <c:pt idx="4652">
                  <c:v>0.25</c:v>
                </c:pt>
                <c:pt idx="4653">
                  <c:v>0</c:v>
                </c:pt>
                <c:pt idx="4654">
                  <c:v>0</c:v>
                </c:pt>
                <c:pt idx="4655">
                  <c:v>0</c:v>
                </c:pt>
                <c:pt idx="4656">
                  <c:v>0</c:v>
                </c:pt>
                <c:pt idx="4657">
                  <c:v>0</c:v>
                </c:pt>
                <c:pt idx="4658">
                  <c:v>0</c:v>
                </c:pt>
                <c:pt idx="4659">
                  <c:v>0</c:v>
                </c:pt>
                <c:pt idx="4660">
                  <c:v>0</c:v>
                </c:pt>
                <c:pt idx="4661">
                  <c:v>0</c:v>
                </c:pt>
                <c:pt idx="4662">
                  <c:v>0</c:v>
                </c:pt>
                <c:pt idx="4663">
                  <c:v>0.25</c:v>
                </c:pt>
                <c:pt idx="4664">
                  <c:v>0.25</c:v>
                </c:pt>
                <c:pt idx="4665">
                  <c:v>0.33269700000000002</c:v>
                </c:pt>
                <c:pt idx="4666">
                  <c:v>0.47536400000000001</c:v>
                </c:pt>
                <c:pt idx="4667">
                  <c:v>0.54664000000000001</c:v>
                </c:pt>
                <c:pt idx="4668">
                  <c:v>0.52451099999999995</c:v>
                </c:pt>
                <c:pt idx="4669">
                  <c:v>0.43176799999999999</c:v>
                </c:pt>
                <c:pt idx="4670">
                  <c:v>0.395316</c:v>
                </c:pt>
                <c:pt idx="4671">
                  <c:v>0.41304000000000002</c:v>
                </c:pt>
                <c:pt idx="4672">
                  <c:v>0.43570599999999998</c:v>
                </c:pt>
                <c:pt idx="4673">
                  <c:v>0.29500700000000002</c:v>
                </c:pt>
                <c:pt idx="4674">
                  <c:v>0.25</c:v>
                </c:pt>
                <c:pt idx="4675">
                  <c:v>0.25</c:v>
                </c:pt>
                <c:pt idx="4676">
                  <c:v>0.25</c:v>
                </c:pt>
                <c:pt idx="4677">
                  <c:v>0</c:v>
                </c:pt>
                <c:pt idx="4678">
                  <c:v>0</c:v>
                </c:pt>
                <c:pt idx="4679">
                  <c:v>0</c:v>
                </c:pt>
                <c:pt idx="4680">
                  <c:v>0</c:v>
                </c:pt>
                <c:pt idx="4681">
                  <c:v>0</c:v>
                </c:pt>
                <c:pt idx="4682">
                  <c:v>0</c:v>
                </c:pt>
                <c:pt idx="4683">
                  <c:v>0</c:v>
                </c:pt>
                <c:pt idx="4684">
                  <c:v>0</c:v>
                </c:pt>
                <c:pt idx="4685">
                  <c:v>0</c:v>
                </c:pt>
                <c:pt idx="4686">
                  <c:v>0</c:v>
                </c:pt>
                <c:pt idx="4687">
                  <c:v>0.25</c:v>
                </c:pt>
                <c:pt idx="4688">
                  <c:v>0.25</c:v>
                </c:pt>
                <c:pt idx="4689">
                  <c:v>0.25</c:v>
                </c:pt>
                <c:pt idx="4690">
                  <c:v>0.32878400000000002</c:v>
                </c:pt>
                <c:pt idx="4691">
                  <c:v>0.53598400000000002</c:v>
                </c:pt>
                <c:pt idx="4692">
                  <c:v>0.57179999999999997</c:v>
                </c:pt>
                <c:pt idx="4693">
                  <c:v>0.48034199999999999</c:v>
                </c:pt>
                <c:pt idx="4694">
                  <c:v>0.493645</c:v>
                </c:pt>
                <c:pt idx="4695">
                  <c:v>0.50219899999999995</c:v>
                </c:pt>
                <c:pt idx="4696">
                  <c:v>0.477238</c:v>
                </c:pt>
                <c:pt idx="4697">
                  <c:v>0.377529</c:v>
                </c:pt>
                <c:pt idx="4698">
                  <c:v>0.25</c:v>
                </c:pt>
                <c:pt idx="4699">
                  <c:v>0.25</c:v>
                </c:pt>
                <c:pt idx="4700">
                  <c:v>0.25</c:v>
                </c:pt>
                <c:pt idx="4701">
                  <c:v>0</c:v>
                </c:pt>
                <c:pt idx="4702">
                  <c:v>0</c:v>
                </c:pt>
                <c:pt idx="4703">
                  <c:v>0</c:v>
                </c:pt>
                <c:pt idx="4704">
                  <c:v>0</c:v>
                </c:pt>
                <c:pt idx="4705">
                  <c:v>0</c:v>
                </c:pt>
                <c:pt idx="4706">
                  <c:v>0</c:v>
                </c:pt>
                <c:pt idx="4707">
                  <c:v>0</c:v>
                </c:pt>
                <c:pt idx="4708">
                  <c:v>0</c:v>
                </c:pt>
                <c:pt idx="4709">
                  <c:v>0</c:v>
                </c:pt>
                <c:pt idx="4710">
                  <c:v>0</c:v>
                </c:pt>
                <c:pt idx="4711">
                  <c:v>0.25</c:v>
                </c:pt>
                <c:pt idx="4712">
                  <c:v>0.25</c:v>
                </c:pt>
                <c:pt idx="4713">
                  <c:v>0.33702199999999999</c:v>
                </c:pt>
                <c:pt idx="4714">
                  <c:v>0.463974</c:v>
                </c:pt>
                <c:pt idx="4715">
                  <c:v>0.49382100000000001</c:v>
                </c:pt>
                <c:pt idx="4716">
                  <c:v>0.56568300000000005</c:v>
                </c:pt>
                <c:pt idx="4717">
                  <c:v>0.46912799999999999</c:v>
                </c:pt>
                <c:pt idx="4718">
                  <c:v>0.47776299999999999</c:v>
                </c:pt>
                <c:pt idx="4719">
                  <c:v>0.29978300000000002</c:v>
                </c:pt>
                <c:pt idx="4720">
                  <c:v>0.36168699999999998</c:v>
                </c:pt>
                <c:pt idx="4721">
                  <c:v>0.27005400000000002</c:v>
                </c:pt>
                <c:pt idx="4722">
                  <c:v>0.25</c:v>
                </c:pt>
                <c:pt idx="4723">
                  <c:v>0.25</c:v>
                </c:pt>
                <c:pt idx="4724">
                  <c:v>0.25</c:v>
                </c:pt>
                <c:pt idx="4725">
                  <c:v>0</c:v>
                </c:pt>
                <c:pt idx="4726">
                  <c:v>0</c:v>
                </c:pt>
                <c:pt idx="4727">
                  <c:v>0</c:v>
                </c:pt>
                <c:pt idx="4728">
                  <c:v>0</c:v>
                </c:pt>
                <c:pt idx="4729">
                  <c:v>0</c:v>
                </c:pt>
                <c:pt idx="4730">
                  <c:v>0</c:v>
                </c:pt>
                <c:pt idx="4731">
                  <c:v>0</c:v>
                </c:pt>
                <c:pt idx="4732">
                  <c:v>0</c:v>
                </c:pt>
                <c:pt idx="4733">
                  <c:v>0</c:v>
                </c:pt>
                <c:pt idx="4734">
                  <c:v>0</c:v>
                </c:pt>
                <c:pt idx="4735">
                  <c:v>0.25</c:v>
                </c:pt>
                <c:pt idx="4736">
                  <c:v>0.42512299999999997</c:v>
                </c:pt>
                <c:pt idx="4737">
                  <c:v>0.52590899999999996</c:v>
                </c:pt>
                <c:pt idx="4738">
                  <c:v>0.62218700000000005</c:v>
                </c:pt>
                <c:pt idx="4739">
                  <c:v>0.57870999999999995</c:v>
                </c:pt>
                <c:pt idx="4740">
                  <c:v>0.61336800000000002</c:v>
                </c:pt>
                <c:pt idx="4741">
                  <c:v>0.50820500000000002</c:v>
                </c:pt>
                <c:pt idx="4742">
                  <c:v>0.51430900000000002</c:v>
                </c:pt>
                <c:pt idx="4743">
                  <c:v>0.59974300000000003</c:v>
                </c:pt>
                <c:pt idx="4744">
                  <c:v>0.55339099999999997</c:v>
                </c:pt>
                <c:pt idx="4745">
                  <c:v>0.25575399999999998</c:v>
                </c:pt>
                <c:pt idx="4746">
                  <c:v>0.25</c:v>
                </c:pt>
                <c:pt idx="4747">
                  <c:v>0.25</c:v>
                </c:pt>
                <c:pt idx="4748">
                  <c:v>0.25</c:v>
                </c:pt>
                <c:pt idx="4749">
                  <c:v>0</c:v>
                </c:pt>
                <c:pt idx="4750">
                  <c:v>0</c:v>
                </c:pt>
                <c:pt idx="4751">
                  <c:v>0</c:v>
                </c:pt>
                <c:pt idx="4752">
                  <c:v>0</c:v>
                </c:pt>
                <c:pt idx="4753">
                  <c:v>0</c:v>
                </c:pt>
                <c:pt idx="4754">
                  <c:v>0</c:v>
                </c:pt>
                <c:pt idx="4755">
                  <c:v>0</c:v>
                </c:pt>
                <c:pt idx="4756">
                  <c:v>0</c:v>
                </c:pt>
                <c:pt idx="4757">
                  <c:v>0</c:v>
                </c:pt>
                <c:pt idx="4758">
                  <c:v>0</c:v>
                </c:pt>
                <c:pt idx="4759">
                  <c:v>0.25</c:v>
                </c:pt>
                <c:pt idx="4760">
                  <c:v>0.25</c:v>
                </c:pt>
                <c:pt idx="4761">
                  <c:v>0.29485699999999998</c:v>
                </c:pt>
                <c:pt idx="4762">
                  <c:v>0.39363100000000001</c:v>
                </c:pt>
                <c:pt idx="4763">
                  <c:v>0.46412999999999999</c:v>
                </c:pt>
                <c:pt idx="4764">
                  <c:v>0.50646800000000003</c:v>
                </c:pt>
                <c:pt idx="4765">
                  <c:v>0.30136499999999999</c:v>
                </c:pt>
                <c:pt idx="4766">
                  <c:v>0.393065</c:v>
                </c:pt>
                <c:pt idx="4767">
                  <c:v>0.45341199999999998</c:v>
                </c:pt>
                <c:pt idx="4768">
                  <c:v>0.53671400000000002</c:v>
                </c:pt>
                <c:pt idx="4769">
                  <c:v>0.37202200000000002</c:v>
                </c:pt>
                <c:pt idx="4770">
                  <c:v>0.25</c:v>
                </c:pt>
                <c:pt idx="4771">
                  <c:v>0.25</c:v>
                </c:pt>
                <c:pt idx="4772">
                  <c:v>0.25</c:v>
                </c:pt>
                <c:pt idx="4773">
                  <c:v>0</c:v>
                </c:pt>
                <c:pt idx="4774">
                  <c:v>0</c:v>
                </c:pt>
                <c:pt idx="4775">
                  <c:v>0</c:v>
                </c:pt>
                <c:pt idx="4776">
                  <c:v>0</c:v>
                </c:pt>
                <c:pt idx="4777">
                  <c:v>0</c:v>
                </c:pt>
                <c:pt idx="4778">
                  <c:v>0</c:v>
                </c:pt>
                <c:pt idx="4779">
                  <c:v>0</c:v>
                </c:pt>
                <c:pt idx="4780">
                  <c:v>0</c:v>
                </c:pt>
                <c:pt idx="4781">
                  <c:v>0</c:v>
                </c:pt>
                <c:pt idx="4782">
                  <c:v>0</c:v>
                </c:pt>
                <c:pt idx="4783">
                  <c:v>0.25</c:v>
                </c:pt>
                <c:pt idx="4784">
                  <c:v>0.25</c:v>
                </c:pt>
                <c:pt idx="4785">
                  <c:v>0.26164300000000001</c:v>
                </c:pt>
                <c:pt idx="4786">
                  <c:v>0.508602</c:v>
                </c:pt>
                <c:pt idx="4787">
                  <c:v>0.46108900000000003</c:v>
                </c:pt>
                <c:pt idx="4788">
                  <c:v>0.56752000000000002</c:v>
                </c:pt>
                <c:pt idx="4789">
                  <c:v>0.49908799999999998</c:v>
                </c:pt>
                <c:pt idx="4790">
                  <c:v>0.50807800000000003</c:v>
                </c:pt>
                <c:pt idx="4791">
                  <c:v>0.59224600000000005</c:v>
                </c:pt>
                <c:pt idx="4792">
                  <c:v>0.56362999999999996</c:v>
                </c:pt>
                <c:pt idx="4793">
                  <c:v>0.44507799999999997</c:v>
                </c:pt>
                <c:pt idx="4794">
                  <c:v>0.27029999999999998</c:v>
                </c:pt>
                <c:pt idx="4795">
                  <c:v>0.25</c:v>
                </c:pt>
                <c:pt idx="4796">
                  <c:v>0.25</c:v>
                </c:pt>
                <c:pt idx="4797">
                  <c:v>0</c:v>
                </c:pt>
                <c:pt idx="4798">
                  <c:v>0</c:v>
                </c:pt>
                <c:pt idx="4799">
                  <c:v>0</c:v>
                </c:pt>
                <c:pt idx="4800">
                  <c:v>0</c:v>
                </c:pt>
                <c:pt idx="4801">
                  <c:v>0</c:v>
                </c:pt>
                <c:pt idx="4802">
                  <c:v>0</c:v>
                </c:pt>
                <c:pt idx="4803">
                  <c:v>0</c:v>
                </c:pt>
                <c:pt idx="4804">
                  <c:v>0</c:v>
                </c:pt>
                <c:pt idx="4805">
                  <c:v>0</c:v>
                </c:pt>
                <c:pt idx="4806">
                  <c:v>0</c:v>
                </c:pt>
                <c:pt idx="4807">
                  <c:v>0.25</c:v>
                </c:pt>
                <c:pt idx="4808">
                  <c:v>0.42266500000000001</c:v>
                </c:pt>
                <c:pt idx="4809">
                  <c:v>0.70389400000000002</c:v>
                </c:pt>
                <c:pt idx="4810">
                  <c:v>0.77373599999999998</c:v>
                </c:pt>
                <c:pt idx="4811">
                  <c:v>0.73897400000000002</c:v>
                </c:pt>
                <c:pt idx="4812">
                  <c:v>0.771235</c:v>
                </c:pt>
                <c:pt idx="4813">
                  <c:v>0.67288599999999998</c:v>
                </c:pt>
                <c:pt idx="4814">
                  <c:v>0.62352600000000002</c:v>
                </c:pt>
                <c:pt idx="4815">
                  <c:v>0.64499399999999996</c:v>
                </c:pt>
                <c:pt idx="4816">
                  <c:v>0.61684799999999995</c:v>
                </c:pt>
                <c:pt idx="4817">
                  <c:v>0.44498300000000002</c:v>
                </c:pt>
                <c:pt idx="4818">
                  <c:v>0.25</c:v>
                </c:pt>
                <c:pt idx="4819">
                  <c:v>0.25</c:v>
                </c:pt>
                <c:pt idx="4820">
                  <c:v>0.25</c:v>
                </c:pt>
                <c:pt idx="4821">
                  <c:v>0</c:v>
                </c:pt>
                <c:pt idx="4822">
                  <c:v>0</c:v>
                </c:pt>
                <c:pt idx="4823">
                  <c:v>0</c:v>
                </c:pt>
                <c:pt idx="4824">
                  <c:v>0</c:v>
                </c:pt>
                <c:pt idx="4825">
                  <c:v>0</c:v>
                </c:pt>
                <c:pt idx="4826">
                  <c:v>0</c:v>
                </c:pt>
                <c:pt idx="4827">
                  <c:v>0</c:v>
                </c:pt>
                <c:pt idx="4828">
                  <c:v>0</c:v>
                </c:pt>
                <c:pt idx="4829">
                  <c:v>0</c:v>
                </c:pt>
                <c:pt idx="4830">
                  <c:v>0</c:v>
                </c:pt>
                <c:pt idx="4831">
                  <c:v>0.25</c:v>
                </c:pt>
                <c:pt idx="4832">
                  <c:v>0.41266799999999998</c:v>
                </c:pt>
                <c:pt idx="4833">
                  <c:v>0.56013900000000005</c:v>
                </c:pt>
                <c:pt idx="4834">
                  <c:v>0.71291300000000002</c:v>
                </c:pt>
                <c:pt idx="4835">
                  <c:v>0.675512</c:v>
                </c:pt>
                <c:pt idx="4836">
                  <c:v>0.65828900000000001</c:v>
                </c:pt>
                <c:pt idx="4837">
                  <c:v>0.51392000000000004</c:v>
                </c:pt>
                <c:pt idx="4838">
                  <c:v>0.56462400000000001</c:v>
                </c:pt>
                <c:pt idx="4839">
                  <c:v>0.50418799999999997</c:v>
                </c:pt>
                <c:pt idx="4840">
                  <c:v>0.47817700000000002</c:v>
                </c:pt>
                <c:pt idx="4841">
                  <c:v>0.34842299999999998</c:v>
                </c:pt>
                <c:pt idx="4842">
                  <c:v>0.25</c:v>
                </c:pt>
                <c:pt idx="4843">
                  <c:v>0.25</c:v>
                </c:pt>
                <c:pt idx="4844">
                  <c:v>0.25</c:v>
                </c:pt>
                <c:pt idx="4845">
                  <c:v>0</c:v>
                </c:pt>
                <c:pt idx="4846">
                  <c:v>0</c:v>
                </c:pt>
                <c:pt idx="4847">
                  <c:v>0</c:v>
                </c:pt>
                <c:pt idx="4848">
                  <c:v>0</c:v>
                </c:pt>
                <c:pt idx="4849">
                  <c:v>0</c:v>
                </c:pt>
                <c:pt idx="4850">
                  <c:v>0</c:v>
                </c:pt>
                <c:pt idx="4851">
                  <c:v>0</c:v>
                </c:pt>
                <c:pt idx="4852">
                  <c:v>0</c:v>
                </c:pt>
                <c:pt idx="4853">
                  <c:v>0</c:v>
                </c:pt>
                <c:pt idx="4854">
                  <c:v>0</c:v>
                </c:pt>
                <c:pt idx="4855">
                  <c:v>0.25</c:v>
                </c:pt>
                <c:pt idx="4856">
                  <c:v>0.45027800000000001</c:v>
                </c:pt>
                <c:pt idx="4857">
                  <c:v>0.54351899999999997</c:v>
                </c:pt>
                <c:pt idx="4858">
                  <c:v>0.63687800000000006</c:v>
                </c:pt>
                <c:pt idx="4859">
                  <c:v>0.64825600000000005</c:v>
                </c:pt>
                <c:pt idx="4860">
                  <c:v>0.63400000000000001</c:v>
                </c:pt>
                <c:pt idx="4861">
                  <c:v>0.531555</c:v>
                </c:pt>
                <c:pt idx="4862">
                  <c:v>0.50805</c:v>
                </c:pt>
                <c:pt idx="4863">
                  <c:v>0.61815900000000001</c:v>
                </c:pt>
                <c:pt idx="4864">
                  <c:v>0.528555</c:v>
                </c:pt>
                <c:pt idx="4865">
                  <c:v>0.39426600000000001</c:v>
                </c:pt>
                <c:pt idx="4866">
                  <c:v>0.25</c:v>
                </c:pt>
                <c:pt idx="4867">
                  <c:v>0.25</c:v>
                </c:pt>
                <c:pt idx="4868">
                  <c:v>0.25</c:v>
                </c:pt>
                <c:pt idx="4869">
                  <c:v>0</c:v>
                </c:pt>
                <c:pt idx="4870">
                  <c:v>0</c:v>
                </c:pt>
                <c:pt idx="4871">
                  <c:v>0</c:v>
                </c:pt>
                <c:pt idx="4872">
                  <c:v>0</c:v>
                </c:pt>
                <c:pt idx="4873">
                  <c:v>0</c:v>
                </c:pt>
                <c:pt idx="4874">
                  <c:v>0</c:v>
                </c:pt>
                <c:pt idx="4875">
                  <c:v>0</c:v>
                </c:pt>
                <c:pt idx="4876">
                  <c:v>0</c:v>
                </c:pt>
                <c:pt idx="4877">
                  <c:v>0</c:v>
                </c:pt>
                <c:pt idx="4878">
                  <c:v>0</c:v>
                </c:pt>
                <c:pt idx="4879">
                  <c:v>0.25</c:v>
                </c:pt>
                <c:pt idx="4880">
                  <c:v>0.41359299999999999</c:v>
                </c:pt>
                <c:pt idx="4881">
                  <c:v>0.52928200000000003</c:v>
                </c:pt>
                <c:pt idx="4882">
                  <c:v>0.70004599999999995</c:v>
                </c:pt>
                <c:pt idx="4883">
                  <c:v>0.67917499999999997</c:v>
                </c:pt>
                <c:pt idx="4884">
                  <c:v>0.77636099999999997</c:v>
                </c:pt>
                <c:pt idx="4885">
                  <c:v>0.62961</c:v>
                </c:pt>
                <c:pt idx="4886">
                  <c:v>0.64364900000000003</c:v>
                </c:pt>
                <c:pt idx="4887">
                  <c:v>0.66013599999999995</c:v>
                </c:pt>
                <c:pt idx="4888">
                  <c:v>0.53608100000000003</c:v>
                </c:pt>
                <c:pt idx="4889">
                  <c:v>0.405918</c:v>
                </c:pt>
                <c:pt idx="4890">
                  <c:v>0.25</c:v>
                </c:pt>
                <c:pt idx="4891">
                  <c:v>0.25</c:v>
                </c:pt>
                <c:pt idx="4892">
                  <c:v>0.25</c:v>
                </c:pt>
                <c:pt idx="4893">
                  <c:v>0</c:v>
                </c:pt>
                <c:pt idx="4894">
                  <c:v>0</c:v>
                </c:pt>
                <c:pt idx="4895">
                  <c:v>0</c:v>
                </c:pt>
                <c:pt idx="4896">
                  <c:v>0</c:v>
                </c:pt>
                <c:pt idx="4897">
                  <c:v>0</c:v>
                </c:pt>
                <c:pt idx="4898">
                  <c:v>0</c:v>
                </c:pt>
                <c:pt idx="4899">
                  <c:v>0</c:v>
                </c:pt>
                <c:pt idx="4900">
                  <c:v>0</c:v>
                </c:pt>
                <c:pt idx="4901">
                  <c:v>0</c:v>
                </c:pt>
                <c:pt idx="4902">
                  <c:v>0</c:v>
                </c:pt>
                <c:pt idx="4903">
                  <c:v>0.25</c:v>
                </c:pt>
                <c:pt idx="4904">
                  <c:v>0.60564099999999998</c:v>
                </c:pt>
                <c:pt idx="4905">
                  <c:v>0.71391700000000002</c:v>
                </c:pt>
                <c:pt idx="4906">
                  <c:v>0.78974800000000001</c:v>
                </c:pt>
                <c:pt idx="4907">
                  <c:v>0.68286500000000006</c:v>
                </c:pt>
                <c:pt idx="4908">
                  <c:v>0.74242300000000006</c:v>
                </c:pt>
                <c:pt idx="4909">
                  <c:v>0.64013900000000001</c:v>
                </c:pt>
                <c:pt idx="4910">
                  <c:v>0.64760799999999996</c:v>
                </c:pt>
                <c:pt idx="4911">
                  <c:v>0.62953400000000004</c:v>
                </c:pt>
                <c:pt idx="4912">
                  <c:v>0.434807</c:v>
                </c:pt>
                <c:pt idx="4913">
                  <c:v>0.31453300000000001</c:v>
                </c:pt>
                <c:pt idx="4914">
                  <c:v>0.25</c:v>
                </c:pt>
                <c:pt idx="4915">
                  <c:v>0.25</c:v>
                </c:pt>
                <c:pt idx="4916">
                  <c:v>0.25</c:v>
                </c:pt>
                <c:pt idx="4917">
                  <c:v>0</c:v>
                </c:pt>
                <c:pt idx="4918">
                  <c:v>0</c:v>
                </c:pt>
                <c:pt idx="4919">
                  <c:v>0</c:v>
                </c:pt>
                <c:pt idx="4920">
                  <c:v>0</c:v>
                </c:pt>
                <c:pt idx="4921">
                  <c:v>0</c:v>
                </c:pt>
                <c:pt idx="4922">
                  <c:v>0</c:v>
                </c:pt>
                <c:pt idx="4923">
                  <c:v>0</c:v>
                </c:pt>
                <c:pt idx="4924">
                  <c:v>0</c:v>
                </c:pt>
                <c:pt idx="4925">
                  <c:v>0</c:v>
                </c:pt>
                <c:pt idx="4926">
                  <c:v>0</c:v>
                </c:pt>
                <c:pt idx="4927">
                  <c:v>0.25</c:v>
                </c:pt>
                <c:pt idx="4928">
                  <c:v>0.34068100000000001</c:v>
                </c:pt>
                <c:pt idx="4929">
                  <c:v>0.469773</c:v>
                </c:pt>
                <c:pt idx="4930">
                  <c:v>0.57865200000000006</c:v>
                </c:pt>
                <c:pt idx="4931">
                  <c:v>0.53682399999999997</c:v>
                </c:pt>
                <c:pt idx="4932">
                  <c:v>0.63453000000000004</c:v>
                </c:pt>
                <c:pt idx="4933">
                  <c:v>0.533501</c:v>
                </c:pt>
                <c:pt idx="4934">
                  <c:v>0.50866500000000003</c:v>
                </c:pt>
                <c:pt idx="4935">
                  <c:v>0.61854900000000002</c:v>
                </c:pt>
                <c:pt idx="4936">
                  <c:v>0.63685199999999997</c:v>
                </c:pt>
                <c:pt idx="4937">
                  <c:v>0.52366199999999996</c:v>
                </c:pt>
                <c:pt idx="4938">
                  <c:v>0.25918600000000003</c:v>
                </c:pt>
                <c:pt idx="4939">
                  <c:v>0.25</c:v>
                </c:pt>
                <c:pt idx="4940">
                  <c:v>0.25</c:v>
                </c:pt>
                <c:pt idx="4941">
                  <c:v>0</c:v>
                </c:pt>
                <c:pt idx="4942">
                  <c:v>0</c:v>
                </c:pt>
                <c:pt idx="4943">
                  <c:v>0</c:v>
                </c:pt>
                <c:pt idx="4944">
                  <c:v>0</c:v>
                </c:pt>
                <c:pt idx="4945">
                  <c:v>0</c:v>
                </c:pt>
                <c:pt idx="4946">
                  <c:v>0</c:v>
                </c:pt>
                <c:pt idx="4947">
                  <c:v>0</c:v>
                </c:pt>
                <c:pt idx="4948">
                  <c:v>0</c:v>
                </c:pt>
                <c:pt idx="4949">
                  <c:v>0</c:v>
                </c:pt>
                <c:pt idx="4950">
                  <c:v>0</c:v>
                </c:pt>
                <c:pt idx="4951">
                  <c:v>0.25</c:v>
                </c:pt>
                <c:pt idx="4952">
                  <c:v>0.37905</c:v>
                </c:pt>
                <c:pt idx="4953">
                  <c:v>0.54805599999999999</c:v>
                </c:pt>
                <c:pt idx="4954">
                  <c:v>0.74201700000000004</c:v>
                </c:pt>
                <c:pt idx="4955">
                  <c:v>0.60463900000000004</c:v>
                </c:pt>
                <c:pt idx="4956">
                  <c:v>0.69316199999999994</c:v>
                </c:pt>
                <c:pt idx="4957">
                  <c:v>0.53456700000000001</c:v>
                </c:pt>
                <c:pt idx="4958">
                  <c:v>0.50875700000000001</c:v>
                </c:pt>
                <c:pt idx="4959">
                  <c:v>0.61698500000000001</c:v>
                </c:pt>
                <c:pt idx="4960">
                  <c:v>0.52709899999999998</c:v>
                </c:pt>
                <c:pt idx="4961">
                  <c:v>0.39585900000000002</c:v>
                </c:pt>
                <c:pt idx="4962">
                  <c:v>0.25</c:v>
                </c:pt>
                <c:pt idx="4963">
                  <c:v>0.25</c:v>
                </c:pt>
                <c:pt idx="4964">
                  <c:v>0.25</c:v>
                </c:pt>
                <c:pt idx="4965">
                  <c:v>0</c:v>
                </c:pt>
                <c:pt idx="4966">
                  <c:v>0</c:v>
                </c:pt>
                <c:pt idx="4967">
                  <c:v>0</c:v>
                </c:pt>
                <c:pt idx="4968">
                  <c:v>0</c:v>
                </c:pt>
                <c:pt idx="4969">
                  <c:v>0</c:v>
                </c:pt>
                <c:pt idx="4970">
                  <c:v>0</c:v>
                </c:pt>
                <c:pt idx="4971">
                  <c:v>0</c:v>
                </c:pt>
                <c:pt idx="4972">
                  <c:v>0</c:v>
                </c:pt>
                <c:pt idx="4973">
                  <c:v>0</c:v>
                </c:pt>
                <c:pt idx="4974">
                  <c:v>0</c:v>
                </c:pt>
                <c:pt idx="4975">
                  <c:v>0.25</c:v>
                </c:pt>
                <c:pt idx="4976">
                  <c:v>0.25</c:v>
                </c:pt>
                <c:pt idx="4977">
                  <c:v>0.37290600000000002</c:v>
                </c:pt>
                <c:pt idx="4978">
                  <c:v>0.60658999999999996</c:v>
                </c:pt>
                <c:pt idx="4979">
                  <c:v>0.57162400000000002</c:v>
                </c:pt>
                <c:pt idx="4980">
                  <c:v>0.60589899999999997</c:v>
                </c:pt>
                <c:pt idx="4981">
                  <c:v>0.46411400000000003</c:v>
                </c:pt>
                <c:pt idx="4982">
                  <c:v>0.44555600000000001</c:v>
                </c:pt>
                <c:pt idx="4983">
                  <c:v>0.52431799999999995</c:v>
                </c:pt>
                <c:pt idx="4984">
                  <c:v>0.43378100000000003</c:v>
                </c:pt>
                <c:pt idx="4985">
                  <c:v>0.33797100000000002</c:v>
                </c:pt>
                <c:pt idx="4986">
                  <c:v>0.25</c:v>
                </c:pt>
                <c:pt idx="4987">
                  <c:v>0.25</c:v>
                </c:pt>
                <c:pt idx="4988">
                  <c:v>0.25</c:v>
                </c:pt>
                <c:pt idx="4989">
                  <c:v>0</c:v>
                </c:pt>
                <c:pt idx="4990">
                  <c:v>0</c:v>
                </c:pt>
                <c:pt idx="4991">
                  <c:v>0</c:v>
                </c:pt>
                <c:pt idx="4992">
                  <c:v>0</c:v>
                </c:pt>
                <c:pt idx="4993">
                  <c:v>0</c:v>
                </c:pt>
                <c:pt idx="4994">
                  <c:v>0</c:v>
                </c:pt>
                <c:pt idx="4995">
                  <c:v>0</c:v>
                </c:pt>
                <c:pt idx="4996">
                  <c:v>0</c:v>
                </c:pt>
                <c:pt idx="4997">
                  <c:v>0</c:v>
                </c:pt>
                <c:pt idx="4998">
                  <c:v>0</c:v>
                </c:pt>
                <c:pt idx="4999">
                  <c:v>0.25</c:v>
                </c:pt>
                <c:pt idx="5000">
                  <c:v>0.28534300000000001</c:v>
                </c:pt>
                <c:pt idx="5001">
                  <c:v>0.37308400000000003</c:v>
                </c:pt>
                <c:pt idx="5002">
                  <c:v>0.46131100000000003</c:v>
                </c:pt>
                <c:pt idx="5003">
                  <c:v>0.51185700000000001</c:v>
                </c:pt>
                <c:pt idx="5004">
                  <c:v>0.51803200000000005</c:v>
                </c:pt>
                <c:pt idx="5005">
                  <c:v>0.41631899999999999</c:v>
                </c:pt>
                <c:pt idx="5006">
                  <c:v>0.422157</c:v>
                </c:pt>
                <c:pt idx="5007">
                  <c:v>0.50524599999999997</c:v>
                </c:pt>
                <c:pt idx="5008">
                  <c:v>0.53570200000000001</c:v>
                </c:pt>
                <c:pt idx="5009">
                  <c:v>0.47567100000000001</c:v>
                </c:pt>
                <c:pt idx="5010">
                  <c:v>0.43314900000000001</c:v>
                </c:pt>
                <c:pt idx="5011">
                  <c:v>0.401694</c:v>
                </c:pt>
                <c:pt idx="5012">
                  <c:v>0.25</c:v>
                </c:pt>
                <c:pt idx="5013">
                  <c:v>0</c:v>
                </c:pt>
                <c:pt idx="5014">
                  <c:v>0</c:v>
                </c:pt>
                <c:pt idx="5015">
                  <c:v>0</c:v>
                </c:pt>
                <c:pt idx="5016">
                  <c:v>0</c:v>
                </c:pt>
                <c:pt idx="5017">
                  <c:v>0</c:v>
                </c:pt>
                <c:pt idx="5018">
                  <c:v>0</c:v>
                </c:pt>
                <c:pt idx="5019">
                  <c:v>0</c:v>
                </c:pt>
                <c:pt idx="5020">
                  <c:v>0</c:v>
                </c:pt>
                <c:pt idx="5021">
                  <c:v>0</c:v>
                </c:pt>
                <c:pt idx="5022">
                  <c:v>0</c:v>
                </c:pt>
                <c:pt idx="5023">
                  <c:v>0.25</c:v>
                </c:pt>
                <c:pt idx="5024">
                  <c:v>0.54003999999999996</c:v>
                </c:pt>
                <c:pt idx="5025">
                  <c:v>0.81008500000000006</c:v>
                </c:pt>
                <c:pt idx="5026">
                  <c:v>0.73448899999999995</c:v>
                </c:pt>
                <c:pt idx="5027">
                  <c:v>0.65743399999999996</c:v>
                </c:pt>
                <c:pt idx="5028">
                  <c:v>0.69889100000000004</c:v>
                </c:pt>
                <c:pt idx="5029">
                  <c:v>0.63491399999999998</c:v>
                </c:pt>
                <c:pt idx="5030">
                  <c:v>0.60399499999999995</c:v>
                </c:pt>
                <c:pt idx="5031">
                  <c:v>0.68549000000000004</c:v>
                </c:pt>
                <c:pt idx="5032">
                  <c:v>0.63578400000000002</c:v>
                </c:pt>
                <c:pt idx="5033">
                  <c:v>0.49226300000000001</c:v>
                </c:pt>
                <c:pt idx="5034">
                  <c:v>0.25396299999999999</c:v>
                </c:pt>
                <c:pt idx="5035">
                  <c:v>0.25</c:v>
                </c:pt>
                <c:pt idx="5036">
                  <c:v>0.25</c:v>
                </c:pt>
                <c:pt idx="5037">
                  <c:v>0</c:v>
                </c:pt>
                <c:pt idx="5038">
                  <c:v>0</c:v>
                </c:pt>
                <c:pt idx="5039">
                  <c:v>0</c:v>
                </c:pt>
                <c:pt idx="5040">
                  <c:v>0</c:v>
                </c:pt>
                <c:pt idx="5041">
                  <c:v>0</c:v>
                </c:pt>
                <c:pt idx="5042">
                  <c:v>0</c:v>
                </c:pt>
                <c:pt idx="5043">
                  <c:v>0</c:v>
                </c:pt>
                <c:pt idx="5044">
                  <c:v>0</c:v>
                </c:pt>
                <c:pt idx="5045">
                  <c:v>0</c:v>
                </c:pt>
                <c:pt idx="5046">
                  <c:v>0</c:v>
                </c:pt>
                <c:pt idx="5047">
                  <c:v>0.25</c:v>
                </c:pt>
                <c:pt idx="5048">
                  <c:v>0.307583</c:v>
                </c:pt>
                <c:pt idx="5049">
                  <c:v>0.51953700000000003</c:v>
                </c:pt>
                <c:pt idx="5050">
                  <c:v>0.63376299999999997</c:v>
                </c:pt>
                <c:pt idx="5051">
                  <c:v>0.63428499999999999</c:v>
                </c:pt>
                <c:pt idx="5052">
                  <c:v>0.64122900000000005</c:v>
                </c:pt>
                <c:pt idx="5053">
                  <c:v>0.550987</c:v>
                </c:pt>
                <c:pt idx="5054">
                  <c:v>0.56020599999999998</c:v>
                </c:pt>
                <c:pt idx="5055">
                  <c:v>0.56611999999999996</c:v>
                </c:pt>
                <c:pt idx="5056">
                  <c:v>0.55508999999999997</c:v>
                </c:pt>
                <c:pt idx="5057">
                  <c:v>0.335675</c:v>
                </c:pt>
                <c:pt idx="5058">
                  <c:v>0.25</c:v>
                </c:pt>
                <c:pt idx="5059">
                  <c:v>0.25</c:v>
                </c:pt>
                <c:pt idx="5060">
                  <c:v>0.25</c:v>
                </c:pt>
                <c:pt idx="5061">
                  <c:v>0</c:v>
                </c:pt>
                <c:pt idx="5062">
                  <c:v>0</c:v>
                </c:pt>
                <c:pt idx="5063">
                  <c:v>0</c:v>
                </c:pt>
                <c:pt idx="5064">
                  <c:v>0</c:v>
                </c:pt>
                <c:pt idx="5065">
                  <c:v>0</c:v>
                </c:pt>
                <c:pt idx="5066">
                  <c:v>0</c:v>
                </c:pt>
                <c:pt idx="5067">
                  <c:v>0</c:v>
                </c:pt>
                <c:pt idx="5068">
                  <c:v>0</c:v>
                </c:pt>
                <c:pt idx="5069">
                  <c:v>0</c:v>
                </c:pt>
                <c:pt idx="5070">
                  <c:v>0</c:v>
                </c:pt>
                <c:pt idx="5071">
                  <c:v>0.25</c:v>
                </c:pt>
                <c:pt idx="5072">
                  <c:v>0.450714</c:v>
                </c:pt>
                <c:pt idx="5073">
                  <c:v>0.48712699999999998</c:v>
                </c:pt>
                <c:pt idx="5074">
                  <c:v>0.68574100000000004</c:v>
                </c:pt>
                <c:pt idx="5075">
                  <c:v>0.61402800000000002</c:v>
                </c:pt>
                <c:pt idx="5076">
                  <c:v>0.69676800000000005</c:v>
                </c:pt>
                <c:pt idx="5077">
                  <c:v>0.597966</c:v>
                </c:pt>
                <c:pt idx="5078">
                  <c:v>0.60350000000000004</c:v>
                </c:pt>
                <c:pt idx="5079">
                  <c:v>0.63513699999999995</c:v>
                </c:pt>
                <c:pt idx="5080">
                  <c:v>0.62718600000000002</c:v>
                </c:pt>
                <c:pt idx="5081">
                  <c:v>0.454459</c:v>
                </c:pt>
                <c:pt idx="5082">
                  <c:v>0.360099</c:v>
                </c:pt>
                <c:pt idx="5083">
                  <c:v>0.25</c:v>
                </c:pt>
                <c:pt idx="5084">
                  <c:v>0.25</c:v>
                </c:pt>
                <c:pt idx="5085">
                  <c:v>0</c:v>
                </c:pt>
                <c:pt idx="5086">
                  <c:v>0</c:v>
                </c:pt>
                <c:pt idx="5087">
                  <c:v>0</c:v>
                </c:pt>
                <c:pt idx="5088">
                  <c:v>0</c:v>
                </c:pt>
                <c:pt idx="5089">
                  <c:v>0</c:v>
                </c:pt>
                <c:pt idx="5090">
                  <c:v>0</c:v>
                </c:pt>
                <c:pt idx="5091">
                  <c:v>0</c:v>
                </c:pt>
                <c:pt idx="5092">
                  <c:v>0</c:v>
                </c:pt>
                <c:pt idx="5093">
                  <c:v>0</c:v>
                </c:pt>
                <c:pt idx="5094">
                  <c:v>0</c:v>
                </c:pt>
                <c:pt idx="5095">
                  <c:v>0.25</c:v>
                </c:pt>
                <c:pt idx="5096">
                  <c:v>0.392372</c:v>
                </c:pt>
                <c:pt idx="5097">
                  <c:v>0.38860299999999998</c:v>
                </c:pt>
                <c:pt idx="5098">
                  <c:v>0.50601600000000002</c:v>
                </c:pt>
                <c:pt idx="5099">
                  <c:v>0.47706700000000002</c:v>
                </c:pt>
                <c:pt idx="5100">
                  <c:v>0.51886500000000002</c:v>
                </c:pt>
                <c:pt idx="5101">
                  <c:v>0.40361900000000001</c:v>
                </c:pt>
                <c:pt idx="5102">
                  <c:v>0.41209699999999999</c:v>
                </c:pt>
                <c:pt idx="5103">
                  <c:v>0.46623799999999999</c:v>
                </c:pt>
                <c:pt idx="5104">
                  <c:v>0.42658800000000002</c:v>
                </c:pt>
                <c:pt idx="5105">
                  <c:v>0.29839500000000002</c:v>
                </c:pt>
                <c:pt idx="5106">
                  <c:v>0.25</c:v>
                </c:pt>
                <c:pt idx="5107">
                  <c:v>0.25</c:v>
                </c:pt>
                <c:pt idx="5108">
                  <c:v>0.25</c:v>
                </c:pt>
                <c:pt idx="5109">
                  <c:v>0</c:v>
                </c:pt>
                <c:pt idx="5110">
                  <c:v>0</c:v>
                </c:pt>
                <c:pt idx="5111">
                  <c:v>0</c:v>
                </c:pt>
                <c:pt idx="5112">
                  <c:v>0</c:v>
                </c:pt>
                <c:pt idx="5113">
                  <c:v>0</c:v>
                </c:pt>
                <c:pt idx="5114">
                  <c:v>0</c:v>
                </c:pt>
                <c:pt idx="5115">
                  <c:v>0</c:v>
                </c:pt>
                <c:pt idx="5116">
                  <c:v>0</c:v>
                </c:pt>
                <c:pt idx="5117">
                  <c:v>0</c:v>
                </c:pt>
                <c:pt idx="5118">
                  <c:v>0</c:v>
                </c:pt>
                <c:pt idx="5119">
                  <c:v>0.25</c:v>
                </c:pt>
                <c:pt idx="5120">
                  <c:v>0.38290200000000002</c:v>
                </c:pt>
                <c:pt idx="5121">
                  <c:v>0.47922599999999999</c:v>
                </c:pt>
                <c:pt idx="5122">
                  <c:v>0.52645200000000003</c:v>
                </c:pt>
                <c:pt idx="5123">
                  <c:v>0.61883900000000003</c:v>
                </c:pt>
                <c:pt idx="5124">
                  <c:v>0.63446100000000005</c:v>
                </c:pt>
                <c:pt idx="5125">
                  <c:v>0.59014999999999995</c:v>
                </c:pt>
                <c:pt idx="5126">
                  <c:v>0.51358099999999995</c:v>
                </c:pt>
                <c:pt idx="5127">
                  <c:v>0.57632099999999997</c:v>
                </c:pt>
                <c:pt idx="5128">
                  <c:v>0.50569500000000001</c:v>
                </c:pt>
                <c:pt idx="5129">
                  <c:v>0.37129499999999999</c:v>
                </c:pt>
                <c:pt idx="5130">
                  <c:v>0.30938399999999999</c:v>
                </c:pt>
                <c:pt idx="5131">
                  <c:v>0.25</c:v>
                </c:pt>
                <c:pt idx="5132">
                  <c:v>0.25</c:v>
                </c:pt>
                <c:pt idx="5133">
                  <c:v>0</c:v>
                </c:pt>
                <c:pt idx="5134">
                  <c:v>0</c:v>
                </c:pt>
                <c:pt idx="5135">
                  <c:v>0</c:v>
                </c:pt>
                <c:pt idx="5136">
                  <c:v>0</c:v>
                </c:pt>
                <c:pt idx="5137">
                  <c:v>0</c:v>
                </c:pt>
                <c:pt idx="5138">
                  <c:v>0</c:v>
                </c:pt>
                <c:pt idx="5139">
                  <c:v>0</c:v>
                </c:pt>
                <c:pt idx="5140">
                  <c:v>0</c:v>
                </c:pt>
                <c:pt idx="5141">
                  <c:v>0</c:v>
                </c:pt>
                <c:pt idx="5142">
                  <c:v>0</c:v>
                </c:pt>
                <c:pt idx="5143">
                  <c:v>0.31843300000000002</c:v>
                </c:pt>
                <c:pt idx="5144">
                  <c:v>0.56167299999999998</c:v>
                </c:pt>
                <c:pt idx="5145">
                  <c:v>0.50680599999999998</c:v>
                </c:pt>
                <c:pt idx="5146">
                  <c:v>0.59853500000000004</c:v>
                </c:pt>
                <c:pt idx="5147">
                  <c:v>0.58681399999999995</c:v>
                </c:pt>
                <c:pt idx="5148">
                  <c:v>0.64266199999999996</c:v>
                </c:pt>
                <c:pt idx="5149">
                  <c:v>0.55544400000000005</c:v>
                </c:pt>
                <c:pt idx="5150">
                  <c:v>0.49</c:v>
                </c:pt>
                <c:pt idx="5151">
                  <c:v>0.65213900000000002</c:v>
                </c:pt>
                <c:pt idx="5152">
                  <c:v>0.55205199999999999</c:v>
                </c:pt>
                <c:pt idx="5153">
                  <c:v>0.39582000000000001</c:v>
                </c:pt>
                <c:pt idx="5154">
                  <c:v>0.28600399999999998</c:v>
                </c:pt>
                <c:pt idx="5155">
                  <c:v>0.25</c:v>
                </c:pt>
                <c:pt idx="5156">
                  <c:v>0.25</c:v>
                </c:pt>
                <c:pt idx="5157">
                  <c:v>0</c:v>
                </c:pt>
                <c:pt idx="5158">
                  <c:v>0</c:v>
                </c:pt>
                <c:pt idx="5159">
                  <c:v>0</c:v>
                </c:pt>
                <c:pt idx="5160">
                  <c:v>0</c:v>
                </c:pt>
                <c:pt idx="5161">
                  <c:v>0</c:v>
                </c:pt>
                <c:pt idx="5162">
                  <c:v>0</c:v>
                </c:pt>
                <c:pt idx="5163">
                  <c:v>0</c:v>
                </c:pt>
                <c:pt idx="5164">
                  <c:v>0</c:v>
                </c:pt>
                <c:pt idx="5165">
                  <c:v>0</c:v>
                </c:pt>
                <c:pt idx="5166">
                  <c:v>0</c:v>
                </c:pt>
                <c:pt idx="5167">
                  <c:v>0.25</c:v>
                </c:pt>
                <c:pt idx="5168">
                  <c:v>0.367622</c:v>
                </c:pt>
                <c:pt idx="5169">
                  <c:v>0.46736299999999997</c:v>
                </c:pt>
                <c:pt idx="5170">
                  <c:v>0.64248499999999997</c:v>
                </c:pt>
                <c:pt idx="5171">
                  <c:v>0.64359299999999997</c:v>
                </c:pt>
                <c:pt idx="5172">
                  <c:v>0.56970799999999999</c:v>
                </c:pt>
                <c:pt idx="5173">
                  <c:v>0.40236</c:v>
                </c:pt>
                <c:pt idx="5174">
                  <c:v>0.45754099999999998</c:v>
                </c:pt>
                <c:pt idx="5175">
                  <c:v>0.54285899999999998</c:v>
                </c:pt>
                <c:pt idx="5176">
                  <c:v>0.49118800000000001</c:v>
                </c:pt>
                <c:pt idx="5177">
                  <c:v>0.381104</c:v>
                </c:pt>
                <c:pt idx="5178">
                  <c:v>0.31208399999999997</c:v>
                </c:pt>
                <c:pt idx="5179">
                  <c:v>0.25939699999999999</c:v>
                </c:pt>
                <c:pt idx="5180">
                  <c:v>0.25</c:v>
                </c:pt>
                <c:pt idx="5181">
                  <c:v>0</c:v>
                </c:pt>
                <c:pt idx="5182">
                  <c:v>0</c:v>
                </c:pt>
                <c:pt idx="5183">
                  <c:v>0</c:v>
                </c:pt>
                <c:pt idx="5184">
                  <c:v>0</c:v>
                </c:pt>
                <c:pt idx="5185">
                  <c:v>0</c:v>
                </c:pt>
                <c:pt idx="5186">
                  <c:v>0</c:v>
                </c:pt>
                <c:pt idx="5187">
                  <c:v>0</c:v>
                </c:pt>
                <c:pt idx="5188">
                  <c:v>0</c:v>
                </c:pt>
                <c:pt idx="5189">
                  <c:v>0</c:v>
                </c:pt>
                <c:pt idx="5190">
                  <c:v>0</c:v>
                </c:pt>
                <c:pt idx="5191">
                  <c:v>0.25</c:v>
                </c:pt>
                <c:pt idx="5192">
                  <c:v>0.52154699999999998</c:v>
                </c:pt>
                <c:pt idx="5193">
                  <c:v>0.51923600000000003</c:v>
                </c:pt>
                <c:pt idx="5194">
                  <c:v>0.60397800000000001</c:v>
                </c:pt>
                <c:pt idx="5195">
                  <c:v>0.63289300000000004</c:v>
                </c:pt>
                <c:pt idx="5196">
                  <c:v>0.56291000000000002</c:v>
                </c:pt>
                <c:pt idx="5197">
                  <c:v>0.512181</c:v>
                </c:pt>
                <c:pt idx="5198">
                  <c:v>0.58292699999999997</c:v>
                </c:pt>
                <c:pt idx="5199">
                  <c:v>0.61150199999999999</c:v>
                </c:pt>
                <c:pt idx="5200">
                  <c:v>0.59280299999999997</c:v>
                </c:pt>
                <c:pt idx="5201">
                  <c:v>0.52628699999999995</c:v>
                </c:pt>
                <c:pt idx="5202">
                  <c:v>0.33384399999999997</c:v>
                </c:pt>
                <c:pt idx="5203">
                  <c:v>0.25</c:v>
                </c:pt>
                <c:pt idx="5204">
                  <c:v>0.25</c:v>
                </c:pt>
                <c:pt idx="5205">
                  <c:v>0</c:v>
                </c:pt>
                <c:pt idx="5206">
                  <c:v>0</c:v>
                </c:pt>
                <c:pt idx="5207">
                  <c:v>0</c:v>
                </c:pt>
                <c:pt idx="5208">
                  <c:v>0</c:v>
                </c:pt>
                <c:pt idx="5209">
                  <c:v>0</c:v>
                </c:pt>
                <c:pt idx="5210">
                  <c:v>0</c:v>
                </c:pt>
                <c:pt idx="5211">
                  <c:v>0</c:v>
                </c:pt>
                <c:pt idx="5212">
                  <c:v>0</c:v>
                </c:pt>
                <c:pt idx="5213">
                  <c:v>0</c:v>
                </c:pt>
                <c:pt idx="5214">
                  <c:v>0</c:v>
                </c:pt>
                <c:pt idx="5215">
                  <c:v>0.25097799999999998</c:v>
                </c:pt>
                <c:pt idx="5216">
                  <c:v>0.56101299999999998</c:v>
                </c:pt>
                <c:pt idx="5217">
                  <c:v>0.533636</c:v>
                </c:pt>
                <c:pt idx="5218">
                  <c:v>0.63859200000000005</c:v>
                </c:pt>
                <c:pt idx="5219">
                  <c:v>0.58031699999999997</c:v>
                </c:pt>
                <c:pt idx="5220">
                  <c:v>0.61366399999999999</c:v>
                </c:pt>
                <c:pt idx="5221">
                  <c:v>0.50859900000000002</c:v>
                </c:pt>
                <c:pt idx="5222">
                  <c:v>0.47991499999999998</c:v>
                </c:pt>
                <c:pt idx="5223">
                  <c:v>0.545933</c:v>
                </c:pt>
                <c:pt idx="5224">
                  <c:v>0.50132399999999999</c:v>
                </c:pt>
                <c:pt idx="5225">
                  <c:v>0.37397799999999998</c:v>
                </c:pt>
                <c:pt idx="5226">
                  <c:v>0.32969999999999999</c:v>
                </c:pt>
                <c:pt idx="5227">
                  <c:v>0.25538899999999998</c:v>
                </c:pt>
                <c:pt idx="5228">
                  <c:v>0.25</c:v>
                </c:pt>
                <c:pt idx="5229">
                  <c:v>0</c:v>
                </c:pt>
                <c:pt idx="5230">
                  <c:v>0</c:v>
                </c:pt>
                <c:pt idx="5231">
                  <c:v>0</c:v>
                </c:pt>
                <c:pt idx="5232">
                  <c:v>0</c:v>
                </c:pt>
                <c:pt idx="5233">
                  <c:v>0</c:v>
                </c:pt>
                <c:pt idx="5234">
                  <c:v>0</c:v>
                </c:pt>
                <c:pt idx="5235">
                  <c:v>0</c:v>
                </c:pt>
                <c:pt idx="5236">
                  <c:v>0</c:v>
                </c:pt>
                <c:pt idx="5237">
                  <c:v>0</c:v>
                </c:pt>
                <c:pt idx="5238">
                  <c:v>0</c:v>
                </c:pt>
                <c:pt idx="5239">
                  <c:v>0.25</c:v>
                </c:pt>
                <c:pt idx="5240">
                  <c:v>0.61374600000000001</c:v>
                </c:pt>
                <c:pt idx="5241">
                  <c:v>0.61639200000000005</c:v>
                </c:pt>
                <c:pt idx="5242">
                  <c:v>0.701264</c:v>
                </c:pt>
                <c:pt idx="5243">
                  <c:v>0.63290599999999997</c:v>
                </c:pt>
                <c:pt idx="5244">
                  <c:v>0.711009</c:v>
                </c:pt>
                <c:pt idx="5245">
                  <c:v>0.53908299999999998</c:v>
                </c:pt>
                <c:pt idx="5246">
                  <c:v>0.53099700000000005</c:v>
                </c:pt>
                <c:pt idx="5247">
                  <c:v>0.595719</c:v>
                </c:pt>
                <c:pt idx="5248">
                  <c:v>0.48216500000000001</c:v>
                </c:pt>
                <c:pt idx="5249">
                  <c:v>0.34308699999999998</c:v>
                </c:pt>
                <c:pt idx="5250">
                  <c:v>0.25</c:v>
                </c:pt>
                <c:pt idx="5251">
                  <c:v>0.25</c:v>
                </c:pt>
                <c:pt idx="5252">
                  <c:v>0.25</c:v>
                </c:pt>
                <c:pt idx="5253">
                  <c:v>0</c:v>
                </c:pt>
                <c:pt idx="5254">
                  <c:v>0</c:v>
                </c:pt>
                <c:pt idx="5255">
                  <c:v>0</c:v>
                </c:pt>
                <c:pt idx="5256">
                  <c:v>0</c:v>
                </c:pt>
                <c:pt idx="5257">
                  <c:v>0</c:v>
                </c:pt>
                <c:pt idx="5258">
                  <c:v>0</c:v>
                </c:pt>
                <c:pt idx="5259">
                  <c:v>0</c:v>
                </c:pt>
                <c:pt idx="5260">
                  <c:v>0</c:v>
                </c:pt>
                <c:pt idx="5261">
                  <c:v>0</c:v>
                </c:pt>
                <c:pt idx="5262">
                  <c:v>0</c:v>
                </c:pt>
                <c:pt idx="5263">
                  <c:v>0.25</c:v>
                </c:pt>
                <c:pt idx="5264">
                  <c:v>0.52336899999999997</c:v>
                </c:pt>
                <c:pt idx="5265">
                  <c:v>0.65872600000000003</c:v>
                </c:pt>
                <c:pt idx="5266">
                  <c:v>0.71377699999999999</c:v>
                </c:pt>
                <c:pt idx="5267">
                  <c:v>0.66920100000000005</c:v>
                </c:pt>
                <c:pt idx="5268">
                  <c:v>0.75945200000000002</c:v>
                </c:pt>
                <c:pt idx="5269">
                  <c:v>0.63942399999999999</c:v>
                </c:pt>
                <c:pt idx="5270">
                  <c:v>0.56194599999999995</c:v>
                </c:pt>
                <c:pt idx="5271">
                  <c:v>0.54214700000000005</c:v>
                </c:pt>
                <c:pt idx="5272">
                  <c:v>0.41645700000000002</c:v>
                </c:pt>
                <c:pt idx="5273">
                  <c:v>0.29907699999999998</c:v>
                </c:pt>
                <c:pt idx="5274">
                  <c:v>0.25</c:v>
                </c:pt>
                <c:pt idx="5275">
                  <c:v>0.25</c:v>
                </c:pt>
                <c:pt idx="5276">
                  <c:v>0.25</c:v>
                </c:pt>
                <c:pt idx="5277">
                  <c:v>0</c:v>
                </c:pt>
                <c:pt idx="5278">
                  <c:v>0</c:v>
                </c:pt>
                <c:pt idx="5279">
                  <c:v>0</c:v>
                </c:pt>
                <c:pt idx="5280">
                  <c:v>0</c:v>
                </c:pt>
                <c:pt idx="5281">
                  <c:v>0</c:v>
                </c:pt>
                <c:pt idx="5282">
                  <c:v>0</c:v>
                </c:pt>
                <c:pt idx="5283">
                  <c:v>0</c:v>
                </c:pt>
                <c:pt idx="5284">
                  <c:v>0</c:v>
                </c:pt>
                <c:pt idx="5285">
                  <c:v>0</c:v>
                </c:pt>
                <c:pt idx="5286">
                  <c:v>0</c:v>
                </c:pt>
                <c:pt idx="5287">
                  <c:v>0.26848</c:v>
                </c:pt>
                <c:pt idx="5288">
                  <c:v>0.528061</c:v>
                </c:pt>
                <c:pt idx="5289">
                  <c:v>0.639154</c:v>
                </c:pt>
                <c:pt idx="5290">
                  <c:v>0.730487</c:v>
                </c:pt>
                <c:pt idx="5291">
                  <c:v>0.66530999999999996</c:v>
                </c:pt>
                <c:pt idx="5292">
                  <c:v>0.71437600000000001</c:v>
                </c:pt>
                <c:pt idx="5293">
                  <c:v>0.65170399999999995</c:v>
                </c:pt>
                <c:pt idx="5294">
                  <c:v>0.53146000000000004</c:v>
                </c:pt>
                <c:pt idx="5295">
                  <c:v>0.61318300000000003</c:v>
                </c:pt>
                <c:pt idx="5296">
                  <c:v>0.51947299999999996</c:v>
                </c:pt>
                <c:pt idx="5297">
                  <c:v>0.404061</c:v>
                </c:pt>
                <c:pt idx="5298">
                  <c:v>0.25</c:v>
                </c:pt>
                <c:pt idx="5299">
                  <c:v>0.25</c:v>
                </c:pt>
                <c:pt idx="5300">
                  <c:v>0.25</c:v>
                </c:pt>
                <c:pt idx="5301">
                  <c:v>0</c:v>
                </c:pt>
                <c:pt idx="5302">
                  <c:v>0</c:v>
                </c:pt>
                <c:pt idx="5303">
                  <c:v>0</c:v>
                </c:pt>
                <c:pt idx="5304">
                  <c:v>0</c:v>
                </c:pt>
                <c:pt idx="5305">
                  <c:v>0</c:v>
                </c:pt>
                <c:pt idx="5306">
                  <c:v>0</c:v>
                </c:pt>
                <c:pt idx="5307">
                  <c:v>0</c:v>
                </c:pt>
                <c:pt idx="5308">
                  <c:v>0</c:v>
                </c:pt>
                <c:pt idx="5309">
                  <c:v>0</c:v>
                </c:pt>
                <c:pt idx="5310">
                  <c:v>0</c:v>
                </c:pt>
                <c:pt idx="5311">
                  <c:v>0.25</c:v>
                </c:pt>
                <c:pt idx="5312">
                  <c:v>0.26961299999999999</c:v>
                </c:pt>
                <c:pt idx="5313">
                  <c:v>0.50785899999999995</c:v>
                </c:pt>
                <c:pt idx="5314">
                  <c:v>0.65851099999999996</c:v>
                </c:pt>
                <c:pt idx="5315">
                  <c:v>0.62338899999999997</c:v>
                </c:pt>
                <c:pt idx="5316">
                  <c:v>0.60120099999999999</c:v>
                </c:pt>
                <c:pt idx="5317">
                  <c:v>0.53680399999999995</c:v>
                </c:pt>
                <c:pt idx="5318">
                  <c:v>0.52271800000000002</c:v>
                </c:pt>
                <c:pt idx="5319">
                  <c:v>0.54988099999999995</c:v>
                </c:pt>
                <c:pt idx="5320">
                  <c:v>0.44040099999999999</c:v>
                </c:pt>
                <c:pt idx="5321">
                  <c:v>0.34461399999999998</c:v>
                </c:pt>
                <c:pt idx="5322">
                  <c:v>0.25</c:v>
                </c:pt>
                <c:pt idx="5323">
                  <c:v>0.25</c:v>
                </c:pt>
                <c:pt idx="5324">
                  <c:v>0.25</c:v>
                </c:pt>
                <c:pt idx="5325">
                  <c:v>0</c:v>
                </c:pt>
                <c:pt idx="5326">
                  <c:v>0</c:v>
                </c:pt>
                <c:pt idx="5327">
                  <c:v>0</c:v>
                </c:pt>
                <c:pt idx="5328">
                  <c:v>0</c:v>
                </c:pt>
                <c:pt idx="5329">
                  <c:v>0</c:v>
                </c:pt>
                <c:pt idx="5330">
                  <c:v>0</c:v>
                </c:pt>
                <c:pt idx="5331">
                  <c:v>0</c:v>
                </c:pt>
                <c:pt idx="5332">
                  <c:v>0</c:v>
                </c:pt>
                <c:pt idx="5333">
                  <c:v>0</c:v>
                </c:pt>
                <c:pt idx="5334">
                  <c:v>0</c:v>
                </c:pt>
                <c:pt idx="5335">
                  <c:v>0.25</c:v>
                </c:pt>
                <c:pt idx="5336">
                  <c:v>0.50088999999999995</c:v>
                </c:pt>
                <c:pt idx="5337">
                  <c:v>0.44859199999999999</c:v>
                </c:pt>
                <c:pt idx="5338">
                  <c:v>0.60581300000000005</c:v>
                </c:pt>
                <c:pt idx="5339">
                  <c:v>0.57392600000000005</c:v>
                </c:pt>
                <c:pt idx="5340">
                  <c:v>0.62751699999999999</c:v>
                </c:pt>
                <c:pt idx="5341">
                  <c:v>0.46796500000000002</c:v>
                </c:pt>
                <c:pt idx="5342">
                  <c:v>0.490479</c:v>
                </c:pt>
                <c:pt idx="5343">
                  <c:v>0.53053799999999995</c:v>
                </c:pt>
                <c:pt idx="5344">
                  <c:v>0.48400100000000001</c:v>
                </c:pt>
                <c:pt idx="5345">
                  <c:v>0.43612800000000002</c:v>
                </c:pt>
                <c:pt idx="5346">
                  <c:v>0.31295299999999998</c:v>
                </c:pt>
                <c:pt idx="5347">
                  <c:v>0.25</c:v>
                </c:pt>
                <c:pt idx="5348">
                  <c:v>0.25</c:v>
                </c:pt>
                <c:pt idx="5349">
                  <c:v>0</c:v>
                </c:pt>
                <c:pt idx="5350">
                  <c:v>0</c:v>
                </c:pt>
                <c:pt idx="5351">
                  <c:v>0</c:v>
                </c:pt>
                <c:pt idx="5352">
                  <c:v>0</c:v>
                </c:pt>
                <c:pt idx="5353">
                  <c:v>0</c:v>
                </c:pt>
                <c:pt idx="5354">
                  <c:v>0</c:v>
                </c:pt>
                <c:pt idx="5355">
                  <c:v>0</c:v>
                </c:pt>
                <c:pt idx="5356">
                  <c:v>0</c:v>
                </c:pt>
                <c:pt idx="5357">
                  <c:v>0</c:v>
                </c:pt>
                <c:pt idx="5358">
                  <c:v>0</c:v>
                </c:pt>
                <c:pt idx="5359">
                  <c:v>0.25</c:v>
                </c:pt>
                <c:pt idx="5360">
                  <c:v>0.42450599999999999</c:v>
                </c:pt>
                <c:pt idx="5361">
                  <c:v>0.55416200000000004</c:v>
                </c:pt>
                <c:pt idx="5362">
                  <c:v>0.68440900000000005</c:v>
                </c:pt>
                <c:pt idx="5363">
                  <c:v>0.60077700000000001</c:v>
                </c:pt>
                <c:pt idx="5364">
                  <c:v>0.56634399999999996</c:v>
                </c:pt>
                <c:pt idx="5365">
                  <c:v>0.445581</c:v>
                </c:pt>
                <c:pt idx="5366">
                  <c:v>0.40401700000000002</c:v>
                </c:pt>
                <c:pt idx="5367">
                  <c:v>0.45079599999999997</c:v>
                </c:pt>
                <c:pt idx="5368">
                  <c:v>0.40920400000000001</c:v>
                </c:pt>
                <c:pt idx="5369">
                  <c:v>0.28836299999999998</c:v>
                </c:pt>
                <c:pt idx="5370">
                  <c:v>0.25</c:v>
                </c:pt>
                <c:pt idx="5371">
                  <c:v>0.25</c:v>
                </c:pt>
                <c:pt idx="5372">
                  <c:v>0.25</c:v>
                </c:pt>
                <c:pt idx="5373">
                  <c:v>0</c:v>
                </c:pt>
                <c:pt idx="5374">
                  <c:v>0</c:v>
                </c:pt>
                <c:pt idx="5375">
                  <c:v>0</c:v>
                </c:pt>
                <c:pt idx="5376">
                  <c:v>0</c:v>
                </c:pt>
                <c:pt idx="5377">
                  <c:v>0</c:v>
                </c:pt>
                <c:pt idx="5378">
                  <c:v>0</c:v>
                </c:pt>
                <c:pt idx="5379">
                  <c:v>0</c:v>
                </c:pt>
                <c:pt idx="5380">
                  <c:v>0</c:v>
                </c:pt>
                <c:pt idx="5381">
                  <c:v>0</c:v>
                </c:pt>
                <c:pt idx="5382">
                  <c:v>0</c:v>
                </c:pt>
                <c:pt idx="5383">
                  <c:v>0.25</c:v>
                </c:pt>
                <c:pt idx="5384">
                  <c:v>0.41937600000000003</c:v>
                </c:pt>
                <c:pt idx="5385">
                  <c:v>0.51634199999999997</c:v>
                </c:pt>
                <c:pt idx="5386">
                  <c:v>0.66813199999999995</c:v>
                </c:pt>
                <c:pt idx="5387">
                  <c:v>0.65646899999999997</c:v>
                </c:pt>
                <c:pt idx="5388">
                  <c:v>0.66381900000000005</c:v>
                </c:pt>
                <c:pt idx="5389">
                  <c:v>0.49987199999999998</c:v>
                </c:pt>
                <c:pt idx="5390">
                  <c:v>0.46961799999999998</c:v>
                </c:pt>
                <c:pt idx="5391">
                  <c:v>0.55741700000000005</c:v>
                </c:pt>
                <c:pt idx="5392">
                  <c:v>0.49318200000000001</c:v>
                </c:pt>
                <c:pt idx="5393">
                  <c:v>0.32685999999999998</c:v>
                </c:pt>
                <c:pt idx="5394">
                  <c:v>0.25</c:v>
                </c:pt>
                <c:pt idx="5395">
                  <c:v>0.25</c:v>
                </c:pt>
                <c:pt idx="5396">
                  <c:v>0.25</c:v>
                </c:pt>
                <c:pt idx="5397">
                  <c:v>0</c:v>
                </c:pt>
                <c:pt idx="5398">
                  <c:v>0</c:v>
                </c:pt>
                <c:pt idx="5399">
                  <c:v>0</c:v>
                </c:pt>
                <c:pt idx="5400">
                  <c:v>0</c:v>
                </c:pt>
                <c:pt idx="5401">
                  <c:v>0</c:v>
                </c:pt>
                <c:pt idx="5402">
                  <c:v>0</c:v>
                </c:pt>
                <c:pt idx="5403">
                  <c:v>0</c:v>
                </c:pt>
                <c:pt idx="5404">
                  <c:v>0</c:v>
                </c:pt>
                <c:pt idx="5405">
                  <c:v>0</c:v>
                </c:pt>
                <c:pt idx="5406">
                  <c:v>0</c:v>
                </c:pt>
                <c:pt idx="5407">
                  <c:v>0.25</c:v>
                </c:pt>
                <c:pt idx="5408">
                  <c:v>0.398955</c:v>
                </c:pt>
                <c:pt idx="5409">
                  <c:v>0.50538499999999997</c:v>
                </c:pt>
                <c:pt idx="5410">
                  <c:v>0.66857900000000003</c:v>
                </c:pt>
                <c:pt idx="5411">
                  <c:v>0.56298099999999995</c:v>
                </c:pt>
                <c:pt idx="5412">
                  <c:v>0.59837200000000001</c:v>
                </c:pt>
                <c:pt idx="5413">
                  <c:v>0.56930499999999995</c:v>
                </c:pt>
                <c:pt idx="5414">
                  <c:v>0.57964199999999999</c:v>
                </c:pt>
                <c:pt idx="5415">
                  <c:v>0.59987599999999996</c:v>
                </c:pt>
                <c:pt idx="5416">
                  <c:v>0.55419499999999999</c:v>
                </c:pt>
                <c:pt idx="5417">
                  <c:v>0.41797000000000001</c:v>
                </c:pt>
                <c:pt idx="5418">
                  <c:v>0.263575</c:v>
                </c:pt>
                <c:pt idx="5419">
                  <c:v>0.27054299999999998</c:v>
                </c:pt>
                <c:pt idx="5420">
                  <c:v>0.25</c:v>
                </c:pt>
                <c:pt idx="5421">
                  <c:v>0</c:v>
                </c:pt>
                <c:pt idx="5422">
                  <c:v>0</c:v>
                </c:pt>
                <c:pt idx="5423">
                  <c:v>0</c:v>
                </c:pt>
                <c:pt idx="5424">
                  <c:v>0</c:v>
                </c:pt>
                <c:pt idx="5425">
                  <c:v>0</c:v>
                </c:pt>
                <c:pt idx="5426">
                  <c:v>0</c:v>
                </c:pt>
                <c:pt idx="5427">
                  <c:v>0</c:v>
                </c:pt>
                <c:pt idx="5428">
                  <c:v>0</c:v>
                </c:pt>
                <c:pt idx="5429">
                  <c:v>0</c:v>
                </c:pt>
                <c:pt idx="5430">
                  <c:v>0</c:v>
                </c:pt>
                <c:pt idx="5431">
                  <c:v>0.25</c:v>
                </c:pt>
                <c:pt idx="5432">
                  <c:v>0.48372100000000001</c:v>
                </c:pt>
                <c:pt idx="5433">
                  <c:v>0.59893099999999999</c:v>
                </c:pt>
                <c:pt idx="5434">
                  <c:v>0.683369</c:v>
                </c:pt>
                <c:pt idx="5435">
                  <c:v>0.70230700000000001</c:v>
                </c:pt>
                <c:pt idx="5436">
                  <c:v>0.69711299999999998</c:v>
                </c:pt>
                <c:pt idx="5437">
                  <c:v>0.54680399999999996</c:v>
                </c:pt>
                <c:pt idx="5438">
                  <c:v>0.55299799999999999</c:v>
                </c:pt>
                <c:pt idx="5439">
                  <c:v>0.65037299999999998</c:v>
                </c:pt>
                <c:pt idx="5440">
                  <c:v>0.59161900000000001</c:v>
                </c:pt>
                <c:pt idx="5441">
                  <c:v>0.45469900000000002</c:v>
                </c:pt>
                <c:pt idx="5442">
                  <c:v>0.32056099999999998</c:v>
                </c:pt>
                <c:pt idx="5443">
                  <c:v>0.25401499999999999</c:v>
                </c:pt>
                <c:pt idx="5444">
                  <c:v>0.25</c:v>
                </c:pt>
                <c:pt idx="5445">
                  <c:v>0</c:v>
                </c:pt>
                <c:pt idx="5446">
                  <c:v>0</c:v>
                </c:pt>
                <c:pt idx="5447">
                  <c:v>0</c:v>
                </c:pt>
                <c:pt idx="5448">
                  <c:v>0</c:v>
                </c:pt>
                <c:pt idx="5449">
                  <c:v>0</c:v>
                </c:pt>
                <c:pt idx="5450">
                  <c:v>0</c:v>
                </c:pt>
                <c:pt idx="5451">
                  <c:v>0</c:v>
                </c:pt>
                <c:pt idx="5452">
                  <c:v>0</c:v>
                </c:pt>
                <c:pt idx="5453">
                  <c:v>0</c:v>
                </c:pt>
                <c:pt idx="5454">
                  <c:v>0</c:v>
                </c:pt>
                <c:pt idx="5455">
                  <c:v>0.25</c:v>
                </c:pt>
                <c:pt idx="5456">
                  <c:v>0.51230299999999995</c:v>
                </c:pt>
                <c:pt idx="5457">
                  <c:v>0.57472400000000001</c:v>
                </c:pt>
                <c:pt idx="5458">
                  <c:v>0.65351400000000004</c:v>
                </c:pt>
                <c:pt idx="5459">
                  <c:v>0.62879200000000002</c:v>
                </c:pt>
                <c:pt idx="5460">
                  <c:v>0.61793699999999996</c:v>
                </c:pt>
                <c:pt idx="5461">
                  <c:v>0.53247900000000004</c:v>
                </c:pt>
                <c:pt idx="5462">
                  <c:v>0.55920400000000003</c:v>
                </c:pt>
                <c:pt idx="5463">
                  <c:v>0.57936100000000001</c:v>
                </c:pt>
                <c:pt idx="5464">
                  <c:v>0.53550500000000001</c:v>
                </c:pt>
                <c:pt idx="5465">
                  <c:v>0.42886400000000002</c:v>
                </c:pt>
                <c:pt idx="5466">
                  <c:v>0.25356699999999999</c:v>
                </c:pt>
                <c:pt idx="5467">
                  <c:v>0.25</c:v>
                </c:pt>
                <c:pt idx="5468">
                  <c:v>0.25</c:v>
                </c:pt>
                <c:pt idx="5469">
                  <c:v>0</c:v>
                </c:pt>
                <c:pt idx="5470">
                  <c:v>0</c:v>
                </c:pt>
                <c:pt idx="5471">
                  <c:v>0</c:v>
                </c:pt>
                <c:pt idx="5472">
                  <c:v>0</c:v>
                </c:pt>
                <c:pt idx="5473">
                  <c:v>0</c:v>
                </c:pt>
                <c:pt idx="5474">
                  <c:v>0</c:v>
                </c:pt>
                <c:pt idx="5475">
                  <c:v>0</c:v>
                </c:pt>
                <c:pt idx="5476">
                  <c:v>0</c:v>
                </c:pt>
                <c:pt idx="5477">
                  <c:v>0</c:v>
                </c:pt>
                <c:pt idx="5478">
                  <c:v>0</c:v>
                </c:pt>
                <c:pt idx="5479">
                  <c:v>0.25</c:v>
                </c:pt>
                <c:pt idx="5480">
                  <c:v>0.494782</c:v>
                </c:pt>
                <c:pt idx="5481">
                  <c:v>0.54470499999999999</c:v>
                </c:pt>
                <c:pt idx="5482">
                  <c:v>0.671736</c:v>
                </c:pt>
                <c:pt idx="5483">
                  <c:v>0.64869399999999999</c:v>
                </c:pt>
                <c:pt idx="5484">
                  <c:v>0.68681999999999999</c:v>
                </c:pt>
                <c:pt idx="5485">
                  <c:v>0.53402899999999998</c:v>
                </c:pt>
                <c:pt idx="5486">
                  <c:v>0.53915299999999999</c:v>
                </c:pt>
                <c:pt idx="5487">
                  <c:v>0.554539</c:v>
                </c:pt>
                <c:pt idx="5488">
                  <c:v>0.51315699999999997</c:v>
                </c:pt>
                <c:pt idx="5489">
                  <c:v>0.37749100000000002</c:v>
                </c:pt>
                <c:pt idx="5490">
                  <c:v>0.289358</c:v>
                </c:pt>
                <c:pt idx="5491">
                  <c:v>0.25</c:v>
                </c:pt>
                <c:pt idx="5492">
                  <c:v>0.25</c:v>
                </c:pt>
                <c:pt idx="5493">
                  <c:v>0</c:v>
                </c:pt>
                <c:pt idx="5494">
                  <c:v>0</c:v>
                </c:pt>
                <c:pt idx="5495">
                  <c:v>0</c:v>
                </c:pt>
                <c:pt idx="5496">
                  <c:v>0</c:v>
                </c:pt>
                <c:pt idx="5497">
                  <c:v>0</c:v>
                </c:pt>
                <c:pt idx="5498">
                  <c:v>0</c:v>
                </c:pt>
                <c:pt idx="5499">
                  <c:v>0</c:v>
                </c:pt>
                <c:pt idx="5500">
                  <c:v>0</c:v>
                </c:pt>
                <c:pt idx="5501">
                  <c:v>0</c:v>
                </c:pt>
                <c:pt idx="5502">
                  <c:v>0</c:v>
                </c:pt>
                <c:pt idx="5503">
                  <c:v>0.25</c:v>
                </c:pt>
                <c:pt idx="5504">
                  <c:v>0.50687300000000002</c:v>
                </c:pt>
                <c:pt idx="5505">
                  <c:v>0.55801500000000004</c:v>
                </c:pt>
                <c:pt idx="5506">
                  <c:v>0.65851400000000004</c:v>
                </c:pt>
                <c:pt idx="5507">
                  <c:v>0.61485900000000004</c:v>
                </c:pt>
                <c:pt idx="5508">
                  <c:v>0.61444299999999996</c:v>
                </c:pt>
                <c:pt idx="5509">
                  <c:v>0.51375400000000004</c:v>
                </c:pt>
                <c:pt idx="5510">
                  <c:v>0.49164099999999999</c:v>
                </c:pt>
                <c:pt idx="5511">
                  <c:v>0.552952</c:v>
                </c:pt>
                <c:pt idx="5512">
                  <c:v>0.51338600000000001</c:v>
                </c:pt>
                <c:pt idx="5513">
                  <c:v>0.34739500000000001</c:v>
                </c:pt>
                <c:pt idx="5514">
                  <c:v>0.268202</c:v>
                </c:pt>
                <c:pt idx="5515">
                  <c:v>0.25</c:v>
                </c:pt>
                <c:pt idx="5516">
                  <c:v>0.25</c:v>
                </c:pt>
                <c:pt idx="5517">
                  <c:v>0</c:v>
                </c:pt>
                <c:pt idx="5518">
                  <c:v>0</c:v>
                </c:pt>
                <c:pt idx="5519">
                  <c:v>0</c:v>
                </c:pt>
                <c:pt idx="5520">
                  <c:v>0</c:v>
                </c:pt>
                <c:pt idx="5521">
                  <c:v>0</c:v>
                </c:pt>
                <c:pt idx="5522">
                  <c:v>0</c:v>
                </c:pt>
                <c:pt idx="5523">
                  <c:v>0</c:v>
                </c:pt>
                <c:pt idx="5524">
                  <c:v>0</c:v>
                </c:pt>
                <c:pt idx="5525">
                  <c:v>0</c:v>
                </c:pt>
                <c:pt idx="5526">
                  <c:v>0</c:v>
                </c:pt>
                <c:pt idx="5527">
                  <c:v>0.25</c:v>
                </c:pt>
                <c:pt idx="5528">
                  <c:v>0.52416300000000005</c:v>
                </c:pt>
                <c:pt idx="5529">
                  <c:v>0.48609400000000003</c:v>
                </c:pt>
                <c:pt idx="5530">
                  <c:v>0.54589200000000004</c:v>
                </c:pt>
                <c:pt idx="5531">
                  <c:v>0.51969399999999999</c:v>
                </c:pt>
                <c:pt idx="5532">
                  <c:v>0.55680799999999997</c:v>
                </c:pt>
                <c:pt idx="5533">
                  <c:v>0.42251100000000003</c:v>
                </c:pt>
                <c:pt idx="5534">
                  <c:v>0.43344300000000002</c:v>
                </c:pt>
                <c:pt idx="5535">
                  <c:v>0.49112</c:v>
                </c:pt>
                <c:pt idx="5536">
                  <c:v>0.42192200000000002</c:v>
                </c:pt>
                <c:pt idx="5537">
                  <c:v>0.33015899999999998</c:v>
                </c:pt>
                <c:pt idx="5538">
                  <c:v>0.25</c:v>
                </c:pt>
                <c:pt idx="5539">
                  <c:v>0.25</c:v>
                </c:pt>
                <c:pt idx="5540">
                  <c:v>0.25</c:v>
                </c:pt>
                <c:pt idx="5541">
                  <c:v>0</c:v>
                </c:pt>
                <c:pt idx="5542">
                  <c:v>0</c:v>
                </c:pt>
                <c:pt idx="5543">
                  <c:v>0</c:v>
                </c:pt>
                <c:pt idx="5544">
                  <c:v>0</c:v>
                </c:pt>
                <c:pt idx="5545">
                  <c:v>0</c:v>
                </c:pt>
                <c:pt idx="5546">
                  <c:v>0</c:v>
                </c:pt>
                <c:pt idx="5547">
                  <c:v>0</c:v>
                </c:pt>
                <c:pt idx="5548">
                  <c:v>0</c:v>
                </c:pt>
                <c:pt idx="5549">
                  <c:v>0</c:v>
                </c:pt>
                <c:pt idx="5550">
                  <c:v>0</c:v>
                </c:pt>
                <c:pt idx="5551">
                  <c:v>0.25</c:v>
                </c:pt>
                <c:pt idx="5552">
                  <c:v>0.32835500000000001</c:v>
                </c:pt>
                <c:pt idx="5553">
                  <c:v>0.39460899999999999</c:v>
                </c:pt>
                <c:pt idx="5554">
                  <c:v>0.44869999999999999</c:v>
                </c:pt>
                <c:pt idx="5555">
                  <c:v>0.42009099999999999</c:v>
                </c:pt>
                <c:pt idx="5556">
                  <c:v>0.39546500000000001</c:v>
                </c:pt>
                <c:pt idx="5557">
                  <c:v>0.372973</c:v>
                </c:pt>
                <c:pt idx="5558">
                  <c:v>0.43788199999999999</c:v>
                </c:pt>
                <c:pt idx="5559">
                  <c:v>0.46251900000000001</c:v>
                </c:pt>
                <c:pt idx="5560">
                  <c:v>0.39383800000000002</c:v>
                </c:pt>
                <c:pt idx="5561">
                  <c:v>0.26476899999999998</c:v>
                </c:pt>
                <c:pt idx="5562">
                  <c:v>0.25</c:v>
                </c:pt>
                <c:pt idx="5563">
                  <c:v>0.25</c:v>
                </c:pt>
                <c:pt idx="5564">
                  <c:v>0.25</c:v>
                </c:pt>
                <c:pt idx="5565">
                  <c:v>0</c:v>
                </c:pt>
                <c:pt idx="5566">
                  <c:v>0</c:v>
                </c:pt>
                <c:pt idx="5567">
                  <c:v>0</c:v>
                </c:pt>
                <c:pt idx="5568">
                  <c:v>0</c:v>
                </c:pt>
                <c:pt idx="5569">
                  <c:v>0</c:v>
                </c:pt>
                <c:pt idx="5570">
                  <c:v>0</c:v>
                </c:pt>
                <c:pt idx="5571">
                  <c:v>0</c:v>
                </c:pt>
                <c:pt idx="5572">
                  <c:v>0</c:v>
                </c:pt>
                <c:pt idx="5573">
                  <c:v>0</c:v>
                </c:pt>
                <c:pt idx="5574">
                  <c:v>0</c:v>
                </c:pt>
                <c:pt idx="5575">
                  <c:v>0.25</c:v>
                </c:pt>
                <c:pt idx="5576">
                  <c:v>0.25</c:v>
                </c:pt>
                <c:pt idx="5577">
                  <c:v>0.25</c:v>
                </c:pt>
                <c:pt idx="5578">
                  <c:v>0.447131</c:v>
                </c:pt>
                <c:pt idx="5579">
                  <c:v>0.46141500000000002</c:v>
                </c:pt>
                <c:pt idx="5580">
                  <c:v>0.54181599999999996</c:v>
                </c:pt>
                <c:pt idx="5581">
                  <c:v>0.40853299999999998</c:v>
                </c:pt>
                <c:pt idx="5582">
                  <c:v>0.44466899999999998</c:v>
                </c:pt>
                <c:pt idx="5583">
                  <c:v>0.47581699999999999</c:v>
                </c:pt>
                <c:pt idx="5584">
                  <c:v>0.32246799999999998</c:v>
                </c:pt>
                <c:pt idx="5585">
                  <c:v>0.25</c:v>
                </c:pt>
                <c:pt idx="5586">
                  <c:v>0.25</c:v>
                </c:pt>
                <c:pt idx="5587">
                  <c:v>0.25</c:v>
                </c:pt>
                <c:pt idx="5588">
                  <c:v>0.25</c:v>
                </c:pt>
                <c:pt idx="5589">
                  <c:v>0</c:v>
                </c:pt>
                <c:pt idx="5590">
                  <c:v>0</c:v>
                </c:pt>
                <c:pt idx="5591">
                  <c:v>0</c:v>
                </c:pt>
                <c:pt idx="5592">
                  <c:v>0</c:v>
                </c:pt>
                <c:pt idx="5593">
                  <c:v>0</c:v>
                </c:pt>
                <c:pt idx="5594">
                  <c:v>0</c:v>
                </c:pt>
                <c:pt idx="5595">
                  <c:v>0</c:v>
                </c:pt>
                <c:pt idx="5596">
                  <c:v>0</c:v>
                </c:pt>
                <c:pt idx="5597">
                  <c:v>0</c:v>
                </c:pt>
                <c:pt idx="5598">
                  <c:v>0</c:v>
                </c:pt>
                <c:pt idx="5599">
                  <c:v>0.25</c:v>
                </c:pt>
                <c:pt idx="5600">
                  <c:v>0.25</c:v>
                </c:pt>
                <c:pt idx="5601">
                  <c:v>0.39954000000000001</c:v>
                </c:pt>
                <c:pt idx="5602">
                  <c:v>0.57985799999999998</c:v>
                </c:pt>
                <c:pt idx="5603">
                  <c:v>0.46776299999999998</c:v>
                </c:pt>
                <c:pt idx="5604">
                  <c:v>0.493483</c:v>
                </c:pt>
                <c:pt idx="5605">
                  <c:v>0.31773299999999999</c:v>
                </c:pt>
                <c:pt idx="5606">
                  <c:v>0.40515499999999999</c:v>
                </c:pt>
                <c:pt idx="5607">
                  <c:v>0.43524400000000002</c:v>
                </c:pt>
                <c:pt idx="5608">
                  <c:v>0.39435999999999999</c:v>
                </c:pt>
                <c:pt idx="5609">
                  <c:v>0.25</c:v>
                </c:pt>
                <c:pt idx="5610">
                  <c:v>0.25</c:v>
                </c:pt>
                <c:pt idx="5611">
                  <c:v>0.25</c:v>
                </c:pt>
                <c:pt idx="5612">
                  <c:v>0.25</c:v>
                </c:pt>
                <c:pt idx="5613">
                  <c:v>0</c:v>
                </c:pt>
                <c:pt idx="5614">
                  <c:v>0</c:v>
                </c:pt>
                <c:pt idx="5615">
                  <c:v>0</c:v>
                </c:pt>
                <c:pt idx="5616">
                  <c:v>0</c:v>
                </c:pt>
                <c:pt idx="5617">
                  <c:v>0</c:v>
                </c:pt>
                <c:pt idx="5618">
                  <c:v>0</c:v>
                </c:pt>
                <c:pt idx="5619">
                  <c:v>0</c:v>
                </c:pt>
                <c:pt idx="5620">
                  <c:v>0</c:v>
                </c:pt>
                <c:pt idx="5621">
                  <c:v>0</c:v>
                </c:pt>
                <c:pt idx="5622">
                  <c:v>0</c:v>
                </c:pt>
                <c:pt idx="5623">
                  <c:v>0.25</c:v>
                </c:pt>
                <c:pt idx="5624">
                  <c:v>0.443749</c:v>
                </c:pt>
                <c:pt idx="5625">
                  <c:v>0.49377599999999999</c:v>
                </c:pt>
                <c:pt idx="5626">
                  <c:v>0.64595599999999997</c:v>
                </c:pt>
                <c:pt idx="5627">
                  <c:v>0.57638299999999998</c:v>
                </c:pt>
                <c:pt idx="5628">
                  <c:v>0.60899000000000003</c:v>
                </c:pt>
                <c:pt idx="5629">
                  <c:v>0.41905500000000001</c:v>
                </c:pt>
                <c:pt idx="5630">
                  <c:v>0.33351399999999998</c:v>
                </c:pt>
                <c:pt idx="5631">
                  <c:v>0.34973500000000002</c:v>
                </c:pt>
                <c:pt idx="5632">
                  <c:v>0.27594099999999999</c:v>
                </c:pt>
                <c:pt idx="5633">
                  <c:v>0.25</c:v>
                </c:pt>
                <c:pt idx="5634">
                  <c:v>0.25</c:v>
                </c:pt>
                <c:pt idx="5635">
                  <c:v>0.25</c:v>
                </c:pt>
                <c:pt idx="5636">
                  <c:v>0.25</c:v>
                </c:pt>
                <c:pt idx="5637">
                  <c:v>0</c:v>
                </c:pt>
                <c:pt idx="5638">
                  <c:v>0</c:v>
                </c:pt>
                <c:pt idx="5639">
                  <c:v>0</c:v>
                </c:pt>
                <c:pt idx="5640">
                  <c:v>0</c:v>
                </c:pt>
                <c:pt idx="5641">
                  <c:v>0</c:v>
                </c:pt>
                <c:pt idx="5642">
                  <c:v>0</c:v>
                </c:pt>
                <c:pt idx="5643">
                  <c:v>0</c:v>
                </c:pt>
                <c:pt idx="5644">
                  <c:v>0</c:v>
                </c:pt>
                <c:pt idx="5645">
                  <c:v>0</c:v>
                </c:pt>
                <c:pt idx="5646">
                  <c:v>0</c:v>
                </c:pt>
                <c:pt idx="5647">
                  <c:v>0.25</c:v>
                </c:pt>
                <c:pt idx="5648">
                  <c:v>0.25</c:v>
                </c:pt>
                <c:pt idx="5649">
                  <c:v>0.27952700000000003</c:v>
                </c:pt>
                <c:pt idx="5650">
                  <c:v>0.58572299999999999</c:v>
                </c:pt>
                <c:pt idx="5651">
                  <c:v>0.58643800000000001</c:v>
                </c:pt>
                <c:pt idx="5652">
                  <c:v>0.52853000000000006</c:v>
                </c:pt>
                <c:pt idx="5653">
                  <c:v>0.49618099999999998</c:v>
                </c:pt>
                <c:pt idx="5654">
                  <c:v>0.449351</c:v>
                </c:pt>
                <c:pt idx="5655">
                  <c:v>0.418991</c:v>
                </c:pt>
                <c:pt idx="5656">
                  <c:v>0.27998499999999998</c:v>
                </c:pt>
                <c:pt idx="5657">
                  <c:v>0.25</c:v>
                </c:pt>
                <c:pt idx="5658">
                  <c:v>0.25</c:v>
                </c:pt>
                <c:pt idx="5659">
                  <c:v>0.25</c:v>
                </c:pt>
                <c:pt idx="5660">
                  <c:v>0.25</c:v>
                </c:pt>
                <c:pt idx="5661">
                  <c:v>0</c:v>
                </c:pt>
                <c:pt idx="5662">
                  <c:v>0</c:v>
                </c:pt>
                <c:pt idx="5663">
                  <c:v>0</c:v>
                </c:pt>
                <c:pt idx="5664">
                  <c:v>0</c:v>
                </c:pt>
                <c:pt idx="5665">
                  <c:v>0</c:v>
                </c:pt>
                <c:pt idx="5666">
                  <c:v>0</c:v>
                </c:pt>
                <c:pt idx="5667">
                  <c:v>0</c:v>
                </c:pt>
                <c:pt idx="5668">
                  <c:v>0</c:v>
                </c:pt>
                <c:pt idx="5669">
                  <c:v>0</c:v>
                </c:pt>
                <c:pt idx="5670">
                  <c:v>0</c:v>
                </c:pt>
                <c:pt idx="5671">
                  <c:v>0.25</c:v>
                </c:pt>
                <c:pt idx="5672">
                  <c:v>0.282522</c:v>
                </c:pt>
                <c:pt idx="5673">
                  <c:v>0.38421100000000002</c:v>
                </c:pt>
                <c:pt idx="5674">
                  <c:v>0.56863600000000003</c:v>
                </c:pt>
                <c:pt idx="5675">
                  <c:v>0.48831000000000002</c:v>
                </c:pt>
                <c:pt idx="5676">
                  <c:v>0.47799700000000001</c:v>
                </c:pt>
                <c:pt idx="5677">
                  <c:v>0.36310100000000001</c:v>
                </c:pt>
                <c:pt idx="5678">
                  <c:v>0.32042700000000002</c:v>
                </c:pt>
                <c:pt idx="5679">
                  <c:v>0.43047400000000002</c:v>
                </c:pt>
                <c:pt idx="5680">
                  <c:v>0.29371599999999998</c:v>
                </c:pt>
                <c:pt idx="5681">
                  <c:v>0.25</c:v>
                </c:pt>
                <c:pt idx="5682">
                  <c:v>0.25</c:v>
                </c:pt>
                <c:pt idx="5683">
                  <c:v>0.25</c:v>
                </c:pt>
                <c:pt idx="5684">
                  <c:v>0.25</c:v>
                </c:pt>
                <c:pt idx="5685">
                  <c:v>0</c:v>
                </c:pt>
                <c:pt idx="5686">
                  <c:v>0</c:v>
                </c:pt>
                <c:pt idx="5687">
                  <c:v>0</c:v>
                </c:pt>
                <c:pt idx="5688">
                  <c:v>0</c:v>
                </c:pt>
                <c:pt idx="5689">
                  <c:v>0</c:v>
                </c:pt>
                <c:pt idx="5690">
                  <c:v>0</c:v>
                </c:pt>
                <c:pt idx="5691">
                  <c:v>0</c:v>
                </c:pt>
                <c:pt idx="5692">
                  <c:v>0</c:v>
                </c:pt>
                <c:pt idx="5693">
                  <c:v>0</c:v>
                </c:pt>
                <c:pt idx="5694">
                  <c:v>0</c:v>
                </c:pt>
                <c:pt idx="5695">
                  <c:v>0.25</c:v>
                </c:pt>
                <c:pt idx="5696">
                  <c:v>0.419684</c:v>
                </c:pt>
                <c:pt idx="5697">
                  <c:v>0.52525299999999997</c:v>
                </c:pt>
                <c:pt idx="5698">
                  <c:v>0.60372499999999996</c:v>
                </c:pt>
                <c:pt idx="5699">
                  <c:v>0.59020499999999998</c:v>
                </c:pt>
                <c:pt idx="5700">
                  <c:v>0.58511299999999999</c:v>
                </c:pt>
                <c:pt idx="5701">
                  <c:v>0.45190000000000002</c:v>
                </c:pt>
                <c:pt idx="5702">
                  <c:v>0.386021</c:v>
                </c:pt>
                <c:pt idx="5703">
                  <c:v>0.47308699999999998</c:v>
                </c:pt>
                <c:pt idx="5704">
                  <c:v>0.39464100000000002</c:v>
                </c:pt>
                <c:pt idx="5705">
                  <c:v>0.25</c:v>
                </c:pt>
                <c:pt idx="5706">
                  <c:v>0.25</c:v>
                </c:pt>
                <c:pt idx="5707">
                  <c:v>0.25</c:v>
                </c:pt>
                <c:pt idx="5708">
                  <c:v>0.25</c:v>
                </c:pt>
                <c:pt idx="5709">
                  <c:v>0</c:v>
                </c:pt>
                <c:pt idx="5710">
                  <c:v>0</c:v>
                </c:pt>
                <c:pt idx="5711">
                  <c:v>0</c:v>
                </c:pt>
                <c:pt idx="5712">
                  <c:v>0</c:v>
                </c:pt>
                <c:pt idx="5713">
                  <c:v>0</c:v>
                </c:pt>
                <c:pt idx="5714">
                  <c:v>0</c:v>
                </c:pt>
                <c:pt idx="5715">
                  <c:v>0</c:v>
                </c:pt>
                <c:pt idx="5716">
                  <c:v>0</c:v>
                </c:pt>
                <c:pt idx="5717">
                  <c:v>0</c:v>
                </c:pt>
                <c:pt idx="5718">
                  <c:v>0</c:v>
                </c:pt>
                <c:pt idx="5719">
                  <c:v>0.25</c:v>
                </c:pt>
                <c:pt idx="5720">
                  <c:v>0.412748</c:v>
                </c:pt>
                <c:pt idx="5721">
                  <c:v>0.46306199999999997</c:v>
                </c:pt>
                <c:pt idx="5722">
                  <c:v>0.51386299999999996</c:v>
                </c:pt>
                <c:pt idx="5723">
                  <c:v>0.54627999999999999</c:v>
                </c:pt>
                <c:pt idx="5724">
                  <c:v>0.457291</c:v>
                </c:pt>
                <c:pt idx="5725">
                  <c:v>0.37185000000000001</c:v>
                </c:pt>
                <c:pt idx="5726">
                  <c:v>0.29731299999999999</c:v>
                </c:pt>
                <c:pt idx="5727">
                  <c:v>0.29927799999999999</c:v>
                </c:pt>
                <c:pt idx="5728">
                  <c:v>0.25</c:v>
                </c:pt>
                <c:pt idx="5729">
                  <c:v>0.25</c:v>
                </c:pt>
                <c:pt idx="5730">
                  <c:v>0.25</c:v>
                </c:pt>
                <c:pt idx="5731">
                  <c:v>0.25</c:v>
                </c:pt>
                <c:pt idx="5732">
                  <c:v>0.25</c:v>
                </c:pt>
                <c:pt idx="5733">
                  <c:v>0</c:v>
                </c:pt>
                <c:pt idx="5734">
                  <c:v>0</c:v>
                </c:pt>
                <c:pt idx="5735">
                  <c:v>0</c:v>
                </c:pt>
                <c:pt idx="5736">
                  <c:v>0</c:v>
                </c:pt>
                <c:pt idx="5737">
                  <c:v>0</c:v>
                </c:pt>
                <c:pt idx="5738">
                  <c:v>0</c:v>
                </c:pt>
                <c:pt idx="5739">
                  <c:v>0</c:v>
                </c:pt>
                <c:pt idx="5740">
                  <c:v>0</c:v>
                </c:pt>
                <c:pt idx="5741">
                  <c:v>0</c:v>
                </c:pt>
                <c:pt idx="5742">
                  <c:v>0</c:v>
                </c:pt>
                <c:pt idx="5743">
                  <c:v>0.25</c:v>
                </c:pt>
                <c:pt idx="5744">
                  <c:v>0.308172</c:v>
                </c:pt>
                <c:pt idx="5745">
                  <c:v>0.31755899999999998</c:v>
                </c:pt>
                <c:pt idx="5746">
                  <c:v>0.49383199999999999</c:v>
                </c:pt>
                <c:pt idx="5747">
                  <c:v>0.426871</c:v>
                </c:pt>
                <c:pt idx="5748">
                  <c:v>0.55436799999999997</c:v>
                </c:pt>
                <c:pt idx="5749">
                  <c:v>0.40652500000000003</c:v>
                </c:pt>
                <c:pt idx="5750">
                  <c:v>0.458262</c:v>
                </c:pt>
                <c:pt idx="5751">
                  <c:v>0.44120100000000001</c:v>
                </c:pt>
                <c:pt idx="5752">
                  <c:v>0.340393</c:v>
                </c:pt>
                <c:pt idx="5753">
                  <c:v>0.25</c:v>
                </c:pt>
                <c:pt idx="5754">
                  <c:v>0.25</c:v>
                </c:pt>
                <c:pt idx="5755">
                  <c:v>0.25</c:v>
                </c:pt>
                <c:pt idx="5756">
                  <c:v>0.25</c:v>
                </c:pt>
                <c:pt idx="5757">
                  <c:v>0</c:v>
                </c:pt>
                <c:pt idx="5758">
                  <c:v>0</c:v>
                </c:pt>
                <c:pt idx="5759">
                  <c:v>0</c:v>
                </c:pt>
                <c:pt idx="5760">
                  <c:v>0</c:v>
                </c:pt>
                <c:pt idx="5761">
                  <c:v>0</c:v>
                </c:pt>
                <c:pt idx="5762">
                  <c:v>0</c:v>
                </c:pt>
                <c:pt idx="5763">
                  <c:v>0</c:v>
                </c:pt>
                <c:pt idx="5764">
                  <c:v>0</c:v>
                </c:pt>
                <c:pt idx="5765">
                  <c:v>0</c:v>
                </c:pt>
                <c:pt idx="5766">
                  <c:v>0</c:v>
                </c:pt>
                <c:pt idx="5767">
                  <c:v>0.25</c:v>
                </c:pt>
                <c:pt idx="5768">
                  <c:v>0.303676</c:v>
                </c:pt>
                <c:pt idx="5769">
                  <c:v>0.382857</c:v>
                </c:pt>
                <c:pt idx="5770">
                  <c:v>0.48891099999999998</c:v>
                </c:pt>
                <c:pt idx="5771">
                  <c:v>0.60100200000000004</c:v>
                </c:pt>
                <c:pt idx="5772">
                  <c:v>0.58434799999999998</c:v>
                </c:pt>
                <c:pt idx="5773">
                  <c:v>0.52679399999999998</c:v>
                </c:pt>
                <c:pt idx="5774">
                  <c:v>0.48924600000000001</c:v>
                </c:pt>
                <c:pt idx="5775">
                  <c:v>0.58502299999999996</c:v>
                </c:pt>
                <c:pt idx="5776">
                  <c:v>0.52497099999999997</c:v>
                </c:pt>
                <c:pt idx="5777">
                  <c:v>0.29944700000000002</c:v>
                </c:pt>
                <c:pt idx="5778">
                  <c:v>0.25</c:v>
                </c:pt>
                <c:pt idx="5779">
                  <c:v>0.25</c:v>
                </c:pt>
                <c:pt idx="5780">
                  <c:v>0.25</c:v>
                </c:pt>
                <c:pt idx="5781">
                  <c:v>0</c:v>
                </c:pt>
                <c:pt idx="5782">
                  <c:v>0</c:v>
                </c:pt>
                <c:pt idx="5783">
                  <c:v>0</c:v>
                </c:pt>
                <c:pt idx="5784">
                  <c:v>0</c:v>
                </c:pt>
                <c:pt idx="5785">
                  <c:v>0</c:v>
                </c:pt>
                <c:pt idx="5786">
                  <c:v>0</c:v>
                </c:pt>
                <c:pt idx="5787">
                  <c:v>0</c:v>
                </c:pt>
                <c:pt idx="5788">
                  <c:v>0</c:v>
                </c:pt>
                <c:pt idx="5789">
                  <c:v>0</c:v>
                </c:pt>
                <c:pt idx="5790">
                  <c:v>0</c:v>
                </c:pt>
                <c:pt idx="5791">
                  <c:v>0.25</c:v>
                </c:pt>
                <c:pt idx="5792">
                  <c:v>0.56914799999999999</c:v>
                </c:pt>
                <c:pt idx="5793">
                  <c:v>0.52365499999999998</c:v>
                </c:pt>
                <c:pt idx="5794">
                  <c:v>0.644702</c:v>
                </c:pt>
                <c:pt idx="5795">
                  <c:v>0.62814599999999998</c:v>
                </c:pt>
                <c:pt idx="5796">
                  <c:v>0.65088599999999996</c:v>
                </c:pt>
                <c:pt idx="5797">
                  <c:v>0.60906800000000005</c:v>
                </c:pt>
                <c:pt idx="5798">
                  <c:v>0.573909</c:v>
                </c:pt>
                <c:pt idx="5799">
                  <c:v>0.58097200000000004</c:v>
                </c:pt>
                <c:pt idx="5800">
                  <c:v>0.52547299999999997</c:v>
                </c:pt>
                <c:pt idx="5801">
                  <c:v>0.43024600000000002</c:v>
                </c:pt>
                <c:pt idx="5802">
                  <c:v>0.30896400000000002</c:v>
                </c:pt>
                <c:pt idx="5803">
                  <c:v>0.26142500000000002</c:v>
                </c:pt>
                <c:pt idx="5804">
                  <c:v>0.25</c:v>
                </c:pt>
                <c:pt idx="5805">
                  <c:v>0</c:v>
                </c:pt>
                <c:pt idx="5806">
                  <c:v>0</c:v>
                </c:pt>
                <c:pt idx="5807">
                  <c:v>0</c:v>
                </c:pt>
                <c:pt idx="5808">
                  <c:v>0</c:v>
                </c:pt>
                <c:pt idx="5809">
                  <c:v>0</c:v>
                </c:pt>
                <c:pt idx="5810">
                  <c:v>0</c:v>
                </c:pt>
                <c:pt idx="5811">
                  <c:v>0</c:v>
                </c:pt>
                <c:pt idx="5812">
                  <c:v>0</c:v>
                </c:pt>
                <c:pt idx="5813">
                  <c:v>0</c:v>
                </c:pt>
                <c:pt idx="5814">
                  <c:v>0</c:v>
                </c:pt>
                <c:pt idx="5815">
                  <c:v>0.25</c:v>
                </c:pt>
                <c:pt idx="5816">
                  <c:v>0.34778199999999998</c:v>
                </c:pt>
                <c:pt idx="5817">
                  <c:v>0.41158899999999998</c:v>
                </c:pt>
                <c:pt idx="5818">
                  <c:v>0.56809500000000002</c:v>
                </c:pt>
                <c:pt idx="5819">
                  <c:v>0.58689599999999997</c:v>
                </c:pt>
                <c:pt idx="5820">
                  <c:v>0.59575400000000001</c:v>
                </c:pt>
                <c:pt idx="5821">
                  <c:v>0.55902399999999997</c:v>
                </c:pt>
                <c:pt idx="5822">
                  <c:v>0.49110199999999998</c:v>
                </c:pt>
                <c:pt idx="5823">
                  <c:v>0.586229</c:v>
                </c:pt>
                <c:pt idx="5824">
                  <c:v>0.54978199999999999</c:v>
                </c:pt>
                <c:pt idx="5825">
                  <c:v>0.481182</c:v>
                </c:pt>
                <c:pt idx="5826">
                  <c:v>0.44943899999999998</c:v>
                </c:pt>
                <c:pt idx="5827">
                  <c:v>0.35292600000000002</c:v>
                </c:pt>
                <c:pt idx="5828">
                  <c:v>0.25</c:v>
                </c:pt>
                <c:pt idx="5829">
                  <c:v>0</c:v>
                </c:pt>
                <c:pt idx="5830">
                  <c:v>0</c:v>
                </c:pt>
                <c:pt idx="5831">
                  <c:v>0</c:v>
                </c:pt>
                <c:pt idx="5832">
                  <c:v>0</c:v>
                </c:pt>
                <c:pt idx="5833">
                  <c:v>0</c:v>
                </c:pt>
                <c:pt idx="5834">
                  <c:v>0</c:v>
                </c:pt>
                <c:pt idx="5835">
                  <c:v>0</c:v>
                </c:pt>
                <c:pt idx="5836">
                  <c:v>0</c:v>
                </c:pt>
                <c:pt idx="5837">
                  <c:v>0</c:v>
                </c:pt>
                <c:pt idx="5838">
                  <c:v>0</c:v>
                </c:pt>
                <c:pt idx="5839">
                  <c:v>0.25</c:v>
                </c:pt>
                <c:pt idx="5840">
                  <c:v>0.29735400000000001</c:v>
                </c:pt>
                <c:pt idx="5841">
                  <c:v>0.512571</c:v>
                </c:pt>
                <c:pt idx="5842">
                  <c:v>0.75454600000000005</c:v>
                </c:pt>
                <c:pt idx="5843">
                  <c:v>0.66943699999999995</c:v>
                </c:pt>
                <c:pt idx="5844">
                  <c:v>0.70719699999999996</c:v>
                </c:pt>
                <c:pt idx="5845">
                  <c:v>0.60633700000000001</c:v>
                </c:pt>
                <c:pt idx="5846">
                  <c:v>0.59305600000000003</c:v>
                </c:pt>
                <c:pt idx="5847">
                  <c:v>0.57777299999999998</c:v>
                </c:pt>
                <c:pt idx="5848">
                  <c:v>0.50875400000000004</c:v>
                </c:pt>
                <c:pt idx="5849">
                  <c:v>0.392175</c:v>
                </c:pt>
                <c:pt idx="5850">
                  <c:v>0.28468399999999999</c:v>
                </c:pt>
                <c:pt idx="5851">
                  <c:v>0.25</c:v>
                </c:pt>
                <c:pt idx="5852">
                  <c:v>0.25</c:v>
                </c:pt>
                <c:pt idx="5853">
                  <c:v>0</c:v>
                </c:pt>
                <c:pt idx="5854">
                  <c:v>0</c:v>
                </c:pt>
                <c:pt idx="5855">
                  <c:v>0</c:v>
                </c:pt>
                <c:pt idx="5856">
                  <c:v>0</c:v>
                </c:pt>
                <c:pt idx="5857">
                  <c:v>0</c:v>
                </c:pt>
                <c:pt idx="5858">
                  <c:v>0</c:v>
                </c:pt>
                <c:pt idx="5859">
                  <c:v>0</c:v>
                </c:pt>
                <c:pt idx="5860">
                  <c:v>0</c:v>
                </c:pt>
                <c:pt idx="5861">
                  <c:v>0</c:v>
                </c:pt>
                <c:pt idx="5862">
                  <c:v>0</c:v>
                </c:pt>
                <c:pt idx="5863">
                  <c:v>0.25</c:v>
                </c:pt>
                <c:pt idx="5864">
                  <c:v>0.36440099999999997</c:v>
                </c:pt>
                <c:pt idx="5865">
                  <c:v>0.41918899999999998</c:v>
                </c:pt>
                <c:pt idx="5866">
                  <c:v>0.58542300000000003</c:v>
                </c:pt>
                <c:pt idx="5867">
                  <c:v>0.56173799999999996</c:v>
                </c:pt>
                <c:pt idx="5868">
                  <c:v>0.60237600000000002</c:v>
                </c:pt>
                <c:pt idx="5869">
                  <c:v>0.47218199999999999</c:v>
                </c:pt>
                <c:pt idx="5870">
                  <c:v>0.544068</c:v>
                </c:pt>
                <c:pt idx="5871">
                  <c:v>0.53222100000000006</c:v>
                </c:pt>
                <c:pt idx="5872">
                  <c:v>0.40448000000000001</c:v>
                </c:pt>
                <c:pt idx="5873">
                  <c:v>0.30318299999999998</c:v>
                </c:pt>
                <c:pt idx="5874">
                  <c:v>0.25</c:v>
                </c:pt>
                <c:pt idx="5875">
                  <c:v>0.25</c:v>
                </c:pt>
                <c:pt idx="5876">
                  <c:v>0.25</c:v>
                </c:pt>
                <c:pt idx="5877">
                  <c:v>0</c:v>
                </c:pt>
                <c:pt idx="5878">
                  <c:v>0</c:v>
                </c:pt>
                <c:pt idx="5879">
                  <c:v>0</c:v>
                </c:pt>
                <c:pt idx="5880">
                  <c:v>0</c:v>
                </c:pt>
                <c:pt idx="5881">
                  <c:v>0</c:v>
                </c:pt>
                <c:pt idx="5882">
                  <c:v>0</c:v>
                </c:pt>
                <c:pt idx="5883">
                  <c:v>0</c:v>
                </c:pt>
                <c:pt idx="5884">
                  <c:v>0</c:v>
                </c:pt>
                <c:pt idx="5885">
                  <c:v>0</c:v>
                </c:pt>
                <c:pt idx="5886">
                  <c:v>0</c:v>
                </c:pt>
                <c:pt idx="5887">
                  <c:v>0.25</c:v>
                </c:pt>
                <c:pt idx="5888">
                  <c:v>0.284329</c:v>
                </c:pt>
                <c:pt idx="5889">
                  <c:v>0.36627799999999999</c:v>
                </c:pt>
                <c:pt idx="5890">
                  <c:v>0.49389899999999998</c:v>
                </c:pt>
                <c:pt idx="5891">
                  <c:v>0.50773699999999999</c:v>
                </c:pt>
                <c:pt idx="5892">
                  <c:v>0.55169500000000005</c:v>
                </c:pt>
                <c:pt idx="5893">
                  <c:v>0.44852900000000001</c:v>
                </c:pt>
                <c:pt idx="5894">
                  <c:v>0.43420799999999998</c:v>
                </c:pt>
                <c:pt idx="5895">
                  <c:v>0.466895</c:v>
                </c:pt>
                <c:pt idx="5896">
                  <c:v>0.413547</c:v>
                </c:pt>
                <c:pt idx="5897">
                  <c:v>0.280586</c:v>
                </c:pt>
                <c:pt idx="5898">
                  <c:v>0.25</c:v>
                </c:pt>
                <c:pt idx="5899">
                  <c:v>0.25</c:v>
                </c:pt>
                <c:pt idx="5900">
                  <c:v>0.25</c:v>
                </c:pt>
                <c:pt idx="5901">
                  <c:v>0</c:v>
                </c:pt>
                <c:pt idx="5902">
                  <c:v>0</c:v>
                </c:pt>
                <c:pt idx="5903">
                  <c:v>0</c:v>
                </c:pt>
                <c:pt idx="5904">
                  <c:v>0</c:v>
                </c:pt>
                <c:pt idx="5905">
                  <c:v>0</c:v>
                </c:pt>
                <c:pt idx="5906">
                  <c:v>0</c:v>
                </c:pt>
                <c:pt idx="5907">
                  <c:v>0</c:v>
                </c:pt>
                <c:pt idx="5908">
                  <c:v>0</c:v>
                </c:pt>
                <c:pt idx="5909">
                  <c:v>0</c:v>
                </c:pt>
                <c:pt idx="5910">
                  <c:v>0</c:v>
                </c:pt>
                <c:pt idx="5911">
                  <c:v>0.25</c:v>
                </c:pt>
                <c:pt idx="5912">
                  <c:v>0.25</c:v>
                </c:pt>
                <c:pt idx="5913">
                  <c:v>0.41006599999999999</c:v>
                </c:pt>
                <c:pt idx="5914">
                  <c:v>0.49591499999999999</c:v>
                </c:pt>
                <c:pt idx="5915">
                  <c:v>0.52121099999999998</c:v>
                </c:pt>
                <c:pt idx="5916">
                  <c:v>0.56203400000000003</c:v>
                </c:pt>
                <c:pt idx="5917">
                  <c:v>0.47284100000000001</c:v>
                </c:pt>
                <c:pt idx="5918">
                  <c:v>0.41753400000000002</c:v>
                </c:pt>
                <c:pt idx="5919">
                  <c:v>0.43809500000000001</c:v>
                </c:pt>
                <c:pt idx="5920">
                  <c:v>0.39475100000000002</c:v>
                </c:pt>
                <c:pt idx="5921">
                  <c:v>0.30647000000000002</c:v>
                </c:pt>
                <c:pt idx="5922">
                  <c:v>0.25</c:v>
                </c:pt>
                <c:pt idx="5923">
                  <c:v>0.25</c:v>
                </c:pt>
                <c:pt idx="5924">
                  <c:v>0.25</c:v>
                </c:pt>
                <c:pt idx="5925">
                  <c:v>0</c:v>
                </c:pt>
                <c:pt idx="5926">
                  <c:v>0</c:v>
                </c:pt>
                <c:pt idx="5927">
                  <c:v>0</c:v>
                </c:pt>
                <c:pt idx="5928">
                  <c:v>0</c:v>
                </c:pt>
                <c:pt idx="5929">
                  <c:v>0</c:v>
                </c:pt>
                <c:pt idx="5930">
                  <c:v>0</c:v>
                </c:pt>
                <c:pt idx="5931">
                  <c:v>0</c:v>
                </c:pt>
                <c:pt idx="5932">
                  <c:v>0</c:v>
                </c:pt>
                <c:pt idx="5933">
                  <c:v>0</c:v>
                </c:pt>
                <c:pt idx="5934">
                  <c:v>0</c:v>
                </c:pt>
                <c:pt idx="5935">
                  <c:v>0.25</c:v>
                </c:pt>
                <c:pt idx="5936">
                  <c:v>0.39287</c:v>
                </c:pt>
                <c:pt idx="5937">
                  <c:v>0.46260000000000001</c:v>
                </c:pt>
                <c:pt idx="5938">
                  <c:v>0.62217800000000001</c:v>
                </c:pt>
                <c:pt idx="5939">
                  <c:v>0.56470900000000002</c:v>
                </c:pt>
                <c:pt idx="5940">
                  <c:v>0.66224499999999997</c:v>
                </c:pt>
                <c:pt idx="5941">
                  <c:v>0.598912</c:v>
                </c:pt>
                <c:pt idx="5942">
                  <c:v>0.51417599999999997</c:v>
                </c:pt>
                <c:pt idx="5943">
                  <c:v>0.58700699999999995</c:v>
                </c:pt>
                <c:pt idx="5944">
                  <c:v>0.56842000000000004</c:v>
                </c:pt>
                <c:pt idx="5945">
                  <c:v>0.44096299999999999</c:v>
                </c:pt>
                <c:pt idx="5946">
                  <c:v>0.34248099999999998</c:v>
                </c:pt>
                <c:pt idx="5947">
                  <c:v>0.25</c:v>
                </c:pt>
                <c:pt idx="5948">
                  <c:v>0.25</c:v>
                </c:pt>
                <c:pt idx="5949">
                  <c:v>0</c:v>
                </c:pt>
                <c:pt idx="5950">
                  <c:v>0</c:v>
                </c:pt>
                <c:pt idx="5951">
                  <c:v>0</c:v>
                </c:pt>
                <c:pt idx="5952">
                  <c:v>0</c:v>
                </c:pt>
                <c:pt idx="5953">
                  <c:v>0</c:v>
                </c:pt>
                <c:pt idx="5954">
                  <c:v>0</c:v>
                </c:pt>
                <c:pt idx="5955">
                  <c:v>0</c:v>
                </c:pt>
                <c:pt idx="5956">
                  <c:v>0</c:v>
                </c:pt>
                <c:pt idx="5957">
                  <c:v>0</c:v>
                </c:pt>
                <c:pt idx="5958">
                  <c:v>0</c:v>
                </c:pt>
                <c:pt idx="5959">
                  <c:v>0.25</c:v>
                </c:pt>
                <c:pt idx="5960">
                  <c:v>0.51890999999999998</c:v>
                </c:pt>
                <c:pt idx="5961">
                  <c:v>0.66652999999999996</c:v>
                </c:pt>
                <c:pt idx="5962">
                  <c:v>0.74615600000000004</c:v>
                </c:pt>
                <c:pt idx="5963">
                  <c:v>0.76045600000000002</c:v>
                </c:pt>
                <c:pt idx="5964">
                  <c:v>0.83695600000000003</c:v>
                </c:pt>
                <c:pt idx="5965">
                  <c:v>0.72188099999999999</c:v>
                </c:pt>
                <c:pt idx="5966">
                  <c:v>0.72826299999999999</c:v>
                </c:pt>
                <c:pt idx="5967">
                  <c:v>0.86246500000000004</c:v>
                </c:pt>
                <c:pt idx="5968">
                  <c:v>0.82123500000000005</c:v>
                </c:pt>
                <c:pt idx="5969">
                  <c:v>0.63327</c:v>
                </c:pt>
                <c:pt idx="5970">
                  <c:v>0.53090099999999996</c:v>
                </c:pt>
                <c:pt idx="5971">
                  <c:v>0.50175700000000001</c:v>
                </c:pt>
                <c:pt idx="5972">
                  <c:v>0.25</c:v>
                </c:pt>
                <c:pt idx="5973">
                  <c:v>0</c:v>
                </c:pt>
                <c:pt idx="5974">
                  <c:v>0</c:v>
                </c:pt>
                <c:pt idx="5975">
                  <c:v>0</c:v>
                </c:pt>
                <c:pt idx="5976">
                  <c:v>0</c:v>
                </c:pt>
                <c:pt idx="5977">
                  <c:v>0</c:v>
                </c:pt>
                <c:pt idx="5978">
                  <c:v>0</c:v>
                </c:pt>
                <c:pt idx="5979">
                  <c:v>0</c:v>
                </c:pt>
                <c:pt idx="5980">
                  <c:v>0</c:v>
                </c:pt>
                <c:pt idx="5981">
                  <c:v>0</c:v>
                </c:pt>
                <c:pt idx="5982">
                  <c:v>0</c:v>
                </c:pt>
                <c:pt idx="5983">
                  <c:v>0.25</c:v>
                </c:pt>
                <c:pt idx="5984">
                  <c:v>0.64472600000000002</c:v>
                </c:pt>
                <c:pt idx="5985">
                  <c:v>0.68839899999999998</c:v>
                </c:pt>
                <c:pt idx="5986">
                  <c:v>0.79128900000000002</c:v>
                </c:pt>
                <c:pt idx="5987">
                  <c:v>0.79354400000000003</c:v>
                </c:pt>
                <c:pt idx="5988">
                  <c:v>0.81141600000000003</c:v>
                </c:pt>
                <c:pt idx="5989">
                  <c:v>0.738896</c:v>
                </c:pt>
                <c:pt idx="5990">
                  <c:v>0.68242700000000001</c:v>
                </c:pt>
                <c:pt idx="5991">
                  <c:v>0.84189700000000001</c:v>
                </c:pt>
                <c:pt idx="5992">
                  <c:v>0.81237199999999998</c:v>
                </c:pt>
                <c:pt idx="5993">
                  <c:v>0.70270699999999997</c:v>
                </c:pt>
                <c:pt idx="5994">
                  <c:v>0.63277600000000001</c:v>
                </c:pt>
                <c:pt idx="5995">
                  <c:v>0.53504099999999999</c:v>
                </c:pt>
                <c:pt idx="5996">
                  <c:v>0.25</c:v>
                </c:pt>
                <c:pt idx="5997">
                  <c:v>0</c:v>
                </c:pt>
                <c:pt idx="5998">
                  <c:v>0</c:v>
                </c:pt>
                <c:pt idx="5999">
                  <c:v>0</c:v>
                </c:pt>
                <c:pt idx="6000">
                  <c:v>0</c:v>
                </c:pt>
                <c:pt idx="6001">
                  <c:v>0</c:v>
                </c:pt>
                <c:pt idx="6002">
                  <c:v>0</c:v>
                </c:pt>
                <c:pt idx="6003">
                  <c:v>0</c:v>
                </c:pt>
                <c:pt idx="6004">
                  <c:v>0</c:v>
                </c:pt>
                <c:pt idx="6005">
                  <c:v>0</c:v>
                </c:pt>
                <c:pt idx="6006">
                  <c:v>0</c:v>
                </c:pt>
                <c:pt idx="6007">
                  <c:v>0.25</c:v>
                </c:pt>
                <c:pt idx="6008">
                  <c:v>0.50215600000000005</c:v>
                </c:pt>
                <c:pt idx="6009">
                  <c:v>0.67157500000000003</c:v>
                </c:pt>
                <c:pt idx="6010">
                  <c:v>0.83483300000000005</c:v>
                </c:pt>
                <c:pt idx="6011">
                  <c:v>0.74789799999999995</c:v>
                </c:pt>
                <c:pt idx="6012">
                  <c:v>0.73796600000000001</c:v>
                </c:pt>
                <c:pt idx="6013">
                  <c:v>0.58443299999999998</c:v>
                </c:pt>
                <c:pt idx="6014">
                  <c:v>0.73052799999999996</c:v>
                </c:pt>
                <c:pt idx="6015">
                  <c:v>0.75865400000000005</c:v>
                </c:pt>
                <c:pt idx="6016">
                  <c:v>0.77321600000000001</c:v>
                </c:pt>
                <c:pt idx="6017">
                  <c:v>0.58763699999999996</c:v>
                </c:pt>
                <c:pt idx="6018">
                  <c:v>0.416962</c:v>
                </c:pt>
                <c:pt idx="6019">
                  <c:v>0.47462500000000002</c:v>
                </c:pt>
                <c:pt idx="6020">
                  <c:v>0.25</c:v>
                </c:pt>
                <c:pt idx="6021">
                  <c:v>0</c:v>
                </c:pt>
                <c:pt idx="6022">
                  <c:v>0</c:v>
                </c:pt>
                <c:pt idx="6023">
                  <c:v>0</c:v>
                </c:pt>
                <c:pt idx="6024">
                  <c:v>0</c:v>
                </c:pt>
                <c:pt idx="6025">
                  <c:v>0</c:v>
                </c:pt>
                <c:pt idx="6026">
                  <c:v>0</c:v>
                </c:pt>
                <c:pt idx="6027">
                  <c:v>0</c:v>
                </c:pt>
                <c:pt idx="6028">
                  <c:v>0</c:v>
                </c:pt>
                <c:pt idx="6029">
                  <c:v>0</c:v>
                </c:pt>
                <c:pt idx="6030">
                  <c:v>0</c:v>
                </c:pt>
                <c:pt idx="6031">
                  <c:v>0.25</c:v>
                </c:pt>
                <c:pt idx="6032">
                  <c:v>0.35743999999999998</c:v>
                </c:pt>
                <c:pt idx="6033">
                  <c:v>0.38433400000000001</c:v>
                </c:pt>
                <c:pt idx="6034">
                  <c:v>0.61077000000000004</c:v>
                </c:pt>
                <c:pt idx="6035">
                  <c:v>0.60914800000000002</c:v>
                </c:pt>
                <c:pt idx="6036">
                  <c:v>0.70323999999999998</c:v>
                </c:pt>
                <c:pt idx="6037">
                  <c:v>0.53908100000000003</c:v>
                </c:pt>
                <c:pt idx="6038">
                  <c:v>0.54396199999999995</c:v>
                </c:pt>
                <c:pt idx="6039">
                  <c:v>0.61213700000000004</c:v>
                </c:pt>
                <c:pt idx="6040">
                  <c:v>0.55673799999999996</c:v>
                </c:pt>
                <c:pt idx="6041">
                  <c:v>0.40941300000000003</c:v>
                </c:pt>
                <c:pt idx="6042">
                  <c:v>0.26866400000000001</c:v>
                </c:pt>
                <c:pt idx="6043">
                  <c:v>0.25</c:v>
                </c:pt>
                <c:pt idx="6044">
                  <c:v>0.25</c:v>
                </c:pt>
                <c:pt idx="6045">
                  <c:v>0</c:v>
                </c:pt>
                <c:pt idx="6046">
                  <c:v>0</c:v>
                </c:pt>
                <c:pt idx="6047">
                  <c:v>0</c:v>
                </c:pt>
                <c:pt idx="6048">
                  <c:v>0</c:v>
                </c:pt>
                <c:pt idx="6049">
                  <c:v>0</c:v>
                </c:pt>
                <c:pt idx="6050">
                  <c:v>0</c:v>
                </c:pt>
                <c:pt idx="6051">
                  <c:v>0</c:v>
                </c:pt>
                <c:pt idx="6052">
                  <c:v>0</c:v>
                </c:pt>
                <c:pt idx="6053">
                  <c:v>0</c:v>
                </c:pt>
                <c:pt idx="6054">
                  <c:v>0</c:v>
                </c:pt>
                <c:pt idx="6055">
                  <c:v>0.25</c:v>
                </c:pt>
                <c:pt idx="6056">
                  <c:v>0.27078799999999997</c:v>
                </c:pt>
                <c:pt idx="6057">
                  <c:v>0.44750099999999998</c:v>
                </c:pt>
                <c:pt idx="6058">
                  <c:v>0.59347899999999998</c:v>
                </c:pt>
                <c:pt idx="6059">
                  <c:v>0.45976600000000001</c:v>
                </c:pt>
                <c:pt idx="6060">
                  <c:v>0.55870900000000001</c:v>
                </c:pt>
                <c:pt idx="6061">
                  <c:v>0.42317100000000002</c:v>
                </c:pt>
                <c:pt idx="6062">
                  <c:v>0.41503899999999999</c:v>
                </c:pt>
                <c:pt idx="6063">
                  <c:v>0.407441</c:v>
                </c:pt>
                <c:pt idx="6064">
                  <c:v>0.38782699999999998</c:v>
                </c:pt>
                <c:pt idx="6065">
                  <c:v>0.25</c:v>
                </c:pt>
                <c:pt idx="6066">
                  <c:v>0.25</c:v>
                </c:pt>
                <c:pt idx="6067">
                  <c:v>0.25</c:v>
                </c:pt>
                <c:pt idx="6068">
                  <c:v>0.25</c:v>
                </c:pt>
                <c:pt idx="6069">
                  <c:v>0</c:v>
                </c:pt>
                <c:pt idx="6070">
                  <c:v>0</c:v>
                </c:pt>
                <c:pt idx="6071">
                  <c:v>0</c:v>
                </c:pt>
                <c:pt idx="6072">
                  <c:v>0</c:v>
                </c:pt>
                <c:pt idx="6073">
                  <c:v>0</c:v>
                </c:pt>
                <c:pt idx="6074">
                  <c:v>0</c:v>
                </c:pt>
                <c:pt idx="6075">
                  <c:v>0</c:v>
                </c:pt>
                <c:pt idx="6076">
                  <c:v>0</c:v>
                </c:pt>
                <c:pt idx="6077">
                  <c:v>0</c:v>
                </c:pt>
                <c:pt idx="6078">
                  <c:v>0</c:v>
                </c:pt>
                <c:pt idx="6079">
                  <c:v>0.25</c:v>
                </c:pt>
                <c:pt idx="6080">
                  <c:v>0.25</c:v>
                </c:pt>
                <c:pt idx="6081">
                  <c:v>0.417655</c:v>
                </c:pt>
                <c:pt idx="6082">
                  <c:v>0.57515700000000003</c:v>
                </c:pt>
                <c:pt idx="6083">
                  <c:v>0.507687</c:v>
                </c:pt>
                <c:pt idx="6084">
                  <c:v>0.62929500000000005</c:v>
                </c:pt>
                <c:pt idx="6085">
                  <c:v>0.53439400000000004</c:v>
                </c:pt>
                <c:pt idx="6086">
                  <c:v>0.44769900000000001</c:v>
                </c:pt>
                <c:pt idx="6087">
                  <c:v>0.54778000000000004</c:v>
                </c:pt>
                <c:pt idx="6088">
                  <c:v>0.41116900000000001</c:v>
                </c:pt>
                <c:pt idx="6089">
                  <c:v>0.31454300000000002</c:v>
                </c:pt>
                <c:pt idx="6090">
                  <c:v>0.25</c:v>
                </c:pt>
                <c:pt idx="6091">
                  <c:v>0.25</c:v>
                </c:pt>
                <c:pt idx="6092">
                  <c:v>0.25</c:v>
                </c:pt>
                <c:pt idx="6093">
                  <c:v>0</c:v>
                </c:pt>
                <c:pt idx="6094">
                  <c:v>0</c:v>
                </c:pt>
                <c:pt idx="6095">
                  <c:v>0</c:v>
                </c:pt>
                <c:pt idx="6096">
                  <c:v>0</c:v>
                </c:pt>
                <c:pt idx="6097">
                  <c:v>0</c:v>
                </c:pt>
                <c:pt idx="6098">
                  <c:v>0</c:v>
                </c:pt>
                <c:pt idx="6099">
                  <c:v>0</c:v>
                </c:pt>
                <c:pt idx="6100">
                  <c:v>0</c:v>
                </c:pt>
                <c:pt idx="6101">
                  <c:v>0</c:v>
                </c:pt>
                <c:pt idx="6102">
                  <c:v>0</c:v>
                </c:pt>
                <c:pt idx="6103">
                  <c:v>0.25</c:v>
                </c:pt>
                <c:pt idx="6104">
                  <c:v>0.384079</c:v>
                </c:pt>
                <c:pt idx="6105">
                  <c:v>0.435228</c:v>
                </c:pt>
                <c:pt idx="6106">
                  <c:v>0.60201000000000005</c:v>
                </c:pt>
                <c:pt idx="6107">
                  <c:v>0.63943899999999998</c:v>
                </c:pt>
                <c:pt idx="6108">
                  <c:v>0.78544000000000003</c:v>
                </c:pt>
                <c:pt idx="6109">
                  <c:v>0.63229900000000006</c:v>
                </c:pt>
                <c:pt idx="6110">
                  <c:v>0.62041599999999997</c:v>
                </c:pt>
                <c:pt idx="6111">
                  <c:v>0.75245499999999998</c:v>
                </c:pt>
                <c:pt idx="6112">
                  <c:v>0.70542199999999999</c:v>
                </c:pt>
                <c:pt idx="6113">
                  <c:v>0.53119499999999997</c:v>
                </c:pt>
                <c:pt idx="6114">
                  <c:v>0.43092799999999998</c:v>
                </c:pt>
                <c:pt idx="6115">
                  <c:v>0.34048299999999998</c:v>
                </c:pt>
                <c:pt idx="6116">
                  <c:v>0.25</c:v>
                </c:pt>
                <c:pt idx="6117">
                  <c:v>0</c:v>
                </c:pt>
                <c:pt idx="6118">
                  <c:v>0</c:v>
                </c:pt>
                <c:pt idx="6119">
                  <c:v>0</c:v>
                </c:pt>
                <c:pt idx="6120">
                  <c:v>0</c:v>
                </c:pt>
                <c:pt idx="6121">
                  <c:v>0</c:v>
                </c:pt>
                <c:pt idx="6122">
                  <c:v>0</c:v>
                </c:pt>
                <c:pt idx="6123">
                  <c:v>0</c:v>
                </c:pt>
                <c:pt idx="6124">
                  <c:v>0</c:v>
                </c:pt>
                <c:pt idx="6125">
                  <c:v>0</c:v>
                </c:pt>
                <c:pt idx="6126">
                  <c:v>0</c:v>
                </c:pt>
                <c:pt idx="6127">
                  <c:v>0.25</c:v>
                </c:pt>
                <c:pt idx="6128">
                  <c:v>0.39226299999999997</c:v>
                </c:pt>
                <c:pt idx="6129">
                  <c:v>0.43680099999999999</c:v>
                </c:pt>
                <c:pt idx="6130">
                  <c:v>0.65988500000000005</c:v>
                </c:pt>
                <c:pt idx="6131">
                  <c:v>0.64781599999999995</c:v>
                </c:pt>
                <c:pt idx="6132">
                  <c:v>0.74551599999999996</c:v>
                </c:pt>
                <c:pt idx="6133">
                  <c:v>0.60497400000000001</c:v>
                </c:pt>
                <c:pt idx="6134">
                  <c:v>0.594248</c:v>
                </c:pt>
                <c:pt idx="6135">
                  <c:v>0.59458</c:v>
                </c:pt>
                <c:pt idx="6136">
                  <c:v>0.54266300000000001</c:v>
                </c:pt>
                <c:pt idx="6137">
                  <c:v>0.39137899999999998</c:v>
                </c:pt>
                <c:pt idx="6138">
                  <c:v>0.25540400000000002</c:v>
                </c:pt>
                <c:pt idx="6139">
                  <c:v>0.25</c:v>
                </c:pt>
                <c:pt idx="6140">
                  <c:v>0.25</c:v>
                </c:pt>
                <c:pt idx="6141">
                  <c:v>0</c:v>
                </c:pt>
                <c:pt idx="6142">
                  <c:v>0</c:v>
                </c:pt>
                <c:pt idx="6143">
                  <c:v>0</c:v>
                </c:pt>
                <c:pt idx="6144">
                  <c:v>0</c:v>
                </c:pt>
                <c:pt idx="6145">
                  <c:v>0</c:v>
                </c:pt>
                <c:pt idx="6146">
                  <c:v>0</c:v>
                </c:pt>
                <c:pt idx="6147">
                  <c:v>0</c:v>
                </c:pt>
                <c:pt idx="6148">
                  <c:v>0</c:v>
                </c:pt>
                <c:pt idx="6149">
                  <c:v>0</c:v>
                </c:pt>
                <c:pt idx="6150">
                  <c:v>0</c:v>
                </c:pt>
                <c:pt idx="6151">
                  <c:v>0.25</c:v>
                </c:pt>
                <c:pt idx="6152">
                  <c:v>0.25</c:v>
                </c:pt>
                <c:pt idx="6153">
                  <c:v>0.25</c:v>
                </c:pt>
                <c:pt idx="6154">
                  <c:v>0.360178</c:v>
                </c:pt>
                <c:pt idx="6155">
                  <c:v>0.39750799999999997</c:v>
                </c:pt>
                <c:pt idx="6156">
                  <c:v>0.43412099999999998</c:v>
                </c:pt>
                <c:pt idx="6157">
                  <c:v>0.35630400000000001</c:v>
                </c:pt>
                <c:pt idx="6158">
                  <c:v>0.37655300000000003</c:v>
                </c:pt>
                <c:pt idx="6159">
                  <c:v>0.45116899999999999</c:v>
                </c:pt>
                <c:pt idx="6160">
                  <c:v>0.38464300000000001</c:v>
                </c:pt>
                <c:pt idx="6161">
                  <c:v>0.26372600000000002</c:v>
                </c:pt>
                <c:pt idx="6162">
                  <c:v>0.25</c:v>
                </c:pt>
                <c:pt idx="6163">
                  <c:v>0.25</c:v>
                </c:pt>
                <c:pt idx="6164">
                  <c:v>0.25</c:v>
                </c:pt>
                <c:pt idx="6165">
                  <c:v>0</c:v>
                </c:pt>
                <c:pt idx="6166">
                  <c:v>0</c:v>
                </c:pt>
                <c:pt idx="6167">
                  <c:v>0</c:v>
                </c:pt>
                <c:pt idx="6168">
                  <c:v>0</c:v>
                </c:pt>
                <c:pt idx="6169">
                  <c:v>0</c:v>
                </c:pt>
                <c:pt idx="6170">
                  <c:v>0</c:v>
                </c:pt>
                <c:pt idx="6171">
                  <c:v>0</c:v>
                </c:pt>
                <c:pt idx="6172">
                  <c:v>0</c:v>
                </c:pt>
                <c:pt idx="6173">
                  <c:v>0</c:v>
                </c:pt>
                <c:pt idx="6174">
                  <c:v>0</c:v>
                </c:pt>
                <c:pt idx="6175">
                  <c:v>0.25</c:v>
                </c:pt>
                <c:pt idx="6176">
                  <c:v>0.260214</c:v>
                </c:pt>
                <c:pt idx="6177">
                  <c:v>0.431446</c:v>
                </c:pt>
                <c:pt idx="6178">
                  <c:v>0.63213299999999994</c:v>
                </c:pt>
                <c:pt idx="6179">
                  <c:v>0.53214700000000004</c:v>
                </c:pt>
                <c:pt idx="6180">
                  <c:v>0.56278099999999998</c:v>
                </c:pt>
                <c:pt idx="6181">
                  <c:v>0.42895800000000001</c:v>
                </c:pt>
                <c:pt idx="6182">
                  <c:v>0.43306800000000001</c:v>
                </c:pt>
                <c:pt idx="6183">
                  <c:v>0.46392899999999998</c:v>
                </c:pt>
                <c:pt idx="6184">
                  <c:v>0.41761500000000001</c:v>
                </c:pt>
                <c:pt idx="6185">
                  <c:v>0.318046</c:v>
                </c:pt>
                <c:pt idx="6186">
                  <c:v>0.25</c:v>
                </c:pt>
                <c:pt idx="6187">
                  <c:v>0.25</c:v>
                </c:pt>
                <c:pt idx="6188">
                  <c:v>0.25</c:v>
                </c:pt>
                <c:pt idx="6189">
                  <c:v>0</c:v>
                </c:pt>
                <c:pt idx="6190">
                  <c:v>0</c:v>
                </c:pt>
                <c:pt idx="6191">
                  <c:v>0</c:v>
                </c:pt>
                <c:pt idx="6192">
                  <c:v>0</c:v>
                </c:pt>
                <c:pt idx="6193">
                  <c:v>0</c:v>
                </c:pt>
                <c:pt idx="6194">
                  <c:v>0</c:v>
                </c:pt>
                <c:pt idx="6195">
                  <c:v>0</c:v>
                </c:pt>
                <c:pt idx="6196">
                  <c:v>0</c:v>
                </c:pt>
                <c:pt idx="6197">
                  <c:v>0</c:v>
                </c:pt>
                <c:pt idx="6198">
                  <c:v>0</c:v>
                </c:pt>
                <c:pt idx="6199">
                  <c:v>0.25</c:v>
                </c:pt>
                <c:pt idx="6200">
                  <c:v>0.25</c:v>
                </c:pt>
                <c:pt idx="6201">
                  <c:v>0.25</c:v>
                </c:pt>
                <c:pt idx="6202">
                  <c:v>0.33072000000000001</c:v>
                </c:pt>
                <c:pt idx="6203">
                  <c:v>0.39569199999999999</c:v>
                </c:pt>
                <c:pt idx="6204">
                  <c:v>0.55667699999999998</c:v>
                </c:pt>
                <c:pt idx="6205">
                  <c:v>0.44825700000000002</c:v>
                </c:pt>
                <c:pt idx="6206">
                  <c:v>0.44768400000000003</c:v>
                </c:pt>
                <c:pt idx="6207">
                  <c:v>0.51944999999999997</c:v>
                </c:pt>
                <c:pt idx="6208">
                  <c:v>0.41906199999999999</c:v>
                </c:pt>
                <c:pt idx="6209">
                  <c:v>0.31359399999999998</c:v>
                </c:pt>
                <c:pt idx="6210">
                  <c:v>0.25</c:v>
                </c:pt>
                <c:pt idx="6211">
                  <c:v>0.25430799999999998</c:v>
                </c:pt>
                <c:pt idx="6212">
                  <c:v>0.25</c:v>
                </c:pt>
                <c:pt idx="6213">
                  <c:v>0</c:v>
                </c:pt>
                <c:pt idx="6214">
                  <c:v>0</c:v>
                </c:pt>
                <c:pt idx="6215">
                  <c:v>0</c:v>
                </c:pt>
                <c:pt idx="6216">
                  <c:v>0</c:v>
                </c:pt>
                <c:pt idx="6217">
                  <c:v>0</c:v>
                </c:pt>
                <c:pt idx="6218">
                  <c:v>0</c:v>
                </c:pt>
                <c:pt idx="6219">
                  <c:v>0</c:v>
                </c:pt>
                <c:pt idx="6220">
                  <c:v>0</c:v>
                </c:pt>
                <c:pt idx="6221">
                  <c:v>0</c:v>
                </c:pt>
                <c:pt idx="6222">
                  <c:v>0</c:v>
                </c:pt>
                <c:pt idx="6223">
                  <c:v>0.25</c:v>
                </c:pt>
                <c:pt idx="6224">
                  <c:v>0.25016100000000002</c:v>
                </c:pt>
                <c:pt idx="6225">
                  <c:v>0.31331399999999998</c:v>
                </c:pt>
                <c:pt idx="6226">
                  <c:v>0.44644800000000001</c:v>
                </c:pt>
                <c:pt idx="6227">
                  <c:v>0.42165200000000003</c:v>
                </c:pt>
                <c:pt idx="6228">
                  <c:v>0.46022299999999999</c:v>
                </c:pt>
                <c:pt idx="6229">
                  <c:v>0.38166499999999998</c:v>
                </c:pt>
                <c:pt idx="6230">
                  <c:v>0.38869999999999999</c:v>
                </c:pt>
                <c:pt idx="6231">
                  <c:v>0.51738099999999998</c:v>
                </c:pt>
                <c:pt idx="6232">
                  <c:v>0.39790700000000001</c:v>
                </c:pt>
                <c:pt idx="6233">
                  <c:v>0.25</c:v>
                </c:pt>
                <c:pt idx="6234">
                  <c:v>0.25</c:v>
                </c:pt>
                <c:pt idx="6235">
                  <c:v>0.25</c:v>
                </c:pt>
                <c:pt idx="6236">
                  <c:v>0.25</c:v>
                </c:pt>
                <c:pt idx="6237">
                  <c:v>0</c:v>
                </c:pt>
                <c:pt idx="6238">
                  <c:v>0</c:v>
                </c:pt>
                <c:pt idx="6239">
                  <c:v>0</c:v>
                </c:pt>
                <c:pt idx="6240">
                  <c:v>0</c:v>
                </c:pt>
                <c:pt idx="6241">
                  <c:v>0</c:v>
                </c:pt>
                <c:pt idx="6242">
                  <c:v>0</c:v>
                </c:pt>
                <c:pt idx="6243">
                  <c:v>0</c:v>
                </c:pt>
                <c:pt idx="6244">
                  <c:v>0</c:v>
                </c:pt>
                <c:pt idx="6245">
                  <c:v>0</c:v>
                </c:pt>
                <c:pt idx="6246">
                  <c:v>0</c:v>
                </c:pt>
                <c:pt idx="6247">
                  <c:v>0.25</c:v>
                </c:pt>
                <c:pt idx="6248">
                  <c:v>0.26413199999999998</c:v>
                </c:pt>
                <c:pt idx="6249">
                  <c:v>0.41122599999999998</c:v>
                </c:pt>
                <c:pt idx="6250">
                  <c:v>0.61333000000000004</c:v>
                </c:pt>
                <c:pt idx="6251">
                  <c:v>0.58286499999999997</c:v>
                </c:pt>
                <c:pt idx="6252">
                  <c:v>0.66568700000000003</c:v>
                </c:pt>
                <c:pt idx="6253">
                  <c:v>0.55032300000000001</c:v>
                </c:pt>
                <c:pt idx="6254">
                  <c:v>0.55546300000000004</c:v>
                </c:pt>
                <c:pt idx="6255">
                  <c:v>0.53971999999999998</c:v>
                </c:pt>
                <c:pt idx="6256">
                  <c:v>0.45475900000000002</c:v>
                </c:pt>
                <c:pt idx="6257">
                  <c:v>0.30932500000000002</c:v>
                </c:pt>
                <c:pt idx="6258">
                  <c:v>0.25</c:v>
                </c:pt>
                <c:pt idx="6259">
                  <c:v>0.25</c:v>
                </c:pt>
                <c:pt idx="6260">
                  <c:v>0.25</c:v>
                </c:pt>
                <c:pt idx="6261">
                  <c:v>0</c:v>
                </c:pt>
                <c:pt idx="6262">
                  <c:v>0</c:v>
                </c:pt>
                <c:pt idx="6263">
                  <c:v>0</c:v>
                </c:pt>
                <c:pt idx="6264">
                  <c:v>0</c:v>
                </c:pt>
                <c:pt idx="6265">
                  <c:v>0</c:v>
                </c:pt>
                <c:pt idx="6266">
                  <c:v>0</c:v>
                </c:pt>
                <c:pt idx="6267">
                  <c:v>0</c:v>
                </c:pt>
                <c:pt idx="6268">
                  <c:v>0</c:v>
                </c:pt>
                <c:pt idx="6269">
                  <c:v>0</c:v>
                </c:pt>
                <c:pt idx="6270">
                  <c:v>0</c:v>
                </c:pt>
                <c:pt idx="6271">
                  <c:v>0.25</c:v>
                </c:pt>
                <c:pt idx="6272">
                  <c:v>0.25</c:v>
                </c:pt>
                <c:pt idx="6273">
                  <c:v>0.300348</c:v>
                </c:pt>
                <c:pt idx="6274">
                  <c:v>0.47574499999999997</c:v>
                </c:pt>
                <c:pt idx="6275">
                  <c:v>0.53462399999999999</c:v>
                </c:pt>
                <c:pt idx="6276">
                  <c:v>0.57200799999999996</c:v>
                </c:pt>
                <c:pt idx="6277">
                  <c:v>0.47776000000000002</c:v>
                </c:pt>
                <c:pt idx="6278">
                  <c:v>0.46799099999999999</c:v>
                </c:pt>
                <c:pt idx="6279">
                  <c:v>0.45443</c:v>
                </c:pt>
                <c:pt idx="6280">
                  <c:v>0.37515500000000002</c:v>
                </c:pt>
                <c:pt idx="6281">
                  <c:v>0.25</c:v>
                </c:pt>
                <c:pt idx="6282">
                  <c:v>0.25</c:v>
                </c:pt>
                <c:pt idx="6283">
                  <c:v>0.25</c:v>
                </c:pt>
                <c:pt idx="6284">
                  <c:v>0.25</c:v>
                </c:pt>
                <c:pt idx="6285">
                  <c:v>0</c:v>
                </c:pt>
                <c:pt idx="6286">
                  <c:v>0</c:v>
                </c:pt>
                <c:pt idx="6287">
                  <c:v>0</c:v>
                </c:pt>
                <c:pt idx="6288">
                  <c:v>0</c:v>
                </c:pt>
                <c:pt idx="6289">
                  <c:v>0</c:v>
                </c:pt>
                <c:pt idx="6290">
                  <c:v>0</c:v>
                </c:pt>
                <c:pt idx="6291">
                  <c:v>0</c:v>
                </c:pt>
                <c:pt idx="6292">
                  <c:v>0</c:v>
                </c:pt>
                <c:pt idx="6293">
                  <c:v>0</c:v>
                </c:pt>
                <c:pt idx="6294">
                  <c:v>0</c:v>
                </c:pt>
                <c:pt idx="6295">
                  <c:v>0.25</c:v>
                </c:pt>
                <c:pt idx="6296">
                  <c:v>0.25</c:v>
                </c:pt>
                <c:pt idx="6297">
                  <c:v>0.29964800000000003</c:v>
                </c:pt>
                <c:pt idx="6298">
                  <c:v>0.42387200000000003</c:v>
                </c:pt>
                <c:pt idx="6299">
                  <c:v>0.52154500000000004</c:v>
                </c:pt>
                <c:pt idx="6300">
                  <c:v>0.55704600000000004</c:v>
                </c:pt>
                <c:pt idx="6301">
                  <c:v>0.44671100000000002</c:v>
                </c:pt>
                <c:pt idx="6302">
                  <c:v>0.443851</c:v>
                </c:pt>
                <c:pt idx="6303">
                  <c:v>0.42627300000000001</c:v>
                </c:pt>
                <c:pt idx="6304">
                  <c:v>0.34989799999999999</c:v>
                </c:pt>
                <c:pt idx="6305">
                  <c:v>0.25</c:v>
                </c:pt>
                <c:pt idx="6306">
                  <c:v>0.25</c:v>
                </c:pt>
                <c:pt idx="6307">
                  <c:v>0.25</c:v>
                </c:pt>
                <c:pt idx="6308">
                  <c:v>0.25</c:v>
                </c:pt>
                <c:pt idx="6309">
                  <c:v>0</c:v>
                </c:pt>
                <c:pt idx="6310">
                  <c:v>0</c:v>
                </c:pt>
                <c:pt idx="6311">
                  <c:v>0</c:v>
                </c:pt>
                <c:pt idx="6312">
                  <c:v>0</c:v>
                </c:pt>
                <c:pt idx="6313">
                  <c:v>0</c:v>
                </c:pt>
                <c:pt idx="6314">
                  <c:v>0</c:v>
                </c:pt>
                <c:pt idx="6315">
                  <c:v>0</c:v>
                </c:pt>
                <c:pt idx="6316">
                  <c:v>0</c:v>
                </c:pt>
                <c:pt idx="6317">
                  <c:v>0</c:v>
                </c:pt>
                <c:pt idx="6318">
                  <c:v>0</c:v>
                </c:pt>
                <c:pt idx="6319">
                  <c:v>0.25</c:v>
                </c:pt>
                <c:pt idx="6320">
                  <c:v>0.25</c:v>
                </c:pt>
                <c:pt idx="6321">
                  <c:v>0.38064399999999998</c:v>
                </c:pt>
                <c:pt idx="6322">
                  <c:v>0.50844699999999998</c:v>
                </c:pt>
                <c:pt idx="6323">
                  <c:v>0.396119</c:v>
                </c:pt>
                <c:pt idx="6324">
                  <c:v>0.50244699999999998</c:v>
                </c:pt>
                <c:pt idx="6325">
                  <c:v>0.29845899999999997</c:v>
                </c:pt>
                <c:pt idx="6326">
                  <c:v>0.25</c:v>
                </c:pt>
                <c:pt idx="6327">
                  <c:v>0.25</c:v>
                </c:pt>
                <c:pt idx="6328">
                  <c:v>0.25</c:v>
                </c:pt>
                <c:pt idx="6329">
                  <c:v>0.25</c:v>
                </c:pt>
                <c:pt idx="6330">
                  <c:v>0.25</c:v>
                </c:pt>
                <c:pt idx="6331">
                  <c:v>0.25</c:v>
                </c:pt>
                <c:pt idx="6332">
                  <c:v>0.25</c:v>
                </c:pt>
                <c:pt idx="6333">
                  <c:v>0</c:v>
                </c:pt>
                <c:pt idx="6334">
                  <c:v>0</c:v>
                </c:pt>
                <c:pt idx="6335">
                  <c:v>0</c:v>
                </c:pt>
                <c:pt idx="6336">
                  <c:v>0</c:v>
                </c:pt>
                <c:pt idx="6337">
                  <c:v>0</c:v>
                </c:pt>
                <c:pt idx="6338">
                  <c:v>0</c:v>
                </c:pt>
                <c:pt idx="6339">
                  <c:v>0</c:v>
                </c:pt>
                <c:pt idx="6340">
                  <c:v>0</c:v>
                </c:pt>
                <c:pt idx="6341">
                  <c:v>0</c:v>
                </c:pt>
                <c:pt idx="6342">
                  <c:v>0</c:v>
                </c:pt>
                <c:pt idx="6343">
                  <c:v>0.25</c:v>
                </c:pt>
                <c:pt idx="6344">
                  <c:v>0.29006900000000002</c:v>
                </c:pt>
                <c:pt idx="6345">
                  <c:v>0.41736299999999998</c:v>
                </c:pt>
                <c:pt idx="6346">
                  <c:v>0.46571400000000002</c:v>
                </c:pt>
                <c:pt idx="6347">
                  <c:v>0.43269099999999999</c:v>
                </c:pt>
                <c:pt idx="6348">
                  <c:v>0.42329899999999998</c:v>
                </c:pt>
                <c:pt idx="6349">
                  <c:v>0.31841700000000001</c:v>
                </c:pt>
                <c:pt idx="6350">
                  <c:v>0.32383400000000001</c:v>
                </c:pt>
                <c:pt idx="6351">
                  <c:v>0.37662800000000002</c:v>
                </c:pt>
                <c:pt idx="6352">
                  <c:v>0.25</c:v>
                </c:pt>
                <c:pt idx="6353">
                  <c:v>0.25</c:v>
                </c:pt>
                <c:pt idx="6354">
                  <c:v>0.25</c:v>
                </c:pt>
                <c:pt idx="6355">
                  <c:v>0.25</c:v>
                </c:pt>
                <c:pt idx="6356">
                  <c:v>0.25</c:v>
                </c:pt>
                <c:pt idx="6357">
                  <c:v>0</c:v>
                </c:pt>
                <c:pt idx="6358">
                  <c:v>0</c:v>
                </c:pt>
                <c:pt idx="6359">
                  <c:v>0</c:v>
                </c:pt>
                <c:pt idx="6360">
                  <c:v>0</c:v>
                </c:pt>
                <c:pt idx="6361">
                  <c:v>0</c:v>
                </c:pt>
                <c:pt idx="6362">
                  <c:v>0</c:v>
                </c:pt>
                <c:pt idx="6363">
                  <c:v>0</c:v>
                </c:pt>
                <c:pt idx="6364">
                  <c:v>0</c:v>
                </c:pt>
                <c:pt idx="6365">
                  <c:v>0</c:v>
                </c:pt>
                <c:pt idx="6366">
                  <c:v>0</c:v>
                </c:pt>
                <c:pt idx="6367">
                  <c:v>0.25</c:v>
                </c:pt>
                <c:pt idx="6368">
                  <c:v>0.25</c:v>
                </c:pt>
                <c:pt idx="6369">
                  <c:v>0.25</c:v>
                </c:pt>
                <c:pt idx="6370">
                  <c:v>0.43527900000000003</c:v>
                </c:pt>
                <c:pt idx="6371">
                  <c:v>0.41097699999999998</c:v>
                </c:pt>
                <c:pt idx="6372">
                  <c:v>0.48681400000000002</c:v>
                </c:pt>
                <c:pt idx="6373">
                  <c:v>0.272285</c:v>
                </c:pt>
                <c:pt idx="6374">
                  <c:v>0.25</c:v>
                </c:pt>
                <c:pt idx="6375">
                  <c:v>0.25</c:v>
                </c:pt>
                <c:pt idx="6376">
                  <c:v>0.25</c:v>
                </c:pt>
                <c:pt idx="6377">
                  <c:v>0.25</c:v>
                </c:pt>
                <c:pt idx="6378">
                  <c:v>0.25</c:v>
                </c:pt>
                <c:pt idx="6379">
                  <c:v>0.25</c:v>
                </c:pt>
                <c:pt idx="6380">
                  <c:v>0.25</c:v>
                </c:pt>
                <c:pt idx="6381">
                  <c:v>0</c:v>
                </c:pt>
                <c:pt idx="6382">
                  <c:v>0</c:v>
                </c:pt>
                <c:pt idx="6383">
                  <c:v>0</c:v>
                </c:pt>
                <c:pt idx="6384">
                  <c:v>0</c:v>
                </c:pt>
                <c:pt idx="6385">
                  <c:v>0</c:v>
                </c:pt>
                <c:pt idx="6386">
                  <c:v>0</c:v>
                </c:pt>
                <c:pt idx="6387">
                  <c:v>0</c:v>
                </c:pt>
                <c:pt idx="6388">
                  <c:v>0</c:v>
                </c:pt>
                <c:pt idx="6389">
                  <c:v>0</c:v>
                </c:pt>
                <c:pt idx="6390">
                  <c:v>0</c:v>
                </c:pt>
                <c:pt idx="6391">
                  <c:v>0.25</c:v>
                </c:pt>
                <c:pt idx="6392">
                  <c:v>0.54056800000000005</c:v>
                </c:pt>
                <c:pt idx="6393">
                  <c:v>0.69349499999999997</c:v>
                </c:pt>
                <c:pt idx="6394">
                  <c:v>0.75786699999999996</c:v>
                </c:pt>
                <c:pt idx="6395">
                  <c:v>0.64113699999999996</c:v>
                </c:pt>
                <c:pt idx="6396">
                  <c:v>0.65446199999999999</c:v>
                </c:pt>
                <c:pt idx="6397">
                  <c:v>0.66298100000000004</c:v>
                </c:pt>
                <c:pt idx="6398">
                  <c:v>0.66500199999999998</c:v>
                </c:pt>
                <c:pt idx="6399">
                  <c:v>0.72598700000000005</c:v>
                </c:pt>
                <c:pt idx="6400">
                  <c:v>0.74715799999999999</c:v>
                </c:pt>
                <c:pt idx="6401">
                  <c:v>0.55711500000000003</c:v>
                </c:pt>
                <c:pt idx="6402">
                  <c:v>0.51307999999999998</c:v>
                </c:pt>
                <c:pt idx="6403">
                  <c:v>0.46505999999999997</c:v>
                </c:pt>
                <c:pt idx="6404">
                  <c:v>0.25</c:v>
                </c:pt>
                <c:pt idx="6405">
                  <c:v>0</c:v>
                </c:pt>
                <c:pt idx="6406">
                  <c:v>0</c:v>
                </c:pt>
                <c:pt idx="6407">
                  <c:v>0</c:v>
                </c:pt>
                <c:pt idx="6408">
                  <c:v>0</c:v>
                </c:pt>
                <c:pt idx="6409">
                  <c:v>0</c:v>
                </c:pt>
                <c:pt idx="6410">
                  <c:v>0</c:v>
                </c:pt>
                <c:pt idx="6411">
                  <c:v>0</c:v>
                </c:pt>
                <c:pt idx="6412">
                  <c:v>0</c:v>
                </c:pt>
                <c:pt idx="6413">
                  <c:v>0</c:v>
                </c:pt>
                <c:pt idx="6414">
                  <c:v>0</c:v>
                </c:pt>
                <c:pt idx="6415">
                  <c:v>0.25</c:v>
                </c:pt>
                <c:pt idx="6416">
                  <c:v>0.453928</c:v>
                </c:pt>
                <c:pt idx="6417">
                  <c:v>0.57647899999999996</c:v>
                </c:pt>
                <c:pt idx="6418">
                  <c:v>0.59867099999999995</c:v>
                </c:pt>
                <c:pt idx="6419">
                  <c:v>0.59354799999999996</c:v>
                </c:pt>
                <c:pt idx="6420">
                  <c:v>0.60159700000000005</c:v>
                </c:pt>
                <c:pt idx="6421">
                  <c:v>0.51338200000000001</c:v>
                </c:pt>
                <c:pt idx="6422">
                  <c:v>0.39882299999999998</c:v>
                </c:pt>
                <c:pt idx="6423">
                  <c:v>0.47038600000000003</c:v>
                </c:pt>
                <c:pt idx="6424">
                  <c:v>0.35506199999999999</c:v>
                </c:pt>
                <c:pt idx="6425">
                  <c:v>0.25</c:v>
                </c:pt>
                <c:pt idx="6426">
                  <c:v>0.25</c:v>
                </c:pt>
                <c:pt idx="6427">
                  <c:v>0.25</c:v>
                </c:pt>
                <c:pt idx="6428">
                  <c:v>0.25</c:v>
                </c:pt>
                <c:pt idx="6429">
                  <c:v>0</c:v>
                </c:pt>
                <c:pt idx="6430">
                  <c:v>0</c:v>
                </c:pt>
                <c:pt idx="6431">
                  <c:v>0</c:v>
                </c:pt>
                <c:pt idx="6432">
                  <c:v>0</c:v>
                </c:pt>
                <c:pt idx="6433">
                  <c:v>0</c:v>
                </c:pt>
                <c:pt idx="6434">
                  <c:v>0</c:v>
                </c:pt>
                <c:pt idx="6435">
                  <c:v>0</c:v>
                </c:pt>
                <c:pt idx="6436">
                  <c:v>0</c:v>
                </c:pt>
                <c:pt idx="6437">
                  <c:v>0</c:v>
                </c:pt>
                <c:pt idx="6438">
                  <c:v>0</c:v>
                </c:pt>
                <c:pt idx="6439">
                  <c:v>0.25</c:v>
                </c:pt>
                <c:pt idx="6440">
                  <c:v>0.25</c:v>
                </c:pt>
                <c:pt idx="6441">
                  <c:v>0.25</c:v>
                </c:pt>
                <c:pt idx="6442">
                  <c:v>0.373558</c:v>
                </c:pt>
                <c:pt idx="6443">
                  <c:v>0.25</c:v>
                </c:pt>
                <c:pt idx="6444">
                  <c:v>0.276592</c:v>
                </c:pt>
                <c:pt idx="6445">
                  <c:v>0.25</c:v>
                </c:pt>
                <c:pt idx="6446">
                  <c:v>0.25</c:v>
                </c:pt>
                <c:pt idx="6447">
                  <c:v>0.28959099999999999</c:v>
                </c:pt>
                <c:pt idx="6448">
                  <c:v>0.25</c:v>
                </c:pt>
                <c:pt idx="6449">
                  <c:v>0.25</c:v>
                </c:pt>
                <c:pt idx="6450">
                  <c:v>0.25</c:v>
                </c:pt>
                <c:pt idx="6451">
                  <c:v>0.25</c:v>
                </c:pt>
                <c:pt idx="6452">
                  <c:v>0.25</c:v>
                </c:pt>
                <c:pt idx="6453">
                  <c:v>0</c:v>
                </c:pt>
                <c:pt idx="6454">
                  <c:v>0</c:v>
                </c:pt>
                <c:pt idx="6455">
                  <c:v>0</c:v>
                </c:pt>
                <c:pt idx="6456">
                  <c:v>0</c:v>
                </c:pt>
                <c:pt idx="6457">
                  <c:v>0</c:v>
                </c:pt>
                <c:pt idx="6458">
                  <c:v>0</c:v>
                </c:pt>
                <c:pt idx="6459">
                  <c:v>0</c:v>
                </c:pt>
                <c:pt idx="6460">
                  <c:v>0</c:v>
                </c:pt>
                <c:pt idx="6461">
                  <c:v>0</c:v>
                </c:pt>
                <c:pt idx="6462">
                  <c:v>0</c:v>
                </c:pt>
                <c:pt idx="6463">
                  <c:v>0.25</c:v>
                </c:pt>
                <c:pt idx="6464">
                  <c:v>0.25</c:v>
                </c:pt>
                <c:pt idx="6465">
                  <c:v>0.25</c:v>
                </c:pt>
                <c:pt idx="6466">
                  <c:v>0.42051100000000002</c:v>
                </c:pt>
                <c:pt idx="6467">
                  <c:v>0.42407400000000001</c:v>
                </c:pt>
                <c:pt idx="6468">
                  <c:v>0.48932199999999998</c:v>
                </c:pt>
                <c:pt idx="6469">
                  <c:v>0.45203399999999999</c:v>
                </c:pt>
                <c:pt idx="6470">
                  <c:v>0.439834</c:v>
                </c:pt>
                <c:pt idx="6471">
                  <c:v>0.53511600000000004</c:v>
                </c:pt>
                <c:pt idx="6472">
                  <c:v>0.42738300000000001</c:v>
                </c:pt>
                <c:pt idx="6473">
                  <c:v>0.33627099999999999</c:v>
                </c:pt>
                <c:pt idx="6474">
                  <c:v>0.25</c:v>
                </c:pt>
                <c:pt idx="6475">
                  <c:v>0.25</c:v>
                </c:pt>
                <c:pt idx="6476">
                  <c:v>0.25</c:v>
                </c:pt>
                <c:pt idx="6477">
                  <c:v>0</c:v>
                </c:pt>
                <c:pt idx="6478">
                  <c:v>0</c:v>
                </c:pt>
                <c:pt idx="6479">
                  <c:v>0</c:v>
                </c:pt>
                <c:pt idx="6480">
                  <c:v>0</c:v>
                </c:pt>
                <c:pt idx="6481">
                  <c:v>0</c:v>
                </c:pt>
                <c:pt idx="6482">
                  <c:v>0</c:v>
                </c:pt>
                <c:pt idx="6483">
                  <c:v>0</c:v>
                </c:pt>
                <c:pt idx="6484">
                  <c:v>0</c:v>
                </c:pt>
                <c:pt idx="6485">
                  <c:v>0</c:v>
                </c:pt>
                <c:pt idx="6486">
                  <c:v>0</c:v>
                </c:pt>
                <c:pt idx="6487">
                  <c:v>0.25</c:v>
                </c:pt>
                <c:pt idx="6488">
                  <c:v>0.50284700000000004</c:v>
                </c:pt>
                <c:pt idx="6489">
                  <c:v>0.63963499999999995</c:v>
                </c:pt>
                <c:pt idx="6490">
                  <c:v>0.73022100000000001</c:v>
                </c:pt>
                <c:pt idx="6491">
                  <c:v>0.74741599999999997</c:v>
                </c:pt>
                <c:pt idx="6492">
                  <c:v>0.72583900000000001</c:v>
                </c:pt>
                <c:pt idx="6493">
                  <c:v>0.70385299999999995</c:v>
                </c:pt>
                <c:pt idx="6494">
                  <c:v>0.61373</c:v>
                </c:pt>
                <c:pt idx="6495">
                  <c:v>0.70879400000000004</c:v>
                </c:pt>
                <c:pt idx="6496">
                  <c:v>0.49650300000000003</c:v>
                </c:pt>
                <c:pt idx="6497">
                  <c:v>0.37393999999999999</c:v>
                </c:pt>
                <c:pt idx="6498">
                  <c:v>0.35015600000000002</c:v>
                </c:pt>
                <c:pt idx="6499">
                  <c:v>0.27108599999999999</c:v>
                </c:pt>
                <c:pt idx="6500">
                  <c:v>0.25</c:v>
                </c:pt>
                <c:pt idx="6501">
                  <c:v>0</c:v>
                </c:pt>
                <c:pt idx="6502">
                  <c:v>0</c:v>
                </c:pt>
                <c:pt idx="6503">
                  <c:v>0</c:v>
                </c:pt>
                <c:pt idx="6504">
                  <c:v>0</c:v>
                </c:pt>
                <c:pt idx="6505">
                  <c:v>0</c:v>
                </c:pt>
                <c:pt idx="6506">
                  <c:v>0</c:v>
                </c:pt>
                <c:pt idx="6507">
                  <c:v>0</c:v>
                </c:pt>
                <c:pt idx="6508">
                  <c:v>0</c:v>
                </c:pt>
                <c:pt idx="6509">
                  <c:v>0</c:v>
                </c:pt>
                <c:pt idx="6510">
                  <c:v>0</c:v>
                </c:pt>
                <c:pt idx="6511">
                  <c:v>0.25</c:v>
                </c:pt>
                <c:pt idx="6512">
                  <c:v>0.60340000000000005</c:v>
                </c:pt>
                <c:pt idx="6513">
                  <c:v>0.69390799999999997</c:v>
                </c:pt>
                <c:pt idx="6514">
                  <c:v>0.73449500000000001</c:v>
                </c:pt>
                <c:pt idx="6515">
                  <c:v>0.68490799999999996</c:v>
                </c:pt>
                <c:pt idx="6516">
                  <c:v>0.67927599999999999</c:v>
                </c:pt>
                <c:pt idx="6517">
                  <c:v>0.65191600000000005</c:v>
                </c:pt>
                <c:pt idx="6518">
                  <c:v>0.60138599999999998</c:v>
                </c:pt>
                <c:pt idx="6519">
                  <c:v>0.57479100000000005</c:v>
                </c:pt>
                <c:pt idx="6520">
                  <c:v>0.50522800000000001</c:v>
                </c:pt>
                <c:pt idx="6521">
                  <c:v>0.30110999999999999</c:v>
                </c:pt>
                <c:pt idx="6522">
                  <c:v>0.25</c:v>
                </c:pt>
                <c:pt idx="6523">
                  <c:v>0.25</c:v>
                </c:pt>
                <c:pt idx="6524">
                  <c:v>0.25</c:v>
                </c:pt>
                <c:pt idx="6525">
                  <c:v>0</c:v>
                </c:pt>
                <c:pt idx="6526">
                  <c:v>0</c:v>
                </c:pt>
                <c:pt idx="6527">
                  <c:v>0</c:v>
                </c:pt>
                <c:pt idx="6528">
                  <c:v>0</c:v>
                </c:pt>
                <c:pt idx="6529">
                  <c:v>0</c:v>
                </c:pt>
                <c:pt idx="6530">
                  <c:v>0</c:v>
                </c:pt>
                <c:pt idx="6531">
                  <c:v>0</c:v>
                </c:pt>
                <c:pt idx="6532">
                  <c:v>0</c:v>
                </c:pt>
                <c:pt idx="6533">
                  <c:v>0</c:v>
                </c:pt>
                <c:pt idx="6534">
                  <c:v>0</c:v>
                </c:pt>
                <c:pt idx="6535">
                  <c:v>0.25</c:v>
                </c:pt>
                <c:pt idx="6536">
                  <c:v>0.299427</c:v>
                </c:pt>
                <c:pt idx="6537">
                  <c:v>0.49285200000000001</c:v>
                </c:pt>
                <c:pt idx="6538">
                  <c:v>0.655358</c:v>
                </c:pt>
                <c:pt idx="6539">
                  <c:v>0.59863500000000003</c:v>
                </c:pt>
                <c:pt idx="6540">
                  <c:v>0.52744999999999997</c:v>
                </c:pt>
                <c:pt idx="6541">
                  <c:v>0.45127800000000001</c:v>
                </c:pt>
                <c:pt idx="6542">
                  <c:v>0.43640699999999999</c:v>
                </c:pt>
                <c:pt idx="6543">
                  <c:v>0.44041799999999998</c:v>
                </c:pt>
                <c:pt idx="6544">
                  <c:v>0.25955099999999998</c:v>
                </c:pt>
                <c:pt idx="6545">
                  <c:v>0.25</c:v>
                </c:pt>
                <c:pt idx="6546">
                  <c:v>0.25</c:v>
                </c:pt>
                <c:pt idx="6547">
                  <c:v>0.25</c:v>
                </c:pt>
                <c:pt idx="6548">
                  <c:v>0.25</c:v>
                </c:pt>
                <c:pt idx="6549">
                  <c:v>0</c:v>
                </c:pt>
                <c:pt idx="6550">
                  <c:v>0</c:v>
                </c:pt>
                <c:pt idx="6551">
                  <c:v>0</c:v>
                </c:pt>
                <c:pt idx="6552">
                  <c:v>0</c:v>
                </c:pt>
                <c:pt idx="6553">
                  <c:v>0</c:v>
                </c:pt>
                <c:pt idx="6554">
                  <c:v>0</c:v>
                </c:pt>
                <c:pt idx="6555">
                  <c:v>0</c:v>
                </c:pt>
                <c:pt idx="6556">
                  <c:v>0</c:v>
                </c:pt>
                <c:pt idx="6557">
                  <c:v>0</c:v>
                </c:pt>
                <c:pt idx="6558">
                  <c:v>0</c:v>
                </c:pt>
                <c:pt idx="6559">
                  <c:v>0.25</c:v>
                </c:pt>
                <c:pt idx="6560">
                  <c:v>0.37506</c:v>
                </c:pt>
                <c:pt idx="6561">
                  <c:v>0.570295</c:v>
                </c:pt>
                <c:pt idx="6562">
                  <c:v>0.807558</c:v>
                </c:pt>
                <c:pt idx="6563">
                  <c:v>0.78933500000000001</c:v>
                </c:pt>
                <c:pt idx="6564">
                  <c:v>0.82944700000000005</c:v>
                </c:pt>
                <c:pt idx="6565">
                  <c:v>0.65830900000000003</c:v>
                </c:pt>
                <c:pt idx="6566">
                  <c:v>0.64213399999999998</c:v>
                </c:pt>
                <c:pt idx="6567">
                  <c:v>0.59239600000000003</c:v>
                </c:pt>
                <c:pt idx="6568">
                  <c:v>0.439301</c:v>
                </c:pt>
                <c:pt idx="6569">
                  <c:v>0.280385</c:v>
                </c:pt>
                <c:pt idx="6570">
                  <c:v>0.25</c:v>
                </c:pt>
                <c:pt idx="6571">
                  <c:v>0.25</c:v>
                </c:pt>
                <c:pt idx="6572">
                  <c:v>0.25</c:v>
                </c:pt>
                <c:pt idx="6573">
                  <c:v>0</c:v>
                </c:pt>
                <c:pt idx="6574">
                  <c:v>0</c:v>
                </c:pt>
                <c:pt idx="6575">
                  <c:v>0</c:v>
                </c:pt>
                <c:pt idx="6576">
                  <c:v>0</c:v>
                </c:pt>
                <c:pt idx="6577">
                  <c:v>0</c:v>
                </c:pt>
                <c:pt idx="6578">
                  <c:v>0</c:v>
                </c:pt>
                <c:pt idx="6579">
                  <c:v>0</c:v>
                </c:pt>
                <c:pt idx="6580">
                  <c:v>0</c:v>
                </c:pt>
                <c:pt idx="6581">
                  <c:v>0</c:v>
                </c:pt>
                <c:pt idx="6582">
                  <c:v>0</c:v>
                </c:pt>
                <c:pt idx="6583">
                  <c:v>0.25</c:v>
                </c:pt>
                <c:pt idx="6584">
                  <c:v>0.47079799999999999</c:v>
                </c:pt>
                <c:pt idx="6585">
                  <c:v>0.44012800000000002</c:v>
                </c:pt>
                <c:pt idx="6586">
                  <c:v>0.70845199999999997</c:v>
                </c:pt>
                <c:pt idx="6587">
                  <c:v>0.67695799999999995</c:v>
                </c:pt>
                <c:pt idx="6588">
                  <c:v>0.709596</c:v>
                </c:pt>
                <c:pt idx="6589">
                  <c:v>0.66381699999999999</c:v>
                </c:pt>
                <c:pt idx="6590">
                  <c:v>0.67671400000000004</c:v>
                </c:pt>
                <c:pt idx="6591">
                  <c:v>0.66172600000000004</c:v>
                </c:pt>
                <c:pt idx="6592">
                  <c:v>0.63692199999999999</c:v>
                </c:pt>
                <c:pt idx="6593">
                  <c:v>0.36384899999999998</c:v>
                </c:pt>
                <c:pt idx="6594">
                  <c:v>0.28590300000000002</c:v>
                </c:pt>
                <c:pt idx="6595">
                  <c:v>0.28959200000000002</c:v>
                </c:pt>
                <c:pt idx="6596">
                  <c:v>0.25</c:v>
                </c:pt>
                <c:pt idx="6597">
                  <c:v>0</c:v>
                </c:pt>
                <c:pt idx="6598">
                  <c:v>0</c:v>
                </c:pt>
                <c:pt idx="6599">
                  <c:v>0</c:v>
                </c:pt>
                <c:pt idx="6600">
                  <c:v>0</c:v>
                </c:pt>
                <c:pt idx="6601">
                  <c:v>0</c:v>
                </c:pt>
                <c:pt idx="6602">
                  <c:v>0</c:v>
                </c:pt>
                <c:pt idx="6603">
                  <c:v>0</c:v>
                </c:pt>
                <c:pt idx="6604">
                  <c:v>0</c:v>
                </c:pt>
                <c:pt idx="6605">
                  <c:v>0</c:v>
                </c:pt>
                <c:pt idx="6606">
                  <c:v>0</c:v>
                </c:pt>
                <c:pt idx="6607">
                  <c:v>0.25</c:v>
                </c:pt>
                <c:pt idx="6608">
                  <c:v>0.50638300000000003</c:v>
                </c:pt>
                <c:pt idx="6609">
                  <c:v>0.67796900000000004</c:v>
                </c:pt>
                <c:pt idx="6610">
                  <c:v>0.80238200000000004</c:v>
                </c:pt>
                <c:pt idx="6611">
                  <c:v>0.73565499999999995</c:v>
                </c:pt>
                <c:pt idx="6612">
                  <c:v>0.755081</c:v>
                </c:pt>
                <c:pt idx="6613">
                  <c:v>0.75731899999999996</c:v>
                </c:pt>
                <c:pt idx="6614">
                  <c:v>0.71262199999999998</c:v>
                </c:pt>
                <c:pt idx="6615">
                  <c:v>0.74122399999999999</c:v>
                </c:pt>
                <c:pt idx="6616">
                  <c:v>0.61299899999999996</c:v>
                </c:pt>
                <c:pt idx="6617">
                  <c:v>0.45150000000000001</c:v>
                </c:pt>
                <c:pt idx="6618">
                  <c:v>0.39361099999999999</c:v>
                </c:pt>
                <c:pt idx="6619">
                  <c:v>0.31681999999999999</c:v>
                </c:pt>
                <c:pt idx="6620">
                  <c:v>0.25</c:v>
                </c:pt>
                <c:pt idx="6621">
                  <c:v>0</c:v>
                </c:pt>
                <c:pt idx="6622">
                  <c:v>0</c:v>
                </c:pt>
                <c:pt idx="6623">
                  <c:v>0</c:v>
                </c:pt>
                <c:pt idx="6624">
                  <c:v>0</c:v>
                </c:pt>
                <c:pt idx="6625">
                  <c:v>0</c:v>
                </c:pt>
                <c:pt idx="6626">
                  <c:v>0</c:v>
                </c:pt>
                <c:pt idx="6627">
                  <c:v>0</c:v>
                </c:pt>
                <c:pt idx="6628">
                  <c:v>0</c:v>
                </c:pt>
                <c:pt idx="6629">
                  <c:v>0</c:v>
                </c:pt>
                <c:pt idx="6630">
                  <c:v>0</c:v>
                </c:pt>
                <c:pt idx="6631">
                  <c:v>0.25</c:v>
                </c:pt>
                <c:pt idx="6632">
                  <c:v>0.25</c:v>
                </c:pt>
                <c:pt idx="6633">
                  <c:v>0.28351799999999999</c:v>
                </c:pt>
                <c:pt idx="6634">
                  <c:v>0.42585299999999998</c:v>
                </c:pt>
                <c:pt idx="6635">
                  <c:v>0.38655600000000001</c:v>
                </c:pt>
                <c:pt idx="6636">
                  <c:v>0.501162</c:v>
                </c:pt>
                <c:pt idx="6637">
                  <c:v>0.29705100000000001</c:v>
                </c:pt>
                <c:pt idx="6638">
                  <c:v>0.28050399999999998</c:v>
                </c:pt>
                <c:pt idx="6639">
                  <c:v>0.29550900000000002</c:v>
                </c:pt>
                <c:pt idx="6640">
                  <c:v>0.25</c:v>
                </c:pt>
                <c:pt idx="6641">
                  <c:v>0.25</c:v>
                </c:pt>
                <c:pt idx="6642">
                  <c:v>0.25</c:v>
                </c:pt>
                <c:pt idx="6643">
                  <c:v>0.25</c:v>
                </c:pt>
                <c:pt idx="6644">
                  <c:v>0.25</c:v>
                </c:pt>
                <c:pt idx="6645">
                  <c:v>0</c:v>
                </c:pt>
                <c:pt idx="6646">
                  <c:v>0</c:v>
                </c:pt>
                <c:pt idx="6647">
                  <c:v>0</c:v>
                </c:pt>
                <c:pt idx="6648">
                  <c:v>0</c:v>
                </c:pt>
                <c:pt idx="6649">
                  <c:v>0</c:v>
                </c:pt>
                <c:pt idx="6650">
                  <c:v>0</c:v>
                </c:pt>
                <c:pt idx="6651">
                  <c:v>0</c:v>
                </c:pt>
                <c:pt idx="6652">
                  <c:v>0</c:v>
                </c:pt>
                <c:pt idx="6653">
                  <c:v>0</c:v>
                </c:pt>
                <c:pt idx="6654">
                  <c:v>0</c:v>
                </c:pt>
                <c:pt idx="6655">
                  <c:v>0.25</c:v>
                </c:pt>
                <c:pt idx="6656">
                  <c:v>0.37793399999999999</c:v>
                </c:pt>
                <c:pt idx="6657">
                  <c:v>0.51248899999999997</c:v>
                </c:pt>
                <c:pt idx="6658">
                  <c:v>0.60627299999999995</c:v>
                </c:pt>
                <c:pt idx="6659">
                  <c:v>0.66507300000000003</c:v>
                </c:pt>
                <c:pt idx="6660">
                  <c:v>0.64584900000000001</c:v>
                </c:pt>
                <c:pt idx="6661">
                  <c:v>0.51669200000000004</c:v>
                </c:pt>
                <c:pt idx="6662">
                  <c:v>0.45536599999999999</c:v>
                </c:pt>
                <c:pt idx="6663">
                  <c:v>0.383992</c:v>
                </c:pt>
                <c:pt idx="6664">
                  <c:v>0.25</c:v>
                </c:pt>
                <c:pt idx="6665">
                  <c:v>0.25</c:v>
                </c:pt>
                <c:pt idx="6666">
                  <c:v>0.25</c:v>
                </c:pt>
                <c:pt idx="6667">
                  <c:v>0.25</c:v>
                </c:pt>
                <c:pt idx="6668">
                  <c:v>0.25</c:v>
                </c:pt>
                <c:pt idx="6669">
                  <c:v>0</c:v>
                </c:pt>
                <c:pt idx="6670">
                  <c:v>0</c:v>
                </c:pt>
                <c:pt idx="6671">
                  <c:v>0</c:v>
                </c:pt>
                <c:pt idx="6672">
                  <c:v>0</c:v>
                </c:pt>
                <c:pt idx="6673">
                  <c:v>0</c:v>
                </c:pt>
                <c:pt idx="6674">
                  <c:v>0</c:v>
                </c:pt>
                <c:pt idx="6675">
                  <c:v>0</c:v>
                </c:pt>
                <c:pt idx="6676">
                  <c:v>0</c:v>
                </c:pt>
                <c:pt idx="6677">
                  <c:v>0</c:v>
                </c:pt>
                <c:pt idx="6678">
                  <c:v>0</c:v>
                </c:pt>
                <c:pt idx="6679">
                  <c:v>0.25</c:v>
                </c:pt>
                <c:pt idx="6680">
                  <c:v>0.25</c:v>
                </c:pt>
                <c:pt idx="6681">
                  <c:v>0.25</c:v>
                </c:pt>
                <c:pt idx="6682">
                  <c:v>0.25392700000000001</c:v>
                </c:pt>
                <c:pt idx="6683">
                  <c:v>0.390154</c:v>
                </c:pt>
                <c:pt idx="6684">
                  <c:v>0.37561099999999997</c:v>
                </c:pt>
                <c:pt idx="6685">
                  <c:v>0.25</c:v>
                </c:pt>
                <c:pt idx="6686">
                  <c:v>0.25</c:v>
                </c:pt>
                <c:pt idx="6687">
                  <c:v>0.30334800000000001</c:v>
                </c:pt>
                <c:pt idx="6688">
                  <c:v>0.25</c:v>
                </c:pt>
                <c:pt idx="6689">
                  <c:v>0.25</c:v>
                </c:pt>
                <c:pt idx="6690">
                  <c:v>0.25</c:v>
                </c:pt>
                <c:pt idx="6691">
                  <c:v>0.25</c:v>
                </c:pt>
                <c:pt idx="6692">
                  <c:v>0.25</c:v>
                </c:pt>
                <c:pt idx="6693">
                  <c:v>0</c:v>
                </c:pt>
                <c:pt idx="6694">
                  <c:v>0</c:v>
                </c:pt>
                <c:pt idx="6695">
                  <c:v>0</c:v>
                </c:pt>
                <c:pt idx="6696">
                  <c:v>0</c:v>
                </c:pt>
                <c:pt idx="6697">
                  <c:v>0</c:v>
                </c:pt>
                <c:pt idx="6698">
                  <c:v>0</c:v>
                </c:pt>
                <c:pt idx="6699">
                  <c:v>0</c:v>
                </c:pt>
                <c:pt idx="6700">
                  <c:v>0</c:v>
                </c:pt>
                <c:pt idx="6701">
                  <c:v>0</c:v>
                </c:pt>
                <c:pt idx="6702">
                  <c:v>0</c:v>
                </c:pt>
                <c:pt idx="6703">
                  <c:v>0.25</c:v>
                </c:pt>
                <c:pt idx="6704">
                  <c:v>0.27990700000000002</c:v>
                </c:pt>
                <c:pt idx="6705">
                  <c:v>0.31195499999999998</c:v>
                </c:pt>
                <c:pt idx="6706">
                  <c:v>0.56277500000000003</c:v>
                </c:pt>
                <c:pt idx="6707">
                  <c:v>0.50823099999999999</c:v>
                </c:pt>
                <c:pt idx="6708">
                  <c:v>0.56836699999999996</c:v>
                </c:pt>
                <c:pt idx="6709">
                  <c:v>0.43590000000000001</c:v>
                </c:pt>
                <c:pt idx="6710">
                  <c:v>0.45247300000000001</c:v>
                </c:pt>
                <c:pt idx="6711">
                  <c:v>0.39324500000000001</c:v>
                </c:pt>
                <c:pt idx="6712">
                  <c:v>0.30702699999999999</c:v>
                </c:pt>
                <c:pt idx="6713">
                  <c:v>0.25</c:v>
                </c:pt>
                <c:pt idx="6714">
                  <c:v>0.25</c:v>
                </c:pt>
                <c:pt idx="6715">
                  <c:v>0.25</c:v>
                </c:pt>
                <c:pt idx="6716">
                  <c:v>0.25</c:v>
                </c:pt>
                <c:pt idx="6717">
                  <c:v>0</c:v>
                </c:pt>
                <c:pt idx="6718">
                  <c:v>0</c:v>
                </c:pt>
                <c:pt idx="6719">
                  <c:v>0</c:v>
                </c:pt>
                <c:pt idx="6720">
                  <c:v>0</c:v>
                </c:pt>
                <c:pt idx="6721">
                  <c:v>0</c:v>
                </c:pt>
                <c:pt idx="6722">
                  <c:v>0</c:v>
                </c:pt>
                <c:pt idx="6723">
                  <c:v>0</c:v>
                </c:pt>
                <c:pt idx="6724">
                  <c:v>0</c:v>
                </c:pt>
                <c:pt idx="6725">
                  <c:v>0</c:v>
                </c:pt>
                <c:pt idx="6726">
                  <c:v>0</c:v>
                </c:pt>
                <c:pt idx="6727">
                  <c:v>0.25</c:v>
                </c:pt>
                <c:pt idx="6728">
                  <c:v>0.33285900000000002</c:v>
                </c:pt>
                <c:pt idx="6729">
                  <c:v>0.48741699999999999</c:v>
                </c:pt>
                <c:pt idx="6730">
                  <c:v>0.65215800000000002</c:v>
                </c:pt>
                <c:pt idx="6731">
                  <c:v>0.57426299999999997</c:v>
                </c:pt>
                <c:pt idx="6732">
                  <c:v>0.62884899999999999</c:v>
                </c:pt>
                <c:pt idx="6733">
                  <c:v>0.52731600000000001</c:v>
                </c:pt>
                <c:pt idx="6734">
                  <c:v>0.49473299999999998</c:v>
                </c:pt>
                <c:pt idx="6735">
                  <c:v>0.46021000000000001</c:v>
                </c:pt>
                <c:pt idx="6736">
                  <c:v>0.30736799999999997</c:v>
                </c:pt>
                <c:pt idx="6737">
                  <c:v>0.25</c:v>
                </c:pt>
                <c:pt idx="6738">
                  <c:v>0.25</c:v>
                </c:pt>
                <c:pt idx="6739">
                  <c:v>0.25</c:v>
                </c:pt>
                <c:pt idx="6740">
                  <c:v>0.25</c:v>
                </c:pt>
                <c:pt idx="6741">
                  <c:v>0</c:v>
                </c:pt>
                <c:pt idx="6742">
                  <c:v>0</c:v>
                </c:pt>
                <c:pt idx="6743">
                  <c:v>0</c:v>
                </c:pt>
                <c:pt idx="6744">
                  <c:v>0</c:v>
                </c:pt>
                <c:pt idx="6745">
                  <c:v>0</c:v>
                </c:pt>
                <c:pt idx="6746">
                  <c:v>0</c:v>
                </c:pt>
                <c:pt idx="6747">
                  <c:v>0</c:v>
                </c:pt>
                <c:pt idx="6748">
                  <c:v>0</c:v>
                </c:pt>
                <c:pt idx="6749">
                  <c:v>0</c:v>
                </c:pt>
                <c:pt idx="6750">
                  <c:v>0</c:v>
                </c:pt>
                <c:pt idx="6751">
                  <c:v>0.25</c:v>
                </c:pt>
                <c:pt idx="6752">
                  <c:v>0.42441499999999999</c:v>
                </c:pt>
                <c:pt idx="6753">
                  <c:v>0.48651</c:v>
                </c:pt>
                <c:pt idx="6754">
                  <c:v>0.65625699999999998</c:v>
                </c:pt>
                <c:pt idx="6755">
                  <c:v>0.69310499999999997</c:v>
                </c:pt>
                <c:pt idx="6756">
                  <c:v>0.63439999999999996</c:v>
                </c:pt>
                <c:pt idx="6757">
                  <c:v>0.57745899999999994</c:v>
                </c:pt>
                <c:pt idx="6758">
                  <c:v>0.44818400000000003</c:v>
                </c:pt>
                <c:pt idx="6759">
                  <c:v>0.49823000000000001</c:v>
                </c:pt>
                <c:pt idx="6760">
                  <c:v>0.37707200000000002</c:v>
                </c:pt>
                <c:pt idx="6761">
                  <c:v>0.25</c:v>
                </c:pt>
                <c:pt idx="6762">
                  <c:v>0.25</c:v>
                </c:pt>
                <c:pt idx="6763">
                  <c:v>0.25</c:v>
                </c:pt>
                <c:pt idx="6764">
                  <c:v>0.25</c:v>
                </c:pt>
                <c:pt idx="6765">
                  <c:v>0</c:v>
                </c:pt>
                <c:pt idx="6766">
                  <c:v>0</c:v>
                </c:pt>
                <c:pt idx="6767">
                  <c:v>0</c:v>
                </c:pt>
                <c:pt idx="6768">
                  <c:v>0</c:v>
                </c:pt>
                <c:pt idx="6769">
                  <c:v>0</c:v>
                </c:pt>
                <c:pt idx="6770">
                  <c:v>0</c:v>
                </c:pt>
                <c:pt idx="6771">
                  <c:v>0</c:v>
                </c:pt>
                <c:pt idx="6772">
                  <c:v>0</c:v>
                </c:pt>
                <c:pt idx="6773">
                  <c:v>0</c:v>
                </c:pt>
                <c:pt idx="6774">
                  <c:v>0</c:v>
                </c:pt>
                <c:pt idx="6775">
                  <c:v>0.25</c:v>
                </c:pt>
                <c:pt idx="6776">
                  <c:v>0.25</c:v>
                </c:pt>
                <c:pt idx="6777">
                  <c:v>0.46915200000000001</c:v>
                </c:pt>
                <c:pt idx="6778">
                  <c:v>0.52307899999999996</c:v>
                </c:pt>
                <c:pt idx="6779">
                  <c:v>0.57914100000000002</c:v>
                </c:pt>
                <c:pt idx="6780">
                  <c:v>0.61988900000000002</c:v>
                </c:pt>
                <c:pt idx="6781">
                  <c:v>0.47802600000000001</c:v>
                </c:pt>
                <c:pt idx="6782">
                  <c:v>0.462862</c:v>
                </c:pt>
                <c:pt idx="6783">
                  <c:v>0.43638100000000002</c:v>
                </c:pt>
                <c:pt idx="6784">
                  <c:v>0.26694299999999999</c:v>
                </c:pt>
                <c:pt idx="6785">
                  <c:v>0.25</c:v>
                </c:pt>
                <c:pt idx="6786">
                  <c:v>0.25</c:v>
                </c:pt>
                <c:pt idx="6787">
                  <c:v>0.25</c:v>
                </c:pt>
                <c:pt idx="6788">
                  <c:v>0.25</c:v>
                </c:pt>
                <c:pt idx="6789">
                  <c:v>0</c:v>
                </c:pt>
                <c:pt idx="6790">
                  <c:v>0</c:v>
                </c:pt>
                <c:pt idx="6791">
                  <c:v>0</c:v>
                </c:pt>
                <c:pt idx="6792">
                  <c:v>0</c:v>
                </c:pt>
                <c:pt idx="6793">
                  <c:v>0</c:v>
                </c:pt>
                <c:pt idx="6794">
                  <c:v>0</c:v>
                </c:pt>
                <c:pt idx="6795">
                  <c:v>0</c:v>
                </c:pt>
                <c:pt idx="6796">
                  <c:v>0</c:v>
                </c:pt>
                <c:pt idx="6797">
                  <c:v>0</c:v>
                </c:pt>
                <c:pt idx="6798">
                  <c:v>0</c:v>
                </c:pt>
                <c:pt idx="6799">
                  <c:v>0.25</c:v>
                </c:pt>
                <c:pt idx="6800">
                  <c:v>0.25</c:v>
                </c:pt>
                <c:pt idx="6801">
                  <c:v>0.26701999999999998</c:v>
                </c:pt>
                <c:pt idx="6802">
                  <c:v>0.40382099999999999</c:v>
                </c:pt>
                <c:pt idx="6803">
                  <c:v>0.443357</c:v>
                </c:pt>
                <c:pt idx="6804">
                  <c:v>0.45715800000000001</c:v>
                </c:pt>
                <c:pt idx="6805">
                  <c:v>0.29650700000000002</c:v>
                </c:pt>
                <c:pt idx="6806">
                  <c:v>0.27800000000000002</c:v>
                </c:pt>
                <c:pt idx="6807">
                  <c:v>0.27278999999999998</c:v>
                </c:pt>
                <c:pt idx="6808">
                  <c:v>0.25</c:v>
                </c:pt>
                <c:pt idx="6809">
                  <c:v>0.25</c:v>
                </c:pt>
                <c:pt idx="6810">
                  <c:v>0.25</c:v>
                </c:pt>
                <c:pt idx="6811">
                  <c:v>0.25</c:v>
                </c:pt>
                <c:pt idx="6812">
                  <c:v>0.25</c:v>
                </c:pt>
                <c:pt idx="6813">
                  <c:v>0</c:v>
                </c:pt>
                <c:pt idx="6814">
                  <c:v>0</c:v>
                </c:pt>
                <c:pt idx="6815">
                  <c:v>0</c:v>
                </c:pt>
                <c:pt idx="6816">
                  <c:v>0</c:v>
                </c:pt>
                <c:pt idx="6817">
                  <c:v>0</c:v>
                </c:pt>
                <c:pt idx="6818">
                  <c:v>0</c:v>
                </c:pt>
                <c:pt idx="6819">
                  <c:v>0</c:v>
                </c:pt>
                <c:pt idx="6820">
                  <c:v>0</c:v>
                </c:pt>
                <c:pt idx="6821">
                  <c:v>0</c:v>
                </c:pt>
                <c:pt idx="6822">
                  <c:v>0</c:v>
                </c:pt>
                <c:pt idx="6823">
                  <c:v>0.25</c:v>
                </c:pt>
                <c:pt idx="6824">
                  <c:v>0.25</c:v>
                </c:pt>
                <c:pt idx="6825">
                  <c:v>0.275559</c:v>
                </c:pt>
                <c:pt idx="6826">
                  <c:v>0.465285</c:v>
                </c:pt>
                <c:pt idx="6827">
                  <c:v>0.43775500000000001</c:v>
                </c:pt>
                <c:pt idx="6828">
                  <c:v>0.45417200000000002</c:v>
                </c:pt>
                <c:pt idx="6829">
                  <c:v>0.34589799999999998</c:v>
                </c:pt>
                <c:pt idx="6830">
                  <c:v>0.37308400000000003</c:v>
                </c:pt>
                <c:pt idx="6831">
                  <c:v>0.322598</c:v>
                </c:pt>
                <c:pt idx="6832">
                  <c:v>0.28131800000000001</c:v>
                </c:pt>
                <c:pt idx="6833">
                  <c:v>0.25</c:v>
                </c:pt>
                <c:pt idx="6834">
                  <c:v>0.25</c:v>
                </c:pt>
                <c:pt idx="6835">
                  <c:v>0.25</c:v>
                </c:pt>
                <c:pt idx="6836">
                  <c:v>0.25</c:v>
                </c:pt>
                <c:pt idx="6837">
                  <c:v>0</c:v>
                </c:pt>
                <c:pt idx="6838">
                  <c:v>0</c:v>
                </c:pt>
                <c:pt idx="6839">
                  <c:v>0</c:v>
                </c:pt>
                <c:pt idx="6840">
                  <c:v>0</c:v>
                </c:pt>
                <c:pt idx="6841">
                  <c:v>0</c:v>
                </c:pt>
                <c:pt idx="6842">
                  <c:v>0</c:v>
                </c:pt>
                <c:pt idx="6843">
                  <c:v>0</c:v>
                </c:pt>
                <c:pt idx="6844">
                  <c:v>0</c:v>
                </c:pt>
                <c:pt idx="6845">
                  <c:v>0</c:v>
                </c:pt>
                <c:pt idx="6846">
                  <c:v>0</c:v>
                </c:pt>
                <c:pt idx="6847">
                  <c:v>0.25</c:v>
                </c:pt>
                <c:pt idx="6848">
                  <c:v>0.25</c:v>
                </c:pt>
                <c:pt idx="6849">
                  <c:v>0.32236999999999999</c:v>
                </c:pt>
                <c:pt idx="6850">
                  <c:v>0.460505</c:v>
                </c:pt>
                <c:pt idx="6851">
                  <c:v>0.461227</c:v>
                </c:pt>
                <c:pt idx="6852">
                  <c:v>0.519617</c:v>
                </c:pt>
                <c:pt idx="6853">
                  <c:v>0.368865</c:v>
                </c:pt>
                <c:pt idx="6854">
                  <c:v>0.325907</c:v>
                </c:pt>
                <c:pt idx="6855">
                  <c:v>0.34682499999999999</c:v>
                </c:pt>
                <c:pt idx="6856">
                  <c:v>0.28156799999999998</c:v>
                </c:pt>
                <c:pt idx="6857">
                  <c:v>0.25</c:v>
                </c:pt>
                <c:pt idx="6858">
                  <c:v>0.25</c:v>
                </c:pt>
                <c:pt idx="6859">
                  <c:v>0.25</c:v>
                </c:pt>
                <c:pt idx="6860">
                  <c:v>0.25</c:v>
                </c:pt>
                <c:pt idx="6861">
                  <c:v>0</c:v>
                </c:pt>
                <c:pt idx="6862">
                  <c:v>0</c:v>
                </c:pt>
                <c:pt idx="6863">
                  <c:v>0</c:v>
                </c:pt>
                <c:pt idx="6864">
                  <c:v>0</c:v>
                </c:pt>
                <c:pt idx="6865">
                  <c:v>0</c:v>
                </c:pt>
                <c:pt idx="6866">
                  <c:v>0</c:v>
                </c:pt>
                <c:pt idx="6867">
                  <c:v>0</c:v>
                </c:pt>
                <c:pt idx="6868">
                  <c:v>0</c:v>
                </c:pt>
                <c:pt idx="6869">
                  <c:v>0</c:v>
                </c:pt>
                <c:pt idx="6870">
                  <c:v>0</c:v>
                </c:pt>
                <c:pt idx="6871">
                  <c:v>0.25</c:v>
                </c:pt>
                <c:pt idx="6872">
                  <c:v>0.25</c:v>
                </c:pt>
                <c:pt idx="6873">
                  <c:v>0.35922399999999999</c:v>
                </c:pt>
                <c:pt idx="6874">
                  <c:v>0.44899099999999997</c:v>
                </c:pt>
                <c:pt idx="6875">
                  <c:v>0.46623700000000001</c:v>
                </c:pt>
                <c:pt idx="6876">
                  <c:v>0.45765099999999997</c:v>
                </c:pt>
                <c:pt idx="6877">
                  <c:v>0.310164</c:v>
                </c:pt>
                <c:pt idx="6878">
                  <c:v>0.31442199999999998</c:v>
                </c:pt>
                <c:pt idx="6879">
                  <c:v>0.28561599999999998</c:v>
                </c:pt>
                <c:pt idx="6880">
                  <c:v>0.25</c:v>
                </c:pt>
                <c:pt idx="6881">
                  <c:v>0.25</c:v>
                </c:pt>
                <c:pt idx="6882">
                  <c:v>0.25</c:v>
                </c:pt>
                <c:pt idx="6883">
                  <c:v>0.25</c:v>
                </c:pt>
                <c:pt idx="6884">
                  <c:v>0.25</c:v>
                </c:pt>
                <c:pt idx="6885">
                  <c:v>0</c:v>
                </c:pt>
                <c:pt idx="6886">
                  <c:v>0</c:v>
                </c:pt>
                <c:pt idx="6887">
                  <c:v>0</c:v>
                </c:pt>
                <c:pt idx="6888">
                  <c:v>0</c:v>
                </c:pt>
                <c:pt idx="6889">
                  <c:v>0</c:v>
                </c:pt>
                <c:pt idx="6890">
                  <c:v>0</c:v>
                </c:pt>
                <c:pt idx="6891">
                  <c:v>0</c:v>
                </c:pt>
                <c:pt idx="6892">
                  <c:v>0</c:v>
                </c:pt>
                <c:pt idx="6893">
                  <c:v>0</c:v>
                </c:pt>
                <c:pt idx="6894">
                  <c:v>0</c:v>
                </c:pt>
                <c:pt idx="6895">
                  <c:v>0.25</c:v>
                </c:pt>
                <c:pt idx="6896">
                  <c:v>0.25</c:v>
                </c:pt>
                <c:pt idx="6897">
                  <c:v>0.25</c:v>
                </c:pt>
                <c:pt idx="6898">
                  <c:v>0.42010399999999998</c:v>
                </c:pt>
                <c:pt idx="6899">
                  <c:v>0.38476500000000002</c:v>
                </c:pt>
                <c:pt idx="6900">
                  <c:v>0.42706699999999997</c:v>
                </c:pt>
                <c:pt idx="6901">
                  <c:v>0.25274799999999997</c:v>
                </c:pt>
                <c:pt idx="6902">
                  <c:v>0.25</c:v>
                </c:pt>
                <c:pt idx="6903">
                  <c:v>0.25</c:v>
                </c:pt>
                <c:pt idx="6904">
                  <c:v>0.25</c:v>
                </c:pt>
                <c:pt idx="6905">
                  <c:v>0.25</c:v>
                </c:pt>
                <c:pt idx="6906">
                  <c:v>0.25</c:v>
                </c:pt>
                <c:pt idx="6907">
                  <c:v>0.25</c:v>
                </c:pt>
                <c:pt idx="6908">
                  <c:v>0.25</c:v>
                </c:pt>
                <c:pt idx="6909">
                  <c:v>0</c:v>
                </c:pt>
                <c:pt idx="6910">
                  <c:v>0</c:v>
                </c:pt>
                <c:pt idx="6911">
                  <c:v>0</c:v>
                </c:pt>
                <c:pt idx="6912">
                  <c:v>0</c:v>
                </c:pt>
                <c:pt idx="6913">
                  <c:v>0</c:v>
                </c:pt>
                <c:pt idx="6914">
                  <c:v>0</c:v>
                </c:pt>
                <c:pt idx="6915">
                  <c:v>0</c:v>
                </c:pt>
                <c:pt idx="6916">
                  <c:v>0</c:v>
                </c:pt>
                <c:pt idx="6917">
                  <c:v>0</c:v>
                </c:pt>
                <c:pt idx="6918">
                  <c:v>0</c:v>
                </c:pt>
                <c:pt idx="6919">
                  <c:v>0.25</c:v>
                </c:pt>
                <c:pt idx="6920">
                  <c:v>0.25</c:v>
                </c:pt>
                <c:pt idx="6921">
                  <c:v>0.25</c:v>
                </c:pt>
                <c:pt idx="6922">
                  <c:v>0.32047300000000001</c:v>
                </c:pt>
                <c:pt idx="6923">
                  <c:v>0.26708399999999999</c:v>
                </c:pt>
                <c:pt idx="6924">
                  <c:v>0.35459000000000002</c:v>
                </c:pt>
                <c:pt idx="6925">
                  <c:v>0.25</c:v>
                </c:pt>
                <c:pt idx="6926">
                  <c:v>0.25</c:v>
                </c:pt>
                <c:pt idx="6927">
                  <c:v>0.25</c:v>
                </c:pt>
                <c:pt idx="6928">
                  <c:v>0.25</c:v>
                </c:pt>
                <c:pt idx="6929">
                  <c:v>0.25</c:v>
                </c:pt>
                <c:pt idx="6930">
                  <c:v>0.25</c:v>
                </c:pt>
                <c:pt idx="6931">
                  <c:v>0.25</c:v>
                </c:pt>
                <c:pt idx="6932">
                  <c:v>0.25</c:v>
                </c:pt>
                <c:pt idx="6933">
                  <c:v>0</c:v>
                </c:pt>
                <c:pt idx="6934">
                  <c:v>0</c:v>
                </c:pt>
                <c:pt idx="6935">
                  <c:v>0</c:v>
                </c:pt>
                <c:pt idx="6936">
                  <c:v>0</c:v>
                </c:pt>
                <c:pt idx="6937">
                  <c:v>0</c:v>
                </c:pt>
                <c:pt idx="6938">
                  <c:v>0</c:v>
                </c:pt>
                <c:pt idx="6939">
                  <c:v>0</c:v>
                </c:pt>
                <c:pt idx="6940">
                  <c:v>0</c:v>
                </c:pt>
                <c:pt idx="6941">
                  <c:v>0</c:v>
                </c:pt>
                <c:pt idx="6942">
                  <c:v>0</c:v>
                </c:pt>
                <c:pt idx="6943">
                  <c:v>0.25</c:v>
                </c:pt>
                <c:pt idx="6944">
                  <c:v>0.25</c:v>
                </c:pt>
                <c:pt idx="6945">
                  <c:v>0.25</c:v>
                </c:pt>
                <c:pt idx="6946">
                  <c:v>0.25</c:v>
                </c:pt>
                <c:pt idx="6947">
                  <c:v>0.280501</c:v>
                </c:pt>
                <c:pt idx="6948">
                  <c:v>0.26718900000000001</c:v>
                </c:pt>
                <c:pt idx="6949">
                  <c:v>0.25</c:v>
                </c:pt>
                <c:pt idx="6950">
                  <c:v>0.25</c:v>
                </c:pt>
                <c:pt idx="6951">
                  <c:v>0.25</c:v>
                </c:pt>
                <c:pt idx="6952">
                  <c:v>0.25</c:v>
                </c:pt>
                <c:pt idx="6953">
                  <c:v>0.25</c:v>
                </c:pt>
                <c:pt idx="6954">
                  <c:v>0.25</c:v>
                </c:pt>
                <c:pt idx="6955">
                  <c:v>0.25</c:v>
                </c:pt>
                <c:pt idx="6956">
                  <c:v>0.25</c:v>
                </c:pt>
                <c:pt idx="6957">
                  <c:v>0</c:v>
                </c:pt>
                <c:pt idx="6958">
                  <c:v>0</c:v>
                </c:pt>
                <c:pt idx="6959">
                  <c:v>0</c:v>
                </c:pt>
                <c:pt idx="6960">
                  <c:v>0</c:v>
                </c:pt>
                <c:pt idx="6961">
                  <c:v>0</c:v>
                </c:pt>
                <c:pt idx="6962">
                  <c:v>0</c:v>
                </c:pt>
                <c:pt idx="6963">
                  <c:v>0</c:v>
                </c:pt>
                <c:pt idx="6964">
                  <c:v>0</c:v>
                </c:pt>
                <c:pt idx="6965">
                  <c:v>0</c:v>
                </c:pt>
                <c:pt idx="6966">
                  <c:v>0</c:v>
                </c:pt>
                <c:pt idx="6967">
                  <c:v>0.25</c:v>
                </c:pt>
                <c:pt idx="6968">
                  <c:v>0.25</c:v>
                </c:pt>
                <c:pt idx="6969">
                  <c:v>0.25</c:v>
                </c:pt>
                <c:pt idx="6970">
                  <c:v>0.25</c:v>
                </c:pt>
                <c:pt idx="6971">
                  <c:v>0.25</c:v>
                </c:pt>
                <c:pt idx="6972">
                  <c:v>0.25</c:v>
                </c:pt>
                <c:pt idx="6973">
                  <c:v>0.25</c:v>
                </c:pt>
                <c:pt idx="6974">
                  <c:v>0.25</c:v>
                </c:pt>
                <c:pt idx="6975">
                  <c:v>0.25</c:v>
                </c:pt>
                <c:pt idx="6976">
                  <c:v>0.25</c:v>
                </c:pt>
                <c:pt idx="6977">
                  <c:v>0.25</c:v>
                </c:pt>
                <c:pt idx="6978">
                  <c:v>0.25</c:v>
                </c:pt>
                <c:pt idx="6979">
                  <c:v>0.25</c:v>
                </c:pt>
                <c:pt idx="6980">
                  <c:v>0.25</c:v>
                </c:pt>
                <c:pt idx="6981">
                  <c:v>0</c:v>
                </c:pt>
                <c:pt idx="6982">
                  <c:v>0</c:v>
                </c:pt>
                <c:pt idx="6983">
                  <c:v>0</c:v>
                </c:pt>
                <c:pt idx="6984">
                  <c:v>0</c:v>
                </c:pt>
                <c:pt idx="6985">
                  <c:v>0</c:v>
                </c:pt>
                <c:pt idx="6986">
                  <c:v>0</c:v>
                </c:pt>
                <c:pt idx="6987">
                  <c:v>0</c:v>
                </c:pt>
                <c:pt idx="6988">
                  <c:v>0</c:v>
                </c:pt>
                <c:pt idx="6989">
                  <c:v>0</c:v>
                </c:pt>
                <c:pt idx="6990">
                  <c:v>0</c:v>
                </c:pt>
                <c:pt idx="6991">
                  <c:v>0.25</c:v>
                </c:pt>
                <c:pt idx="6992">
                  <c:v>0.25</c:v>
                </c:pt>
                <c:pt idx="6993">
                  <c:v>0.25</c:v>
                </c:pt>
                <c:pt idx="6994">
                  <c:v>0.25</c:v>
                </c:pt>
                <c:pt idx="6995">
                  <c:v>0.34116299999999999</c:v>
                </c:pt>
                <c:pt idx="6996">
                  <c:v>0.37777899999999998</c:v>
                </c:pt>
                <c:pt idx="6997">
                  <c:v>0.25</c:v>
                </c:pt>
                <c:pt idx="6998">
                  <c:v>0.25</c:v>
                </c:pt>
                <c:pt idx="6999">
                  <c:v>0.25</c:v>
                </c:pt>
                <c:pt idx="7000">
                  <c:v>0.25</c:v>
                </c:pt>
                <c:pt idx="7001">
                  <c:v>0.25</c:v>
                </c:pt>
                <c:pt idx="7002">
                  <c:v>0.25</c:v>
                </c:pt>
                <c:pt idx="7003">
                  <c:v>0.25</c:v>
                </c:pt>
                <c:pt idx="7004">
                  <c:v>0.25</c:v>
                </c:pt>
                <c:pt idx="7005">
                  <c:v>0</c:v>
                </c:pt>
                <c:pt idx="7006">
                  <c:v>0</c:v>
                </c:pt>
                <c:pt idx="7007">
                  <c:v>0</c:v>
                </c:pt>
                <c:pt idx="7008">
                  <c:v>0</c:v>
                </c:pt>
                <c:pt idx="7009">
                  <c:v>0</c:v>
                </c:pt>
                <c:pt idx="7010">
                  <c:v>0</c:v>
                </c:pt>
                <c:pt idx="7011">
                  <c:v>0</c:v>
                </c:pt>
                <c:pt idx="7012">
                  <c:v>0</c:v>
                </c:pt>
                <c:pt idx="7013">
                  <c:v>0</c:v>
                </c:pt>
                <c:pt idx="7014">
                  <c:v>0</c:v>
                </c:pt>
                <c:pt idx="7015">
                  <c:v>0.25</c:v>
                </c:pt>
                <c:pt idx="7016">
                  <c:v>0.42605100000000001</c:v>
                </c:pt>
                <c:pt idx="7017">
                  <c:v>0.57082299999999997</c:v>
                </c:pt>
                <c:pt idx="7018">
                  <c:v>0.86440399999999995</c:v>
                </c:pt>
                <c:pt idx="7019">
                  <c:v>0.61183500000000002</c:v>
                </c:pt>
                <c:pt idx="7020">
                  <c:v>0.68910899999999997</c:v>
                </c:pt>
                <c:pt idx="7021">
                  <c:v>0.58668500000000001</c:v>
                </c:pt>
                <c:pt idx="7022">
                  <c:v>0.54105199999999998</c:v>
                </c:pt>
                <c:pt idx="7023">
                  <c:v>0.53795700000000002</c:v>
                </c:pt>
                <c:pt idx="7024">
                  <c:v>0.34537400000000001</c:v>
                </c:pt>
                <c:pt idx="7025">
                  <c:v>0.25</c:v>
                </c:pt>
                <c:pt idx="7026">
                  <c:v>0.25</c:v>
                </c:pt>
                <c:pt idx="7027">
                  <c:v>0.25</c:v>
                </c:pt>
                <c:pt idx="7028">
                  <c:v>0.25</c:v>
                </c:pt>
                <c:pt idx="7029">
                  <c:v>0</c:v>
                </c:pt>
                <c:pt idx="7030">
                  <c:v>0</c:v>
                </c:pt>
                <c:pt idx="7031">
                  <c:v>0</c:v>
                </c:pt>
                <c:pt idx="7032">
                  <c:v>0</c:v>
                </c:pt>
                <c:pt idx="7033">
                  <c:v>0</c:v>
                </c:pt>
                <c:pt idx="7034">
                  <c:v>0</c:v>
                </c:pt>
                <c:pt idx="7035">
                  <c:v>0</c:v>
                </c:pt>
                <c:pt idx="7036">
                  <c:v>0</c:v>
                </c:pt>
                <c:pt idx="7037">
                  <c:v>0</c:v>
                </c:pt>
                <c:pt idx="7038">
                  <c:v>0</c:v>
                </c:pt>
                <c:pt idx="7039">
                  <c:v>0.25</c:v>
                </c:pt>
                <c:pt idx="7040">
                  <c:v>0.65342699999999998</c:v>
                </c:pt>
                <c:pt idx="7041">
                  <c:v>0.51832400000000001</c:v>
                </c:pt>
                <c:pt idx="7042">
                  <c:v>0.60126599999999997</c:v>
                </c:pt>
                <c:pt idx="7043">
                  <c:v>0.56472900000000004</c:v>
                </c:pt>
                <c:pt idx="7044">
                  <c:v>0.60624199999999995</c:v>
                </c:pt>
                <c:pt idx="7045">
                  <c:v>0.49907699999999999</c:v>
                </c:pt>
                <c:pt idx="7046">
                  <c:v>0.43515500000000001</c:v>
                </c:pt>
                <c:pt idx="7047">
                  <c:v>0.45080900000000002</c:v>
                </c:pt>
                <c:pt idx="7048">
                  <c:v>0.38147599999999998</c:v>
                </c:pt>
                <c:pt idx="7049">
                  <c:v>0.31103399999999998</c:v>
                </c:pt>
                <c:pt idx="7050">
                  <c:v>0.25</c:v>
                </c:pt>
                <c:pt idx="7051">
                  <c:v>0.25</c:v>
                </c:pt>
                <c:pt idx="7052">
                  <c:v>0.25</c:v>
                </c:pt>
                <c:pt idx="7053">
                  <c:v>0</c:v>
                </c:pt>
                <c:pt idx="7054">
                  <c:v>0</c:v>
                </c:pt>
                <c:pt idx="7055">
                  <c:v>0</c:v>
                </c:pt>
                <c:pt idx="7056">
                  <c:v>0</c:v>
                </c:pt>
                <c:pt idx="7057">
                  <c:v>0</c:v>
                </c:pt>
                <c:pt idx="7058">
                  <c:v>0</c:v>
                </c:pt>
                <c:pt idx="7059">
                  <c:v>0</c:v>
                </c:pt>
                <c:pt idx="7060">
                  <c:v>0</c:v>
                </c:pt>
                <c:pt idx="7061">
                  <c:v>0</c:v>
                </c:pt>
                <c:pt idx="7062">
                  <c:v>0</c:v>
                </c:pt>
                <c:pt idx="7063">
                  <c:v>0.25</c:v>
                </c:pt>
                <c:pt idx="7064">
                  <c:v>0.25</c:v>
                </c:pt>
                <c:pt idx="7065">
                  <c:v>0.42041299999999998</c:v>
                </c:pt>
                <c:pt idx="7066">
                  <c:v>0.52331700000000003</c:v>
                </c:pt>
                <c:pt idx="7067">
                  <c:v>0.42207699999999998</c:v>
                </c:pt>
                <c:pt idx="7068">
                  <c:v>0.54069699999999998</c:v>
                </c:pt>
                <c:pt idx="7069">
                  <c:v>0.44861400000000001</c:v>
                </c:pt>
                <c:pt idx="7070">
                  <c:v>0.46740300000000001</c:v>
                </c:pt>
                <c:pt idx="7071">
                  <c:v>0.40461599999999998</c:v>
                </c:pt>
                <c:pt idx="7072">
                  <c:v>0.29514699999999999</c:v>
                </c:pt>
                <c:pt idx="7073">
                  <c:v>0.25</c:v>
                </c:pt>
                <c:pt idx="7074">
                  <c:v>0.25</c:v>
                </c:pt>
                <c:pt idx="7075">
                  <c:v>0.25</c:v>
                </c:pt>
                <c:pt idx="7076">
                  <c:v>0.25</c:v>
                </c:pt>
                <c:pt idx="7077">
                  <c:v>0</c:v>
                </c:pt>
                <c:pt idx="7078">
                  <c:v>0</c:v>
                </c:pt>
                <c:pt idx="7079">
                  <c:v>0</c:v>
                </c:pt>
                <c:pt idx="7080">
                  <c:v>0</c:v>
                </c:pt>
                <c:pt idx="7081">
                  <c:v>0</c:v>
                </c:pt>
                <c:pt idx="7082">
                  <c:v>0</c:v>
                </c:pt>
                <c:pt idx="7083">
                  <c:v>0</c:v>
                </c:pt>
                <c:pt idx="7084">
                  <c:v>0</c:v>
                </c:pt>
                <c:pt idx="7085">
                  <c:v>0</c:v>
                </c:pt>
                <c:pt idx="7086">
                  <c:v>0</c:v>
                </c:pt>
                <c:pt idx="7087">
                  <c:v>0.25</c:v>
                </c:pt>
                <c:pt idx="7088">
                  <c:v>0.25</c:v>
                </c:pt>
                <c:pt idx="7089">
                  <c:v>0.25</c:v>
                </c:pt>
                <c:pt idx="7090">
                  <c:v>0.35414800000000002</c:v>
                </c:pt>
                <c:pt idx="7091">
                  <c:v>0.25</c:v>
                </c:pt>
                <c:pt idx="7092">
                  <c:v>0.36142800000000003</c:v>
                </c:pt>
                <c:pt idx="7093">
                  <c:v>0.25</c:v>
                </c:pt>
                <c:pt idx="7094">
                  <c:v>0.25</c:v>
                </c:pt>
                <c:pt idx="7095">
                  <c:v>0.25</c:v>
                </c:pt>
                <c:pt idx="7096">
                  <c:v>0.25</c:v>
                </c:pt>
                <c:pt idx="7097">
                  <c:v>0.25</c:v>
                </c:pt>
                <c:pt idx="7098">
                  <c:v>0.25</c:v>
                </c:pt>
                <c:pt idx="7099">
                  <c:v>0.25</c:v>
                </c:pt>
                <c:pt idx="7100">
                  <c:v>0.25</c:v>
                </c:pt>
                <c:pt idx="7101">
                  <c:v>0</c:v>
                </c:pt>
                <c:pt idx="7102">
                  <c:v>0</c:v>
                </c:pt>
                <c:pt idx="7103">
                  <c:v>0</c:v>
                </c:pt>
                <c:pt idx="7104">
                  <c:v>0</c:v>
                </c:pt>
                <c:pt idx="7105">
                  <c:v>0</c:v>
                </c:pt>
                <c:pt idx="7106">
                  <c:v>0</c:v>
                </c:pt>
                <c:pt idx="7107">
                  <c:v>0</c:v>
                </c:pt>
                <c:pt idx="7108">
                  <c:v>0</c:v>
                </c:pt>
                <c:pt idx="7109">
                  <c:v>0</c:v>
                </c:pt>
                <c:pt idx="7110">
                  <c:v>0</c:v>
                </c:pt>
                <c:pt idx="7111">
                  <c:v>0.25</c:v>
                </c:pt>
                <c:pt idx="7112">
                  <c:v>0.25</c:v>
                </c:pt>
                <c:pt idx="7113">
                  <c:v>0.25</c:v>
                </c:pt>
                <c:pt idx="7114">
                  <c:v>0.25</c:v>
                </c:pt>
                <c:pt idx="7115">
                  <c:v>0.26874799999999999</c:v>
                </c:pt>
                <c:pt idx="7116">
                  <c:v>0.315467</c:v>
                </c:pt>
                <c:pt idx="7117">
                  <c:v>0.25</c:v>
                </c:pt>
                <c:pt idx="7118">
                  <c:v>0.25</c:v>
                </c:pt>
                <c:pt idx="7119">
                  <c:v>0.25</c:v>
                </c:pt>
                <c:pt idx="7120">
                  <c:v>0.25</c:v>
                </c:pt>
                <c:pt idx="7121">
                  <c:v>0.25</c:v>
                </c:pt>
                <c:pt idx="7122">
                  <c:v>0.25</c:v>
                </c:pt>
                <c:pt idx="7123">
                  <c:v>0.25</c:v>
                </c:pt>
                <c:pt idx="7124">
                  <c:v>0.25</c:v>
                </c:pt>
                <c:pt idx="7125">
                  <c:v>0</c:v>
                </c:pt>
                <c:pt idx="7126">
                  <c:v>0</c:v>
                </c:pt>
                <c:pt idx="7127">
                  <c:v>0</c:v>
                </c:pt>
                <c:pt idx="7128">
                  <c:v>0</c:v>
                </c:pt>
                <c:pt idx="7129">
                  <c:v>0</c:v>
                </c:pt>
                <c:pt idx="7130">
                  <c:v>0</c:v>
                </c:pt>
                <c:pt idx="7131">
                  <c:v>0</c:v>
                </c:pt>
                <c:pt idx="7132">
                  <c:v>0</c:v>
                </c:pt>
                <c:pt idx="7133">
                  <c:v>0</c:v>
                </c:pt>
                <c:pt idx="7134">
                  <c:v>0</c:v>
                </c:pt>
                <c:pt idx="7135">
                  <c:v>0.25</c:v>
                </c:pt>
                <c:pt idx="7136">
                  <c:v>0.25</c:v>
                </c:pt>
                <c:pt idx="7137">
                  <c:v>0.359958</c:v>
                </c:pt>
                <c:pt idx="7138">
                  <c:v>0.52875899999999998</c:v>
                </c:pt>
                <c:pt idx="7139">
                  <c:v>0.50404599999999999</c:v>
                </c:pt>
                <c:pt idx="7140">
                  <c:v>0.51673500000000006</c:v>
                </c:pt>
                <c:pt idx="7141">
                  <c:v>0.39455400000000002</c:v>
                </c:pt>
                <c:pt idx="7142">
                  <c:v>0.36559799999999998</c:v>
                </c:pt>
                <c:pt idx="7143">
                  <c:v>0.29350999999999999</c:v>
                </c:pt>
                <c:pt idx="7144">
                  <c:v>0.25</c:v>
                </c:pt>
                <c:pt idx="7145">
                  <c:v>0.25</c:v>
                </c:pt>
                <c:pt idx="7146">
                  <c:v>0.25</c:v>
                </c:pt>
                <c:pt idx="7147">
                  <c:v>0.25</c:v>
                </c:pt>
                <c:pt idx="7148">
                  <c:v>0.25</c:v>
                </c:pt>
                <c:pt idx="7149">
                  <c:v>0</c:v>
                </c:pt>
                <c:pt idx="7150">
                  <c:v>0</c:v>
                </c:pt>
                <c:pt idx="7151">
                  <c:v>0</c:v>
                </c:pt>
                <c:pt idx="7152">
                  <c:v>0</c:v>
                </c:pt>
                <c:pt idx="7153">
                  <c:v>0</c:v>
                </c:pt>
                <c:pt idx="7154">
                  <c:v>0</c:v>
                </c:pt>
                <c:pt idx="7155">
                  <c:v>0</c:v>
                </c:pt>
                <c:pt idx="7156">
                  <c:v>0</c:v>
                </c:pt>
                <c:pt idx="7157">
                  <c:v>0</c:v>
                </c:pt>
                <c:pt idx="7158">
                  <c:v>0</c:v>
                </c:pt>
                <c:pt idx="7159">
                  <c:v>0.25</c:v>
                </c:pt>
                <c:pt idx="7160">
                  <c:v>0.25</c:v>
                </c:pt>
                <c:pt idx="7161">
                  <c:v>0.34023999999999999</c:v>
                </c:pt>
                <c:pt idx="7162">
                  <c:v>0.49157800000000001</c:v>
                </c:pt>
                <c:pt idx="7163">
                  <c:v>0.477906</c:v>
                </c:pt>
                <c:pt idx="7164">
                  <c:v>0.44020100000000001</c:v>
                </c:pt>
                <c:pt idx="7165">
                  <c:v>0.39761400000000002</c:v>
                </c:pt>
                <c:pt idx="7166">
                  <c:v>0.395843</c:v>
                </c:pt>
                <c:pt idx="7167">
                  <c:v>0.34489900000000001</c:v>
                </c:pt>
                <c:pt idx="7168">
                  <c:v>0.25</c:v>
                </c:pt>
                <c:pt idx="7169">
                  <c:v>0.25</c:v>
                </c:pt>
                <c:pt idx="7170">
                  <c:v>0.25</c:v>
                </c:pt>
                <c:pt idx="7171">
                  <c:v>0.25</c:v>
                </c:pt>
                <c:pt idx="7172">
                  <c:v>0.25</c:v>
                </c:pt>
                <c:pt idx="7173">
                  <c:v>0</c:v>
                </c:pt>
                <c:pt idx="7174">
                  <c:v>0</c:v>
                </c:pt>
                <c:pt idx="7175">
                  <c:v>0</c:v>
                </c:pt>
                <c:pt idx="7176">
                  <c:v>0</c:v>
                </c:pt>
                <c:pt idx="7177">
                  <c:v>0</c:v>
                </c:pt>
                <c:pt idx="7178">
                  <c:v>0</c:v>
                </c:pt>
                <c:pt idx="7179">
                  <c:v>0</c:v>
                </c:pt>
                <c:pt idx="7180">
                  <c:v>0</c:v>
                </c:pt>
                <c:pt idx="7181">
                  <c:v>0</c:v>
                </c:pt>
                <c:pt idx="7182">
                  <c:v>0</c:v>
                </c:pt>
                <c:pt idx="7183">
                  <c:v>0</c:v>
                </c:pt>
                <c:pt idx="7184">
                  <c:v>0.25</c:v>
                </c:pt>
                <c:pt idx="7185">
                  <c:v>0.25</c:v>
                </c:pt>
                <c:pt idx="7186">
                  <c:v>0.25</c:v>
                </c:pt>
                <c:pt idx="7187">
                  <c:v>0.270762</c:v>
                </c:pt>
                <c:pt idx="7188">
                  <c:v>0.25</c:v>
                </c:pt>
                <c:pt idx="7189">
                  <c:v>0.25</c:v>
                </c:pt>
                <c:pt idx="7190">
                  <c:v>0.25</c:v>
                </c:pt>
                <c:pt idx="7191">
                  <c:v>0.25</c:v>
                </c:pt>
                <c:pt idx="7192">
                  <c:v>0.25</c:v>
                </c:pt>
                <c:pt idx="7193">
                  <c:v>0.25</c:v>
                </c:pt>
                <c:pt idx="7194">
                  <c:v>0.25</c:v>
                </c:pt>
                <c:pt idx="7195">
                  <c:v>0.25</c:v>
                </c:pt>
                <c:pt idx="7196">
                  <c:v>0.25</c:v>
                </c:pt>
                <c:pt idx="7197">
                  <c:v>0.25</c:v>
                </c:pt>
                <c:pt idx="7198">
                  <c:v>0</c:v>
                </c:pt>
                <c:pt idx="7199">
                  <c:v>0</c:v>
                </c:pt>
                <c:pt idx="7200">
                  <c:v>0</c:v>
                </c:pt>
                <c:pt idx="7201">
                  <c:v>0</c:v>
                </c:pt>
                <c:pt idx="7202">
                  <c:v>0</c:v>
                </c:pt>
                <c:pt idx="7203">
                  <c:v>0</c:v>
                </c:pt>
                <c:pt idx="7204">
                  <c:v>0</c:v>
                </c:pt>
                <c:pt idx="7205">
                  <c:v>0</c:v>
                </c:pt>
                <c:pt idx="7206">
                  <c:v>0</c:v>
                </c:pt>
                <c:pt idx="7207">
                  <c:v>0</c:v>
                </c:pt>
                <c:pt idx="7208">
                  <c:v>0.25</c:v>
                </c:pt>
                <c:pt idx="7209">
                  <c:v>0.25</c:v>
                </c:pt>
                <c:pt idx="7210">
                  <c:v>0.25</c:v>
                </c:pt>
                <c:pt idx="7211">
                  <c:v>0.25</c:v>
                </c:pt>
                <c:pt idx="7212">
                  <c:v>0.25</c:v>
                </c:pt>
                <c:pt idx="7213">
                  <c:v>0.25</c:v>
                </c:pt>
                <c:pt idx="7214">
                  <c:v>0.25</c:v>
                </c:pt>
                <c:pt idx="7215">
                  <c:v>0.25</c:v>
                </c:pt>
                <c:pt idx="7216">
                  <c:v>0.25</c:v>
                </c:pt>
                <c:pt idx="7217">
                  <c:v>0.25</c:v>
                </c:pt>
                <c:pt idx="7218">
                  <c:v>0.25</c:v>
                </c:pt>
                <c:pt idx="7219">
                  <c:v>0.25</c:v>
                </c:pt>
                <c:pt idx="7220">
                  <c:v>0.25</c:v>
                </c:pt>
                <c:pt idx="7221">
                  <c:v>0.25</c:v>
                </c:pt>
                <c:pt idx="7222">
                  <c:v>0</c:v>
                </c:pt>
                <c:pt idx="7223">
                  <c:v>0</c:v>
                </c:pt>
                <c:pt idx="7224">
                  <c:v>0</c:v>
                </c:pt>
                <c:pt idx="7225">
                  <c:v>0</c:v>
                </c:pt>
                <c:pt idx="7226">
                  <c:v>0</c:v>
                </c:pt>
                <c:pt idx="7227">
                  <c:v>0</c:v>
                </c:pt>
                <c:pt idx="7228">
                  <c:v>0</c:v>
                </c:pt>
                <c:pt idx="7229">
                  <c:v>0</c:v>
                </c:pt>
                <c:pt idx="7230">
                  <c:v>0</c:v>
                </c:pt>
                <c:pt idx="7231">
                  <c:v>0</c:v>
                </c:pt>
                <c:pt idx="7232">
                  <c:v>0.25</c:v>
                </c:pt>
                <c:pt idx="7233">
                  <c:v>0.25</c:v>
                </c:pt>
                <c:pt idx="7234">
                  <c:v>0.25</c:v>
                </c:pt>
                <c:pt idx="7235">
                  <c:v>0.25</c:v>
                </c:pt>
                <c:pt idx="7236">
                  <c:v>0.25</c:v>
                </c:pt>
                <c:pt idx="7237">
                  <c:v>0.25</c:v>
                </c:pt>
                <c:pt idx="7238">
                  <c:v>0.25</c:v>
                </c:pt>
                <c:pt idx="7239">
                  <c:v>0.25</c:v>
                </c:pt>
                <c:pt idx="7240">
                  <c:v>0.25</c:v>
                </c:pt>
                <c:pt idx="7241">
                  <c:v>0.25</c:v>
                </c:pt>
                <c:pt idx="7242">
                  <c:v>0.25</c:v>
                </c:pt>
                <c:pt idx="7243">
                  <c:v>0.25</c:v>
                </c:pt>
                <c:pt idx="7244">
                  <c:v>0.25</c:v>
                </c:pt>
                <c:pt idx="7245">
                  <c:v>0.25</c:v>
                </c:pt>
                <c:pt idx="7246">
                  <c:v>0</c:v>
                </c:pt>
                <c:pt idx="7247">
                  <c:v>0</c:v>
                </c:pt>
                <c:pt idx="7248">
                  <c:v>0</c:v>
                </c:pt>
                <c:pt idx="7249">
                  <c:v>0</c:v>
                </c:pt>
                <c:pt idx="7250">
                  <c:v>0</c:v>
                </c:pt>
                <c:pt idx="7251">
                  <c:v>0</c:v>
                </c:pt>
                <c:pt idx="7252">
                  <c:v>0</c:v>
                </c:pt>
                <c:pt idx="7253">
                  <c:v>0</c:v>
                </c:pt>
                <c:pt idx="7254">
                  <c:v>0</c:v>
                </c:pt>
                <c:pt idx="7255">
                  <c:v>0</c:v>
                </c:pt>
                <c:pt idx="7256">
                  <c:v>0.25</c:v>
                </c:pt>
                <c:pt idx="7257">
                  <c:v>0.25</c:v>
                </c:pt>
                <c:pt idx="7258">
                  <c:v>0.25</c:v>
                </c:pt>
                <c:pt idx="7259">
                  <c:v>0.25</c:v>
                </c:pt>
                <c:pt idx="7260">
                  <c:v>0.25</c:v>
                </c:pt>
                <c:pt idx="7261">
                  <c:v>0.25208700000000001</c:v>
                </c:pt>
                <c:pt idx="7262">
                  <c:v>0.25</c:v>
                </c:pt>
                <c:pt idx="7263">
                  <c:v>0.25</c:v>
                </c:pt>
                <c:pt idx="7264">
                  <c:v>0.25</c:v>
                </c:pt>
                <c:pt idx="7265">
                  <c:v>0.25</c:v>
                </c:pt>
                <c:pt idx="7266">
                  <c:v>0.25</c:v>
                </c:pt>
                <c:pt idx="7267">
                  <c:v>0.25</c:v>
                </c:pt>
                <c:pt idx="7268">
                  <c:v>0.25</c:v>
                </c:pt>
                <c:pt idx="7269">
                  <c:v>0.25</c:v>
                </c:pt>
                <c:pt idx="7270">
                  <c:v>0</c:v>
                </c:pt>
                <c:pt idx="7271">
                  <c:v>0</c:v>
                </c:pt>
                <c:pt idx="7272">
                  <c:v>0</c:v>
                </c:pt>
                <c:pt idx="7273">
                  <c:v>0</c:v>
                </c:pt>
                <c:pt idx="7274">
                  <c:v>0</c:v>
                </c:pt>
                <c:pt idx="7275">
                  <c:v>0</c:v>
                </c:pt>
                <c:pt idx="7276">
                  <c:v>0</c:v>
                </c:pt>
                <c:pt idx="7277">
                  <c:v>0</c:v>
                </c:pt>
                <c:pt idx="7278">
                  <c:v>0</c:v>
                </c:pt>
                <c:pt idx="7279">
                  <c:v>0</c:v>
                </c:pt>
                <c:pt idx="7280">
                  <c:v>0.25</c:v>
                </c:pt>
                <c:pt idx="7281">
                  <c:v>0.25</c:v>
                </c:pt>
                <c:pt idx="7282">
                  <c:v>0.25</c:v>
                </c:pt>
                <c:pt idx="7283">
                  <c:v>0.25</c:v>
                </c:pt>
                <c:pt idx="7284">
                  <c:v>0.25</c:v>
                </c:pt>
                <c:pt idx="7285">
                  <c:v>0.25</c:v>
                </c:pt>
                <c:pt idx="7286">
                  <c:v>0.25</c:v>
                </c:pt>
                <c:pt idx="7287">
                  <c:v>0.25</c:v>
                </c:pt>
                <c:pt idx="7288">
                  <c:v>0.25</c:v>
                </c:pt>
                <c:pt idx="7289">
                  <c:v>0.25</c:v>
                </c:pt>
                <c:pt idx="7290">
                  <c:v>0.25</c:v>
                </c:pt>
                <c:pt idx="7291">
                  <c:v>0.25</c:v>
                </c:pt>
                <c:pt idx="7292">
                  <c:v>0.25</c:v>
                </c:pt>
                <c:pt idx="7293">
                  <c:v>0.25</c:v>
                </c:pt>
                <c:pt idx="7294">
                  <c:v>0</c:v>
                </c:pt>
                <c:pt idx="7295">
                  <c:v>0</c:v>
                </c:pt>
                <c:pt idx="7296">
                  <c:v>0</c:v>
                </c:pt>
                <c:pt idx="7297">
                  <c:v>0</c:v>
                </c:pt>
                <c:pt idx="7298">
                  <c:v>0</c:v>
                </c:pt>
                <c:pt idx="7299">
                  <c:v>0</c:v>
                </c:pt>
                <c:pt idx="7300">
                  <c:v>0</c:v>
                </c:pt>
                <c:pt idx="7301">
                  <c:v>0</c:v>
                </c:pt>
                <c:pt idx="7302">
                  <c:v>0</c:v>
                </c:pt>
                <c:pt idx="7303">
                  <c:v>0</c:v>
                </c:pt>
                <c:pt idx="7304">
                  <c:v>0.25</c:v>
                </c:pt>
                <c:pt idx="7305">
                  <c:v>0.25</c:v>
                </c:pt>
                <c:pt idx="7306">
                  <c:v>0.25</c:v>
                </c:pt>
                <c:pt idx="7307">
                  <c:v>0.25</c:v>
                </c:pt>
                <c:pt idx="7308">
                  <c:v>0.25</c:v>
                </c:pt>
                <c:pt idx="7309">
                  <c:v>0.25</c:v>
                </c:pt>
                <c:pt idx="7310">
                  <c:v>0.25</c:v>
                </c:pt>
                <c:pt idx="7311">
                  <c:v>0.25</c:v>
                </c:pt>
                <c:pt idx="7312">
                  <c:v>0.25</c:v>
                </c:pt>
                <c:pt idx="7313">
                  <c:v>0.25</c:v>
                </c:pt>
                <c:pt idx="7314">
                  <c:v>0.25</c:v>
                </c:pt>
                <c:pt idx="7315">
                  <c:v>0.25</c:v>
                </c:pt>
                <c:pt idx="7316">
                  <c:v>0.25</c:v>
                </c:pt>
                <c:pt idx="7317">
                  <c:v>0.25</c:v>
                </c:pt>
                <c:pt idx="7318">
                  <c:v>0</c:v>
                </c:pt>
                <c:pt idx="7319">
                  <c:v>0</c:v>
                </c:pt>
                <c:pt idx="7320">
                  <c:v>0</c:v>
                </c:pt>
                <c:pt idx="7321">
                  <c:v>0</c:v>
                </c:pt>
                <c:pt idx="7322">
                  <c:v>0</c:v>
                </c:pt>
                <c:pt idx="7323">
                  <c:v>0</c:v>
                </c:pt>
                <c:pt idx="7324">
                  <c:v>0</c:v>
                </c:pt>
                <c:pt idx="7325">
                  <c:v>0</c:v>
                </c:pt>
                <c:pt idx="7326">
                  <c:v>0</c:v>
                </c:pt>
                <c:pt idx="7327">
                  <c:v>0</c:v>
                </c:pt>
                <c:pt idx="7328">
                  <c:v>0.25</c:v>
                </c:pt>
                <c:pt idx="7329">
                  <c:v>0.25</c:v>
                </c:pt>
                <c:pt idx="7330">
                  <c:v>0.25</c:v>
                </c:pt>
                <c:pt idx="7331">
                  <c:v>0.26778999999999997</c:v>
                </c:pt>
                <c:pt idx="7332">
                  <c:v>0.31814300000000001</c:v>
                </c:pt>
                <c:pt idx="7333">
                  <c:v>0.35004200000000002</c:v>
                </c:pt>
                <c:pt idx="7334">
                  <c:v>0.276949</c:v>
                </c:pt>
                <c:pt idx="7335">
                  <c:v>0.25</c:v>
                </c:pt>
                <c:pt idx="7336">
                  <c:v>0.25</c:v>
                </c:pt>
                <c:pt idx="7337">
                  <c:v>0.25</c:v>
                </c:pt>
                <c:pt idx="7338">
                  <c:v>0.25</c:v>
                </c:pt>
                <c:pt idx="7339">
                  <c:v>0.25</c:v>
                </c:pt>
                <c:pt idx="7340">
                  <c:v>0.25</c:v>
                </c:pt>
                <c:pt idx="7341">
                  <c:v>0.25</c:v>
                </c:pt>
                <c:pt idx="7342">
                  <c:v>0</c:v>
                </c:pt>
                <c:pt idx="7343">
                  <c:v>0</c:v>
                </c:pt>
                <c:pt idx="7344">
                  <c:v>0</c:v>
                </c:pt>
                <c:pt idx="7345">
                  <c:v>0</c:v>
                </c:pt>
                <c:pt idx="7346">
                  <c:v>0</c:v>
                </c:pt>
                <c:pt idx="7347">
                  <c:v>0</c:v>
                </c:pt>
                <c:pt idx="7348">
                  <c:v>0</c:v>
                </c:pt>
                <c:pt idx="7349">
                  <c:v>0</c:v>
                </c:pt>
                <c:pt idx="7350">
                  <c:v>0</c:v>
                </c:pt>
                <c:pt idx="7351">
                  <c:v>0</c:v>
                </c:pt>
                <c:pt idx="7352">
                  <c:v>0.25</c:v>
                </c:pt>
                <c:pt idx="7353">
                  <c:v>0.25</c:v>
                </c:pt>
                <c:pt idx="7354">
                  <c:v>0.28128700000000001</c:v>
                </c:pt>
                <c:pt idx="7355">
                  <c:v>0.39694299999999999</c:v>
                </c:pt>
                <c:pt idx="7356">
                  <c:v>0.43074000000000001</c:v>
                </c:pt>
                <c:pt idx="7357">
                  <c:v>0.47092600000000001</c:v>
                </c:pt>
                <c:pt idx="7358">
                  <c:v>0.353491</c:v>
                </c:pt>
                <c:pt idx="7359">
                  <c:v>0.32942199999999999</c:v>
                </c:pt>
                <c:pt idx="7360">
                  <c:v>0.315303</c:v>
                </c:pt>
                <c:pt idx="7361">
                  <c:v>0.25</c:v>
                </c:pt>
                <c:pt idx="7362">
                  <c:v>0.25</c:v>
                </c:pt>
                <c:pt idx="7363">
                  <c:v>0.25</c:v>
                </c:pt>
                <c:pt idx="7364">
                  <c:v>0.25</c:v>
                </c:pt>
                <c:pt idx="7365">
                  <c:v>0.25</c:v>
                </c:pt>
                <c:pt idx="7366">
                  <c:v>0</c:v>
                </c:pt>
                <c:pt idx="7367">
                  <c:v>0</c:v>
                </c:pt>
                <c:pt idx="7368">
                  <c:v>0</c:v>
                </c:pt>
                <c:pt idx="7369">
                  <c:v>0</c:v>
                </c:pt>
                <c:pt idx="7370">
                  <c:v>0</c:v>
                </c:pt>
                <c:pt idx="7371">
                  <c:v>0</c:v>
                </c:pt>
                <c:pt idx="7372">
                  <c:v>0</c:v>
                </c:pt>
                <c:pt idx="7373">
                  <c:v>0</c:v>
                </c:pt>
                <c:pt idx="7374">
                  <c:v>0</c:v>
                </c:pt>
                <c:pt idx="7375">
                  <c:v>0</c:v>
                </c:pt>
                <c:pt idx="7376">
                  <c:v>0.25</c:v>
                </c:pt>
                <c:pt idx="7377">
                  <c:v>0.25</c:v>
                </c:pt>
                <c:pt idx="7378">
                  <c:v>0.25</c:v>
                </c:pt>
                <c:pt idx="7379">
                  <c:v>0.25</c:v>
                </c:pt>
                <c:pt idx="7380">
                  <c:v>0.25</c:v>
                </c:pt>
                <c:pt idx="7381">
                  <c:v>0.25</c:v>
                </c:pt>
                <c:pt idx="7382">
                  <c:v>0.25</c:v>
                </c:pt>
                <c:pt idx="7383">
                  <c:v>0.25</c:v>
                </c:pt>
                <c:pt idx="7384">
                  <c:v>0.25</c:v>
                </c:pt>
                <c:pt idx="7385">
                  <c:v>0.25</c:v>
                </c:pt>
                <c:pt idx="7386">
                  <c:v>0.25</c:v>
                </c:pt>
                <c:pt idx="7387">
                  <c:v>0.25</c:v>
                </c:pt>
                <c:pt idx="7388">
                  <c:v>0.25</c:v>
                </c:pt>
                <c:pt idx="7389">
                  <c:v>0.25</c:v>
                </c:pt>
                <c:pt idx="7390">
                  <c:v>0</c:v>
                </c:pt>
                <c:pt idx="7391">
                  <c:v>0</c:v>
                </c:pt>
                <c:pt idx="7392">
                  <c:v>0</c:v>
                </c:pt>
                <c:pt idx="7393">
                  <c:v>0</c:v>
                </c:pt>
                <c:pt idx="7394">
                  <c:v>0</c:v>
                </c:pt>
                <c:pt idx="7395">
                  <c:v>0</c:v>
                </c:pt>
                <c:pt idx="7396">
                  <c:v>0</c:v>
                </c:pt>
                <c:pt idx="7397">
                  <c:v>0</c:v>
                </c:pt>
                <c:pt idx="7398">
                  <c:v>0</c:v>
                </c:pt>
                <c:pt idx="7399">
                  <c:v>0</c:v>
                </c:pt>
                <c:pt idx="7400">
                  <c:v>0.25</c:v>
                </c:pt>
                <c:pt idx="7401">
                  <c:v>0.25</c:v>
                </c:pt>
                <c:pt idx="7402">
                  <c:v>0.25</c:v>
                </c:pt>
                <c:pt idx="7403">
                  <c:v>0.33402700000000002</c:v>
                </c:pt>
                <c:pt idx="7404">
                  <c:v>0.32650899999999999</c:v>
                </c:pt>
                <c:pt idx="7405">
                  <c:v>0.33983000000000002</c:v>
                </c:pt>
                <c:pt idx="7406">
                  <c:v>0.25</c:v>
                </c:pt>
                <c:pt idx="7407">
                  <c:v>0.25</c:v>
                </c:pt>
                <c:pt idx="7408">
                  <c:v>0.25</c:v>
                </c:pt>
                <c:pt idx="7409">
                  <c:v>0.25</c:v>
                </c:pt>
                <c:pt idx="7410">
                  <c:v>0.25</c:v>
                </c:pt>
                <c:pt idx="7411">
                  <c:v>0.25</c:v>
                </c:pt>
                <c:pt idx="7412">
                  <c:v>0.25</c:v>
                </c:pt>
                <c:pt idx="7413">
                  <c:v>0.25</c:v>
                </c:pt>
                <c:pt idx="7414">
                  <c:v>0</c:v>
                </c:pt>
                <c:pt idx="7415">
                  <c:v>0</c:v>
                </c:pt>
                <c:pt idx="7416">
                  <c:v>0</c:v>
                </c:pt>
                <c:pt idx="7417">
                  <c:v>0</c:v>
                </c:pt>
                <c:pt idx="7418">
                  <c:v>0</c:v>
                </c:pt>
                <c:pt idx="7419">
                  <c:v>0</c:v>
                </c:pt>
                <c:pt idx="7420">
                  <c:v>0</c:v>
                </c:pt>
                <c:pt idx="7421">
                  <c:v>0</c:v>
                </c:pt>
                <c:pt idx="7422">
                  <c:v>0</c:v>
                </c:pt>
                <c:pt idx="7423">
                  <c:v>0</c:v>
                </c:pt>
                <c:pt idx="7424">
                  <c:v>0.25</c:v>
                </c:pt>
                <c:pt idx="7425">
                  <c:v>0.25172499999999998</c:v>
                </c:pt>
                <c:pt idx="7426">
                  <c:v>0.28184199999999998</c:v>
                </c:pt>
                <c:pt idx="7427">
                  <c:v>0.399117</c:v>
                </c:pt>
                <c:pt idx="7428">
                  <c:v>0.46962900000000002</c:v>
                </c:pt>
                <c:pt idx="7429">
                  <c:v>0.45526699999999998</c:v>
                </c:pt>
                <c:pt idx="7430">
                  <c:v>0.31161299999999997</c:v>
                </c:pt>
                <c:pt idx="7431">
                  <c:v>0.29913800000000001</c:v>
                </c:pt>
                <c:pt idx="7432">
                  <c:v>0.25</c:v>
                </c:pt>
                <c:pt idx="7433">
                  <c:v>0.25</c:v>
                </c:pt>
                <c:pt idx="7434">
                  <c:v>0.25</c:v>
                </c:pt>
                <c:pt idx="7435">
                  <c:v>0.25</c:v>
                </c:pt>
                <c:pt idx="7436">
                  <c:v>0.25</c:v>
                </c:pt>
                <c:pt idx="7437">
                  <c:v>0.25</c:v>
                </c:pt>
                <c:pt idx="7438">
                  <c:v>0</c:v>
                </c:pt>
                <c:pt idx="7439">
                  <c:v>0</c:v>
                </c:pt>
                <c:pt idx="7440">
                  <c:v>0</c:v>
                </c:pt>
                <c:pt idx="7441">
                  <c:v>0</c:v>
                </c:pt>
                <c:pt idx="7442">
                  <c:v>0</c:v>
                </c:pt>
                <c:pt idx="7443">
                  <c:v>0</c:v>
                </c:pt>
                <c:pt idx="7444">
                  <c:v>0</c:v>
                </c:pt>
                <c:pt idx="7445">
                  <c:v>0</c:v>
                </c:pt>
                <c:pt idx="7446">
                  <c:v>0</c:v>
                </c:pt>
                <c:pt idx="7447">
                  <c:v>0</c:v>
                </c:pt>
                <c:pt idx="7448">
                  <c:v>0.25</c:v>
                </c:pt>
                <c:pt idx="7449">
                  <c:v>0.25</c:v>
                </c:pt>
                <c:pt idx="7450">
                  <c:v>0.25</c:v>
                </c:pt>
                <c:pt idx="7451">
                  <c:v>0.25</c:v>
                </c:pt>
                <c:pt idx="7452">
                  <c:v>0.25615900000000003</c:v>
                </c:pt>
                <c:pt idx="7453">
                  <c:v>0.25</c:v>
                </c:pt>
                <c:pt idx="7454">
                  <c:v>0.25</c:v>
                </c:pt>
                <c:pt idx="7455">
                  <c:v>0.25</c:v>
                </c:pt>
                <c:pt idx="7456">
                  <c:v>0.25</c:v>
                </c:pt>
                <c:pt idx="7457">
                  <c:v>0.25</c:v>
                </c:pt>
                <c:pt idx="7458">
                  <c:v>0.25</c:v>
                </c:pt>
                <c:pt idx="7459">
                  <c:v>0.25</c:v>
                </c:pt>
                <c:pt idx="7460">
                  <c:v>0.25</c:v>
                </c:pt>
                <c:pt idx="7461">
                  <c:v>0.25</c:v>
                </c:pt>
                <c:pt idx="7462">
                  <c:v>0</c:v>
                </c:pt>
                <c:pt idx="7463">
                  <c:v>0</c:v>
                </c:pt>
                <c:pt idx="7464">
                  <c:v>0</c:v>
                </c:pt>
                <c:pt idx="7465">
                  <c:v>0</c:v>
                </c:pt>
                <c:pt idx="7466">
                  <c:v>0</c:v>
                </c:pt>
                <c:pt idx="7467">
                  <c:v>0</c:v>
                </c:pt>
                <c:pt idx="7468">
                  <c:v>0</c:v>
                </c:pt>
                <c:pt idx="7469">
                  <c:v>0</c:v>
                </c:pt>
                <c:pt idx="7470">
                  <c:v>0</c:v>
                </c:pt>
                <c:pt idx="7471">
                  <c:v>0</c:v>
                </c:pt>
                <c:pt idx="7472">
                  <c:v>0.25</c:v>
                </c:pt>
                <c:pt idx="7473">
                  <c:v>0.25</c:v>
                </c:pt>
                <c:pt idx="7474">
                  <c:v>0.25</c:v>
                </c:pt>
                <c:pt idx="7475">
                  <c:v>0.25</c:v>
                </c:pt>
                <c:pt idx="7476">
                  <c:v>0.25</c:v>
                </c:pt>
                <c:pt idx="7477">
                  <c:v>0.25</c:v>
                </c:pt>
                <c:pt idx="7478">
                  <c:v>0.25</c:v>
                </c:pt>
                <c:pt idx="7479">
                  <c:v>0.25</c:v>
                </c:pt>
                <c:pt idx="7480">
                  <c:v>0.25</c:v>
                </c:pt>
                <c:pt idx="7481">
                  <c:v>0.25</c:v>
                </c:pt>
                <c:pt idx="7482">
                  <c:v>0.25</c:v>
                </c:pt>
                <c:pt idx="7483">
                  <c:v>0.25</c:v>
                </c:pt>
                <c:pt idx="7484">
                  <c:v>0.25</c:v>
                </c:pt>
                <c:pt idx="7485">
                  <c:v>0.25</c:v>
                </c:pt>
                <c:pt idx="7486">
                  <c:v>0</c:v>
                </c:pt>
                <c:pt idx="7487">
                  <c:v>0</c:v>
                </c:pt>
                <c:pt idx="7488">
                  <c:v>0</c:v>
                </c:pt>
                <c:pt idx="7489">
                  <c:v>0</c:v>
                </c:pt>
                <c:pt idx="7490">
                  <c:v>0</c:v>
                </c:pt>
                <c:pt idx="7491">
                  <c:v>0</c:v>
                </c:pt>
                <c:pt idx="7492">
                  <c:v>0</c:v>
                </c:pt>
                <c:pt idx="7493">
                  <c:v>0</c:v>
                </c:pt>
                <c:pt idx="7494">
                  <c:v>0</c:v>
                </c:pt>
                <c:pt idx="7495">
                  <c:v>0</c:v>
                </c:pt>
                <c:pt idx="7496">
                  <c:v>0.25</c:v>
                </c:pt>
                <c:pt idx="7497">
                  <c:v>0.25</c:v>
                </c:pt>
                <c:pt idx="7498">
                  <c:v>0.25</c:v>
                </c:pt>
                <c:pt idx="7499">
                  <c:v>0.29832599999999998</c:v>
                </c:pt>
                <c:pt idx="7500">
                  <c:v>0.30380600000000002</c:v>
                </c:pt>
                <c:pt idx="7501">
                  <c:v>0.288852</c:v>
                </c:pt>
                <c:pt idx="7502">
                  <c:v>0.25</c:v>
                </c:pt>
                <c:pt idx="7503">
                  <c:v>0.25</c:v>
                </c:pt>
                <c:pt idx="7504">
                  <c:v>0.25</c:v>
                </c:pt>
                <c:pt idx="7505">
                  <c:v>0.25</c:v>
                </c:pt>
                <c:pt idx="7506">
                  <c:v>0.25</c:v>
                </c:pt>
                <c:pt idx="7507">
                  <c:v>0.25</c:v>
                </c:pt>
                <c:pt idx="7508">
                  <c:v>0.25</c:v>
                </c:pt>
                <c:pt idx="7509">
                  <c:v>0.25</c:v>
                </c:pt>
                <c:pt idx="7510">
                  <c:v>0</c:v>
                </c:pt>
                <c:pt idx="7511">
                  <c:v>0</c:v>
                </c:pt>
                <c:pt idx="7512">
                  <c:v>0</c:v>
                </c:pt>
                <c:pt idx="7513">
                  <c:v>0</c:v>
                </c:pt>
                <c:pt idx="7514">
                  <c:v>0</c:v>
                </c:pt>
                <c:pt idx="7515">
                  <c:v>0</c:v>
                </c:pt>
                <c:pt idx="7516">
                  <c:v>0</c:v>
                </c:pt>
                <c:pt idx="7517">
                  <c:v>0</c:v>
                </c:pt>
                <c:pt idx="7518">
                  <c:v>0</c:v>
                </c:pt>
                <c:pt idx="7519">
                  <c:v>0</c:v>
                </c:pt>
                <c:pt idx="7520">
                  <c:v>0.25</c:v>
                </c:pt>
                <c:pt idx="7521">
                  <c:v>0.25</c:v>
                </c:pt>
                <c:pt idx="7522">
                  <c:v>0.25</c:v>
                </c:pt>
                <c:pt idx="7523">
                  <c:v>0.25</c:v>
                </c:pt>
                <c:pt idx="7524">
                  <c:v>0.25</c:v>
                </c:pt>
                <c:pt idx="7525">
                  <c:v>0.25</c:v>
                </c:pt>
                <c:pt idx="7526">
                  <c:v>0.25</c:v>
                </c:pt>
                <c:pt idx="7527">
                  <c:v>0.25</c:v>
                </c:pt>
                <c:pt idx="7528">
                  <c:v>0.25</c:v>
                </c:pt>
                <c:pt idx="7529">
                  <c:v>0.25</c:v>
                </c:pt>
                <c:pt idx="7530">
                  <c:v>0.25</c:v>
                </c:pt>
                <c:pt idx="7531">
                  <c:v>0.25</c:v>
                </c:pt>
                <c:pt idx="7532">
                  <c:v>0.25</c:v>
                </c:pt>
                <c:pt idx="7533">
                  <c:v>0.25</c:v>
                </c:pt>
                <c:pt idx="7534">
                  <c:v>0</c:v>
                </c:pt>
                <c:pt idx="7535">
                  <c:v>0</c:v>
                </c:pt>
                <c:pt idx="7536">
                  <c:v>0</c:v>
                </c:pt>
                <c:pt idx="7537">
                  <c:v>0</c:v>
                </c:pt>
                <c:pt idx="7538">
                  <c:v>0</c:v>
                </c:pt>
                <c:pt idx="7539">
                  <c:v>0</c:v>
                </c:pt>
                <c:pt idx="7540">
                  <c:v>0</c:v>
                </c:pt>
                <c:pt idx="7541">
                  <c:v>0</c:v>
                </c:pt>
                <c:pt idx="7542">
                  <c:v>0</c:v>
                </c:pt>
                <c:pt idx="7543">
                  <c:v>0</c:v>
                </c:pt>
                <c:pt idx="7544">
                  <c:v>0.25</c:v>
                </c:pt>
                <c:pt idx="7545">
                  <c:v>0.25</c:v>
                </c:pt>
                <c:pt idx="7546">
                  <c:v>0.25</c:v>
                </c:pt>
                <c:pt idx="7547">
                  <c:v>0.25</c:v>
                </c:pt>
                <c:pt idx="7548">
                  <c:v>0.25</c:v>
                </c:pt>
                <c:pt idx="7549">
                  <c:v>0.25</c:v>
                </c:pt>
                <c:pt idx="7550">
                  <c:v>0.25</c:v>
                </c:pt>
                <c:pt idx="7551">
                  <c:v>0.25</c:v>
                </c:pt>
                <c:pt idx="7552">
                  <c:v>0.25</c:v>
                </c:pt>
                <c:pt idx="7553">
                  <c:v>0.25</c:v>
                </c:pt>
                <c:pt idx="7554">
                  <c:v>0.25</c:v>
                </c:pt>
                <c:pt idx="7555">
                  <c:v>0.25</c:v>
                </c:pt>
                <c:pt idx="7556">
                  <c:v>0.25</c:v>
                </c:pt>
                <c:pt idx="7557">
                  <c:v>0.25</c:v>
                </c:pt>
                <c:pt idx="7558">
                  <c:v>0</c:v>
                </c:pt>
                <c:pt idx="7559">
                  <c:v>0</c:v>
                </c:pt>
                <c:pt idx="7560">
                  <c:v>0</c:v>
                </c:pt>
                <c:pt idx="7561">
                  <c:v>0</c:v>
                </c:pt>
                <c:pt idx="7562">
                  <c:v>0</c:v>
                </c:pt>
                <c:pt idx="7563">
                  <c:v>0</c:v>
                </c:pt>
                <c:pt idx="7564">
                  <c:v>0</c:v>
                </c:pt>
                <c:pt idx="7565">
                  <c:v>0</c:v>
                </c:pt>
                <c:pt idx="7566">
                  <c:v>0</c:v>
                </c:pt>
                <c:pt idx="7567">
                  <c:v>0</c:v>
                </c:pt>
                <c:pt idx="7568">
                  <c:v>0.25</c:v>
                </c:pt>
                <c:pt idx="7569">
                  <c:v>0.25</c:v>
                </c:pt>
                <c:pt idx="7570">
                  <c:v>0.25</c:v>
                </c:pt>
                <c:pt idx="7571">
                  <c:v>0.25</c:v>
                </c:pt>
                <c:pt idx="7572">
                  <c:v>0.25</c:v>
                </c:pt>
                <c:pt idx="7573">
                  <c:v>0.25</c:v>
                </c:pt>
                <c:pt idx="7574">
                  <c:v>0.25</c:v>
                </c:pt>
                <c:pt idx="7575">
                  <c:v>0.25</c:v>
                </c:pt>
                <c:pt idx="7576">
                  <c:v>0.25</c:v>
                </c:pt>
                <c:pt idx="7577">
                  <c:v>0.25</c:v>
                </c:pt>
                <c:pt idx="7578">
                  <c:v>0.25</c:v>
                </c:pt>
                <c:pt idx="7579">
                  <c:v>0.25</c:v>
                </c:pt>
                <c:pt idx="7580">
                  <c:v>0.25</c:v>
                </c:pt>
                <c:pt idx="7581">
                  <c:v>0.25</c:v>
                </c:pt>
                <c:pt idx="7582">
                  <c:v>0</c:v>
                </c:pt>
                <c:pt idx="7583">
                  <c:v>0</c:v>
                </c:pt>
                <c:pt idx="7584">
                  <c:v>0</c:v>
                </c:pt>
                <c:pt idx="7585">
                  <c:v>0</c:v>
                </c:pt>
                <c:pt idx="7586">
                  <c:v>0</c:v>
                </c:pt>
                <c:pt idx="7587">
                  <c:v>0</c:v>
                </c:pt>
                <c:pt idx="7588">
                  <c:v>0</c:v>
                </c:pt>
                <c:pt idx="7589">
                  <c:v>0</c:v>
                </c:pt>
                <c:pt idx="7590">
                  <c:v>0</c:v>
                </c:pt>
                <c:pt idx="7591">
                  <c:v>0</c:v>
                </c:pt>
                <c:pt idx="7592">
                  <c:v>0.25</c:v>
                </c:pt>
                <c:pt idx="7593">
                  <c:v>0.25</c:v>
                </c:pt>
                <c:pt idx="7594">
                  <c:v>0.25</c:v>
                </c:pt>
                <c:pt idx="7595">
                  <c:v>0.25</c:v>
                </c:pt>
                <c:pt idx="7596">
                  <c:v>0.25</c:v>
                </c:pt>
                <c:pt idx="7597">
                  <c:v>0.25</c:v>
                </c:pt>
                <c:pt idx="7598">
                  <c:v>0.25</c:v>
                </c:pt>
                <c:pt idx="7599">
                  <c:v>0.25</c:v>
                </c:pt>
                <c:pt idx="7600">
                  <c:v>0.25</c:v>
                </c:pt>
                <c:pt idx="7601">
                  <c:v>0.25</c:v>
                </c:pt>
                <c:pt idx="7602">
                  <c:v>0.25</c:v>
                </c:pt>
                <c:pt idx="7603">
                  <c:v>0.25</c:v>
                </c:pt>
                <c:pt idx="7604">
                  <c:v>0.25</c:v>
                </c:pt>
                <c:pt idx="7605">
                  <c:v>0.25</c:v>
                </c:pt>
                <c:pt idx="7606">
                  <c:v>0</c:v>
                </c:pt>
                <c:pt idx="7607">
                  <c:v>0</c:v>
                </c:pt>
                <c:pt idx="7608">
                  <c:v>0</c:v>
                </c:pt>
                <c:pt idx="7609">
                  <c:v>0</c:v>
                </c:pt>
                <c:pt idx="7610">
                  <c:v>0</c:v>
                </c:pt>
                <c:pt idx="7611">
                  <c:v>0</c:v>
                </c:pt>
                <c:pt idx="7612">
                  <c:v>0</c:v>
                </c:pt>
                <c:pt idx="7613">
                  <c:v>0</c:v>
                </c:pt>
                <c:pt idx="7614">
                  <c:v>0</c:v>
                </c:pt>
                <c:pt idx="7615">
                  <c:v>0</c:v>
                </c:pt>
                <c:pt idx="7616">
                  <c:v>0.25</c:v>
                </c:pt>
                <c:pt idx="7617">
                  <c:v>0.25</c:v>
                </c:pt>
                <c:pt idx="7618">
                  <c:v>0.25</c:v>
                </c:pt>
                <c:pt idx="7619">
                  <c:v>0.25</c:v>
                </c:pt>
                <c:pt idx="7620">
                  <c:v>0.25</c:v>
                </c:pt>
                <c:pt idx="7621">
                  <c:v>0.25</c:v>
                </c:pt>
                <c:pt idx="7622">
                  <c:v>0.25</c:v>
                </c:pt>
                <c:pt idx="7623">
                  <c:v>0.25</c:v>
                </c:pt>
                <c:pt idx="7624">
                  <c:v>0.25</c:v>
                </c:pt>
                <c:pt idx="7625">
                  <c:v>0.25</c:v>
                </c:pt>
                <c:pt idx="7626">
                  <c:v>0.25</c:v>
                </c:pt>
                <c:pt idx="7627">
                  <c:v>0.25</c:v>
                </c:pt>
                <c:pt idx="7628">
                  <c:v>0.25</c:v>
                </c:pt>
                <c:pt idx="7629">
                  <c:v>0.25</c:v>
                </c:pt>
                <c:pt idx="7630">
                  <c:v>0</c:v>
                </c:pt>
                <c:pt idx="7631">
                  <c:v>0</c:v>
                </c:pt>
                <c:pt idx="7632">
                  <c:v>0</c:v>
                </c:pt>
                <c:pt idx="7633">
                  <c:v>0</c:v>
                </c:pt>
                <c:pt idx="7634">
                  <c:v>0</c:v>
                </c:pt>
                <c:pt idx="7635">
                  <c:v>0</c:v>
                </c:pt>
                <c:pt idx="7636">
                  <c:v>0</c:v>
                </c:pt>
                <c:pt idx="7637">
                  <c:v>0</c:v>
                </c:pt>
                <c:pt idx="7638">
                  <c:v>0</c:v>
                </c:pt>
                <c:pt idx="7639">
                  <c:v>0</c:v>
                </c:pt>
                <c:pt idx="7640">
                  <c:v>0.25</c:v>
                </c:pt>
                <c:pt idx="7641">
                  <c:v>0.25</c:v>
                </c:pt>
                <c:pt idx="7642">
                  <c:v>0.25</c:v>
                </c:pt>
                <c:pt idx="7643">
                  <c:v>0.25</c:v>
                </c:pt>
                <c:pt idx="7644">
                  <c:v>0.25</c:v>
                </c:pt>
                <c:pt idx="7645">
                  <c:v>0.25</c:v>
                </c:pt>
                <c:pt idx="7646">
                  <c:v>0.25</c:v>
                </c:pt>
                <c:pt idx="7647">
                  <c:v>0.25</c:v>
                </c:pt>
                <c:pt idx="7648">
                  <c:v>0.25</c:v>
                </c:pt>
                <c:pt idx="7649">
                  <c:v>0.25</c:v>
                </c:pt>
                <c:pt idx="7650">
                  <c:v>0.25</c:v>
                </c:pt>
                <c:pt idx="7651">
                  <c:v>0.25</c:v>
                </c:pt>
                <c:pt idx="7652">
                  <c:v>0.25</c:v>
                </c:pt>
                <c:pt idx="7653">
                  <c:v>0.25</c:v>
                </c:pt>
                <c:pt idx="7654">
                  <c:v>0</c:v>
                </c:pt>
                <c:pt idx="7655">
                  <c:v>0</c:v>
                </c:pt>
                <c:pt idx="7656">
                  <c:v>0</c:v>
                </c:pt>
                <c:pt idx="7657">
                  <c:v>0</c:v>
                </c:pt>
                <c:pt idx="7658">
                  <c:v>0</c:v>
                </c:pt>
                <c:pt idx="7659">
                  <c:v>0</c:v>
                </c:pt>
                <c:pt idx="7660">
                  <c:v>0</c:v>
                </c:pt>
                <c:pt idx="7661">
                  <c:v>0</c:v>
                </c:pt>
                <c:pt idx="7662">
                  <c:v>0</c:v>
                </c:pt>
                <c:pt idx="7663">
                  <c:v>0</c:v>
                </c:pt>
                <c:pt idx="7664">
                  <c:v>0.25</c:v>
                </c:pt>
                <c:pt idx="7665">
                  <c:v>0.25</c:v>
                </c:pt>
                <c:pt idx="7666">
                  <c:v>0.25</c:v>
                </c:pt>
                <c:pt idx="7667">
                  <c:v>0.25</c:v>
                </c:pt>
                <c:pt idx="7668">
                  <c:v>0.25</c:v>
                </c:pt>
                <c:pt idx="7669">
                  <c:v>0.25</c:v>
                </c:pt>
                <c:pt idx="7670">
                  <c:v>0.25</c:v>
                </c:pt>
                <c:pt idx="7671">
                  <c:v>0.25</c:v>
                </c:pt>
                <c:pt idx="7672">
                  <c:v>0.25</c:v>
                </c:pt>
                <c:pt idx="7673">
                  <c:v>0.25</c:v>
                </c:pt>
                <c:pt idx="7674">
                  <c:v>0.25</c:v>
                </c:pt>
                <c:pt idx="7675">
                  <c:v>0.25</c:v>
                </c:pt>
                <c:pt idx="7676">
                  <c:v>0.25</c:v>
                </c:pt>
                <c:pt idx="7677">
                  <c:v>0.25</c:v>
                </c:pt>
                <c:pt idx="7678">
                  <c:v>0</c:v>
                </c:pt>
                <c:pt idx="7679">
                  <c:v>0</c:v>
                </c:pt>
                <c:pt idx="7680">
                  <c:v>0</c:v>
                </c:pt>
                <c:pt idx="7681">
                  <c:v>0</c:v>
                </c:pt>
                <c:pt idx="7682">
                  <c:v>0</c:v>
                </c:pt>
                <c:pt idx="7683">
                  <c:v>0</c:v>
                </c:pt>
                <c:pt idx="7684">
                  <c:v>0</c:v>
                </c:pt>
                <c:pt idx="7685">
                  <c:v>0</c:v>
                </c:pt>
                <c:pt idx="7686">
                  <c:v>0</c:v>
                </c:pt>
                <c:pt idx="7687">
                  <c:v>0</c:v>
                </c:pt>
                <c:pt idx="7688">
                  <c:v>0.25</c:v>
                </c:pt>
                <c:pt idx="7689">
                  <c:v>0.25</c:v>
                </c:pt>
                <c:pt idx="7690">
                  <c:v>0.25</c:v>
                </c:pt>
                <c:pt idx="7691">
                  <c:v>0.25</c:v>
                </c:pt>
                <c:pt idx="7692">
                  <c:v>0.25</c:v>
                </c:pt>
                <c:pt idx="7693">
                  <c:v>0.25</c:v>
                </c:pt>
                <c:pt idx="7694">
                  <c:v>0.25</c:v>
                </c:pt>
                <c:pt idx="7695">
                  <c:v>0.25</c:v>
                </c:pt>
                <c:pt idx="7696">
                  <c:v>0.25</c:v>
                </c:pt>
                <c:pt idx="7697">
                  <c:v>0.25</c:v>
                </c:pt>
                <c:pt idx="7698">
                  <c:v>0.25</c:v>
                </c:pt>
                <c:pt idx="7699">
                  <c:v>0.25</c:v>
                </c:pt>
                <c:pt idx="7700">
                  <c:v>0.25</c:v>
                </c:pt>
                <c:pt idx="7701">
                  <c:v>0.25</c:v>
                </c:pt>
                <c:pt idx="7702">
                  <c:v>0</c:v>
                </c:pt>
                <c:pt idx="7703">
                  <c:v>0</c:v>
                </c:pt>
                <c:pt idx="7704">
                  <c:v>0</c:v>
                </c:pt>
                <c:pt idx="7705">
                  <c:v>0</c:v>
                </c:pt>
                <c:pt idx="7706">
                  <c:v>0</c:v>
                </c:pt>
                <c:pt idx="7707">
                  <c:v>0</c:v>
                </c:pt>
                <c:pt idx="7708">
                  <c:v>0</c:v>
                </c:pt>
                <c:pt idx="7709">
                  <c:v>0</c:v>
                </c:pt>
                <c:pt idx="7710">
                  <c:v>0</c:v>
                </c:pt>
                <c:pt idx="7711">
                  <c:v>0</c:v>
                </c:pt>
                <c:pt idx="7712">
                  <c:v>0.25</c:v>
                </c:pt>
                <c:pt idx="7713">
                  <c:v>0.25</c:v>
                </c:pt>
                <c:pt idx="7714">
                  <c:v>0.25</c:v>
                </c:pt>
                <c:pt idx="7715">
                  <c:v>0.25</c:v>
                </c:pt>
                <c:pt idx="7716">
                  <c:v>0.25</c:v>
                </c:pt>
                <c:pt idx="7717">
                  <c:v>0.25</c:v>
                </c:pt>
                <c:pt idx="7718">
                  <c:v>0.25</c:v>
                </c:pt>
                <c:pt idx="7719">
                  <c:v>0.25</c:v>
                </c:pt>
                <c:pt idx="7720">
                  <c:v>0.25</c:v>
                </c:pt>
                <c:pt idx="7721">
                  <c:v>0.25</c:v>
                </c:pt>
                <c:pt idx="7722">
                  <c:v>0.25</c:v>
                </c:pt>
                <c:pt idx="7723">
                  <c:v>0.25</c:v>
                </c:pt>
                <c:pt idx="7724">
                  <c:v>0.25</c:v>
                </c:pt>
                <c:pt idx="7725">
                  <c:v>0.25</c:v>
                </c:pt>
                <c:pt idx="7726">
                  <c:v>0</c:v>
                </c:pt>
                <c:pt idx="7727">
                  <c:v>0</c:v>
                </c:pt>
                <c:pt idx="7728">
                  <c:v>0</c:v>
                </c:pt>
                <c:pt idx="7729">
                  <c:v>0</c:v>
                </c:pt>
                <c:pt idx="7730">
                  <c:v>0</c:v>
                </c:pt>
                <c:pt idx="7731">
                  <c:v>0</c:v>
                </c:pt>
                <c:pt idx="7732">
                  <c:v>0</c:v>
                </c:pt>
                <c:pt idx="7733">
                  <c:v>0</c:v>
                </c:pt>
                <c:pt idx="7734">
                  <c:v>0</c:v>
                </c:pt>
                <c:pt idx="7735">
                  <c:v>0</c:v>
                </c:pt>
                <c:pt idx="7736">
                  <c:v>0.25</c:v>
                </c:pt>
                <c:pt idx="7737">
                  <c:v>0.25</c:v>
                </c:pt>
                <c:pt idx="7738">
                  <c:v>0.25</c:v>
                </c:pt>
                <c:pt idx="7739">
                  <c:v>0.25</c:v>
                </c:pt>
                <c:pt idx="7740">
                  <c:v>0.25</c:v>
                </c:pt>
                <c:pt idx="7741">
                  <c:v>0.25</c:v>
                </c:pt>
                <c:pt idx="7742">
                  <c:v>0.25</c:v>
                </c:pt>
                <c:pt idx="7743">
                  <c:v>0.25</c:v>
                </c:pt>
                <c:pt idx="7744">
                  <c:v>0.25</c:v>
                </c:pt>
                <c:pt idx="7745">
                  <c:v>0.25</c:v>
                </c:pt>
                <c:pt idx="7746">
                  <c:v>0.25</c:v>
                </c:pt>
                <c:pt idx="7747">
                  <c:v>0.25</c:v>
                </c:pt>
                <c:pt idx="7748">
                  <c:v>0.25</c:v>
                </c:pt>
                <c:pt idx="7749">
                  <c:v>0.25</c:v>
                </c:pt>
                <c:pt idx="7750">
                  <c:v>0</c:v>
                </c:pt>
                <c:pt idx="7751">
                  <c:v>0</c:v>
                </c:pt>
                <c:pt idx="7752">
                  <c:v>0</c:v>
                </c:pt>
                <c:pt idx="7753">
                  <c:v>0</c:v>
                </c:pt>
                <c:pt idx="7754">
                  <c:v>0</c:v>
                </c:pt>
                <c:pt idx="7755">
                  <c:v>0</c:v>
                </c:pt>
                <c:pt idx="7756">
                  <c:v>0</c:v>
                </c:pt>
                <c:pt idx="7757">
                  <c:v>0</c:v>
                </c:pt>
                <c:pt idx="7758">
                  <c:v>0</c:v>
                </c:pt>
                <c:pt idx="7759">
                  <c:v>0</c:v>
                </c:pt>
                <c:pt idx="7760">
                  <c:v>0.25</c:v>
                </c:pt>
                <c:pt idx="7761">
                  <c:v>0.25</c:v>
                </c:pt>
                <c:pt idx="7762">
                  <c:v>0.25</c:v>
                </c:pt>
                <c:pt idx="7763">
                  <c:v>0.25</c:v>
                </c:pt>
                <c:pt idx="7764">
                  <c:v>0.33473599999999998</c:v>
                </c:pt>
                <c:pt idx="7765">
                  <c:v>0.31782100000000002</c:v>
                </c:pt>
                <c:pt idx="7766">
                  <c:v>0.25</c:v>
                </c:pt>
                <c:pt idx="7767">
                  <c:v>0.25</c:v>
                </c:pt>
                <c:pt idx="7768">
                  <c:v>0.25</c:v>
                </c:pt>
                <c:pt idx="7769">
                  <c:v>0.25</c:v>
                </c:pt>
                <c:pt idx="7770">
                  <c:v>0.25</c:v>
                </c:pt>
                <c:pt idx="7771">
                  <c:v>0.25</c:v>
                </c:pt>
                <c:pt idx="7772">
                  <c:v>0.25</c:v>
                </c:pt>
                <c:pt idx="7773">
                  <c:v>0.25</c:v>
                </c:pt>
                <c:pt idx="7774">
                  <c:v>0</c:v>
                </c:pt>
                <c:pt idx="7775">
                  <c:v>0</c:v>
                </c:pt>
                <c:pt idx="7776">
                  <c:v>0</c:v>
                </c:pt>
                <c:pt idx="7777">
                  <c:v>0</c:v>
                </c:pt>
                <c:pt idx="7778">
                  <c:v>0</c:v>
                </c:pt>
                <c:pt idx="7779">
                  <c:v>0</c:v>
                </c:pt>
                <c:pt idx="7780">
                  <c:v>0</c:v>
                </c:pt>
                <c:pt idx="7781">
                  <c:v>0</c:v>
                </c:pt>
                <c:pt idx="7782">
                  <c:v>0</c:v>
                </c:pt>
                <c:pt idx="7783">
                  <c:v>0</c:v>
                </c:pt>
                <c:pt idx="7784">
                  <c:v>0.25</c:v>
                </c:pt>
                <c:pt idx="7785">
                  <c:v>0.25</c:v>
                </c:pt>
                <c:pt idx="7786">
                  <c:v>0.25</c:v>
                </c:pt>
                <c:pt idx="7787">
                  <c:v>0.29389700000000002</c:v>
                </c:pt>
                <c:pt idx="7788">
                  <c:v>0.33756700000000001</c:v>
                </c:pt>
                <c:pt idx="7789">
                  <c:v>0.30766300000000002</c:v>
                </c:pt>
                <c:pt idx="7790">
                  <c:v>0.25</c:v>
                </c:pt>
                <c:pt idx="7791">
                  <c:v>0.25</c:v>
                </c:pt>
                <c:pt idx="7792">
                  <c:v>0.25</c:v>
                </c:pt>
                <c:pt idx="7793">
                  <c:v>0.25</c:v>
                </c:pt>
                <c:pt idx="7794">
                  <c:v>0.25</c:v>
                </c:pt>
                <c:pt idx="7795">
                  <c:v>0.25</c:v>
                </c:pt>
                <c:pt idx="7796">
                  <c:v>0.25</c:v>
                </c:pt>
                <c:pt idx="7797">
                  <c:v>0.25</c:v>
                </c:pt>
                <c:pt idx="7798">
                  <c:v>0</c:v>
                </c:pt>
                <c:pt idx="7799">
                  <c:v>0</c:v>
                </c:pt>
                <c:pt idx="7800">
                  <c:v>0</c:v>
                </c:pt>
                <c:pt idx="7801">
                  <c:v>0</c:v>
                </c:pt>
                <c:pt idx="7802">
                  <c:v>0</c:v>
                </c:pt>
                <c:pt idx="7803">
                  <c:v>0</c:v>
                </c:pt>
                <c:pt idx="7804">
                  <c:v>0</c:v>
                </c:pt>
                <c:pt idx="7805">
                  <c:v>0</c:v>
                </c:pt>
                <c:pt idx="7806">
                  <c:v>0</c:v>
                </c:pt>
                <c:pt idx="7807">
                  <c:v>0</c:v>
                </c:pt>
                <c:pt idx="7808">
                  <c:v>0.25</c:v>
                </c:pt>
                <c:pt idx="7809">
                  <c:v>0.25</c:v>
                </c:pt>
                <c:pt idx="7810">
                  <c:v>0.25</c:v>
                </c:pt>
                <c:pt idx="7811">
                  <c:v>0.25</c:v>
                </c:pt>
                <c:pt idx="7812">
                  <c:v>0.25523099999999999</c:v>
                </c:pt>
                <c:pt idx="7813">
                  <c:v>0.25</c:v>
                </c:pt>
                <c:pt idx="7814">
                  <c:v>0.25</c:v>
                </c:pt>
                <c:pt idx="7815">
                  <c:v>0.25</c:v>
                </c:pt>
                <c:pt idx="7816">
                  <c:v>0.25</c:v>
                </c:pt>
                <c:pt idx="7817">
                  <c:v>0.25</c:v>
                </c:pt>
                <c:pt idx="7818">
                  <c:v>0.25</c:v>
                </c:pt>
                <c:pt idx="7819">
                  <c:v>0.25</c:v>
                </c:pt>
                <c:pt idx="7820">
                  <c:v>0.25</c:v>
                </c:pt>
                <c:pt idx="7821">
                  <c:v>0.25</c:v>
                </c:pt>
                <c:pt idx="7822">
                  <c:v>0</c:v>
                </c:pt>
                <c:pt idx="7823">
                  <c:v>0</c:v>
                </c:pt>
                <c:pt idx="7824">
                  <c:v>0</c:v>
                </c:pt>
                <c:pt idx="7825">
                  <c:v>0</c:v>
                </c:pt>
                <c:pt idx="7826">
                  <c:v>0</c:v>
                </c:pt>
                <c:pt idx="7827">
                  <c:v>0</c:v>
                </c:pt>
                <c:pt idx="7828">
                  <c:v>0</c:v>
                </c:pt>
                <c:pt idx="7829">
                  <c:v>0</c:v>
                </c:pt>
                <c:pt idx="7830">
                  <c:v>0</c:v>
                </c:pt>
                <c:pt idx="7831">
                  <c:v>0</c:v>
                </c:pt>
                <c:pt idx="7832">
                  <c:v>0.25</c:v>
                </c:pt>
                <c:pt idx="7833">
                  <c:v>0.25</c:v>
                </c:pt>
                <c:pt idx="7834">
                  <c:v>0.25</c:v>
                </c:pt>
                <c:pt idx="7835">
                  <c:v>0.26558700000000002</c:v>
                </c:pt>
                <c:pt idx="7836">
                  <c:v>0.271034</c:v>
                </c:pt>
                <c:pt idx="7837">
                  <c:v>0.29509000000000002</c:v>
                </c:pt>
                <c:pt idx="7838">
                  <c:v>0.25</c:v>
                </c:pt>
                <c:pt idx="7839">
                  <c:v>0.25</c:v>
                </c:pt>
                <c:pt idx="7840">
                  <c:v>0.25</c:v>
                </c:pt>
                <c:pt idx="7841">
                  <c:v>0.25</c:v>
                </c:pt>
                <c:pt idx="7842">
                  <c:v>0.25</c:v>
                </c:pt>
                <c:pt idx="7843">
                  <c:v>0.25</c:v>
                </c:pt>
                <c:pt idx="7844">
                  <c:v>0.25</c:v>
                </c:pt>
                <c:pt idx="7845">
                  <c:v>0.25</c:v>
                </c:pt>
                <c:pt idx="7846">
                  <c:v>0</c:v>
                </c:pt>
                <c:pt idx="7847">
                  <c:v>0</c:v>
                </c:pt>
                <c:pt idx="7848">
                  <c:v>0</c:v>
                </c:pt>
                <c:pt idx="7849">
                  <c:v>0</c:v>
                </c:pt>
                <c:pt idx="7850">
                  <c:v>0</c:v>
                </c:pt>
                <c:pt idx="7851">
                  <c:v>0</c:v>
                </c:pt>
                <c:pt idx="7852">
                  <c:v>0</c:v>
                </c:pt>
                <c:pt idx="7853">
                  <c:v>0</c:v>
                </c:pt>
                <c:pt idx="7854">
                  <c:v>0</c:v>
                </c:pt>
                <c:pt idx="7855">
                  <c:v>0</c:v>
                </c:pt>
                <c:pt idx="7856">
                  <c:v>0.25</c:v>
                </c:pt>
                <c:pt idx="7857">
                  <c:v>0.25</c:v>
                </c:pt>
                <c:pt idx="7858">
                  <c:v>0.25</c:v>
                </c:pt>
                <c:pt idx="7859">
                  <c:v>0.25</c:v>
                </c:pt>
                <c:pt idx="7860">
                  <c:v>0.25888800000000001</c:v>
                </c:pt>
                <c:pt idx="7861">
                  <c:v>0.25</c:v>
                </c:pt>
                <c:pt idx="7862">
                  <c:v>0.25</c:v>
                </c:pt>
                <c:pt idx="7863">
                  <c:v>0.25</c:v>
                </c:pt>
                <c:pt idx="7864">
                  <c:v>0.25</c:v>
                </c:pt>
                <c:pt idx="7865">
                  <c:v>0.25</c:v>
                </c:pt>
                <c:pt idx="7866">
                  <c:v>0.25</c:v>
                </c:pt>
                <c:pt idx="7867">
                  <c:v>0.25</c:v>
                </c:pt>
                <c:pt idx="7868">
                  <c:v>0.25</c:v>
                </c:pt>
                <c:pt idx="7869">
                  <c:v>0.25</c:v>
                </c:pt>
                <c:pt idx="7870">
                  <c:v>0</c:v>
                </c:pt>
                <c:pt idx="7871">
                  <c:v>0</c:v>
                </c:pt>
                <c:pt idx="7872">
                  <c:v>0</c:v>
                </c:pt>
                <c:pt idx="7873">
                  <c:v>0</c:v>
                </c:pt>
                <c:pt idx="7874">
                  <c:v>0</c:v>
                </c:pt>
                <c:pt idx="7875">
                  <c:v>0</c:v>
                </c:pt>
                <c:pt idx="7876">
                  <c:v>0</c:v>
                </c:pt>
                <c:pt idx="7877">
                  <c:v>0</c:v>
                </c:pt>
                <c:pt idx="7878">
                  <c:v>0</c:v>
                </c:pt>
                <c:pt idx="7879">
                  <c:v>0</c:v>
                </c:pt>
                <c:pt idx="7880">
                  <c:v>0.25</c:v>
                </c:pt>
                <c:pt idx="7881">
                  <c:v>0.25</c:v>
                </c:pt>
                <c:pt idx="7882">
                  <c:v>0.25</c:v>
                </c:pt>
                <c:pt idx="7883">
                  <c:v>0.25</c:v>
                </c:pt>
                <c:pt idx="7884">
                  <c:v>0.27033600000000002</c:v>
                </c:pt>
                <c:pt idx="7885">
                  <c:v>0.25</c:v>
                </c:pt>
                <c:pt idx="7886">
                  <c:v>0.25</c:v>
                </c:pt>
                <c:pt idx="7887">
                  <c:v>0.25</c:v>
                </c:pt>
                <c:pt idx="7888">
                  <c:v>0.25</c:v>
                </c:pt>
                <c:pt idx="7889">
                  <c:v>0.25</c:v>
                </c:pt>
                <c:pt idx="7890">
                  <c:v>0.25</c:v>
                </c:pt>
                <c:pt idx="7891">
                  <c:v>0.25</c:v>
                </c:pt>
                <c:pt idx="7892">
                  <c:v>0.25</c:v>
                </c:pt>
                <c:pt idx="7893">
                  <c:v>0.25</c:v>
                </c:pt>
                <c:pt idx="7894">
                  <c:v>0</c:v>
                </c:pt>
                <c:pt idx="7895">
                  <c:v>0</c:v>
                </c:pt>
                <c:pt idx="7896">
                  <c:v>0</c:v>
                </c:pt>
                <c:pt idx="7897">
                  <c:v>0</c:v>
                </c:pt>
                <c:pt idx="7898">
                  <c:v>0</c:v>
                </c:pt>
                <c:pt idx="7899">
                  <c:v>0</c:v>
                </c:pt>
                <c:pt idx="7900">
                  <c:v>0</c:v>
                </c:pt>
                <c:pt idx="7901">
                  <c:v>0</c:v>
                </c:pt>
                <c:pt idx="7902">
                  <c:v>0</c:v>
                </c:pt>
                <c:pt idx="7903">
                  <c:v>0</c:v>
                </c:pt>
                <c:pt idx="7904">
                  <c:v>0.25</c:v>
                </c:pt>
                <c:pt idx="7905">
                  <c:v>0.319187</c:v>
                </c:pt>
                <c:pt idx="7906">
                  <c:v>0.36671700000000002</c:v>
                </c:pt>
                <c:pt idx="7907">
                  <c:v>0.47453499999999998</c:v>
                </c:pt>
                <c:pt idx="7908">
                  <c:v>0.46318599999999999</c:v>
                </c:pt>
                <c:pt idx="7909">
                  <c:v>0.43854900000000002</c:v>
                </c:pt>
                <c:pt idx="7910">
                  <c:v>0.32917200000000002</c:v>
                </c:pt>
                <c:pt idx="7911">
                  <c:v>0.29108400000000001</c:v>
                </c:pt>
                <c:pt idx="7912">
                  <c:v>0.25</c:v>
                </c:pt>
                <c:pt idx="7913">
                  <c:v>0.25</c:v>
                </c:pt>
                <c:pt idx="7914">
                  <c:v>0.25</c:v>
                </c:pt>
                <c:pt idx="7915">
                  <c:v>0.25</c:v>
                </c:pt>
                <c:pt idx="7916">
                  <c:v>0.25</c:v>
                </c:pt>
                <c:pt idx="7917">
                  <c:v>0.25</c:v>
                </c:pt>
                <c:pt idx="7918">
                  <c:v>0</c:v>
                </c:pt>
                <c:pt idx="7919">
                  <c:v>0</c:v>
                </c:pt>
                <c:pt idx="7920">
                  <c:v>0</c:v>
                </c:pt>
                <c:pt idx="7921">
                  <c:v>0</c:v>
                </c:pt>
                <c:pt idx="7922">
                  <c:v>0</c:v>
                </c:pt>
                <c:pt idx="7923">
                  <c:v>0</c:v>
                </c:pt>
                <c:pt idx="7924">
                  <c:v>0</c:v>
                </c:pt>
                <c:pt idx="7925">
                  <c:v>0</c:v>
                </c:pt>
                <c:pt idx="7926">
                  <c:v>0</c:v>
                </c:pt>
                <c:pt idx="7927">
                  <c:v>0</c:v>
                </c:pt>
                <c:pt idx="7928">
                  <c:v>0.25</c:v>
                </c:pt>
                <c:pt idx="7929">
                  <c:v>0.26131700000000002</c:v>
                </c:pt>
                <c:pt idx="7930">
                  <c:v>0.32129999999999997</c:v>
                </c:pt>
                <c:pt idx="7931">
                  <c:v>0.47100900000000001</c:v>
                </c:pt>
                <c:pt idx="7932">
                  <c:v>0.47060400000000002</c:v>
                </c:pt>
                <c:pt idx="7933">
                  <c:v>0.39761000000000002</c:v>
                </c:pt>
                <c:pt idx="7934">
                  <c:v>0.25</c:v>
                </c:pt>
                <c:pt idx="7935">
                  <c:v>0.25</c:v>
                </c:pt>
                <c:pt idx="7936">
                  <c:v>0.25</c:v>
                </c:pt>
                <c:pt idx="7937">
                  <c:v>0.25</c:v>
                </c:pt>
                <c:pt idx="7938">
                  <c:v>0.25</c:v>
                </c:pt>
                <c:pt idx="7939">
                  <c:v>0.25</c:v>
                </c:pt>
                <c:pt idx="7940">
                  <c:v>0.25</c:v>
                </c:pt>
                <c:pt idx="7941">
                  <c:v>0.25</c:v>
                </c:pt>
                <c:pt idx="7942">
                  <c:v>0</c:v>
                </c:pt>
                <c:pt idx="7943">
                  <c:v>0</c:v>
                </c:pt>
                <c:pt idx="7944">
                  <c:v>0</c:v>
                </c:pt>
                <c:pt idx="7945">
                  <c:v>0</c:v>
                </c:pt>
                <c:pt idx="7946">
                  <c:v>0</c:v>
                </c:pt>
                <c:pt idx="7947">
                  <c:v>0</c:v>
                </c:pt>
                <c:pt idx="7948">
                  <c:v>0</c:v>
                </c:pt>
                <c:pt idx="7949">
                  <c:v>0</c:v>
                </c:pt>
                <c:pt idx="7950">
                  <c:v>0</c:v>
                </c:pt>
                <c:pt idx="7951">
                  <c:v>0</c:v>
                </c:pt>
                <c:pt idx="7952">
                  <c:v>0.25</c:v>
                </c:pt>
                <c:pt idx="7953">
                  <c:v>0.25</c:v>
                </c:pt>
                <c:pt idx="7954">
                  <c:v>0.25</c:v>
                </c:pt>
                <c:pt idx="7955">
                  <c:v>0.33637800000000001</c:v>
                </c:pt>
                <c:pt idx="7956">
                  <c:v>0.46823599999999999</c:v>
                </c:pt>
                <c:pt idx="7957">
                  <c:v>0.42615500000000001</c:v>
                </c:pt>
                <c:pt idx="7958">
                  <c:v>0.31724000000000002</c:v>
                </c:pt>
                <c:pt idx="7959">
                  <c:v>0.277841</c:v>
                </c:pt>
                <c:pt idx="7960">
                  <c:v>0.25</c:v>
                </c:pt>
                <c:pt idx="7961">
                  <c:v>0.25</c:v>
                </c:pt>
                <c:pt idx="7962">
                  <c:v>0.25</c:v>
                </c:pt>
                <c:pt idx="7963">
                  <c:v>0.25</c:v>
                </c:pt>
                <c:pt idx="7964">
                  <c:v>0.25</c:v>
                </c:pt>
                <c:pt idx="7965">
                  <c:v>0.25</c:v>
                </c:pt>
                <c:pt idx="7966">
                  <c:v>0</c:v>
                </c:pt>
                <c:pt idx="7967">
                  <c:v>0</c:v>
                </c:pt>
                <c:pt idx="7968">
                  <c:v>0</c:v>
                </c:pt>
                <c:pt idx="7969">
                  <c:v>0</c:v>
                </c:pt>
                <c:pt idx="7970">
                  <c:v>0</c:v>
                </c:pt>
                <c:pt idx="7971">
                  <c:v>0</c:v>
                </c:pt>
                <c:pt idx="7972">
                  <c:v>0</c:v>
                </c:pt>
                <c:pt idx="7973">
                  <c:v>0</c:v>
                </c:pt>
                <c:pt idx="7974">
                  <c:v>0</c:v>
                </c:pt>
                <c:pt idx="7975">
                  <c:v>0</c:v>
                </c:pt>
                <c:pt idx="7976">
                  <c:v>0.25</c:v>
                </c:pt>
                <c:pt idx="7977">
                  <c:v>0.27482899999999999</c:v>
                </c:pt>
                <c:pt idx="7978">
                  <c:v>0.36600700000000003</c:v>
                </c:pt>
                <c:pt idx="7979">
                  <c:v>0.46771200000000002</c:v>
                </c:pt>
                <c:pt idx="7980">
                  <c:v>0.51297700000000002</c:v>
                </c:pt>
                <c:pt idx="7981">
                  <c:v>0.52251899999999996</c:v>
                </c:pt>
                <c:pt idx="7982">
                  <c:v>0.42527199999999998</c:v>
                </c:pt>
                <c:pt idx="7983">
                  <c:v>0.39906000000000003</c:v>
                </c:pt>
                <c:pt idx="7984">
                  <c:v>0.37495800000000001</c:v>
                </c:pt>
                <c:pt idx="7985">
                  <c:v>0.31446800000000003</c:v>
                </c:pt>
                <c:pt idx="7986">
                  <c:v>0.25081100000000001</c:v>
                </c:pt>
                <c:pt idx="7987">
                  <c:v>0.25</c:v>
                </c:pt>
                <c:pt idx="7988">
                  <c:v>0.25</c:v>
                </c:pt>
                <c:pt idx="7989">
                  <c:v>0.25</c:v>
                </c:pt>
                <c:pt idx="7990">
                  <c:v>0</c:v>
                </c:pt>
                <c:pt idx="7991">
                  <c:v>0</c:v>
                </c:pt>
                <c:pt idx="7992">
                  <c:v>0</c:v>
                </c:pt>
                <c:pt idx="7993">
                  <c:v>0</c:v>
                </c:pt>
                <c:pt idx="7994">
                  <c:v>0</c:v>
                </c:pt>
                <c:pt idx="7995">
                  <c:v>0</c:v>
                </c:pt>
                <c:pt idx="7996">
                  <c:v>0</c:v>
                </c:pt>
                <c:pt idx="7997">
                  <c:v>0</c:v>
                </c:pt>
                <c:pt idx="7998">
                  <c:v>0</c:v>
                </c:pt>
                <c:pt idx="7999">
                  <c:v>0</c:v>
                </c:pt>
                <c:pt idx="8000">
                  <c:v>0.25</c:v>
                </c:pt>
                <c:pt idx="8001">
                  <c:v>0.25</c:v>
                </c:pt>
                <c:pt idx="8002">
                  <c:v>0.28679500000000002</c:v>
                </c:pt>
                <c:pt idx="8003">
                  <c:v>0.34509600000000001</c:v>
                </c:pt>
                <c:pt idx="8004">
                  <c:v>0.348188</c:v>
                </c:pt>
                <c:pt idx="8005">
                  <c:v>0.33225700000000002</c:v>
                </c:pt>
                <c:pt idx="8006">
                  <c:v>0.25</c:v>
                </c:pt>
                <c:pt idx="8007">
                  <c:v>0.25</c:v>
                </c:pt>
                <c:pt idx="8008">
                  <c:v>0.25</c:v>
                </c:pt>
                <c:pt idx="8009">
                  <c:v>0.25</c:v>
                </c:pt>
                <c:pt idx="8010">
                  <c:v>0.25</c:v>
                </c:pt>
                <c:pt idx="8011">
                  <c:v>0.25</c:v>
                </c:pt>
                <c:pt idx="8012">
                  <c:v>0.25</c:v>
                </c:pt>
                <c:pt idx="8013">
                  <c:v>0.25</c:v>
                </c:pt>
                <c:pt idx="8014">
                  <c:v>0</c:v>
                </c:pt>
                <c:pt idx="8015">
                  <c:v>0</c:v>
                </c:pt>
                <c:pt idx="8016">
                  <c:v>0</c:v>
                </c:pt>
                <c:pt idx="8017">
                  <c:v>0</c:v>
                </c:pt>
                <c:pt idx="8018">
                  <c:v>0</c:v>
                </c:pt>
                <c:pt idx="8019">
                  <c:v>0</c:v>
                </c:pt>
                <c:pt idx="8020">
                  <c:v>0</c:v>
                </c:pt>
                <c:pt idx="8021">
                  <c:v>0</c:v>
                </c:pt>
                <c:pt idx="8022">
                  <c:v>0</c:v>
                </c:pt>
                <c:pt idx="8023">
                  <c:v>0</c:v>
                </c:pt>
                <c:pt idx="8024">
                  <c:v>0.25</c:v>
                </c:pt>
                <c:pt idx="8025">
                  <c:v>0.25</c:v>
                </c:pt>
                <c:pt idx="8026">
                  <c:v>0.25</c:v>
                </c:pt>
                <c:pt idx="8027">
                  <c:v>0.25</c:v>
                </c:pt>
                <c:pt idx="8028">
                  <c:v>0.25</c:v>
                </c:pt>
                <c:pt idx="8029">
                  <c:v>0.25</c:v>
                </c:pt>
                <c:pt idx="8030">
                  <c:v>0.25</c:v>
                </c:pt>
                <c:pt idx="8031">
                  <c:v>0.25</c:v>
                </c:pt>
                <c:pt idx="8032">
                  <c:v>0.25</c:v>
                </c:pt>
                <c:pt idx="8033">
                  <c:v>0.25</c:v>
                </c:pt>
                <c:pt idx="8034">
                  <c:v>0.25</c:v>
                </c:pt>
                <c:pt idx="8035">
                  <c:v>0.25</c:v>
                </c:pt>
                <c:pt idx="8036">
                  <c:v>0.25</c:v>
                </c:pt>
                <c:pt idx="8037">
                  <c:v>0.25</c:v>
                </c:pt>
                <c:pt idx="8038">
                  <c:v>0</c:v>
                </c:pt>
                <c:pt idx="8039">
                  <c:v>0</c:v>
                </c:pt>
                <c:pt idx="8040">
                  <c:v>0</c:v>
                </c:pt>
                <c:pt idx="8041">
                  <c:v>0</c:v>
                </c:pt>
                <c:pt idx="8042">
                  <c:v>0</c:v>
                </c:pt>
                <c:pt idx="8043">
                  <c:v>0</c:v>
                </c:pt>
                <c:pt idx="8044">
                  <c:v>0</c:v>
                </c:pt>
                <c:pt idx="8045">
                  <c:v>0</c:v>
                </c:pt>
                <c:pt idx="8046">
                  <c:v>0</c:v>
                </c:pt>
                <c:pt idx="8047">
                  <c:v>0</c:v>
                </c:pt>
                <c:pt idx="8048">
                  <c:v>0.25</c:v>
                </c:pt>
                <c:pt idx="8049">
                  <c:v>0.25</c:v>
                </c:pt>
                <c:pt idx="8050">
                  <c:v>0.25</c:v>
                </c:pt>
                <c:pt idx="8051">
                  <c:v>0.25</c:v>
                </c:pt>
                <c:pt idx="8052">
                  <c:v>0.25</c:v>
                </c:pt>
                <c:pt idx="8053">
                  <c:v>0.25</c:v>
                </c:pt>
                <c:pt idx="8054">
                  <c:v>0.25</c:v>
                </c:pt>
                <c:pt idx="8055">
                  <c:v>0.25</c:v>
                </c:pt>
                <c:pt idx="8056">
                  <c:v>0.25</c:v>
                </c:pt>
                <c:pt idx="8057">
                  <c:v>0.25</c:v>
                </c:pt>
                <c:pt idx="8058">
                  <c:v>0.25</c:v>
                </c:pt>
                <c:pt idx="8059">
                  <c:v>0.25</c:v>
                </c:pt>
                <c:pt idx="8060">
                  <c:v>0.25</c:v>
                </c:pt>
                <c:pt idx="8061">
                  <c:v>0.25</c:v>
                </c:pt>
                <c:pt idx="8062">
                  <c:v>0</c:v>
                </c:pt>
                <c:pt idx="8063">
                  <c:v>0</c:v>
                </c:pt>
                <c:pt idx="8064">
                  <c:v>0</c:v>
                </c:pt>
                <c:pt idx="8065">
                  <c:v>0</c:v>
                </c:pt>
                <c:pt idx="8066">
                  <c:v>0</c:v>
                </c:pt>
                <c:pt idx="8067">
                  <c:v>0</c:v>
                </c:pt>
                <c:pt idx="8068">
                  <c:v>0</c:v>
                </c:pt>
                <c:pt idx="8069">
                  <c:v>0</c:v>
                </c:pt>
                <c:pt idx="8070">
                  <c:v>0</c:v>
                </c:pt>
                <c:pt idx="8071">
                  <c:v>0</c:v>
                </c:pt>
                <c:pt idx="8072">
                  <c:v>0.25</c:v>
                </c:pt>
                <c:pt idx="8073">
                  <c:v>0.25</c:v>
                </c:pt>
                <c:pt idx="8074">
                  <c:v>0.25</c:v>
                </c:pt>
                <c:pt idx="8075">
                  <c:v>0.25</c:v>
                </c:pt>
                <c:pt idx="8076">
                  <c:v>0.25</c:v>
                </c:pt>
                <c:pt idx="8077">
                  <c:v>0.25</c:v>
                </c:pt>
                <c:pt idx="8078">
                  <c:v>0.25</c:v>
                </c:pt>
                <c:pt idx="8079">
                  <c:v>0.25</c:v>
                </c:pt>
                <c:pt idx="8080">
                  <c:v>0.25</c:v>
                </c:pt>
                <c:pt idx="8081">
                  <c:v>0.25</c:v>
                </c:pt>
                <c:pt idx="8082">
                  <c:v>0.25</c:v>
                </c:pt>
                <c:pt idx="8083">
                  <c:v>0.25</c:v>
                </c:pt>
                <c:pt idx="8084">
                  <c:v>0.25</c:v>
                </c:pt>
                <c:pt idx="8085">
                  <c:v>0.25</c:v>
                </c:pt>
                <c:pt idx="8086">
                  <c:v>0</c:v>
                </c:pt>
                <c:pt idx="8087">
                  <c:v>0</c:v>
                </c:pt>
                <c:pt idx="8088">
                  <c:v>0</c:v>
                </c:pt>
                <c:pt idx="8089">
                  <c:v>0</c:v>
                </c:pt>
                <c:pt idx="8090">
                  <c:v>0</c:v>
                </c:pt>
                <c:pt idx="8091">
                  <c:v>0</c:v>
                </c:pt>
                <c:pt idx="8092">
                  <c:v>0</c:v>
                </c:pt>
                <c:pt idx="8093">
                  <c:v>0</c:v>
                </c:pt>
                <c:pt idx="8094">
                  <c:v>0</c:v>
                </c:pt>
                <c:pt idx="8095">
                  <c:v>0</c:v>
                </c:pt>
                <c:pt idx="8096">
                  <c:v>0.25</c:v>
                </c:pt>
                <c:pt idx="8097">
                  <c:v>0.25</c:v>
                </c:pt>
                <c:pt idx="8098">
                  <c:v>0.25</c:v>
                </c:pt>
                <c:pt idx="8099">
                  <c:v>0.25</c:v>
                </c:pt>
                <c:pt idx="8100">
                  <c:v>0.25</c:v>
                </c:pt>
                <c:pt idx="8101">
                  <c:v>0.25</c:v>
                </c:pt>
                <c:pt idx="8102">
                  <c:v>0.25</c:v>
                </c:pt>
                <c:pt idx="8103">
                  <c:v>0.25</c:v>
                </c:pt>
                <c:pt idx="8104">
                  <c:v>0.25</c:v>
                </c:pt>
                <c:pt idx="8105">
                  <c:v>0.25</c:v>
                </c:pt>
                <c:pt idx="8106">
                  <c:v>0.25</c:v>
                </c:pt>
                <c:pt idx="8107">
                  <c:v>0.25</c:v>
                </c:pt>
                <c:pt idx="8108">
                  <c:v>0.25</c:v>
                </c:pt>
                <c:pt idx="8109">
                  <c:v>0.25</c:v>
                </c:pt>
                <c:pt idx="8110">
                  <c:v>0</c:v>
                </c:pt>
                <c:pt idx="8111">
                  <c:v>0</c:v>
                </c:pt>
                <c:pt idx="8112">
                  <c:v>0</c:v>
                </c:pt>
                <c:pt idx="8113">
                  <c:v>0</c:v>
                </c:pt>
                <c:pt idx="8114">
                  <c:v>0</c:v>
                </c:pt>
                <c:pt idx="8115">
                  <c:v>0</c:v>
                </c:pt>
                <c:pt idx="8116">
                  <c:v>0</c:v>
                </c:pt>
                <c:pt idx="8117">
                  <c:v>0</c:v>
                </c:pt>
                <c:pt idx="8118">
                  <c:v>0</c:v>
                </c:pt>
                <c:pt idx="8119">
                  <c:v>0</c:v>
                </c:pt>
                <c:pt idx="8120">
                  <c:v>0.25</c:v>
                </c:pt>
                <c:pt idx="8121">
                  <c:v>0.25</c:v>
                </c:pt>
                <c:pt idx="8122">
                  <c:v>0.25</c:v>
                </c:pt>
                <c:pt idx="8123">
                  <c:v>0.25</c:v>
                </c:pt>
                <c:pt idx="8124">
                  <c:v>0.25</c:v>
                </c:pt>
                <c:pt idx="8125">
                  <c:v>0.25</c:v>
                </c:pt>
                <c:pt idx="8126">
                  <c:v>0.25</c:v>
                </c:pt>
                <c:pt idx="8127">
                  <c:v>0.25</c:v>
                </c:pt>
                <c:pt idx="8128">
                  <c:v>0.25</c:v>
                </c:pt>
                <c:pt idx="8129">
                  <c:v>0.25</c:v>
                </c:pt>
                <c:pt idx="8130">
                  <c:v>0.25</c:v>
                </c:pt>
                <c:pt idx="8131">
                  <c:v>0.25</c:v>
                </c:pt>
                <c:pt idx="8132">
                  <c:v>0.25</c:v>
                </c:pt>
                <c:pt idx="8133">
                  <c:v>0.25</c:v>
                </c:pt>
                <c:pt idx="8134">
                  <c:v>0</c:v>
                </c:pt>
                <c:pt idx="8135">
                  <c:v>0</c:v>
                </c:pt>
                <c:pt idx="8136">
                  <c:v>0</c:v>
                </c:pt>
                <c:pt idx="8137">
                  <c:v>0</c:v>
                </c:pt>
                <c:pt idx="8138">
                  <c:v>0</c:v>
                </c:pt>
                <c:pt idx="8139">
                  <c:v>0</c:v>
                </c:pt>
                <c:pt idx="8140">
                  <c:v>0</c:v>
                </c:pt>
                <c:pt idx="8141">
                  <c:v>0</c:v>
                </c:pt>
                <c:pt idx="8142">
                  <c:v>0</c:v>
                </c:pt>
                <c:pt idx="8143">
                  <c:v>0</c:v>
                </c:pt>
                <c:pt idx="8144">
                  <c:v>0.25</c:v>
                </c:pt>
                <c:pt idx="8145">
                  <c:v>0.25</c:v>
                </c:pt>
                <c:pt idx="8146">
                  <c:v>0.25</c:v>
                </c:pt>
                <c:pt idx="8147">
                  <c:v>0.25</c:v>
                </c:pt>
                <c:pt idx="8148">
                  <c:v>0.25</c:v>
                </c:pt>
                <c:pt idx="8149">
                  <c:v>0.25</c:v>
                </c:pt>
                <c:pt idx="8150">
                  <c:v>0.25</c:v>
                </c:pt>
                <c:pt idx="8151">
                  <c:v>0.25</c:v>
                </c:pt>
                <c:pt idx="8152">
                  <c:v>0.25</c:v>
                </c:pt>
                <c:pt idx="8153">
                  <c:v>0.25</c:v>
                </c:pt>
                <c:pt idx="8154">
                  <c:v>0.25</c:v>
                </c:pt>
                <c:pt idx="8155">
                  <c:v>0.25</c:v>
                </c:pt>
                <c:pt idx="8156">
                  <c:v>0.25</c:v>
                </c:pt>
                <c:pt idx="8157">
                  <c:v>0.25</c:v>
                </c:pt>
                <c:pt idx="8158">
                  <c:v>0</c:v>
                </c:pt>
                <c:pt idx="8159">
                  <c:v>0</c:v>
                </c:pt>
                <c:pt idx="8160">
                  <c:v>0</c:v>
                </c:pt>
                <c:pt idx="8161">
                  <c:v>0</c:v>
                </c:pt>
                <c:pt idx="8162">
                  <c:v>0</c:v>
                </c:pt>
                <c:pt idx="8163">
                  <c:v>0</c:v>
                </c:pt>
                <c:pt idx="8164">
                  <c:v>0</c:v>
                </c:pt>
                <c:pt idx="8165">
                  <c:v>0</c:v>
                </c:pt>
                <c:pt idx="8166">
                  <c:v>0</c:v>
                </c:pt>
                <c:pt idx="8167">
                  <c:v>0</c:v>
                </c:pt>
                <c:pt idx="8168">
                  <c:v>0.25</c:v>
                </c:pt>
                <c:pt idx="8169">
                  <c:v>0.25</c:v>
                </c:pt>
                <c:pt idx="8170">
                  <c:v>0.25</c:v>
                </c:pt>
                <c:pt idx="8171">
                  <c:v>0.25</c:v>
                </c:pt>
                <c:pt idx="8172">
                  <c:v>0.25</c:v>
                </c:pt>
                <c:pt idx="8173">
                  <c:v>0.25</c:v>
                </c:pt>
                <c:pt idx="8174">
                  <c:v>0.25</c:v>
                </c:pt>
                <c:pt idx="8175">
                  <c:v>0.25</c:v>
                </c:pt>
                <c:pt idx="8176">
                  <c:v>0.25</c:v>
                </c:pt>
                <c:pt idx="8177">
                  <c:v>0.25</c:v>
                </c:pt>
                <c:pt idx="8178">
                  <c:v>0.25</c:v>
                </c:pt>
                <c:pt idx="8179">
                  <c:v>0.25</c:v>
                </c:pt>
                <c:pt idx="8180">
                  <c:v>0.25</c:v>
                </c:pt>
                <c:pt idx="8181">
                  <c:v>0.25</c:v>
                </c:pt>
                <c:pt idx="8182">
                  <c:v>0</c:v>
                </c:pt>
                <c:pt idx="8183">
                  <c:v>0</c:v>
                </c:pt>
                <c:pt idx="8184">
                  <c:v>0</c:v>
                </c:pt>
                <c:pt idx="8185">
                  <c:v>0</c:v>
                </c:pt>
                <c:pt idx="8186">
                  <c:v>0</c:v>
                </c:pt>
                <c:pt idx="8187">
                  <c:v>0</c:v>
                </c:pt>
                <c:pt idx="8188">
                  <c:v>0</c:v>
                </c:pt>
                <c:pt idx="8189">
                  <c:v>0</c:v>
                </c:pt>
                <c:pt idx="8190">
                  <c:v>0</c:v>
                </c:pt>
                <c:pt idx="8191">
                  <c:v>0</c:v>
                </c:pt>
                <c:pt idx="8192">
                  <c:v>0.25</c:v>
                </c:pt>
                <c:pt idx="8193">
                  <c:v>0.25</c:v>
                </c:pt>
                <c:pt idx="8194">
                  <c:v>0.25</c:v>
                </c:pt>
                <c:pt idx="8195">
                  <c:v>0.25</c:v>
                </c:pt>
                <c:pt idx="8196">
                  <c:v>0.25</c:v>
                </c:pt>
                <c:pt idx="8197">
                  <c:v>0.25</c:v>
                </c:pt>
                <c:pt idx="8198">
                  <c:v>0.25</c:v>
                </c:pt>
                <c:pt idx="8199">
                  <c:v>0.25</c:v>
                </c:pt>
                <c:pt idx="8200">
                  <c:v>0.25</c:v>
                </c:pt>
                <c:pt idx="8201">
                  <c:v>0.25</c:v>
                </c:pt>
                <c:pt idx="8202">
                  <c:v>0.25</c:v>
                </c:pt>
                <c:pt idx="8203">
                  <c:v>0.25</c:v>
                </c:pt>
                <c:pt idx="8204">
                  <c:v>0.25</c:v>
                </c:pt>
                <c:pt idx="8205">
                  <c:v>0.25</c:v>
                </c:pt>
                <c:pt idx="8206">
                  <c:v>0</c:v>
                </c:pt>
                <c:pt idx="8207">
                  <c:v>0</c:v>
                </c:pt>
                <c:pt idx="8208">
                  <c:v>0</c:v>
                </c:pt>
                <c:pt idx="8209">
                  <c:v>0</c:v>
                </c:pt>
                <c:pt idx="8210">
                  <c:v>0</c:v>
                </c:pt>
                <c:pt idx="8211">
                  <c:v>0</c:v>
                </c:pt>
                <c:pt idx="8212">
                  <c:v>0</c:v>
                </c:pt>
                <c:pt idx="8213">
                  <c:v>0</c:v>
                </c:pt>
                <c:pt idx="8214">
                  <c:v>0</c:v>
                </c:pt>
                <c:pt idx="8215">
                  <c:v>0</c:v>
                </c:pt>
                <c:pt idx="8216">
                  <c:v>0.25</c:v>
                </c:pt>
                <c:pt idx="8217">
                  <c:v>0.25</c:v>
                </c:pt>
                <c:pt idx="8218">
                  <c:v>0.25</c:v>
                </c:pt>
                <c:pt idx="8219">
                  <c:v>0.25</c:v>
                </c:pt>
                <c:pt idx="8220">
                  <c:v>0.25</c:v>
                </c:pt>
                <c:pt idx="8221">
                  <c:v>0.25</c:v>
                </c:pt>
                <c:pt idx="8222">
                  <c:v>0.25</c:v>
                </c:pt>
                <c:pt idx="8223">
                  <c:v>0.25</c:v>
                </c:pt>
                <c:pt idx="8224">
                  <c:v>0.25</c:v>
                </c:pt>
                <c:pt idx="8225">
                  <c:v>0.25</c:v>
                </c:pt>
                <c:pt idx="8226">
                  <c:v>0.25</c:v>
                </c:pt>
                <c:pt idx="8227">
                  <c:v>0.25</c:v>
                </c:pt>
                <c:pt idx="8228">
                  <c:v>0.25</c:v>
                </c:pt>
                <c:pt idx="8229">
                  <c:v>0.25</c:v>
                </c:pt>
                <c:pt idx="8230">
                  <c:v>0</c:v>
                </c:pt>
                <c:pt idx="8231">
                  <c:v>0</c:v>
                </c:pt>
                <c:pt idx="8232">
                  <c:v>0</c:v>
                </c:pt>
                <c:pt idx="8233">
                  <c:v>0</c:v>
                </c:pt>
                <c:pt idx="8234">
                  <c:v>0</c:v>
                </c:pt>
                <c:pt idx="8235">
                  <c:v>0</c:v>
                </c:pt>
                <c:pt idx="8236">
                  <c:v>0</c:v>
                </c:pt>
                <c:pt idx="8237">
                  <c:v>0</c:v>
                </c:pt>
                <c:pt idx="8238">
                  <c:v>0</c:v>
                </c:pt>
                <c:pt idx="8239">
                  <c:v>0</c:v>
                </c:pt>
                <c:pt idx="8240">
                  <c:v>0.25</c:v>
                </c:pt>
                <c:pt idx="8241">
                  <c:v>0.25</c:v>
                </c:pt>
                <c:pt idx="8242">
                  <c:v>0.25</c:v>
                </c:pt>
                <c:pt idx="8243">
                  <c:v>0.25</c:v>
                </c:pt>
                <c:pt idx="8244">
                  <c:v>0.25</c:v>
                </c:pt>
                <c:pt idx="8245">
                  <c:v>0.25</c:v>
                </c:pt>
                <c:pt idx="8246">
                  <c:v>0.25</c:v>
                </c:pt>
                <c:pt idx="8247">
                  <c:v>0.25</c:v>
                </c:pt>
                <c:pt idx="8248">
                  <c:v>0.25</c:v>
                </c:pt>
                <c:pt idx="8249">
                  <c:v>0.25</c:v>
                </c:pt>
                <c:pt idx="8250">
                  <c:v>0.25</c:v>
                </c:pt>
                <c:pt idx="8251">
                  <c:v>0.25</c:v>
                </c:pt>
                <c:pt idx="8252">
                  <c:v>0.25</c:v>
                </c:pt>
                <c:pt idx="8253">
                  <c:v>0.25</c:v>
                </c:pt>
                <c:pt idx="8254">
                  <c:v>0</c:v>
                </c:pt>
                <c:pt idx="8255">
                  <c:v>0</c:v>
                </c:pt>
                <c:pt idx="8256">
                  <c:v>0</c:v>
                </c:pt>
                <c:pt idx="8257">
                  <c:v>0</c:v>
                </c:pt>
                <c:pt idx="8258">
                  <c:v>0</c:v>
                </c:pt>
                <c:pt idx="8259">
                  <c:v>0</c:v>
                </c:pt>
                <c:pt idx="8260">
                  <c:v>0</c:v>
                </c:pt>
                <c:pt idx="8261">
                  <c:v>0</c:v>
                </c:pt>
                <c:pt idx="8262">
                  <c:v>0</c:v>
                </c:pt>
                <c:pt idx="8263">
                  <c:v>0</c:v>
                </c:pt>
                <c:pt idx="8264">
                  <c:v>0.25</c:v>
                </c:pt>
                <c:pt idx="8265">
                  <c:v>0.25</c:v>
                </c:pt>
                <c:pt idx="8266">
                  <c:v>0.25</c:v>
                </c:pt>
                <c:pt idx="8267">
                  <c:v>0.25</c:v>
                </c:pt>
                <c:pt idx="8268">
                  <c:v>0.25</c:v>
                </c:pt>
                <c:pt idx="8269">
                  <c:v>0.25</c:v>
                </c:pt>
                <c:pt idx="8270">
                  <c:v>0.25</c:v>
                </c:pt>
                <c:pt idx="8271">
                  <c:v>0.25</c:v>
                </c:pt>
                <c:pt idx="8272">
                  <c:v>0.25</c:v>
                </c:pt>
                <c:pt idx="8273">
                  <c:v>0.25</c:v>
                </c:pt>
                <c:pt idx="8274">
                  <c:v>0.25</c:v>
                </c:pt>
                <c:pt idx="8275">
                  <c:v>0.25</c:v>
                </c:pt>
                <c:pt idx="8276">
                  <c:v>0.25</c:v>
                </c:pt>
                <c:pt idx="8277">
                  <c:v>0.25</c:v>
                </c:pt>
                <c:pt idx="8278">
                  <c:v>0</c:v>
                </c:pt>
                <c:pt idx="8279">
                  <c:v>0</c:v>
                </c:pt>
                <c:pt idx="8280">
                  <c:v>0</c:v>
                </c:pt>
                <c:pt idx="8281">
                  <c:v>0</c:v>
                </c:pt>
                <c:pt idx="8282">
                  <c:v>0</c:v>
                </c:pt>
                <c:pt idx="8283">
                  <c:v>0</c:v>
                </c:pt>
                <c:pt idx="8284">
                  <c:v>0</c:v>
                </c:pt>
                <c:pt idx="8285">
                  <c:v>0</c:v>
                </c:pt>
                <c:pt idx="8286">
                  <c:v>0</c:v>
                </c:pt>
                <c:pt idx="8287">
                  <c:v>0</c:v>
                </c:pt>
                <c:pt idx="8288">
                  <c:v>0.25</c:v>
                </c:pt>
                <c:pt idx="8289">
                  <c:v>0.25</c:v>
                </c:pt>
                <c:pt idx="8290">
                  <c:v>0.25</c:v>
                </c:pt>
                <c:pt idx="8291">
                  <c:v>0.25</c:v>
                </c:pt>
                <c:pt idx="8292">
                  <c:v>0.25</c:v>
                </c:pt>
                <c:pt idx="8293">
                  <c:v>0.25</c:v>
                </c:pt>
                <c:pt idx="8294">
                  <c:v>0.25</c:v>
                </c:pt>
                <c:pt idx="8295">
                  <c:v>0.25</c:v>
                </c:pt>
                <c:pt idx="8296">
                  <c:v>0.25</c:v>
                </c:pt>
                <c:pt idx="8297">
                  <c:v>0.25</c:v>
                </c:pt>
                <c:pt idx="8298">
                  <c:v>0.25</c:v>
                </c:pt>
                <c:pt idx="8299">
                  <c:v>0.25</c:v>
                </c:pt>
                <c:pt idx="8300">
                  <c:v>0.25</c:v>
                </c:pt>
                <c:pt idx="8301">
                  <c:v>0.25</c:v>
                </c:pt>
                <c:pt idx="8302">
                  <c:v>0</c:v>
                </c:pt>
                <c:pt idx="8303">
                  <c:v>0</c:v>
                </c:pt>
                <c:pt idx="8304">
                  <c:v>0</c:v>
                </c:pt>
                <c:pt idx="8305">
                  <c:v>0</c:v>
                </c:pt>
                <c:pt idx="8306">
                  <c:v>0</c:v>
                </c:pt>
                <c:pt idx="8307">
                  <c:v>0</c:v>
                </c:pt>
                <c:pt idx="8308">
                  <c:v>0</c:v>
                </c:pt>
                <c:pt idx="8309">
                  <c:v>0</c:v>
                </c:pt>
                <c:pt idx="8310">
                  <c:v>0</c:v>
                </c:pt>
                <c:pt idx="8311">
                  <c:v>0</c:v>
                </c:pt>
                <c:pt idx="8312">
                  <c:v>0.25</c:v>
                </c:pt>
                <c:pt idx="8313">
                  <c:v>0.25</c:v>
                </c:pt>
                <c:pt idx="8314">
                  <c:v>0.25</c:v>
                </c:pt>
                <c:pt idx="8315">
                  <c:v>0.25</c:v>
                </c:pt>
                <c:pt idx="8316">
                  <c:v>0.25</c:v>
                </c:pt>
                <c:pt idx="8317">
                  <c:v>0.25</c:v>
                </c:pt>
                <c:pt idx="8318">
                  <c:v>0.25</c:v>
                </c:pt>
                <c:pt idx="8319">
                  <c:v>0.25</c:v>
                </c:pt>
                <c:pt idx="8320">
                  <c:v>0.25</c:v>
                </c:pt>
                <c:pt idx="8321">
                  <c:v>0.25</c:v>
                </c:pt>
                <c:pt idx="8322">
                  <c:v>0.25</c:v>
                </c:pt>
                <c:pt idx="8323">
                  <c:v>0.25</c:v>
                </c:pt>
                <c:pt idx="8324">
                  <c:v>0.25</c:v>
                </c:pt>
                <c:pt idx="8325">
                  <c:v>0.25</c:v>
                </c:pt>
                <c:pt idx="8326">
                  <c:v>0</c:v>
                </c:pt>
                <c:pt idx="8327">
                  <c:v>0</c:v>
                </c:pt>
                <c:pt idx="8328">
                  <c:v>0</c:v>
                </c:pt>
                <c:pt idx="8329">
                  <c:v>0</c:v>
                </c:pt>
                <c:pt idx="8330">
                  <c:v>0</c:v>
                </c:pt>
                <c:pt idx="8331">
                  <c:v>0</c:v>
                </c:pt>
                <c:pt idx="8332">
                  <c:v>0</c:v>
                </c:pt>
                <c:pt idx="8333">
                  <c:v>0</c:v>
                </c:pt>
                <c:pt idx="8334">
                  <c:v>0</c:v>
                </c:pt>
                <c:pt idx="8335">
                  <c:v>0</c:v>
                </c:pt>
                <c:pt idx="8336">
                  <c:v>0.25</c:v>
                </c:pt>
                <c:pt idx="8337">
                  <c:v>0.25</c:v>
                </c:pt>
                <c:pt idx="8338">
                  <c:v>0.25</c:v>
                </c:pt>
                <c:pt idx="8339">
                  <c:v>0.25</c:v>
                </c:pt>
                <c:pt idx="8340">
                  <c:v>0.25</c:v>
                </c:pt>
                <c:pt idx="8341">
                  <c:v>0.25</c:v>
                </c:pt>
                <c:pt idx="8342">
                  <c:v>0.25</c:v>
                </c:pt>
                <c:pt idx="8343">
                  <c:v>0.25</c:v>
                </c:pt>
                <c:pt idx="8344">
                  <c:v>0.25</c:v>
                </c:pt>
                <c:pt idx="8345">
                  <c:v>0.25</c:v>
                </c:pt>
                <c:pt idx="8346">
                  <c:v>0.25</c:v>
                </c:pt>
                <c:pt idx="8347">
                  <c:v>0.25</c:v>
                </c:pt>
                <c:pt idx="8348">
                  <c:v>0.25</c:v>
                </c:pt>
                <c:pt idx="8349">
                  <c:v>0.25</c:v>
                </c:pt>
                <c:pt idx="8350">
                  <c:v>0</c:v>
                </c:pt>
                <c:pt idx="8351">
                  <c:v>0</c:v>
                </c:pt>
                <c:pt idx="8352">
                  <c:v>0</c:v>
                </c:pt>
                <c:pt idx="8353">
                  <c:v>0</c:v>
                </c:pt>
                <c:pt idx="8354">
                  <c:v>0</c:v>
                </c:pt>
                <c:pt idx="8355">
                  <c:v>0</c:v>
                </c:pt>
                <c:pt idx="8356">
                  <c:v>0</c:v>
                </c:pt>
                <c:pt idx="8357">
                  <c:v>0</c:v>
                </c:pt>
                <c:pt idx="8358">
                  <c:v>0</c:v>
                </c:pt>
                <c:pt idx="8359">
                  <c:v>0</c:v>
                </c:pt>
                <c:pt idx="8360">
                  <c:v>0.25</c:v>
                </c:pt>
                <c:pt idx="8361">
                  <c:v>0.25</c:v>
                </c:pt>
                <c:pt idx="8362">
                  <c:v>0.25</c:v>
                </c:pt>
                <c:pt idx="8363">
                  <c:v>0.25</c:v>
                </c:pt>
                <c:pt idx="8364">
                  <c:v>0.25</c:v>
                </c:pt>
                <c:pt idx="8365">
                  <c:v>0.25</c:v>
                </c:pt>
                <c:pt idx="8366">
                  <c:v>0.25</c:v>
                </c:pt>
                <c:pt idx="8367">
                  <c:v>0.25</c:v>
                </c:pt>
                <c:pt idx="8368">
                  <c:v>0.25</c:v>
                </c:pt>
                <c:pt idx="8369">
                  <c:v>0.25</c:v>
                </c:pt>
                <c:pt idx="8370">
                  <c:v>0.25</c:v>
                </c:pt>
                <c:pt idx="8371">
                  <c:v>0.25</c:v>
                </c:pt>
                <c:pt idx="8372">
                  <c:v>0.25</c:v>
                </c:pt>
                <c:pt idx="8373">
                  <c:v>0.25</c:v>
                </c:pt>
                <c:pt idx="8374">
                  <c:v>0</c:v>
                </c:pt>
                <c:pt idx="8375">
                  <c:v>0</c:v>
                </c:pt>
                <c:pt idx="8376">
                  <c:v>0</c:v>
                </c:pt>
                <c:pt idx="8377">
                  <c:v>0</c:v>
                </c:pt>
                <c:pt idx="8378">
                  <c:v>0</c:v>
                </c:pt>
                <c:pt idx="8379">
                  <c:v>0</c:v>
                </c:pt>
                <c:pt idx="8380">
                  <c:v>0</c:v>
                </c:pt>
                <c:pt idx="8381">
                  <c:v>0</c:v>
                </c:pt>
                <c:pt idx="8382">
                  <c:v>0</c:v>
                </c:pt>
                <c:pt idx="8383">
                  <c:v>0</c:v>
                </c:pt>
                <c:pt idx="8384">
                  <c:v>0.25</c:v>
                </c:pt>
                <c:pt idx="8385">
                  <c:v>0.25</c:v>
                </c:pt>
                <c:pt idx="8386">
                  <c:v>0.25</c:v>
                </c:pt>
                <c:pt idx="8387">
                  <c:v>0.25</c:v>
                </c:pt>
                <c:pt idx="8388">
                  <c:v>0.26247900000000002</c:v>
                </c:pt>
                <c:pt idx="8389">
                  <c:v>0.25</c:v>
                </c:pt>
                <c:pt idx="8390">
                  <c:v>0.25</c:v>
                </c:pt>
                <c:pt idx="8391">
                  <c:v>0.25</c:v>
                </c:pt>
                <c:pt idx="8392">
                  <c:v>0.25</c:v>
                </c:pt>
                <c:pt idx="8393">
                  <c:v>0.25</c:v>
                </c:pt>
                <c:pt idx="8394">
                  <c:v>0.25</c:v>
                </c:pt>
                <c:pt idx="8395">
                  <c:v>0.25</c:v>
                </c:pt>
                <c:pt idx="8396">
                  <c:v>0.25</c:v>
                </c:pt>
                <c:pt idx="8397">
                  <c:v>0.25</c:v>
                </c:pt>
                <c:pt idx="8398">
                  <c:v>0</c:v>
                </c:pt>
                <c:pt idx="8399">
                  <c:v>0</c:v>
                </c:pt>
                <c:pt idx="8400">
                  <c:v>0</c:v>
                </c:pt>
                <c:pt idx="8401">
                  <c:v>0</c:v>
                </c:pt>
                <c:pt idx="8402">
                  <c:v>0</c:v>
                </c:pt>
                <c:pt idx="8403">
                  <c:v>0</c:v>
                </c:pt>
                <c:pt idx="8404">
                  <c:v>0</c:v>
                </c:pt>
                <c:pt idx="8405">
                  <c:v>0</c:v>
                </c:pt>
                <c:pt idx="8406">
                  <c:v>0</c:v>
                </c:pt>
                <c:pt idx="8407">
                  <c:v>0</c:v>
                </c:pt>
                <c:pt idx="8408">
                  <c:v>0.25</c:v>
                </c:pt>
                <c:pt idx="8409">
                  <c:v>0.25</c:v>
                </c:pt>
                <c:pt idx="8410">
                  <c:v>0.25</c:v>
                </c:pt>
                <c:pt idx="8411">
                  <c:v>0.25</c:v>
                </c:pt>
                <c:pt idx="8412">
                  <c:v>0.25</c:v>
                </c:pt>
                <c:pt idx="8413">
                  <c:v>0.27862999999999999</c:v>
                </c:pt>
                <c:pt idx="8414">
                  <c:v>0.25</c:v>
                </c:pt>
                <c:pt idx="8415">
                  <c:v>0.25</c:v>
                </c:pt>
                <c:pt idx="8416">
                  <c:v>0.25</c:v>
                </c:pt>
                <c:pt idx="8417">
                  <c:v>0.25</c:v>
                </c:pt>
                <c:pt idx="8418">
                  <c:v>0.25</c:v>
                </c:pt>
                <c:pt idx="8419">
                  <c:v>0.25</c:v>
                </c:pt>
                <c:pt idx="8420">
                  <c:v>0.25</c:v>
                </c:pt>
                <c:pt idx="8421">
                  <c:v>0.25</c:v>
                </c:pt>
                <c:pt idx="8422">
                  <c:v>0</c:v>
                </c:pt>
                <c:pt idx="8423">
                  <c:v>0</c:v>
                </c:pt>
                <c:pt idx="8424">
                  <c:v>0</c:v>
                </c:pt>
                <c:pt idx="8425">
                  <c:v>0</c:v>
                </c:pt>
                <c:pt idx="8426">
                  <c:v>0</c:v>
                </c:pt>
                <c:pt idx="8427">
                  <c:v>0</c:v>
                </c:pt>
                <c:pt idx="8428">
                  <c:v>0</c:v>
                </c:pt>
                <c:pt idx="8429">
                  <c:v>0</c:v>
                </c:pt>
                <c:pt idx="8430">
                  <c:v>0</c:v>
                </c:pt>
                <c:pt idx="8431">
                  <c:v>0</c:v>
                </c:pt>
                <c:pt idx="8432">
                  <c:v>0.25</c:v>
                </c:pt>
                <c:pt idx="8433">
                  <c:v>0.25</c:v>
                </c:pt>
                <c:pt idx="8434">
                  <c:v>0.25</c:v>
                </c:pt>
                <c:pt idx="8435">
                  <c:v>0.30050900000000003</c:v>
                </c:pt>
                <c:pt idx="8436">
                  <c:v>0.32616200000000001</c:v>
                </c:pt>
                <c:pt idx="8437">
                  <c:v>0.376417</c:v>
                </c:pt>
                <c:pt idx="8438">
                  <c:v>0.26289800000000002</c:v>
                </c:pt>
                <c:pt idx="8439">
                  <c:v>0.25</c:v>
                </c:pt>
                <c:pt idx="8440">
                  <c:v>0.25</c:v>
                </c:pt>
                <c:pt idx="8441">
                  <c:v>0.25</c:v>
                </c:pt>
                <c:pt idx="8442">
                  <c:v>0.25</c:v>
                </c:pt>
                <c:pt idx="8443">
                  <c:v>0.25</c:v>
                </c:pt>
                <c:pt idx="8444">
                  <c:v>0.25</c:v>
                </c:pt>
                <c:pt idx="8445">
                  <c:v>0.25</c:v>
                </c:pt>
                <c:pt idx="8446">
                  <c:v>0</c:v>
                </c:pt>
                <c:pt idx="8447">
                  <c:v>0</c:v>
                </c:pt>
                <c:pt idx="8448">
                  <c:v>0</c:v>
                </c:pt>
                <c:pt idx="8449">
                  <c:v>0</c:v>
                </c:pt>
                <c:pt idx="8450">
                  <c:v>0</c:v>
                </c:pt>
                <c:pt idx="8451">
                  <c:v>0</c:v>
                </c:pt>
                <c:pt idx="8452">
                  <c:v>0</c:v>
                </c:pt>
                <c:pt idx="8453">
                  <c:v>0</c:v>
                </c:pt>
                <c:pt idx="8454">
                  <c:v>0</c:v>
                </c:pt>
                <c:pt idx="8455">
                  <c:v>0</c:v>
                </c:pt>
                <c:pt idx="8456">
                  <c:v>0.25</c:v>
                </c:pt>
                <c:pt idx="8457">
                  <c:v>0.25</c:v>
                </c:pt>
                <c:pt idx="8458">
                  <c:v>0.25382399999999999</c:v>
                </c:pt>
                <c:pt idx="8459">
                  <c:v>0.39171699999999998</c:v>
                </c:pt>
                <c:pt idx="8460">
                  <c:v>0.41741299999999998</c:v>
                </c:pt>
                <c:pt idx="8461">
                  <c:v>0.44891900000000001</c:v>
                </c:pt>
                <c:pt idx="8462">
                  <c:v>0.354931</c:v>
                </c:pt>
                <c:pt idx="8463">
                  <c:v>0.292987</c:v>
                </c:pt>
                <c:pt idx="8464">
                  <c:v>0.26628499999999999</c:v>
                </c:pt>
                <c:pt idx="8465">
                  <c:v>0.25</c:v>
                </c:pt>
                <c:pt idx="8466">
                  <c:v>0.25</c:v>
                </c:pt>
                <c:pt idx="8467">
                  <c:v>0.25</c:v>
                </c:pt>
                <c:pt idx="8468">
                  <c:v>0.25</c:v>
                </c:pt>
                <c:pt idx="8469">
                  <c:v>0.25</c:v>
                </c:pt>
                <c:pt idx="8470">
                  <c:v>0</c:v>
                </c:pt>
                <c:pt idx="8471">
                  <c:v>0</c:v>
                </c:pt>
                <c:pt idx="8472">
                  <c:v>0</c:v>
                </c:pt>
                <c:pt idx="8473">
                  <c:v>0</c:v>
                </c:pt>
                <c:pt idx="8474">
                  <c:v>0</c:v>
                </c:pt>
                <c:pt idx="8475">
                  <c:v>0</c:v>
                </c:pt>
                <c:pt idx="8476">
                  <c:v>0</c:v>
                </c:pt>
                <c:pt idx="8477">
                  <c:v>0</c:v>
                </c:pt>
                <c:pt idx="8478">
                  <c:v>0</c:v>
                </c:pt>
                <c:pt idx="8479">
                  <c:v>0</c:v>
                </c:pt>
                <c:pt idx="8480">
                  <c:v>0.25</c:v>
                </c:pt>
                <c:pt idx="8481">
                  <c:v>0.25</c:v>
                </c:pt>
                <c:pt idx="8482">
                  <c:v>0.259546</c:v>
                </c:pt>
                <c:pt idx="8483">
                  <c:v>0.37579400000000002</c:v>
                </c:pt>
                <c:pt idx="8484">
                  <c:v>0.37829400000000002</c:v>
                </c:pt>
                <c:pt idx="8485">
                  <c:v>0.44520999999999999</c:v>
                </c:pt>
                <c:pt idx="8486">
                  <c:v>0.34888999999999998</c:v>
                </c:pt>
                <c:pt idx="8487">
                  <c:v>0.26759899999999998</c:v>
                </c:pt>
                <c:pt idx="8488">
                  <c:v>0.25</c:v>
                </c:pt>
                <c:pt idx="8489">
                  <c:v>0.25</c:v>
                </c:pt>
                <c:pt idx="8490">
                  <c:v>0.25</c:v>
                </c:pt>
                <c:pt idx="8491">
                  <c:v>0.25</c:v>
                </c:pt>
                <c:pt idx="8492">
                  <c:v>0.25</c:v>
                </c:pt>
                <c:pt idx="8493">
                  <c:v>0.25</c:v>
                </c:pt>
                <c:pt idx="8494">
                  <c:v>0</c:v>
                </c:pt>
                <c:pt idx="8495">
                  <c:v>0</c:v>
                </c:pt>
                <c:pt idx="8496">
                  <c:v>0</c:v>
                </c:pt>
                <c:pt idx="8497">
                  <c:v>0</c:v>
                </c:pt>
                <c:pt idx="8498">
                  <c:v>0</c:v>
                </c:pt>
                <c:pt idx="8499">
                  <c:v>0</c:v>
                </c:pt>
                <c:pt idx="8500">
                  <c:v>0</c:v>
                </c:pt>
                <c:pt idx="8501">
                  <c:v>0</c:v>
                </c:pt>
                <c:pt idx="8502">
                  <c:v>0</c:v>
                </c:pt>
                <c:pt idx="8503">
                  <c:v>0</c:v>
                </c:pt>
                <c:pt idx="8504">
                  <c:v>0.25</c:v>
                </c:pt>
                <c:pt idx="8505">
                  <c:v>0.25</c:v>
                </c:pt>
                <c:pt idx="8506">
                  <c:v>0.25</c:v>
                </c:pt>
                <c:pt idx="8507">
                  <c:v>0.32512999999999997</c:v>
                </c:pt>
                <c:pt idx="8508">
                  <c:v>0.25</c:v>
                </c:pt>
                <c:pt idx="8509">
                  <c:v>0.25</c:v>
                </c:pt>
                <c:pt idx="8510">
                  <c:v>0.25</c:v>
                </c:pt>
                <c:pt idx="8511">
                  <c:v>0.25</c:v>
                </c:pt>
                <c:pt idx="8512">
                  <c:v>0.25</c:v>
                </c:pt>
                <c:pt idx="8513">
                  <c:v>0.25</c:v>
                </c:pt>
                <c:pt idx="8514">
                  <c:v>0.25</c:v>
                </c:pt>
                <c:pt idx="8515">
                  <c:v>0.25</c:v>
                </c:pt>
                <c:pt idx="8516">
                  <c:v>0.25</c:v>
                </c:pt>
                <c:pt idx="8517">
                  <c:v>0.25</c:v>
                </c:pt>
                <c:pt idx="8518">
                  <c:v>0</c:v>
                </c:pt>
                <c:pt idx="8519">
                  <c:v>0</c:v>
                </c:pt>
                <c:pt idx="8520">
                  <c:v>0</c:v>
                </c:pt>
                <c:pt idx="8521">
                  <c:v>0</c:v>
                </c:pt>
                <c:pt idx="8522">
                  <c:v>0</c:v>
                </c:pt>
                <c:pt idx="8523">
                  <c:v>0</c:v>
                </c:pt>
                <c:pt idx="8524">
                  <c:v>0</c:v>
                </c:pt>
                <c:pt idx="8525">
                  <c:v>0</c:v>
                </c:pt>
                <c:pt idx="8526">
                  <c:v>0</c:v>
                </c:pt>
                <c:pt idx="8527">
                  <c:v>0</c:v>
                </c:pt>
                <c:pt idx="8528">
                  <c:v>0.25</c:v>
                </c:pt>
                <c:pt idx="8529">
                  <c:v>0.25</c:v>
                </c:pt>
                <c:pt idx="8530">
                  <c:v>0.25</c:v>
                </c:pt>
                <c:pt idx="8531">
                  <c:v>0.26491399999999998</c:v>
                </c:pt>
                <c:pt idx="8532">
                  <c:v>0.25</c:v>
                </c:pt>
                <c:pt idx="8533">
                  <c:v>0.25</c:v>
                </c:pt>
                <c:pt idx="8534">
                  <c:v>0.25</c:v>
                </c:pt>
                <c:pt idx="8535">
                  <c:v>0.25</c:v>
                </c:pt>
                <c:pt idx="8536">
                  <c:v>0.25</c:v>
                </c:pt>
                <c:pt idx="8537">
                  <c:v>0.25</c:v>
                </c:pt>
                <c:pt idx="8538">
                  <c:v>0.25</c:v>
                </c:pt>
                <c:pt idx="8539">
                  <c:v>0.25</c:v>
                </c:pt>
                <c:pt idx="8540">
                  <c:v>0.25</c:v>
                </c:pt>
                <c:pt idx="8541">
                  <c:v>0.25</c:v>
                </c:pt>
                <c:pt idx="8542">
                  <c:v>0</c:v>
                </c:pt>
                <c:pt idx="8543">
                  <c:v>0</c:v>
                </c:pt>
                <c:pt idx="8544">
                  <c:v>0</c:v>
                </c:pt>
                <c:pt idx="8545">
                  <c:v>0</c:v>
                </c:pt>
                <c:pt idx="8546">
                  <c:v>0</c:v>
                </c:pt>
                <c:pt idx="8547">
                  <c:v>0</c:v>
                </c:pt>
                <c:pt idx="8548">
                  <c:v>0</c:v>
                </c:pt>
                <c:pt idx="8549">
                  <c:v>0</c:v>
                </c:pt>
                <c:pt idx="8550">
                  <c:v>0</c:v>
                </c:pt>
                <c:pt idx="8551">
                  <c:v>0</c:v>
                </c:pt>
                <c:pt idx="8552">
                  <c:v>0.25</c:v>
                </c:pt>
                <c:pt idx="8553">
                  <c:v>0.25</c:v>
                </c:pt>
                <c:pt idx="8554">
                  <c:v>0.25</c:v>
                </c:pt>
                <c:pt idx="8555">
                  <c:v>0.25</c:v>
                </c:pt>
                <c:pt idx="8556">
                  <c:v>0.25</c:v>
                </c:pt>
                <c:pt idx="8557">
                  <c:v>0.25</c:v>
                </c:pt>
                <c:pt idx="8558">
                  <c:v>0.25</c:v>
                </c:pt>
                <c:pt idx="8559">
                  <c:v>0.25</c:v>
                </c:pt>
                <c:pt idx="8560">
                  <c:v>0.25</c:v>
                </c:pt>
                <c:pt idx="8561">
                  <c:v>0.25</c:v>
                </c:pt>
                <c:pt idx="8562">
                  <c:v>0.25</c:v>
                </c:pt>
                <c:pt idx="8563">
                  <c:v>0.25</c:v>
                </c:pt>
                <c:pt idx="8564">
                  <c:v>0.25</c:v>
                </c:pt>
                <c:pt idx="8565">
                  <c:v>0.25</c:v>
                </c:pt>
                <c:pt idx="8566">
                  <c:v>0</c:v>
                </c:pt>
                <c:pt idx="8567">
                  <c:v>0</c:v>
                </c:pt>
                <c:pt idx="8568">
                  <c:v>0</c:v>
                </c:pt>
                <c:pt idx="8569">
                  <c:v>0</c:v>
                </c:pt>
                <c:pt idx="8570">
                  <c:v>0</c:v>
                </c:pt>
                <c:pt idx="8571">
                  <c:v>0</c:v>
                </c:pt>
                <c:pt idx="8572">
                  <c:v>0</c:v>
                </c:pt>
                <c:pt idx="8573">
                  <c:v>0</c:v>
                </c:pt>
                <c:pt idx="8574">
                  <c:v>0</c:v>
                </c:pt>
                <c:pt idx="8575">
                  <c:v>0</c:v>
                </c:pt>
                <c:pt idx="8576">
                  <c:v>0.25</c:v>
                </c:pt>
                <c:pt idx="8577">
                  <c:v>0.25</c:v>
                </c:pt>
                <c:pt idx="8578">
                  <c:v>0.25</c:v>
                </c:pt>
                <c:pt idx="8579">
                  <c:v>0.25</c:v>
                </c:pt>
                <c:pt idx="8580">
                  <c:v>0.25</c:v>
                </c:pt>
                <c:pt idx="8581">
                  <c:v>0.25</c:v>
                </c:pt>
                <c:pt idx="8582">
                  <c:v>0.25</c:v>
                </c:pt>
                <c:pt idx="8583">
                  <c:v>0.25</c:v>
                </c:pt>
                <c:pt idx="8584">
                  <c:v>0.25</c:v>
                </c:pt>
                <c:pt idx="8585">
                  <c:v>0.25</c:v>
                </c:pt>
                <c:pt idx="8586">
                  <c:v>0.25</c:v>
                </c:pt>
                <c:pt idx="8587">
                  <c:v>0.25</c:v>
                </c:pt>
                <c:pt idx="8588">
                  <c:v>0.25</c:v>
                </c:pt>
                <c:pt idx="8589">
                  <c:v>0.25</c:v>
                </c:pt>
                <c:pt idx="8590">
                  <c:v>0</c:v>
                </c:pt>
                <c:pt idx="8591">
                  <c:v>0</c:v>
                </c:pt>
                <c:pt idx="8592">
                  <c:v>0</c:v>
                </c:pt>
                <c:pt idx="8593">
                  <c:v>0</c:v>
                </c:pt>
                <c:pt idx="8594">
                  <c:v>0</c:v>
                </c:pt>
                <c:pt idx="8595">
                  <c:v>0</c:v>
                </c:pt>
                <c:pt idx="8596">
                  <c:v>0</c:v>
                </c:pt>
                <c:pt idx="8597">
                  <c:v>0</c:v>
                </c:pt>
                <c:pt idx="8598">
                  <c:v>0</c:v>
                </c:pt>
                <c:pt idx="8599">
                  <c:v>0</c:v>
                </c:pt>
                <c:pt idx="8600">
                  <c:v>0.25</c:v>
                </c:pt>
                <c:pt idx="8601">
                  <c:v>0.25</c:v>
                </c:pt>
                <c:pt idx="8602">
                  <c:v>0.25</c:v>
                </c:pt>
                <c:pt idx="8603">
                  <c:v>0.25</c:v>
                </c:pt>
                <c:pt idx="8604">
                  <c:v>0.25</c:v>
                </c:pt>
                <c:pt idx="8605">
                  <c:v>0.25</c:v>
                </c:pt>
                <c:pt idx="8606">
                  <c:v>0.25</c:v>
                </c:pt>
                <c:pt idx="8607">
                  <c:v>0.25</c:v>
                </c:pt>
                <c:pt idx="8608">
                  <c:v>0.25</c:v>
                </c:pt>
                <c:pt idx="8609">
                  <c:v>0.25</c:v>
                </c:pt>
                <c:pt idx="8610">
                  <c:v>0.25</c:v>
                </c:pt>
                <c:pt idx="8611">
                  <c:v>0.25</c:v>
                </c:pt>
                <c:pt idx="8612">
                  <c:v>0.25</c:v>
                </c:pt>
                <c:pt idx="8613">
                  <c:v>0.25</c:v>
                </c:pt>
                <c:pt idx="8614">
                  <c:v>0</c:v>
                </c:pt>
                <c:pt idx="8615">
                  <c:v>0</c:v>
                </c:pt>
                <c:pt idx="8616">
                  <c:v>0</c:v>
                </c:pt>
                <c:pt idx="8617">
                  <c:v>0</c:v>
                </c:pt>
                <c:pt idx="8618">
                  <c:v>0</c:v>
                </c:pt>
                <c:pt idx="8619">
                  <c:v>0</c:v>
                </c:pt>
                <c:pt idx="8620">
                  <c:v>0</c:v>
                </c:pt>
                <c:pt idx="8621">
                  <c:v>0</c:v>
                </c:pt>
                <c:pt idx="8622">
                  <c:v>0</c:v>
                </c:pt>
                <c:pt idx="8623">
                  <c:v>0</c:v>
                </c:pt>
                <c:pt idx="8624">
                  <c:v>0.25</c:v>
                </c:pt>
                <c:pt idx="8625">
                  <c:v>0.25</c:v>
                </c:pt>
                <c:pt idx="8626">
                  <c:v>0.25</c:v>
                </c:pt>
                <c:pt idx="8627">
                  <c:v>0.25</c:v>
                </c:pt>
                <c:pt idx="8628">
                  <c:v>0.25</c:v>
                </c:pt>
                <c:pt idx="8629">
                  <c:v>0.25</c:v>
                </c:pt>
                <c:pt idx="8630">
                  <c:v>0.25</c:v>
                </c:pt>
                <c:pt idx="8631">
                  <c:v>0.25</c:v>
                </c:pt>
                <c:pt idx="8632">
                  <c:v>0.25</c:v>
                </c:pt>
                <c:pt idx="8633">
                  <c:v>0.25</c:v>
                </c:pt>
                <c:pt idx="8634">
                  <c:v>0.25</c:v>
                </c:pt>
                <c:pt idx="8635">
                  <c:v>0.25</c:v>
                </c:pt>
                <c:pt idx="8636">
                  <c:v>0.25</c:v>
                </c:pt>
                <c:pt idx="8637">
                  <c:v>0.25</c:v>
                </c:pt>
                <c:pt idx="8638">
                  <c:v>0</c:v>
                </c:pt>
                <c:pt idx="8639">
                  <c:v>0</c:v>
                </c:pt>
                <c:pt idx="8640">
                  <c:v>0</c:v>
                </c:pt>
                <c:pt idx="8641">
                  <c:v>0</c:v>
                </c:pt>
                <c:pt idx="8642">
                  <c:v>0</c:v>
                </c:pt>
                <c:pt idx="8643">
                  <c:v>0</c:v>
                </c:pt>
                <c:pt idx="8644">
                  <c:v>0</c:v>
                </c:pt>
                <c:pt idx="8645">
                  <c:v>0</c:v>
                </c:pt>
                <c:pt idx="8646">
                  <c:v>0</c:v>
                </c:pt>
                <c:pt idx="8647">
                  <c:v>0</c:v>
                </c:pt>
                <c:pt idx="8648">
                  <c:v>0.25</c:v>
                </c:pt>
                <c:pt idx="8649">
                  <c:v>0.25</c:v>
                </c:pt>
                <c:pt idx="8650">
                  <c:v>0.25</c:v>
                </c:pt>
                <c:pt idx="8651">
                  <c:v>0.25</c:v>
                </c:pt>
                <c:pt idx="8652">
                  <c:v>0.25</c:v>
                </c:pt>
                <c:pt idx="8653">
                  <c:v>0.25</c:v>
                </c:pt>
                <c:pt idx="8654">
                  <c:v>0.25</c:v>
                </c:pt>
                <c:pt idx="8655">
                  <c:v>0.25</c:v>
                </c:pt>
                <c:pt idx="8656">
                  <c:v>0.25</c:v>
                </c:pt>
                <c:pt idx="8657">
                  <c:v>0.25</c:v>
                </c:pt>
                <c:pt idx="8658">
                  <c:v>0.25</c:v>
                </c:pt>
                <c:pt idx="8659">
                  <c:v>0.25</c:v>
                </c:pt>
                <c:pt idx="8660">
                  <c:v>0.25</c:v>
                </c:pt>
                <c:pt idx="8661">
                  <c:v>0.25</c:v>
                </c:pt>
                <c:pt idx="8662">
                  <c:v>0</c:v>
                </c:pt>
                <c:pt idx="8663">
                  <c:v>0</c:v>
                </c:pt>
                <c:pt idx="8664">
                  <c:v>0</c:v>
                </c:pt>
                <c:pt idx="8665">
                  <c:v>0</c:v>
                </c:pt>
                <c:pt idx="8666">
                  <c:v>0</c:v>
                </c:pt>
                <c:pt idx="8667">
                  <c:v>0</c:v>
                </c:pt>
                <c:pt idx="8668">
                  <c:v>0</c:v>
                </c:pt>
                <c:pt idx="8669">
                  <c:v>0</c:v>
                </c:pt>
                <c:pt idx="8670">
                  <c:v>0</c:v>
                </c:pt>
                <c:pt idx="8671">
                  <c:v>0</c:v>
                </c:pt>
                <c:pt idx="8672">
                  <c:v>0.25</c:v>
                </c:pt>
                <c:pt idx="8673">
                  <c:v>0.25</c:v>
                </c:pt>
                <c:pt idx="8674">
                  <c:v>0.25</c:v>
                </c:pt>
                <c:pt idx="8675">
                  <c:v>0.25</c:v>
                </c:pt>
                <c:pt idx="8676">
                  <c:v>0.25</c:v>
                </c:pt>
                <c:pt idx="8677">
                  <c:v>0.25</c:v>
                </c:pt>
                <c:pt idx="8678">
                  <c:v>0.25</c:v>
                </c:pt>
                <c:pt idx="8679">
                  <c:v>0.25</c:v>
                </c:pt>
                <c:pt idx="8680">
                  <c:v>0.25</c:v>
                </c:pt>
                <c:pt idx="8681">
                  <c:v>0.25</c:v>
                </c:pt>
                <c:pt idx="8682">
                  <c:v>0.25</c:v>
                </c:pt>
                <c:pt idx="8683">
                  <c:v>0.25</c:v>
                </c:pt>
                <c:pt idx="8684">
                  <c:v>0.25</c:v>
                </c:pt>
                <c:pt idx="8685">
                  <c:v>0.25</c:v>
                </c:pt>
                <c:pt idx="8686">
                  <c:v>0</c:v>
                </c:pt>
                <c:pt idx="8687">
                  <c:v>0</c:v>
                </c:pt>
                <c:pt idx="8688">
                  <c:v>0</c:v>
                </c:pt>
                <c:pt idx="8689">
                  <c:v>0</c:v>
                </c:pt>
                <c:pt idx="8690">
                  <c:v>0</c:v>
                </c:pt>
                <c:pt idx="8691">
                  <c:v>0</c:v>
                </c:pt>
                <c:pt idx="8692">
                  <c:v>0</c:v>
                </c:pt>
                <c:pt idx="8693">
                  <c:v>0</c:v>
                </c:pt>
                <c:pt idx="8694">
                  <c:v>0</c:v>
                </c:pt>
                <c:pt idx="8695">
                  <c:v>0</c:v>
                </c:pt>
                <c:pt idx="8696">
                  <c:v>0.25</c:v>
                </c:pt>
                <c:pt idx="8697">
                  <c:v>0.25</c:v>
                </c:pt>
                <c:pt idx="8698">
                  <c:v>0.25</c:v>
                </c:pt>
                <c:pt idx="8699">
                  <c:v>0.25</c:v>
                </c:pt>
                <c:pt idx="8700">
                  <c:v>0.25</c:v>
                </c:pt>
                <c:pt idx="8701">
                  <c:v>0.25</c:v>
                </c:pt>
                <c:pt idx="8702">
                  <c:v>0.25</c:v>
                </c:pt>
                <c:pt idx="8703">
                  <c:v>0.25</c:v>
                </c:pt>
                <c:pt idx="8704">
                  <c:v>0.25</c:v>
                </c:pt>
                <c:pt idx="8705">
                  <c:v>0.25</c:v>
                </c:pt>
                <c:pt idx="8706">
                  <c:v>0.25</c:v>
                </c:pt>
                <c:pt idx="8707">
                  <c:v>0.25</c:v>
                </c:pt>
                <c:pt idx="8708">
                  <c:v>0.25</c:v>
                </c:pt>
                <c:pt idx="8709">
                  <c:v>0.25</c:v>
                </c:pt>
                <c:pt idx="8710">
                  <c:v>0</c:v>
                </c:pt>
                <c:pt idx="8711">
                  <c:v>0</c:v>
                </c:pt>
                <c:pt idx="8712">
                  <c:v>0</c:v>
                </c:pt>
                <c:pt idx="8713">
                  <c:v>0</c:v>
                </c:pt>
                <c:pt idx="8714">
                  <c:v>0</c:v>
                </c:pt>
                <c:pt idx="8715">
                  <c:v>0</c:v>
                </c:pt>
                <c:pt idx="8716">
                  <c:v>0</c:v>
                </c:pt>
                <c:pt idx="8717">
                  <c:v>0</c:v>
                </c:pt>
                <c:pt idx="8718">
                  <c:v>0</c:v>
                </c:pt>
                <c:pt idx="8719">
                  <c:v>0</c:v>
                </c:pt>
                <c:pt idx="8720">
                  <c:v>0.25</c:v>
                </c:pt>
                <c:pt idx="8721">
                  <c:v>0.25</c:v>
                </c:pt>
                <c:pt idx="8722">
                  <c:v>0.25</c:v>
                </c:pt>
                <c:pt idx="8723">
                  <c:v>0.25</c:v>
                </c:pt>
                <c:pt idx="8724">
                  <c:v>0.25</c:v>
                </c:pt>
                <c:pt idx="8725">
                  <c:v>0.25</c:v>
                </c:pt>
                <c:pt idx="8726">
                  <c:v>0.25</c:v>
                </c:pt>
                <c:pt idx="8727">
                  <c:v>0.25</c:v>
                </c:pt>
                <c:pt idx="8728">
                  <c:v>0.25</c:v>
                </c:pt>
                <c:pt idx="8729">
                  <c:v>0.25</c:v>
                </c:pt>
                <c:pt idx="8730">
                  <c:v>0.25</c:v>
                </c:pt>
                <c:pt idx="8731">
                  <c:v>0.25</c:v>
                </c:pt>
                <c:pt idx="8732">
                  <c:v>0.25</c:v>
                </c:pt>
                <c:pt idx="8733">
                  <c:v>0.25</c:v>
                </c:pt>
                <c:pt idx="8734">
                  <c:v>0</c:v>
                </c:pt>
                <c:pt idx="8735">
                  <c:v>0</c:v>
                </c:pt>
                <c:pt idx="8736">
                  <c:v>0</c:v>
                </c:pt>
                <c:pt idx="8737">
                  <c:v>0</c:v>
                </c:pt>
                <c:pt idx="8738">
                  <c:v>0</c:v>
                </c:pt>
                <c:pt idx="8739">
                  <c:v>0</c:v>
                </c:pt>
                <c:pt idx="8740">
                  <c:v>0</c:v>
                </c:pt>
                <c:pt idx="8741">
                  <c:v>0</c:v>
                </c:pt>
                <c:pt idx="8742">
                  <c:v>0</c:v>
                </c:pt>
                <c:pt idx="8743">
                  <c:v>0</c:v>
                </c:pt>
                <c:pt idx="8744">
                  <c:v>0.25</c:v>
                </c:pt>
                <c:pt idx="8745">
                  <c:v>0.25</c:v>
                </c:pt>
                <c:pt idx="8746">
                  <c:v>0.25</c:v>
                </c:pt>
                <c:pt idx="8747">
                  <c:v>0.25</c:v>
                </c:pt>
                <c:pt idx="8748">
                  <c:v>0.25</c:v>
                </c:pt>
                <c:pt idx="8749">
                  <c:v>0.25</c:v>
                </c:pt>
                <c:pt idx="8750">
                  <c:v>0.25</c:v>
                </c:pt>
                <c:pt idx="8751">
                  <c:v>0.25</c:v>
                </c:pt>
                <c:pt idx="8752">
                  <c:v>0.25</c:v>
                </c:pt>
                <c:pt idx="8753">
                  <c:v>0.25</c:v>
                </c:pt>
                <c:pt idx="8754">
                  <c:v>0.25</c:v>
                </c:pt>
                <c:pt idx="8755">
                  <c:v>0.25</c:v>
                </c:pt>
                <c:pt idx="8756">
                  <c:v>0.25</c:v>
                </c:pt>
                <c:pt idx="8757">
                  <c:v>0.25</c:v>
                </c:pt>
                <c:pt idx="8758">
                  <c:v>0</c:v>
                </c:pt>
                <c:pt idx="8759">
                  <c:v>0</c:v>
                </c:pt>
              </c:numCache>
            </c:numRef>
          </c:xVal>
          <c:yVal>
            <c:numRef>
              <c:f>Jan!$CH$11:$CH$8770</c:f>
              <c:numCache>
                <c:formatCode>General</c:formatCode>
                <c:ptCount val="8760"/>
                <c:pt idx="0">
                  <c:v>0</c:v>
                </c:pt>
                <c:pt idx="1">
                  <c:v>0</c:v>
                </c:pt>
                <c:pt idx="2">
                  <c:v>0</c:v>
                </c:pt>
                <c:pt idx="3">
                  <c:v>0</c:v>
                </c:pt>
                <c:pt idx="4">
                  <c:v>0</c:v>
                </c:pt>
                <c:pt idx="5">
                  <c:v>0</c:v>
                </c:pt>
                <c:pt idx="6">
                  <c:v>0</c:v>
                </c:pt>
                <c:pt idx="7">
                  <c:v>0</c:v>
                </c:pt>
                <c:pt idx="8">
                  <c:v>252.309</c:v>
                </c:pt>
                <c:pt idx="9">
                  <c:v>252.309</c:v>
                </c:pt>
                <c:pt idx="10">
                  <c:v>252.309</c:v>
                </c:pt>
                <c:pt idx="11">
                  <c:v>252.309</c:v>
                </c:pt>
                <c:pt idx="12">
                  <c:v>252.309</c:v>
                </c:pt>
                <c:pt idx="13">
                  <c:v>252.309</c:v>
                </c:pt>
                <c:pt idx="14">
                  <c:v>252.309</c:v>
                </c:pt>
                <c:pt idx="15">
                  <c:v>252.309</c:v>
                </c:pt>
                <c:pt idx="16">
                  <c:v>252.309</c:v>
                </c:pt>
                <c:pt idx="17">
                  <c:v>252.309</c:v>
                </c:pt>
                <c:pt idx="18">
                  <c:v>252.309</c:v>
                </c:pt>
                <c:pt idx="19">
                  <c:v>252.309</c:v>
                </c:pt>
                <c:pt idx="20">
                  <c:v>252.309</c:v>
                </c:pt>
                <c:pt idx="21">
                  <c:v>252.309</c:v>
                </c:pt>
                <c:pt idx="22">
                  <c:v>0</c:v>
                </c:pt>
                <c:pt idx="23">
                  <c:v>0</c:v>
                </c:pt>
                <c:pt idx="24">
                  <c:v>0</c:v>
                </c:pt>
                <c:pt idx="25">
                  <c:v>0</c:v>
                </c:pt>
                <c:pt idx="26">
                  <c:v>0</c:v>
                </c:pt>
                <c:pt idx="27">
                  <c:v>0</c:v>
                </c:pt>
                <c:pt idx="28">
                  <c:v>0</c:v>
                </c:pt>
                <c:pt idx="29">
                  <c:v>0</c:v>
                </c:pt>
                <c:pt idx="30">
                  <c:v>0</c:v>
                </c:pt>
                <c:pt idx="31">
                  <c:v>0</c:v>
                </c:pt>
                <c:pt idx="32">
                  <c:v>252.309</c:v>
                </c:pt>
                <c:pt idx="33">
                  <c:v>252.309</c:v>
                </c:pt>
                <c:pt idx="34">
                  <c:v>252.309</c:v>
                </c:pt>
                <c:pt idx="35">
                  <c:v>252.309</c:v>
                </c:pt>
                <c:pt idx="36">
                  <c:v>252.309</c:v>
                </c:pt>
                <c:pt idx="37">
                  <c:v>252.309</c:v>
                </c:pt>
                <c:pt idx="38">
                  <c:v>252.309</c:v>
                </c:pt>
                <c:pt idx="39">
                  <c:v>252.309</c:v>
                </c:pt>
                <c:pt idx="40">
                  <c:v>252.309</c:v>
                </c:pt>
                <c:pt idx="41">
                  <c:v>252.309</c:v>
                </c:pt>
                <c:pt idx="42">
                  <c:v>252.309</c:v>
                </c:pt>
                <c:pt idx="43">
                  <c:v>252.309</c:v>
                </c:pt>
                <c:pt idx="44">
                  <c:v>252.309</c:v>
                </c:pt>
                <c:pt idx="45">
                  <c:v>252.309</c:v>
                </c:pt>
                <c:pt idx="46">
                  <c:v>0</c:v>
                </c:pt>
                <c:pt idx="47">
                  <c:v>0</c:v>
                </c:pt>
                <c:pt idx="48">
                  <c:v>0</c:v>
                </c:pt>
                <c:pt idx="49">
                  <c:v>0</c:v>
                </c:pt>
                <c:pt idx="50">
                  <c:v>0</c:v>
                </c:pt>
                <c:pt idx="51">
                  <c:v>0</c:v>
                </c:pt>
                <c:pt idx="52">
                  <c:v>0</c:v>
                </c:pt>
                <c:pt idx="53">
                  <c:v>0</c:v>
                </c:pt>
                <c:pt idx="54">
                  <c:v>0</c:v>
                </c:pt>
                <c:pt idx="55">
                  <c:v>0</c:v>
                </c:pt>
                <c:pt idx="56">
                  <c:v>252.309</c:v>
                </c:pt>
                <c:pt idx="57">
                  <c:v>252.309</c:v>
                </c:pt>
                <c:pt idx="58">
                  <c:v>252.309</c:v>
                </c:pt>
                <c:pt idx="59">
                  <c:v>252.309</c:v>
                </c:pt>
                <c:pt idx="60">
                  <c:v>252.309</c:v>
                </c:pt>
                <c:pt idx="61">
                  <c:v>252.309</c:v>
                </c:pt>
                <c:pt idx="62">
                  <c:v>252.309</c:v>
                </c:pt>
                <c:pt idx="63">
                  <c:v>252.309</c:v>
                </c:pt>
                <c:pt idx="64">
                  <c:v>252.309</c:v>
                </c:pt>
                <c:pt idx="65">
                  <c:v>252.309</c:v>
                </c:pt>
                <c:pt idx="66">
                  <c:v>252.309</c:v>
                </c:pt>
                <c:pt idx="67">
                  <c:v>252.309</c:v>
                </c:pt>
                <c:pt idx="68">
                  <c:v>252.309</c:v>
                </c:pt>
                <c:pt idx="69">
                  <c:v>252.309</c:v>
                </c:pt>
                <c:pt idx="70">
                  <c:v>0</c:v>
                </c:pt>
                <c:pt idx="71">
                  <c:v>0</c:v>
                </c:pt>
                <c:pt idx="72">
                  <c:v>0</c:v>
                </c:pt>
                <c:pt idx="73">
                  <c:v>0</c:v>
                </c:pt>
                <c:pt idx="74">
                  <c:v>0</c:v>
                </c:pt>
                <c:pt idx="75">
                  <c:v>0</c:v>
                </c:pt>
                <c:pt idx="76">
                  <c:v>0</c:v>
                </c:pt>
                <c:pt idx="77">
                  <c:v>0</c:v>
                </c:pt>
                <c:pt idx="78">
                  <c:v>0</c:v>
                </c:pt>
                <c:pt idx="79">
                  <c:v>0</c:v>
                </c:pt>
                <c:pt idx="80">
                  <c:v>252.309</c:v>
                </c:pt>
                <c:pt idx="81">
                  <c:v>252.309</c:v>
                </c:pt>
                <c:pt idx="82">
                  <c:v>252.309</c:v>
                </c:pt>
                <c:pt idx="83">
                  <c:v>252.309</c:v>
                </c:pt>
                <c:pt idx="84">
                  <c:v>252.309</c:v>
                </c:pt>
                <c:pt idx="85">
                  <c:v>252.309</c:v>
                </c:pt>
                <c:pt idx="86">
                  <c:v>252.309</c:v>
                </c:pt>
                <c:pt idx="87">
                  <c:v>252.309</c:v>
                </c:pt>
                <c:pt idx="88">
                  <c:v>252.309</c:v>
                </c:pt>
                <c:pt idx="89">
                  <c:v>252.309</c:v>
                </c:pt>
                <c:pt idx="90">
                  <c:v>252.309</c:v>
                </c:pt>
                <c:pt idx="91">
                  <c:v>252.309</c:v>
                </c:pt>
                <c:pt idx="92">
                  <c:v>252.309</c:v>
                </c:pt>
                <c:pt idx="93">
                  <c:v>252.309</c:v>
                </c:pt>
                <c:pt idx="94">
                  <c:v>0</c:v>
                </c:pt>
                <c:pt idx="95">
                  <c:v>0</c:v>
                </c:pt>
                <c:pt idx="96">
                  <c:v>0</c:v>
                </c:pt>
                <c:pt idx="97">
                  <c:v>0</c:v>
                </c:pt>
                <c:pt idx="98">
                  <c:v>0</c:v>
                </c:pt>
                <c:pt idx="99">
                  <c:v>0</c:v>
                </c:pt>
                <c:pt idx="100">
                  <c:v>0</c:v>
                </c:pt>
                <c:pt idx="101">
                  <c:v>0</c:v>
                </c:pt>
                <c:pt idx="102">
                  <c:v>0</c:v>
                </c:pt>
                <c:pt idx="103">
                  <c:v>0</c:v>
                </c:pt>
                <c:pt idx="104">
                  <c:v>252.309</c:v>
                </c:pt>
                <c:pt idx="105">
                  <c:v>252.309</c:v>
                </c:pt>
                <c:pt idx="106">
                  <c:v>252.309</c:v>
                </c:pt>
                <c:pt idx="107">
                  <c:v>252.309</c:v>
                </c:pt>
                <c:pt idx="108">
                  <c:v>252.309</c:v>
                </c:pt>
                <c:pt idx="109">
                  <c:v>252.309</c:v>
                </c:pt>
                <c:pt idx="110">
                  <c:v>252.309</c:v>
                </c:pt>
                <c:pt idx="111">
                  <c:v>252.309</c:v>
                </c:pt>
                <c:pt idx="112">
                  <c:v>252.309</c:v>
                </c:pt>
                <c:pt idx="113">
                  <c:v>252.309</c:v>
                </c:pt>
                <c:pt idx="114">
                  <c:v>252.309</c:v>
                </c:pt>
                <c:pt idx="115">
                  <c:v>252.309</c:v>
                </c:pt>
                <c:pt idx="116">
                  <c:v>252.309</c:v>
                </c:pt>
                <c:pt idx="117">
                  <c:v>252.309</c:v>
                </c:pt>
                <c:pt idx="118">
                  <c:v>0</c:v>
                </c:pt>
                <c:pt idx="119">
                  <c:v>0</c:v>
                </c:pt>
                <c:pt idx="120">
                  <c:v>0</c:v>
                </c:pt>
                <c:pt idx="121">
                  <c:v>0</c:v>
                </c:pt>
                <c:pt idx="122">
                  <c:v>0</c:v>
                </c:pt>
                <c:pt idx="123">
                  <c:v>0</c:v>
                </c:pt>
                <c:pt idx="124">
                  <c:v>0</c:v>
                </c:pt>
                <c:pt idx="125">
                  <c:v>0</c:v>
                </c:pt>
                <c:pt idx="126">
                  <c:v>0</c:v>
                </c:pt>
                <c:pt idx="127">
                  <c:v>0</c:v>
                </c:pt>
                <c:pt idx="128">
                  <c:v>252.309</c:v>
                </c:pt>
                <c:pt idx="129">
                  <c:v>252.309</c:v>
                </c:pt>
                <c:pt idx="130">
                  <c:v>252.309</c:v>
                </c:pt>
                <c:pt idx="131">
                  <c:v>252.309</c:v>
                </c:pt>
                <c:pt idx="132">
                  <c:v>252.309</c:v>
                </c:pt>
                <c:pt idx="133">
                  <c:v>252.309</c:v>
                </c:pt>
                <c:pt idx="134">
                  <c:v>252.309</c:v>
                </c:pt>
                <c:pt idx="135">
                  <c:v>252.309</c:v>
                </c:pt>
                <c:pt idx="136">
                  <c:v>252.309</c:v>
                </c:pt>
                <c:pt idx="137">
                  <c:v>252.309</c:v>
                </c:pt>
                <c:pt idx="138">
                  <c:v>252.309</c:v>
                </c:pt>
                <c:pt idx="139">
                  <c:v>252.309</c:v>
                </c:pt>
                <c:pt idx="140">
                  <c:v>252.309</c:v>
                </c:pt>
                <c:pt idx="141">
                  <c:v>252.309</c:v>
                </c:pt>
                <c:pt idx="142">
                  <c:v>0</c:v>
                </c:pt>
                <c:pt idx="143">
                  <c:v>0</c:v>
                </c:pt>
                <c:pt idx="144">
                  <c:v>0</c:v>
                </c:pt>
                <c:pt idx="145">
                  <c:v>0</c:v>
                </c:pt>
                <c:pt idx="146">
                  <c:v>0</c:v>
                </c:pt>
                <c:pt idx="147">
                  <c:v>0</c:v>
                </c:pt>
                <c:pt idx="148">
                  <c:v>0</c:v>
                </c:pt>
                <c:pt idx="149">
                  <c:v>0</c:v>
                </c:pt>
                <c:pt idx="150">
                  <c:v>0</c:v>
                </c:pt>
                <c:pt idx="151">
                  <c:v>0</c:v>
                </c:pt>
                <c:pt idx="152">
                  <c:v>252.309</c:v>
                </c:pt>
                <c:pt idx="153">
                  <c:v>252.309</c:v>
                </c:pt>
                <c:pt idx="154">
                  <c:v>252.309</c:v>
                </c:pt>
                <c:pt idx="155">
                  <c:v>252.309</c:v>
                </c:pt>
                <c:pt idx="156">
                  <c:v>252.309</c:v>
                </c:pt>
                <c:pt idx="157">
                  <c:v>252.309</c:v>
                </c:pt>
                <c:pt idx="158">
                  <c:v>252.309</c:v>
                </c:pt>
                <c:pt idx="159">
                  <c:v>252.309</c:v>
                </c:pt>
                <c:pt idx="160">
                  <c:v>252.309</c:v>
                </c:pt>
                <c:pt idx="161">
                  <c:v>252.309</c:v>
                </c:pt>
                <c:pt idx="162">
                  <c:v>252.309</c:v>
                </c:pt>
                <c:pt idx="163">
                  <c:v>252.309</c:v>
                </c:pt>
                <c:pt idx="164">
                  <c:v>252.309</c:v>
                </c:pt>
                <c:pt idx="165">
                  <c:v>252.309</c:v>
                </c:pt>
                <c:pt idx="166">
                  <c:v>0</c:v>
                </c:pt>
                <c:pt idx="167">
                  <c:v>0</c:v>
                </c:pt>
                <c:pt idx="168">
                  <c:v>0</c:v>
                </c:pt>
                <c:pt idx="169">
                  <c:v>0</c:v>
                </c:pt>
                <c:pt idx="170">
                  <c:v>0</c:v>
                </c:pt>
                <c:pt idx="171">
                  <c:v>0</c:v>
                </c:pt>
                <c:pt idx="172">
                  <c:v>0</c:v>
                </c:pt>
                <c:pt idx="173">
                  <c:v>0</c:v>
                </c:pt>
                <c:pt idx="174">
                  <c:v>0</c:v>
                </c:pt>
                <c:pt idx="175">
                  <c:v>0</c:v>
                </c:pt>
                <c:pt idx="176">
                  <c:v>252.309</c:v>
                </c:pt>
                <c:pt idx="177">
                  <c:v>252.309</c:v>
                </c:pt>
                <c:pt idx="178">
                  <c:v>252.309</c:v>
                </c:pt>
                <c:pt idx="179">
                  <c:v>252.309</c:v>
                </c:pt>
                <c:pt idx="180">
                  <c:v>252.309</c:v>
                </c:pt>
                <c:pt idx="181">
                  <c:v>252.309</c:v>
                </c:pt>
                <c:pt idx="182">
                  <c:v>252.309</c:v>
                </c:pt>
                <c:pt idx="183">
                  <c:v>252.309</c:v>
                </c:pt>
                <c:pt idx="184">
                  <c:v>252.309</c:v>
                </c:pt>
                <c:pt idx="185">
                  <c:v>252.309</c:v>
                </c:pt>
                <c:pt idx="186">
                  <c:v>252.309</c:v>
                </c:pt>
                <c:pt idx="187">
                  <c:v>252.309</c:v>
                </c:pt>
                <c:pt idx="188">
                  <c:v>252.309</c:v>
                </c:pt>
                <c:pt idx="189">
                  <c:v>252.309</c:v>
                </c:pt>
                <c:pt idx="190">
                  <c:v>0</c:v>
                </c:pt>
                <c:pt idx="191">
                  <c:v>0</c:v>
                </c:pt>
                <c:pt idx="192">
                  <c:v>0</c:v>
                </c:pt>
                <c:pt idx="193">
                  <c:v>0</c:v>
                </c:pt>
                <c:pt idx="194">
                  <c:v>0</c:v>
                </c:pt>
                <c:pt idx="195">
                  <c:v>0</c:v>
                </c:pt>
                <c:pt idx="196">
                  <c:v>0</c:v>
                </c:pt>
                <c:pt idx="197">
                  <c:v>0</c:v>
                </c:pt>
                <c:pt idx="198">
                  <c:v>0</c:v>
                </c:pt>
                <c:pt idx="199">
                  <c:v>0</c:v>
                </c:pt>
                <c:pt idx="200">
                  <c:v>252.309</c:v>
                </c:pt>
                <c:pt idx="201">
                  <c:v>252.309</c:v>
                </c:pt>
                <c:pt idx="202">
                  <c:v>252.309</c:v>
                </c:pt>
                <c:pt idx="203">
                  <c:v>252.309</c:v>
                </c:pt>
                <c:pt idx="204">
                  <c:v>252.309</c:v>
                </c:pt>
                <c:pt idx="205">
                  <c:v>252.309</c:v>
                </c:pt>
                <c:pt idx="206">
                  <c:v>252.309</c:v>
                </c:pt>
                <c:pt idx="207">
                  <c:v>252.309</c:v>
                </c:pt>
                <c:pt idx="208">
                  <c:v>252.309</c:v>
                </c:pt>
                <c:pt idx="209">
                  <c:v>252.309</c:v>
                </c:pt>
                <c:pt idx="210">
                  <c:v>252.309</c:v>
                </c:pt>
                <c:pt idx="211">
                  <c:v>252.309</c:v>
                </c:pt>
                <c:pt idx="212">
                  <c:v>252.309</c:v>
                </c:pt>
                <c:pt idx="213">
                  <c:v>252.309</c:v>
                </c:pt>
                <c:pt idx="214">
                  <c:v>0</c:v>
                </c:pt>
                <c:pt idx="215">
                  <c:v>0</c:v>
                </c:pt>
                <c:pt idx="216">
                  <c:v>0</c:v>
                </c:pt>
                <c:pt idx="217">
                  <c:v>0</c:v>
                </c:pt>
                <c:pt idx="218">
                  <c:v>0</c:v>
                </c:pt>
                <c:pt idx="219">
                  <c:v>0</c:v>
                </c:pt>
                <c:pt idx="220">
                  <c:v>0</c:v>
                </c:pt>
                <c:pt idx="221">
                  <c:v>0</c:v>
                </c:pt>
                <c:pt idx="222">
                  <c:v>0</c:v>
                </c:pt>
                <c:pt idx="223">
                  <c:v>0</c:v>
                </c:pt>
                <c:pt idx="224">
                  <c:v>252.309</c:v>
                </c:pt>
                <c:pt idx="225">
                  <c:v>252.309</c:v>
                </c:pt>
                <c:pt idx="226">
                  <c:v>252.309</c:v>
                </c:pt>
                <c:pt idx="227">
                  <c:v>252.309</c:v>
                </c:pt>
                <c:pt idx="228">
                  <c:v>252.309</c:v>
                </c:pt>
                <c:pt idx="229">
                  <c:v>252.309</c:v>
                </c:pt>
                <c:pt idx="230">
                  <c:v>252.309</c:v>
                </c:pt>
                <c:pt idx="231">
                  <c:v>252.309</c:v>
                </c:pt>
                <c:pt idx="232">
                  <c:v>252.309</c:v>
                </c:pt>
                <c:pt idx="233">
                  <c:v>252.309</c:v>
                </c:pt>
                <c:pt idx="234">
                  <c:v>252.309</c:v>
                </c:pt>
                <c:pt idx="235">
                  <c:v>252.309</c:v>
                </c:pt>
                <c:pt idx="236">
                  <c:v>252.309</c:v>
                </c:pt>
                <c:pt idx="237">
                  <c:v>252.309</c:v>
                </c:pt>
                <c:pt idx="238">
                  <c:v>0</c:v>
                </c:pt>
                <c:pt idx="239">
                  <c:v>0</c:v>
                </c:pt>
                <c:pt idx="240">
                  <c:v>0</c:v>
                </c:pt>
                <c:pt idx="241">
                  <c:v>0</c:v>
                </c:pt>
                <c:pt idx="242">
                  <c:v>0</c:v>
                </c:pt>
                <c:pt idx="243">
                  <c:v>0</c:v>
                </c:pt>
                <c:pt idx="244">
                  <c:v>0</c:v>
                </c:pt>
                <c:pt idx="245">
                  <c:v>0</c:v>
                </c:pt>
                <c:pt idx="246">
                  <c:v>0</c:v>
                </c:pt>
                <c:pt idx="247">
                  <c:v>0</c:v>
                </c:pt>
                <c:pt idx="248">
                  <c:v>252.309</c:v>
                </c:pt>
                <c:pt idx="249">
                  <c:v>252.309</c:v>
                </c:pt>
                <c:pt idx="250">
                  <c:v>252.309</c:v>
                </c:pt>
                <c:pt idx="251">
                  <c:v>252.309</c:v>
                </c:pt>
                <c:pt idx="252">
                  <c:v>252.309</c:v>
                </c:pt>
                <c:pt idx="253">
                  <c:v>252.309</c:v>
                </c:pt>
                <c:pt idx="254">
                  <c:v>252.309</c:v>
                </c:pt>
                <c:pt idx="255">
                  <c:v>252.309</c:v>
                </c:pt>
                <c:pt idx="256">
                  <c:v>252.309</c:v>
                </c:pt>
                <c:pt idx="257">
                  <c:v>252.309</c:v>
                </c:pt>
                <c:pt idx="258">
                  <c:v>252.309</c:v>
                </c:pt>
                <c:pt idx="259">
                  <c:v>252.309</c:v>
                </c:pt>
                <c:pt idx="260">
                  <c:v>252.309</c:v>
                </c:pt>
                <c:pt idx="261">
                  <c:v>252.309</c:v>
                </c:pt>
                <c:pt idx="262">
                  <c:v>0</c:v>
                </c:pt>
                <c:pt idx="263">
                  <c:v>0</c:v>
                </c:pt>
                <c:pt idx="264">
                  <c:v>0</c:v>
                </c:pt>
                <c:pt idx="265">
                  <c:v>0</c:v>
                </c:pt>
                <c:pt idx="266">
                  <c:v>0</c:v>
                </c:pt>
                <c:pt idx="267">
                  <c:v>0</c:v>
                </c:pt>
                <c:pt idx="268">
                  <c:v>0</c:v>
                </c:pt>
                <c:pt idx="269">
                  <c:v>0</c:v>
                </c:pt>
                <c:pt idx="270">
                  <c:v>0</c:v>
                </c:pt>
                <c:pt idx="271">
                  <c:v>0</c:v>
                </c:pt>
                <c:pt idx="272">
                  <c:v>252.309</c:v>
                </c:pt>
                <c:pt idx="273">
                  <c:v>252.309</c:v>
                </c:pt>
                <c:pt idx="274">
                  <c:v>252.309</c:v>
                </c:pt>
                <c:pt idx="275">
                  <c:v>252.309</c:v>
                </c:pt>
                <c:pt idx="276">
                  <c:v>252.309</c:v>
                </c:pt>
                <c:pt idx="277">
                  <c:v>252.309</c:v>
                </c:pt>
                <c:pt idx="278">
                  <c:v>252.309</c:v>
                </c:pt>
                <c:pt idx="279">
                  <c:v>252.309</c:v>
                </c:pt>
                <c:pt idx="280">
                  <c:v>252.309</c:v>
                </c:pt>
                <c:pt idx="281">
                  <c:v>252.309</c:v>
                </c:pt>
                <c:pt idx="282">
                  <c:v>252.309</c:v>
                </c:pt>
                <c:pt idx="283">
                  <c:v>252.309</c:v>
                </c:pt>
                <c:pt idx="284">
                  <c:v>252.309</c:v>
                </c:pt>
                <c:pt idx="285">
                  <c:v>252.309</c:v>
                </c:pt>
                <c:pt idx="286">
                  <c:v>0</c:v>
                </c:pt>
                <c:pt idx="287">
                  <c:v>0</c:v>
                </c:pt>
                <c:pt idx="288">
                  <c:v>0</c:v>
                </c:pt>
                <c:pt idx="289">
                  <c:v>0</c:v>
                </c:pt>
                <c:pt idx="290">
                  <c:v>0</c:v>
                </c:pt>
                <c:pt idx="291">
                  <c:v>0</c:v>
                </c:pt>
                <c:pt idx="292">
                  <c:v>0</c:v>
                </c:pt>
                <c:pt idx="293">
                  <c:v>0</c:v>
                </c:pt>
                <c:pt idx="294">
                  <c:v>0</c:v>
                </c:pt>
                <c:pt idx="295">
                  <c:v>0</c:v>
                </c:pt>
                <c:pt idx="296">
                  <c:v>252.309</c:v>
                </c:pt>
                <c:pt idx="297">
                  <c:v>252.309</c:v>
                </c:pt>
                <c:pt idx="298">
                  <c:v>252.309</c:v>
                </c:pt>
                <c:pt idx="299">
                  <c:v>252.309</c:v>
                </c:pt>
                <c:pt idx="300">
                  <c:v>252.309</c:v>
                </c:pt>
                <c:pt idx="301">
                  <c:v>252.309</c:v>
                </c:pt>
                <c:pt idx="302">
                  <c:v>252.309</c:v>
                </c:pt>
                <c:pt idx="303">
                  <c:v>252.309</c:v>
                </c:pt>
                <c:pt idx="304">
                  <c:v>252.309</c:v>
                </c:pt>
                <c:pt idx="305">
                  <c:v>252.309</c:v>
                </c:pt>
                <c:pt idx="306">
                  <c:v>252.309</c:v>
                </c:pt>
                <c:pt idx="307">
                  <c:v>252.309</c:v>
                </c:pt>
                <c:pt idx="308">
                  <c:v>252.309</c:v>
                </c:pt>
                <c:pt idx="309">
                  <c:v>252.309</c:v>
                </c:pt>
                <c:pt idx="310">
                  <c:v>0</c:v>
                </c:pt>
                <c:pt idx="311">
                  <c:v>0</c:v>
                </c:pt>
                <c:pt idx="312">
                  <c:v>0</c:v>
                </c:pt>
                <c:pt idx="313">
                  <c:v>0</c:v>
                </c:pt>
                <c:pt idx="314">
                  <c:v>0</c:v>
                </c:pt>
                <c:pt idx="315">
                  <c:v>0</c:v>
                </c:pt>
                <c:pt idx="316">
                  <c:v>0</c:v>
                </c:pt>
                <c:pt idx="317">
                  <c:v>0</c:v>
                </c:pt>
                <c:pt idx="318">
                  <c:v>0</c:v>
                </c:pt>
                <c:pt idx="319">
                  <c:v>0</c:v>
                </c:pt>
                <c:pt idx="320">
                  <c:v>252.309</c:v>
                </c:pt>
                <c:pt idx="321">
                  <c:v>252.309</c:v>
                </c:pt>
                <c:pt idx="322">
                  <c:v>252.309</c:v>
                </c:pt>
                <c:pt idx="323">
                  <c:v>252.309</c:v>
                </c:pt>
                <c:pt idx="324">
                  <c:v>252.309</c:v>
                </c:pt>
                <c:pt idx="325">
                  <c:v>252.309</c:v>
                </c:pt>
                <c:pt idx="326">
                  <c:v>252.309</c:v>
                </c:pt>
                <c:pt idx="327">
                  <c:v>252.309</c:v>
                </c:pt>
                <c:pt idx="328">
                  <c:v>252.309</c:v>
                </c:pt>
                <c:pt idx="329">
                  <c:v>252.309</c:v>
                </c:pt>
                <c:pt idx="330">
                  <c:v>252.309</c:v>
                </c:pt>
                <c:pt idx="331">
                  <c:v>252.309</c:v>
                </c:pt>
                <c:pt idx="332">
                  <c:v>252.309</c:v>
                </c:pt>
                <c:pt idx="333">
                  <c:v>252.309</c:v>
                </c:pt>
                <c:pt idx="334">
                  <c:v>0</c:v>
                </c:pt>
                <c:pt idx="335">
                  <c:v>0</c:v>
                </c:pt>
                <c:pt idx="336">
                  <c:v>0</c:v>
                </c:pt>
                <c:pt idx="337">
                  <c:v>0</c:v>
                </c:pt>
                <c:pt idx="338">
                  <c:v>0</c:v>
                </c:pt>
                <c:pt idx="339">
                  <c:v>0</c:v>
                </c:pt>
                <c:pt idx="340">
                  <c:v>0</c:v>
                </c:pt>
                <c:pt idx="341">
                  <c:v>0</c:v>
                </c:pt>
                <c:pt idx="342">
                  <c:v>0</c:v>
                </c:pt>
                <c:pt idx="343">
                  <c:v>0</c:v>
                </c:pt>
                <c:pt idx="344">
                  <c:v>252.309</c:v>
                </c:pt>
                <c:pt idx="345">
                  <c:v>252.309</c:v>
                </c:pt>
                <c:pt idx="346">
                  <c:v>252.309</c:v>
                </c:pt>
                <c:pt idx="347">
                  <c:v>252.309</c:v>
                </c:pt>
                <c:pt idx="348">
                  <c:v>252.309</c:v>
                </c:pt>
                <c:pt idx="349">
                  <c:v>252.309</c:v>
                </c:pt>
                <c:pt idx="350">
                  <c:v>252.309</c:v>
                </c:pt>
                <c:pt idx="351">
                  <c:v>252.309</c:v>
                </c:pt>
                <c:pt idx="352">
                  <c:v>252.309</c:v>
                </c:pt>
                <c:pt idx="353">
                  <c:v>252.309</c:v>
                </c:pt>
                <c:pt idx="354">
                  <c:v>252.309</c:v>
                </c:pt>
                <c:pt idx="355">
                  <c:v>252.309</c:v>
                </c:pt>
                <c:pt idx="356">
                  <c:v>252.309</c:v>
                </c:pt>
                <c:pt idx="357">
                  <c:v>252.309</c:v>
                </c:pt>
                <c:pt idx="358">
                  <c:v>0</c:v>
                </c:pt>
                <c:pt idx="359">
                  <c:v>0</c:v>
                </c:pt>
                <c:pt idx="360">
                  <c:v>0</c:v>
                </c:pt>
                <c:pt idx="361">
                  <c:v>0</c:v>
                </c:pt>
                <c:pt idx="362">
                  <c:v>0</c:v>
                </c:pt>
                <c:pt idx="363">
                  <c:v>0</c:v>
                </c:pt>
                <c:pt idx="364">
                  <c:v>0</c:v>
                </c:pt>
                <c:pt idx="365">
                  <c:v>0</c:v>
                </c:pt>
                <c:pt idx="366">
                  <c:v>0</c:v>
                </c:pt>
                <c:pt idx="367">
                  <c:v>0</c:v>
                </c:pt>
                <c:pt idx="368">
                  <c:v>252.309</c:v>
                </c:pt>
                <c:pt idx="369">
                  <c:v>252.309</c:v>
                </c:pt>
                <c:pt idx="370">
                  <c:v>252.309</c:v>
                </c:pt>
                <c:pt idx="371">
                  <c:v>252.309</c:v>
                </c:pt>
                <c:pt idx="372">
                  <c:v>252.309</c:v>
                </c:pt>
                <c:pt idx="373">
                  <c:v>252.309</c:v>
                </c:pt>
                <c:pt idx="374">
                  <c:v>252.309</c:v>
                </c:pt>
                <c:pt idx="375">
                  <c:v>252.309</c:v>
                </c:pt>
                <c:pt idx="376">
                  <c:v>252.309</c:v>
                </c:pt>
                <c:pt idx="377">
                  <c:v>252.309</c:v>
                </c:pt>
                <c:pt idx="378">
                  <c:v>252.309</c:v>
                </c:pt>
                <c:pt idx="379">
                  <c:v>252.309</c:v>
                </c:pt>
                <c:pt idx="380">
                  <c:v>252.309</c:v>
                </c:pt>
                <c:pt idx="381">
                  <c:v>252.309</c:v>
                </c:pt>
                <c:pt idx="382">
                  <c:v>0</c:v>
                </c:pt>
                <c:pt idx="383">
                  <c:v>0</c:v>
                </c:pt>
                <c:pt idx="384">
                  <c:v>0</c:v>
                </c:pt>
                <c:pt idx="385">
                  <c:v>0</c:v>
                </c:pt>
                <c:pt idx="386">
                  <c:v>0</c:v>
                </c:pt>
                <c:pt idx="387">
                  <c:v>0</c:v>
                </c:pt>
                <c:pt idx="388">
                  <c:v>0</c:v>
                </c:pt>
                <c:pt idx="389">
                  <c:v>0</c:v>
                </c:pt>
                <c:pt idx="390">
                  <c:v>0</c:v>
                </c:pt>
                <c:pt idx="391">
                  <c:v>0</c:v>
                </c:pt>
                <c:pt idx="392">
                  <c:v>252.309</c:v>
                </c:pt>
                <c:pt idx="393">
                  <c:v>252.309</c:v>
                </c:pt>
                <c:pt idx="394">
                  <c:v>252.309</c:v>
                </c:pt>
                <c:pt idx="395">
                  <c:v>252.309</c:v>
                </c:pt>
                <c:pt idx="396">
                  <c:v>252.309</c:v>
                </c:pt>
                <c:pt idx="397">
                  <c:v>252.309</c:v>
                </c:pt>
                <c:pt idx="398">
                  <c:v>252.309</c:v>
                </c:pt>
                <c:pt idx="399">
                  <c:v>252.309</c:v>
                </c:pt>
                <c:pt idx="400">
                  <c:v>252.309</c:v>
                </c:pt>
                <c:pt idx="401">
                  <c:v>252.309</c:v>
                </c:pt>
                <c:pt idx="402">
                  <c:v>252.309</c:v>
                </c:pt>
                <c:pt idx="403">
                  <c:v>252.309</c:v>
                </c:pt>
                <c:pt idx="404">
                  <c:v>252.309</c:v>
                </c:pt>
                <c:pt idx="405">
                  <c:v>252.309</c:v>
                </c:pt>
                <c:pt idx="406">
                  <c:v>0</c:v>
                </c:pt>
                <c:pt idx="407">
                  <c:v>0</c:v>
                </c:pt>
                <c:pt idx="408">
                  <c:v>0</c:v>
                </c:pt>
                <c:pt idx="409">
                  <c:v>0</c:v>
                </c:pt>
                <c:pt idx="410">
                  <c:v>0</c:v>
                </c:pt>
                <c:pt idx="411">
                  <c:v>0</c:v>
                </c:pt>
                <c:pt idx="412">
                  <c:v>0</c:v>
                </c:pt>
                <c:pt idx="413">
                  <c:v>0</c:v>
                </c:pt>
                <c:pt idx="414">
                  <c:v>0</c:v>
                </c:pt>
                <c:pt idx="415">
                  <c:v>0</c:v>
                </c:pt>
                <c:pt idx="416">
                  <c:v>252.309</c:v>
                </c:pt>
                <c:pt idx="417">
                  <c:v>252.309</c:v>
                </c:pt>
                <c:pt idx="418">
                  <c:v>252.309</c:v>
                </c:pt>
                <c:pt idx="419">
                  <c:v>252.309</c:v>
                </c:pt>
                <c:pt idx="420">
                  <c:v>252.309</c:v>
                </c:pt>
                <c:pt idx="421">
                  <c:v>252.309</c:v>
                </c:pt>
                <c:pt idx="422">
                  <c:v>252.309</c:v>
                </c:pt>
                <c:pt idx="423">
                  <c:v>252.309</c:v>
                </c:pt>
                <c:pt idx="424">
                  <c:v>252.309</c:v>
                </c:pt>
                <c:pt idx="425">
                  <c:v>252.309</c:v>
                </c:pt>
                <c:pt idx="426">
                  <c:v>252.309</c:v>
                </c:pt>
                <c:pt idx="427">
                  <c:v>252.309</c:v>
                </c:pt>
                <c:pt idx="428">
                  <c:v>252.309</c:v>
                </c:pt>
                <c:pt idx="429">
                  <c:v>252.309</c:v>
                </c:pt>
                <c:pt idx="430">
                  <c:v>0</c:v>
                </c:pt>
                <c:pt idx="431">
                  <c:v>0</c:v>
                </c:pt>
                <c:pt idx="432">
                  <c:v>0</c:v>
                </c:pt>
                <c:pt idx="433">
                  <c:v>0</c:v>
                </c:pt>
                <c:pt idx="434">
                  <c:v>0</c:v>
                </c:pt>
                <c:pt idx="435">
                  <c:v>0</c:v>
                </c:pt>
                <c:pt idx="436">
                  <c:v>0</c:v>
                </c:pt>
                <c:pt idx="437">
                  <c:v>0</c:v>
                </c:pt>
                <c:pt idx="438">
                  <c:v>0</c:v>
                </c:pt>
                <c:pt idx="439">
                  <c:v>0</c:v>
                </c:pt>
                <c:pt idx="440">
                  <c:v>252.309</c:v>
                </c:pt>
                <c:pt idx="441">
                  <c:v>252.309</c:v>
                </c:pt>
                <c:pt idx="442">
                  <c:v>252.309</c:v>
                </c:pt>
                <c:pt idx="443">
                  <c:v>252.309</c:v>
                </c:pt>
                <c:pt idx="444">
                  <c:v>252.309</c:v>
                </c:pt>
                <c:pt idx="445">
                  <c:v>252.309</c:v>
                </c:pt>
                <c:pt idx="446">
                  <c:v>252.309</c:v>
                </c:pt>
                <c:pt idx="447">
                  <c:v>252.309</c:v>
                </c:pt>
                <c:pt idx="448">
                  <c:v>252.309</c:v>
                </c:pt>
                <c:pt idx="449">
                  <c:v>252.309</c:v>
                </c:pt>
                <c:pt idx="450">
                  <c:v>252.309</c:v>
                </c:pt>
                <c:pt idx="451">
                  <c:v>252.309</c:v>
                </c:pt>
                <c:pt idx="452">
                  <c:v>252.309</c:v>
                </c:pt>
                <c:pt idx="453">
                  <c:v>252.309</c:v>
                </c:pt>
                <c:pt idx="454">
                  <c:v>0</c:v>
                </c:pt>
                <c:pt idx="455">
                  <c:v>0</c:v>
                </c:pt>
                <c:pt idx="456">
                  <c:v>0</c:v>
                </c:pt>
                <c:pt idx="457">
                  <c:v>0</c:v>
                </c:pt>
                <c:pt idx="458">
                  <c:v>0</c:v>
                </c:pt>
                <c:pt idx="459">
                  <c:v>0</c:v>
                </c:pt>
                <c:pt idx="460">
                  <c:v>0</c:v>
                </c:pt>
                <c:pt idx="461">
                  <c:v>0</c:v>
                </c:pt>
                <c:pt idx="462">
                  <c:v>0</c:v>
                </c:pt>
                <c:pt idx="463">
                  <c:v>0</c:v>
                </c:pt>
                <c:pt idx="464">
                  <c:v>252.309</c:v>
                </c:pt>
                <c:pt idx="465">
                  <c:v>252.309</c:v>
                </c:pt>
                <c:pt idx="466">
                  <c:v>252.309</c:v>
                </c:pt>
                <c:pt idx="467">
                  <c:v>252.309</c:v>
                </c:pt>
                <c:pt idx="468">
                  <c:v>252.309</c:v>
                </c:pt>
                <c:pt idx="469">
                  <c:v>252.309</c:v>
                </c:pt>
                <c:pt idx="470">
                  <c:v>252.309</c:v>
                </c:pt>
                <c:pt idx="471">
                  <c:v>252.309</c:v>
                </c:pt>
                <c:pt idx="472">
                  <c:v>252.309</c:v>
                </c:pt>
                <c:pt idx="473">
                  <c:v>252.309</c:v>
                </c:pt>
                <c:pt idx="474">
                  <c:v>252.309</c:v>
                </c:pt>
                <c:pt idx="475">
                  <c:v>252.309</c:v>
                </c:pt>
                <c:pt idx="476">
                  <c:v>252.309</c:v>
                </c:pt>
                <c:pt idx="477">
                  <c:v>252.309</c:v>
                </c:pt>
                <c:pt idx="478">
                  <c:v>0</c:v>
                </c:pt>
                <c:pt idx="479">
                  <c:v>0</c:v>
                </c:pt>
                <c:pt idx="480">
                  <c:v>0</c:v>
                </c:pt>
                <c:pt idx="481">
                  <c:v>0</c:v>
                </c:pt>
                <c:pt idx="482">
                  <c:v>0</c:v>
                </c:pt>
                <c:pt idx="483">
                  <c:v>0</c:v>
                </c:pt>
                <c:pt idx="484">
                  <c:v>0</c:v>
                </c:pt>
                <c:pt idx="485">
                  <c:v>0</c:v>
                </c:pt>
                <c:pt idx="486">
                  <c:v>0</c:v>
                </c:pt>
                <c:pt idx="487">
                  <c:v>0</c:v>
                </c:pt>
                <c:pt idx="488">
                  <c:v>252.309</c:v>
                </c:pt>
                <c:pt idx="489">
                  <c:v>252.309</c:v>
                </c:pt>
                <c:pt idx="490">
                  <c:v>252.309</c:v>
                </c:pt>
                <c:pt idx="491">
                  <c:v>252.309</c:v>
                </c:pt>
                <c:pt idx="492">
                  <c:v>252.309</c:v>
                </c:pt>
                <c:pt idx="493">
                  <c:v>252.309</c:v>
                </c:pt>
                <c:pt idx="494">
                  <c:v>252.309</c:v>
                </c:pt>
                <c:pt idx="495">
                  <c:v>252.309</c:v>
                </c:pt>
                <c:pt idx="496">
                  <c:v>252.309</c:v>
                </c:pt>
                <c:pt idx="497">
                  <c:v>252.309</c:v>
                </c:pt>
                <c:pt idx="498">
                  <c:v>252.309</c:v>
                </c:pt>
                <c:pt idx="499">
                  <c:v>252.309</c:v>
                </c:pt>
                <c:pt idx="500">
                  <c:v>252.309</c:v>
                </c:pt>
                <c:pt idx="501">
                  <c:v>252.309</c:v>
                </c:pt>
                <c:pt idx="502">
                  <c:v>0</c:v>
                </c:pt>
                <c:pt idx="503">
                  <c:v>0</c:v>
                </c:pt>
                <c:pt idx="504">
                  <c:v>0</c:v>
                </c:pt>
                <c:pt idx="505">
                  <c:v>0</c:v>
                </c:pt>
                <c:pt idx="506">
                  <c:v>0</c:v>
                </c:pt>
                <c:pt idx="507">
                  <c:v>0</c:v>
                </c:pt>
                <c:pt idx="508">
                  <c:v>0</c:v>
                </c:pt>
                <c:pt idx="509">
                  <c:v>0</c:v>
                </c:pt>
                <c:pt idx="510">
                  <c:v>0</c:v>
                </c:pt>
                <c:pt idx="511">
                  <c:v>0</c:v>
                </c:pt>
                <c:pt idx="512">
                  <c:v>252.309</c:v>
                </c:pt>
                <c:pt idx="513">
                  <c:v>252.309</c:v>
                </c:pt>
                <c:pt idx="514">
                  <c:v>252.309</c:v>
                </c:pt>
                <c:pt idx="515">
                  <c:v>252.309</c:v>
                </c:pt>
                <c:pt idx="516">
                  <c:v>252.309</c:v>
                </c:pt>
                <c:pt idx="517">
                  <c:v>252.309</c:v>
                </c:pt>
                <c:pt idx="518">
                  <c:v>252.309</c:v>
                </c:pt>
                <c:pt idx="519">
                  <c:v>252.309</c:v>
                </c:pt>
                <c:pt idx="520">
                  <c:v>252.309</c:v>
                </c:pt>
                <c:pt idx="521">
                  <c:v>252.309</c:v>
                </c:pt>
                <c:pt idx="522">
                  <c:v>252.309</c:v>
                </c:pt>
                <c:pt idx="523">
                  <c:v>252.309</c:v>
                </c:pt>
                <c:pt idx="524">
                  <c:v>252.309</c:v>
                </c:pt>
                <c:pt idx="525">
                  <c:v>252.309</c:v>
                </c:pt>
                <c:pt idx="526">
                  <c:v>0</c:v>
                </c:pt>
                <c:pt idx="527">
                  <c:v>0</c:v>
                </c:pt>
                <c:pt idx="528">
                  <c:v>0</c:v>
                </c:pt>
                <c:pt idx="529">
                  <c:v>0</c:v>
                </c:pt>
                <c:pt idx="530">
                  <c:v>0</c:v>
                </c:pt>
                <c:pt idx="531">
                  <c:v>0</c:v>
                </c:pt>
                <c:pt idx="532">
                  <c:v>0</c:v>
                </c:pt>
                <c:pt idx="533">
                  <c:v>0</c:v>
                </c:pt>
                <c:pt idx="534">
                  <c:v>0</c:v>
                </c:pt>
                <c:pt idx="535">
                  <c:v>0</c:v>
                </c:pt>
                <c:pt idx="536">
                  <c:v>252.309</c:v>
                </c:pt>
                <c:pt idx="537">
                  <c:v>252.309</c:v>
                </c:pt>
                <c:pt idx="538">
                  <c:v>252.309</c:v>
                </c:pt>
                <c:pt idx="539">
                  <c:v>252.309</c:v>
                </c:pt>
                <c:pt idx="540">
                  <c:v>252.309</c:v>
                </c:pt>
                <c:pt idx="541">
                  <c:v>252.309</c:v>
                </c:pt>
                <c:pt idx="542">
                  <c:v>252.309</c:v>
                </c:pt>
                <c:pt idx="543">
                  <c:v>252.309</c:v>
                </c:pt>
                <c:pt idx="544">
                  <c:v>252.309</c:v>
                </c:pt>
                <c:pt idx="545">
                  <c:v>252.309</c:v>
                </c:pt>
                <c:pt idx="546">
                  <c:v>252.309</c:v>
                </c:pt>
                <c:pt idx="547">
                  <c:v>252.309</c:v>
                </c:pt>
                <c:pt idx="548">
                  <c:v>252.309</c:v>
                </c:pt>
                <c:pt idx="549">
                  <c:v>252.309</c:v>
                </c:pt>
                <c:pt idx="550">
                  <c:v>0</c:v>
                </c:pt>
                <c:pt idx="551">
                  <c:v>0</c:v>
                </c:pt>
                <c:pt idx="552">
                  <c:v>0</c:v>
                </c:pt>
                <c:pt idx="553">
                  <c:v>0</c:v>
                </c:pt>
                <c:pt idx="554">
                  <c:v>0</c:v>
                </c:pt>
                <c:pt idx="555">
                  <c:v>0</c:v>
                </c:pt>
                <c:pt idx="556">
                  <c:v>0</c:v>
                </c:pt>
                <c:pt idx="557">
                  <c:v>0</c:v>
                </c:pt>
                <c:pt idx="558">
                  <c:v>0</c:v>
                </c:pt>
                <c:pt idx="559">
                  <c:v>0</c:v>
                </c:pt>
                <c:pt idx="560">
                  <c:v>252.309</c:v>
                </c:pt>
                <c:pt idx="561">
                  <c:v>252.309</c:v>
                </c:pt>
                <c:pt idx="562">
                  <c:v>252.309</c:v>
                </c:pt>
                <c:pt idx="563">
                  <c:v>252.309</c:v>
                </c:pt>
                <c:pt idx="564">
                  <c:v>252.309</c:v>
                </c:pt>
                <c:pt idx="565">
                  <c:v>252.309</c:v>
                </c:pt>
                <c:pt idx="566">
                  <c:v>252.309</c:v>
                </c:pt>
                <c:pt idx="567">
                  <c:v>252.309</c:v>
                </c:pt>
                <c:pt idx="568">
                  <c:v>252.309</c:v>
                </c:pt>
                <c:pt idx="569">
                  <c:v>252.309</c:v>
                </c:pt>
                <c:pt idx="570">
                  <c:v>252.309</c:v>
                </c:pt>
                <c:pt idx="571">
                  <c:v>252.309</c:v>
                </c:pt>
                <c:pt idx="572">
                  <c:v>252.309</c:v>
                </c:pt>
                <c:pt idx="573">
                  <c:v>252.309</c:v>
                </c:pt>
                <c:pt idx="574">
                  <c:v>0</c:v>
                </c:pt>
                <c:pt idx="575">
                  <c:v>0</c:v>
                </c:pt>
                <c:pt idx="576">
                  <c:v>0</c:v>
                </c:pt>
                <c:pt idx="577">
                  <c:v>0</c:v>
                </c:pt>
                <c:pt idx="578">
                  <c:v>0</c:v>
                </c:pt>
                <c:pt idx="579">
                  <c:v>0</c:v>
                </c:pt>
                <c:pt idx="580">
                  <c:v>0</c:v>
                </c:pt>
                <c:pt idx="581">
                  <c:v>0</c:v>
                </c:pt>
                <c:pt idx="582">
                  <c:v>0</c:v>
                </c:pt>
                <c:pt idx="583">
                  <c:v>0</c:v>
                </c:pt>
                <c:pt idx="584">
                  <c:v>252.309</c:v>
                </c:pt>
                <c:pt idx="585">
                  <c:v>252.309</c:v>
                </c:pt>
                <c:pt idx="586">
                  <c:v>252.309</c:v>
                </c:pt>
                <c:pt idx="587">
                  <c:v>252.309</c:v>
                </c:pt>
                <c:pt idx="588">
                  <c:v>252.309</c:v>
                </c:pt>
                <c:pt idx="589">
                  <c:v>252.309</c:v>
                </c:pt>
                <c:pt idx="590">
                  <c:v>252.309</c:v>
                </c:pt>
                <c:pt idx="591">
                  <c:v>252.309</c:v>
                </c:pt>
                <c:pt idx="592">
                  <c:v>252.309</c:v>
                </c:pt>
                <c:pt idx="593">
                  <c:v>252.309</c:v>
                </c:pt>
                <c:pt idx="594">
                  <c:v>252.309</c:v>
                </c:pt>
                <c:pt idx="595">
                  <c:v>252.309</c:v>
                </c:pt>
                <c:pt idx="596">
                  <c:v>252.309</c:v>
                </c:pt>
                <c:pt idx="597">
                  <c:v>252.309</c:v>
                </c:pt>
                <c:pt idx="598">
                  <c:v>0</c:v>
                </c:pt>
                <c:pt idx="599">
                  <c:v>0</c:v>
                </c:pt>
                <c:pt idx="600">
                  <c:v>0</c:v>
                </c:pt>
                <c:pt idx="601">
                  <c:v>0</c:v>
                </c:pt>
                <c:pt idx="602">
                  <c:v>0</c:v>
                </c:pt>
                <c:pt idx="603">
                  <c:v>0</c:v>
                </c:pt>
                <c:pt idx="604">
                  <c:v>0</c:v>
                </c:pt>
                <c:pt idx="605">
                  <c:v>0</c:v>
                </c:pt>
                <c:pt idx="606">
                  <c:v>0</c:v>
                </c:pt>
                <c:pt idx="607">
                  <c:v>0</c:v>
                </c:pt>
                <c:pt idx="608">
                  <c:v>252.309</c:v>
                </c:pt>
                <c:pt idx="609">
                  <c:v>252.309</c:v>
                </c:pt>
                <c:pt idx="610">
                  <c:v>252.309</c:v>
                </c:pt>
                <c:pt idx="611">
                  <c:v>252.309</c:v>
                </c:pt>
                <c:pt idx="612">
                  <c:v>252.309</c:v>
                </c:pt>
                <c:pt idx="613">
                  <c:v>252.309</c:v>
                </c:pt>
                <c:pt idx="614">
                  <c:v>252.309</c:v>
                </c:pt>
                <c:pt idx="615">
                  <c:v>252.309</c:v>
                </c:pt>
                <c:pt idx="616">
                  <c:v>252.309</c:v>
                </c:pt>
                <c:pt idx="617">
                  <c:v>252.309</c:v>
                </c:pt>
                <c:pt idx="618">
                  <c:v>252.309</c:v>
                </c:pt>
                <c:pt idx="619">
                  <c:v>252.309</c:v>
                </c:pt>
                <c:pt idx="620">
                  <c:v>252.309</c:v>
                </c:pt>
                <c:pt idx="621">
                  <c:v>252.309</c:v>
                </c:pt>
                <c:pt idx="622">
                  <c:v>0</c:v>
                </c:pt>
                <c:pt idx="623">
                  <c:v>0</c:v>
                </c:pt>
                <c:pt idx="624">
                  <c:v>0</c:v>
                </c:pt>
                <c:pt idx="625">
                  <c:v>0</c:v>
                </c:pt>
                <c:pt idx="626">
                  <c:v>0</c:v>
                </c:pt>
                <c:pt idx="627">
                  <c:v>0</c:v>
                </c:pt>
                <c:pt idx="628">
                  <c:v>0</c:v>
                </c:pt>
                <c:pt idx="629">
                  <c:v>0</c:v>
                </c:pt>
                <c:pt idx="630">
                  <c:v>0</c:v>
                </c:pt>
                <c:pt idx="631">
                  <c:v>0</c:v>
                </c:pt>
                <c:pt idx="632">
                  <c:v>252.309</c:v>
                </c:pt>
                <c:pt idx="633">
                  <c:v>252.309</c:v>
                </c:pt>
                <c:pt idx="634">
                  <c:v>252.309</c:v>
                </c:pt>
                <c:pt idx="635">
                  <c:v>252.309</c:v>
                </c:pt>
                <c:pt idx="636">
                  <c:v>252.309</c:v>
                </c:pt>
                <c:pt idx="637">
                  <c:v>252.309</c:v>
                </c:pt>
                <c:pt idx="638">
                  <c:v>252.309</c:v>
                </c:pt>
                <c:pt idx="639">
                  <c:v>252.309</c:v>
                </c:pt>
                <c:pt idx="640">
                  <c:v>252.309</c:v>
                </c:pt>
                <c:pt idx="641">
                  <c:v>252.309</c:v>
                </c:pt>
                <c:pt idx="642">
                  <c:v>252.309</c:v>
                </c:pt>
                <c:pt idx="643">
                  <c:v>252.309</c:v>
                </c:pt>
                <c:pt idx="644">
                  <c:v>252.309</c:v>
                </c:pt>
                <c:pt idx="645">
                  <c:v>252.309</c:v>
                </c:pt>
                <c:pt idx="646">
                  <c:v>0</c:v>
                </c:pt>
                <c:pt idx="647">
                  <c:v>0</c:v>
                </c:pt>
                <c:pt idx="648">
                  <c:v>0</c:v>
                </c:pt>
                <c:pt idx="649">
                  <c:v>0</c:v>
                </c:pt>
                <c:pt idx="650">
                  <c:v>0</c:v>
                </c:pt>
                <c:pt idx="651">
                  <c:v>0</c:v>
                </c:pt>
                <c:pt idx="652">
                  <c:v>0</c:v>
                </c:pt>
                <c:pt idx="653">
                  <c:v>0</c:v>
                </c:pt>
                <c:pt idx="654">
                  <c:v>0</c:v>
                </c:pt>
                <c:pt idx="655">
                  <c:v>0</c:v>
                </c:pt>
                <c:pt idx="656">
                  <c:v>252.309</c:v>
                </c:pt>
                <c:pt idx="657">
                  <c:v>252.309</c:v>
                </c:pt>
                <c:pt idx="658">
                  <c:v>252.309</c:v>
                </c:pt>
                <c:pt idx="659">
                  <c:v>252.309</c:v>
                </c:pt>
                <c:pt idx="660">
                  <c:v>252.309</c:v>
                </c:pt>
                <c:pt idx="661">
                  <c:v>252.309</c:v>
                </c:pt>
                <c:pt idx="662">
                  <c:v>252.309</c:v>
                </c:pt>
                <c:pt idx="663">
                  <c:v>252.309</c:v>
                </c:pt>
                <c:pt idx="664">
                  <c:v>252.309</c:v>
                </c:pt>
                <c:pt idx="665">
                  <c:v>252.309</c:v>
                </c:pt>
                <c:pt idx="666">
                  <c:v>252.309</c:v>
                </c:pt>
                <c:pt idx="667">
                  <c:v>252.309</c:v>
                </c:pt>
                <c:pt idx="668">
                  <c:v>252.309</c:v>
                </c:pt>
                <c:pt idx="669">
                  <c:v>252.309</c:v>
                </c:pt>
                <c:pt idx="670">
                  <c:v>0</c:v>
                </c:pt>
                <c:pt idx="671">
                  <c:v>0</c:v>
                </c:pt>
                <c:pt idx="672">
                  <c:v>0</c:v>
                </c:pt>
                <c:pt idx="673">
                  <c:v>0</c:v>
                </c:pt>
                <c:pt idx="674">
                  <c:v>0</c:v>
                </c:pt>
                <c:pt idx="675">
                  <c:v>0</c:v>
                </c:pt>
                <c:pt idx="676">
                  <c:v>0</c:v>
                </c:pt>
                <c:pt idx="677">
                  <c:v>0</c:v>
                </c:pt>
                <c:pt idx="678">
                  <c:v>0</c:v>
                </c:pt>
                <c:pt idx="679">
                  <c:v>0</c:v>
                </c:pt>
                <c:pt idx="680">
                  <c:v>252.309</c:v>
                </c:pt>
                <c:pt idx="681">
                  <c:v>252.309</c:v>
                </c:pt>
                <c:pt idx="682">
                  <c:v>252.309</c:v>
                </c:pt>
                <c:pt idx="683">
                  <c:v>252.309</c:v>
                </c:pt>
                <c:pt idx="684">
                  <c:v>252.309</c:v>
                </c:pt>
                <c:pt idx="685">
                  <c:v>252.309</c:v>
                </c:pt>
                <c:pt idx="686">
                  <c:v>252.309</c:v>
                </c:pt>
                <c:pt idx="687">
                  <c:v>252.309</c:v>
                </c:pt>
                <c:pt idx="688">
                  <c:v>252.309</c:v>
                </c:pt>
                <c:pt idx="689">
                  <c:v>252.309</c:v>
                </c:pt>
                <c:pt idx="690">
                  <c:v>252.309</c:v>
                </c:pt>
                <c:pt idx="691">
                  <c:v>252.309</c:v>
                </c:pt>
                <c:pt idx="692">
                  <c:v>252.309</c:v>
                </c:pt>
                <c:pt idx="693">
                  <c:v>252.309</c:v>
                </c:pt>
                <c:pt idx="694">
                  <c:v>0</c:v>
                </c:pt>
                <c:pt idx="695">
                  <c:v>0</c:v>
                </c:pt>
                <c:pt idx="696">
                  <c:v>0</c:v>
                </c:pt>
                <c:pt idx="697">
                  <c:v>0</c:v>
                </c:pt>
                <c:pt idx="698">
                  <c:v>0</c:v>
                </c:pt>
                <c:pt idx="699">
                  <c:v>0</c:v>
                </c:pt>
                <c:pt idx="700">
                  <c:v>0</c:v>
                </c:pt>
                <c:pt idx="701">
                  <c:v>0</c:v>
                </c:pt>
                <c:pt idx="702">
                  <c:v>0</c:v>
                </c:pt>
                <c:pt idx="703">
                  <c:v>0</c:v>
                </c:pt>
                <c:pt idx="704">
                  <c:v>252.309</c:v>
                </c:pt>
                <c:pt idx="705">
                  <c:v>252.309</c:v>
                </c:pt>
                <c:pt idx="706">
                  <c:v>252.309</c:v>
                </c:pt>
                <c:pt idx="707">
                  <c:v>252.309</c:v>
                </c:pt>
                <c:pt idx="708">
                  <c:v>252.309</c:v>
                </c:pt>
                <c:pt idx="709">
                  <c:v>252.309</c:v>
                </c:pt>
                <c:pt idx="710">
                  <c:v>252.309</c:v>
                </c:pt>
                <c:pt idx="711">
                  <c:v>252.309</c:v>
                </c:pt>
                <c:pt idx="712">
                  <c:v>252.309</c:v>
                </c:pt>
                <c:pt idx="713">
                  <c:v>252.309</c:v>
                </c:pt>
                <c:pt idx="714">
                  <c:v>252.309</c:v>
                </c:pt>
                <c:pt idx="715">
                  <c:v>252.309</c:v>
                </c:pt>
                <c:pt idx="716">
                  <c:v>252.309</c:v>
                </c:pt>
                <c:pt idx="717">
                  <c:v>252.309</c:v>
                </c:pt>
                <c:pt idx="718">
                  <c:v>0</c:v>
                </c:pt>
                <c:pt idx="719">
                  <c:v>0</c:v>
                </c:pt>
                <c:pt idx="720">
                  <c:v>0</c:v>
                </c:pt>
                <c:pt idx="721">
                  <c:v>0</c:v>
                </c:pt>
                <c:pt idx="722">
                  <c:v>0</c:v>
                </c:pt>
                <c:pt idx="723">
                  <c:v>0</c:v>
                </c:pt>
                <c:pt idx="724">
                  <c:v>0</c:v>
                </c:pt>
                <c:pt idx="725">
                  <c:v>0</c:v>
                </c:pt>
                <c:pt idx="726">
                  <c:v>0</c:v>
                </c:pt>
                <c:pt idx="727">
                  <c:v>0</c:v>
                </c:pt>
                <c:pt idx="728">
                  <c:v>252.309</c:v>
                </c:pt>
                <c:pt idx="729">
                  <c:v>252.309</c:v>
                </c:pt>
                <c:pt idx="730">
                  <c:v>252.309</c:v>
                </c:pt>
                <c:pt idx="731">
                  <c:v>252.309</c:v>
                </c:pt>
                <c:pt idx="732">
                  <c:v>252.309</c:v>
                </c:pt>
                <c:pt idx="733">
                  <c:v>252.309</c:v>
                </c:pt>
                <c:pt idx="734">
                  <c:v>252.309</c:v>
                </c:pt>
                <c:pt idx="735">
                  <c:v>252.309</c:v>
                </c:pt>
                <c:pt idx="736">
                  <c:v>252.309</c:v>
                </c:pt>
                <c:pt idx="737">
                  <c:v>252.309</c:v>
                </c:pt>
                <c:pt idx="738">
                  <c:v>252.309</c:v>
                </c:pt>
                <c:pt idx="739">
                  <c:v>252.309</c:v>
                </c:pt>
                <c:pt idx="740">
                  <c:v>252.309</c:v>
                </c:pt>
                <c:pt idx="741">
                  <c:v>252.309</c:v>
                </c:pt>
                <c:pt idx="742">
                  <c:v>0</c:v>
                </c:pt>
                <c:pt idx="743">
                  <c:v>0</c:v>
                </c:pt>
                <c:pt idx="744">
                  <c:v>0</c:v>
                </c:pt>
                <c:pt idx="745">
                  <c:v>0</c:v>
                </c:pt>
                <c:pt idx="746">
                  <c:v>0</c:v>
                </c:pt>
                <c:pt idx="747">
                  <c:v>0</c:v>
                </c:pt>
                <c:pt idx="748">
                  <c:v>0</c:v>
                </c:pt>
                <c:pt idx="749">
                  <c:v>0</c:v>
                </c:pt>
                <c:pt idx="750">
                  <c:v>0</c:v>
                </c:pt>
                <c:pt idx="751">
                  <c:v>0</c:v>
                </c:pt>
                <c:pt idx="752">
                  <c:v>252.309</c:v>
                </c:pt>
                <c:pt idx="753">
                  <c:v>252.309</c:v>
                </c:pt>
                <c:pt idx="754">
                  <c:v>252.309</c:v>
                </c:pt>
                <c:pt idx="755">
                  <c:v>252.309</c:v>
                </c:pt>
                <c:pt idx="756">
                  <c:v>252.309</c:v>
                </c:pt>
                <c:pt idx="757">
                  <c:v>252.309</c:v>
                </c:pt>
                <c:pt idx="758">
                  <c:v>252.309</c:v>
                </c:pt>
                <c:pt idx="759">
                  <c:v>252.309</c:v>
                </c:pt>
                <c:pt idx="760">
                  <c:v>252.309</c:v>
                </c:pt>
                <c:pt idx="761">
                  <c:v>252.309</c:v>
                </c:pt>
                <c:pt idx="762">
                  <c:v>252.309</c:v>
                </c:pt>
                <c:pt idx="763">
                  <c:v>252.309</c:v>
                </c:pt>
                <c:pt idx="764">
                  <c:v>252.309</c:v>
                </c:pt>
                <c:pt idx="765">
                  <c:v>252.309</c:v>
                </c:pt>
                <c:pt idx="766">
                  <c:v>0</c:v>
                </c:pt>
                <c:pt idx="767">
                  <c:v>0</c:v>
                </c:pt>
                <c:pt idx="768">
                  <c:v>0</c:v>
                </c:pt>
                <c:pt idx="769">
                  <c:v>0</c:v>
                </c:pt>
                <c:pt idx="770">
                  <c:v>0</c:v>
                </c:pt>
                <c:pt idx="771">
                  <c:v>0</c:v>
                </c:pt>
                <c:pt idx="772">
                  <c:v>0</c:v>
                </c:pt>
                <c:pt idx="773">
                  <c:v>0</c:v>
                </c:pt>
                <c:pt idx="774">
                  <c:v>0</c:v>
                </c:pt>
                <c:pt idx="775">
                  <c:v>0</c:v>
                </c:pt>
                <c:pt idx="776">
                  <c:v>252.309</c:v>
                </c:pt>
                <c:pt idx="777">
                  <c:v>252.309</c:v>
                </c:pt>
                <c:pt idx="778">
                  <c:v>252.309</c:v>
                </c:pt>
                <c:pt idx="779">
                  <c:v>252.309</c:v>
                </c:pt>
                <c:pt idx="780">
                  <c:v>252.309</c:v>
                </c:pt>
                <c:pt idx="781">
                  <c:v>252.309</c:v>
                </c:pt>
                <c:pt idx="782">
                  <c:v>252.309</c:v>
                </c:pt>
                <c:pt idx="783">
                  <c:v>252.309</c:v>
                </c:pt>
                <c:pt idx="784">
                  <c:v>252.309</c:v>
                </c:pt>
                <c:pt idx="785">
                  <c:v>252.309</c:v>
                </c:pt>
                <c:pt idx="786">
                  <c:v>252.309</c:v>
                </c:pt>
                <c:pt idx="787">
                  <c:v>252.309</c:v>
                </c:pt>
                <c:pt idx="788">
                  <c:v>252.309</c:v>
                </c:pt>
                <c:pt idx="789">
                  <c:v>252.309</c:v>
                </c:pt>
                <c:pt idx="790">
                  <c:v>0</c:v>
                </c:pt>
                <c:pt idx="791">
                  <c:v>0</c:v>
                </c:pt>
                <c:pt idx="792">
                  <c:v>0</c:v>
                </c:pt>
                <c:pt idx="793">
                  <c:v>0</c:v>
                </c:pt>
                <c:pt idx="794">
                  <c:v>0</c:v>
                </c:pt>
                <c:pt idx="795">
                  <c:v>0</c:v>
                </c:pt>
                <c:pt idx="796">
                  <c:v>0</c:v>
                </c:pt>
                <c:pt idx="797">
                  <c:v>0</c:v>
                </c:pt>
                <c:pt idx="798">
                  <c:v>0</c:v>
                </c:pt>
                <c:pt idx="799">
                  <c:v>0</c:v>
                </c:pt>
                <c:pt idx="800">
                  <c:v>252.309</c:v>
                </c:pt>
                <c:pt idx="801">
                  <c:v>252.309</c:v>
                </c:pt>
                <c:pt idx="802">
                  <c:v>252.309</c:v>
                </c:pt>
                <c:pt idx="803">
                  <c:v>252.309</c:v>
                </c:pt>
                <c:pt idx="804">
                  <c:v>252.309</c:v>
                </c:pt>
                <c:pt idx="805">
                  <c:v>252.309</c:v>
                </c:pt>
                <c:pt idx="806">
                  <c:v>252.309</c:v>
                </c:pt>
                <c:pt idx="807">
                  <c:v>252.309</c:v>
                </c:pt>
                <c:pt idx="808">
                  <c:v>252.309</c:v>
                </c:pt>
                <c:pt idx="809">
                  <c:v>252.309</c:v>
                </c:pt>
                <c:pt idx="810">
                  <c:v>252.309</c:v>
                </c:pt>
                <c:pt idx="811">
                  <c:v>252.309</c:v>
                </c:pt>
                <c:pt idx="812">
                  <c:v>252.309</c:v>
                </c:pt>
                <c:pt idx="813">
                  <c:v>252.309</c:v>
                </c:pt>
                <c:pt idx="814">
                  <c:v>0</c:v>
                </c:pt>
                <c:pt idx="815">
                  <c:v>0</c:v>
                </c:pt>
                <c:pt idx="816">
                  <c:v>0</c:v>
                </c:pt>
                <c:pt idx="817">
                  <c:v>0</c:v>
                </c:pt>
                <c:pt idx="818">
                  <c:v>0</c:v>
                </c:pt>
                <c:pt idx="819">
                  <c:v>0</c:v>
                </c:pt>
                <c:pt idx="820">
                  <c:v>0</c:v>
                </c:pt>
                <c:pt idx="821">
                  <c:v>0</c:v>
                </c:pt>
                <c:pt idx="822">
                  <c:v>0</c:v>
                </c:pt>
                <c:pt idx="823">
                  <c:v>0</c:v>
                </c:pt>
                <c:pt idx="824">
                  <c:v>252.309</c:v>
                </c:pt>
                <c:pt idx="825">
                  <c:v>252.309</c:v>
                </c:pt>
                <c:pt idx="826">
                  <c:v>252.309</c:v>
                </c:pt>
                <c:pt idx="827">
                  <c:v>252.309</c:v>
                </c:pt>
                <c:pt idx="828">
                  <c:v>252.309</c:v>
                </c:pt>
                <c:pt idx="829">
                  <c:v>252.309</c:v>
                </c:pt>
                <c:pt idx="830">
                  <c:v>252.309</c:v>
                </c:pt>
                <c:pt idx="831">
                  <c:v>252.309</c:v>
                </c:pt>
                <c:pt idx="832">
                  <c:v>252.309</c:v>
                </c:pt>
                <c:pt idx="833">
                  <c:v>252.309</c:v>
                </c:pt>
                <c:pt idx="834">
                  <c:v>252.309</c:v>
                </c:pt>
                <c:pt idx="835">
                  <c:v>252.309</c:v>
                </c:pt>
                <c:pt idx="836">
                  <c:v>252.309</c:v>
                </c:pt>
                <c:pt idx="837">
                  <c:v>252.309</c:v>
                </c:pt>
                <c:pt idx="838">
                  <c:v>0</c:v>
                </c:pt>
                <c:pt idx="839">
                  <c:v>0</c:v>
                </c:pt>
                <c:pt idx="840">
                  <c:v>0</c:v>
                </c:pt>
                <c:pt idx="841">
                  <c:v>0</c:v>
                </c:pt>
                <c:pt idx="842">
                  <c:v>0</c:v>
                </c:pt>
                <c:pt idx="843">
                  <c:v>0</c:v>
                </c:pt>
                <c:pt idx="844">
                  <c:v>0</c:v>
                </c:pt>
                <c:pt idx="845">
                  <c:v>0</c:v>
                </c:pt>
                <c:pt idx="846">
                  <c:v>0</c:v>
                </c:pt>
                <c:pt idx="847">
                  <c:v>0</c:v>
                </c:pt>
                <c:pt idx="848">
                  <c:v>252.309</c:v>
                </c:pt>
                <c:pt idx="849">
                  <c:v>252.309</c:v>
                </c:pt>
                <c:pt idx="850">
                  <c:v>252.309</c:v>
                </c:pt>
                <c:pt idx="851">
                  <c:v>252.309</c:v>
                </c:pt>
                <c:pt idx="852">
                  <c:v>252.309</c:v>
                </c:pt>
                <c:pt idx="853">
                  <c:v>252.309</c:v>
                </c:pt>
                <c:pt idx="854">
                  <c:v>252.309</c:v>
                </c:pt>
                <c:pt idx="855">
                  <c:v>252.309</c:v>
                </c:pt>
                <c:pt idx="856">
                  <c:v>252.309</c:v>
                </c:pt>
                <c:pt idx="857">
                  <c:v>252.309</c:v>
                </c:pt>
                <c:pt idx="858">
                  <c:v>252.309</c:v>
                </c:pt>
                <c:pt idx="859">
                  <c:v>252.309</c:v>
                </c:pt>
                <c:pt idx="860">
                  <c:v>252.309</c:v>
                </c:pt>
                <c:pt idx="861">
                  <c:v>252.309</c:v>
                </c:pt>
                <c:pt idx="862">
                  <c:v>0</c:v>
                </c:pt>
                <c:pt idx="863">
                  <c:v>0</c:v>
                </c:pt>
                <c:pt idx="864">
                  <c:v>0</c:v>
                </c:pt>
                <c:pt idx="865">
                  <c:v>0</c:v>
                </c:pt>
                <c:pt idx="866">
                  <c:v>0</c:v>
                </c:pt>
                <c:pt idx="867">
                  <c:v>0</c:v>
                </c:pt>
                <c:pt idx="868">
                  <c:v>0</c:v>
                </c:pt>
                <c:pt idx="869">
                  <c:v>0</c:v>
                </c:pt>
                <c:pt idx="870">
                  <c:v>0</c:v>
                </c:pt>
                <c:pt idx="871">
                  <c:v>0</c:v>
                </c:pt>
                <c:pt idx="872">
                  <c:v>252.309</c:v>
                </c:pt>
                <c:pt idx="873">
                  <c:v>252.309</c:v>
                </c:pt>
                <c:pt idx="874">
                  <c:v>252.309</c:v>
                </c:pt>
                <c:pt idx="875">
                  <c:v>252.309</c:v>
                </c:pt>
                <c:pt idx="876">
                  <c:v>252.309</c:v>
                </c:pt>
                <c:pt idx="877">
                  <c:v>252.309</c:v>
                </c:pt>
                <c:pt idx="878">
                  <c:v>252.309</c:v>
                </c:pt>
                <c:pt idx="879">
                  <c:v>252.309</c:v>
                </c:pt>
                <c:pt idx="880">
                  <c:v>252.309</c:v>
                </c:pt>
                <c:pt idx="881">
                  <c:v>252.309</c:v>
                </c:pt>
                <c:pt idx="882">
                  <c:v>252.309</c:v>
                </c:pt>
                <c:pt idx="883">
                  <c:v>252.309</c:v>
                </c:pt>
                <c:pt idx="884">
                  <c:v>252.309</c:v>
                </c:pt>
                <c:pt idx="885">
                  <c:v>252.309</c:v>
                </c:pt>
                <c:pt idx="886">
                  <c:v>0</c:v>
                </c:pt>
                <c:pt idx="887">
                  <c:v>0</c:v>
                </c:pt>
                <c:pt idx="888">
                  <c:v>0</c:v>
                </c:pt>
                <c:pt idx="889">
                  <c:v>0</c:v>
                </c:pt>
                <c:pt idx="890">
                  <c:v>0</c:v>
                </c:pt>
                <c:pt idx="891">
                  <c:v>0</c:v>
                </c:pt>
                <c:pt idx="892">
                  <c:v>0</c:v>
                </c:pt>
                <c:pt idx="893">
                  <c:v>0</c:v>
                </c:pt>
                <c:pt idx="894">
                  <c:v>0</c:v>
                </c:pt>
                <c:pt idx="895">
                  <c:v>0</c:v>
                </c:pt>
                <c:pt idx="896">
                  <c:v>252.309</c:v>
                </c:pt>
                <c:pt idx="897">
                  <c:v>252.309</c:v>
                </c:pt>
                <c:pt idx="898">
                  <c:v>252.309</c:v>
                </c:pt>
                <c:pt idx="899">
                  <c:v>252.309</c:v>
                </c:pt>
                <c:pt idx="900">
                  <c:v>252.309</c:v>
                </c:pt>
                <c:pt idx="901">
                  <c:v>252.309</c:v>
                </c:pt>
                <c:pt idx="902">
                  <c:v>252.309</c:v>
                </c:pt>
                <c:pt idx="903">
                  <c:v>252.309</c:v>
                </c:pt>
                <c:pt idx="904">
                  <c:v>252.309</c:v>
                </c:pt>
                <c:pt idx="905">
                  <c:v>252.309</c:v>
                </c:pt>
                <c:pt idx="906">
                  <c:v>252.309</c:v>
                </c:pt>
                <c:pt idx="907">
                  <c:v>252.309</c:v>
                </c:pt>
                <c:pt idx="908">
                  <c:v>252.309</c:v>
                </c:pt>
                <c:pt idx="909">
                  <c:v>252.309</c:v>
                </c:pt>
                <c:pt idx="910">
                  <c:v>0</c:v>
                </c:pt>
                <c:pt idx="911">
                  <c:v>0</c:v>
                </c:pt>
                <c:pt idx="912">
                  <c:v>0</c:v>
                </c:pt>
                <c:pt idx="913">
                  <c:v>0</c:v>
                </c:pt>
                <c:pt idx="914">
                  <c:v>0</c:v>
                </c:pt>
                <c:pt idx="915">
                  <c:v>0</c:v>
                </c:pt>
                <c:pt idx="916">
                  <c:v>0</c:v>
                </c:pt>
                <c:pt idx="917">
                  <c:v>0</c:v>
                </c:pt>
                <c:pt idx="918">
                  <c:v>0</c:v>
                </c:pt>
                <c:pt idx="919">
                  <c:v>0</c:v>
                </c:pt>
                <c:pt idx="920">
                  <c:v>252.309</c:v>
                </c:pt>
                <c:pt idx="921">
                  <c:v>252.309</c:v>
                </c:pt>
                <c:pt idx="922">
                  <c:v>252.309</c:v>
                </c:pt>
                <c:pt idx="923">
                  <c:v>252.309</c:v>
                </c:pt>
                <c:pt idx="924">
                  <c:v>252.309</c:v>
                </c:pt>
                <c:pt idx="925">
                  <c:v>252.309</c:v>
                </c:pt>
                <c:pt idx="926">
                  <c:v>252.309</c:v>
                </c:pt>
                <c:pt idx="927">
                  <c:v>252.309</c:v>
                </c:pt>
                <c:pt idx="928">
                  <c:v>252.309</c:v>
                </c:pt>
                <c:pt idx="929">
                  <c:v>252.309</c:v>
                </c:pt>
                <c:pt idx="930">
                  <c:v>252.309</c:v>
                </c:pt>
                <c:pt idx="931">
                  <c:v>252.309</c:v>
                </c:pt>
                <c:pt idx="932">
                  <c:v>252.309</c:v>
                </c:pt>
                <c:pt idx="933">
                  <c:v>252.309</c:v>
                </c:pt>
                <c:pt idx="934">
                  <c:v>0</c:v>
                </c:pt>
                <c:pt idx="935">
                  <c:v>0</c:v>
                </c:pt>
                <c:pt idx="936">
                  <c:v>0</c:v>
                </c:pt>
                <c:pt idx="937">
                  <c:v>0</c:v>
                </c:pt>
                <c:pt idx="938">
                  <c:v>0</c:v>
                </c:pt>
                <c:pt idx="939">
                  <c:v>0</c:v>
                </c:pt>
                <c:pt idx="940">
                  <c:v>0</c:v>
                </c:pt>
                <c:pt idx="941">
                  <c:v>0</c:v>
                </c:pt>
                <c:pt idx="942">
                  <c:v>0</c:v>
                </c:pt>
                <c:pt idx="943">
                  <c:v>0</c:v>
                </c:pt>
                <c:pt idx="944">
                  <c:v>252.309</c:v>
                </c:pt>
                <c:pt idx="945">
                  <c:v>252.309</c:v>
                </c:pt>
                <c:pt idx="946">
                  <c:v>252.309</c:v>
                </c:pt>
                <c:pt idx="947">
                  <c:v>252.309</c:v>
                </c:pt>
                <c:pt idx="948">
                  <c:v>252.309</c:v>
                </c:pt>
                <c:pt idx="949">
                  <c:v>252.309</c:v>
                </c:pt>
                <c:pt idx="950">
                  <c:v>252.309</c:v>
                </c:pt>
                <c:pt idx="951">
                  <c:v>252.309</c:v>
                </c:pt>
                <c:pt idx="952">
                  <c:v>252.309</c:v>
                </c:pt>
                <c:pt idx="953">
                  <c:v>252.309</c:v>
                </c:pt>
                <c:pt idx="954">
                  <c:v>252.309</c:v>
                </c:pt>
                <c:pt idx="955">
                  <c:v>252.309</c:v>
                </c:pt>
                <c:pt idx="956">
                  <c:v>252.309</c:v>
                </c:pt>
                <c:pt idx="957">
                  <c:v>252.309</c:v>
                </c:pt>
                <c:pt idx="958">
                  <c:v>0</c:v>
                </c:pt>
                <c:pt idx="959">
                  <c:v>0</c:v>
                </c:pt>
                <c:pt idx="960">
                  <c:v>0</c:v>
                </c:pt>
                <c:pt idx="961">
                  <c:v>0</c:v>
                </c:pt>
                <c:pt idx="962">
                  <c:v>0</c:v>
                </c:pt>
                <c:pt idx="963">
                  <c:v>0</c:v>
                </c:pt>
                <c:pt idx="964">
                  <c:v>0</c:v>
                </c:pt>
                <c:pt idx="965">
                  <c:v>0</c:v>
                </c:pt>
                <c:pt idx="966">
                  <c:v>0</c:v>
                </c:pt>
                <c:pt idx="967">
                  <c:v>0</c:v>
                </c:pt>
                <c:pt idx="968">
                  <c:v>252.309</c:v>
                </c:pt>
                <c:pt idx="969">
                  <c:v>252.309</c:v>
                </c:pt>
                <c:pt idx="970">
                  <c:v>252.309</c:v>
                </c:pt>
                <c:pt idx="971">
                  <c:v>252.309</c:v>
                </c:pt>
                <c:pt idx="972">
                  <c:v>252.309</c:v>
                </c:pt>
                <c:pt idx="973">
                  <c:v>252.309</c:v>
                </c:pt>
                <c:pt idx="974">
                  <c:v>252.309</c:v>
                </c:pt>
                <c:pt idx="975">
                  <c:v>252.309</c:v>
                </c:pt>
                <c:pt idx="976">
                  <c:v>252.309</c:v>
                </c:pt>
                <c:pt idx="977">
                  <c:v>252.309</c:v>
                </c:pt>
                <c:pt idx="978">
                  <c:v>252.309</c:v>
                </c:pt>
                <c:pt idx="979">
                  <c:v>252.309</c:v>
                </c:pt>
                <c:pt idx="980">
                  <c:v>252.309</c:v>
                </c:pt>
                <c:pt idx="981">
                  <c:v>252.309</c:v>
                </c:pt>
                <c:pt idx="982">
                  <c:v>0</c:v>
                </c:pt>
                <c:pt idx="983">
                  <c:v>0</c:v>
                </c:pt>
                <c:pt idx="984">
                  <c:v>0</c:v>
                </c:pt>
                <c:pt idx="985">
                  <c:v>0</c:v>
                </c:pt>
                <c:pt idx="986">
                  <c:v>0</c:v>
                </c:pt>
                <c:pt idx="987">
                  <c:v>0</c:v>
                </c:pt>
                <c:pt idx="988">
                  <c:v>0</c:v>
                </c:pt>
                <c:pt idx="989">
                  <c:v>0</c:v>
                </c:pt>
                <c:pt idx="990">
                  <c:v>0</c:v>
                </c:pt>
                <c:pt idx="991">
                  <c:v>0</c:v>
                </c:pt>
                <c:pt idx="992">
                  <c:v>252.309</c:v>
                </c:pt>
                <c:pt idx="993">
                  <c:v>252.309</c:v>
                </c:pt>
                <c:pt idx="994">
                  <c:v>252.309</c:v>
                </c:pt>
                <c:pt idx="995">
                  <c:v>252.309</c:v>
                </c:pt>
                <c:pt idx="996">
                  <c:v>252.309</c:v>
                </c:pt>
                <c:pt idx="997">
                  <c:v>252.309</c:v>
                </c:pt>
                <c:pt idx="998">
                  <c:v>252.309</c:v>
                </c:pt>
                <c:pt idx="999">
                  <c:v>252.309</c:v>
                </c:pt>
                <c:pt idx="1000">
                  <c:v>252.309</c:v>
                </c:pt>
                <c:pt idx="1001">
                  <c:v>252.309</c:v>
                </c:pt>
                <c:pt idx="1002">
                  <c:v>252.309</c:v>
                </c:pt>
                <c:pt idx="1003">
                  <c:v>252.309</c:v>
                </c:pt>
                <c:pt idx="1004">
                  <c:v>252.309</c:v>
                </c:pt>
                <c:pt idx="1005">
                  <c:v>252.309</c:v>
                </c:pt>
                <c:pt idx="1006">
                  <c:v>0</c:v>
                </c:pt>
                <c:pt idx="1007">
                  <c:v>0</c:v>
                </c:pt>
                <c:pt idx="1008">
                  <c:v>0</c:v>
                </c:pt>
                <c:pt idx="1009">
                  <c:v>0</c:v>
                </c:pt>
                <c:pt idx="1010">
                  <c:v>0</c:v>
                </c:pt>
                <c:pt idx="1011">
                  <c:v>0</c:v>
                </c:pt>
                <c:pt idx="1012">
                  <c:v>0</c:v>
                </c:pt>
                <c:pt idx="1013">
                  <c:v>0</c:v>
                </c:pt>
                <c:pt idx="1014">
                  <c:v>0</c:v>
                </c:pt>
                <c:pt idx="1015">
                  <c:v>0</c:v>
                </c:pt>
                <c:pt idx="1016">
                  <c:v>252.309</c:v>
                </c:pt>
                <c:pt idx="1017">
                  <c:v>252.309</c:v>
                </c:pt>
                <c:pt idx="1018">
                  <c:v>252.309</c:v>
                </c:pt>
                <c:pt idx="1019">
                  <c:v>252.309</c:v>
                </c:pt>
                <c:pt idx="1020">
                  <c:v>252.309</c:v>
                </c:pt>
                <c:pt idx="1021">
                  <c:v>252.309</c:v>
                </c:pt>
                <c:pt idx="1022">
                  <c:v>252.309</c:v>
                </c:pt>
                <c:pt idx="1023">
                  <c:v>252.309</c:v>
                </c:pt>
                <c:pt idx="1024">
                  <c:v>252.309</c:v>
                </c:pt>
                <c:pt idx="1025">
                  <c:v>252.309</c:v>
                </c:pt>
                <c:pt idx="1026">
                  <c:v>252.309</c:v>
                </c:pt>
                <c:pt idx="1027">
                  <c:v>252.309</c:v>
                </c:pt>
                <c:pt idx="1028">
                  <c:v>252.309</c:v>
                </c:pt>
                <c:pt idx="1029">
                  <c:v>252.309</c:v>
                </c:pt>
                <c:pt idx="1030">
                  <c:v>0</c:v>
                </c:pt>
                <c:pt idx="1031">
                  <c:v>0</c:v>
                </c:pt>
                <c:pt idx="1032">
                  <c:v>0</c:v>
                </c:pt>
                <c:pt idx="1033">
                  <c:v>0</c:v>
                </c:pt>
                <c:pt idx="1034">
                  <c:v>0</c:v>
                </c:pt>
                <c:pt idx="1035">
                  <c:v>0</c:v>
                </c:pt>
                <c:pt idx="1036">
                  <c:v>0</c:v>
                </c:pt>
                <c:pt idx="1037">
                  <c:v>0</c:v>
                </c:pt>
                <c:pt idx="1038">
                  <c:v>0</c:v>
                </c:pt>
                <c:pt idx="1039">
                  <c:v>0</c:v>
                </c:pt>
                <c:pt idx="1040">
                  <c:v>252.309</c:v>
                </c:pt>
                <c:pt idx="1041">
                  <c:v>252.309</c:v>
                </c:pt>
                <c:pt idx="1042">
                  <c:v>252.309</c:v>
                </c:pt>
                <c:pt idx="1043">
                  <c:v>252.309</c:v>
                </c:pt>
                <c:pt idx="1044">
                  <c:v>252.309</c:v>
                </c:pt>
                <c:pt idx="1045">
                  <c:v>252.309</c:v>
                </c:pt>
                <c:pt idx="1046">
                  <c:v>252.309</c:v>
                </c:pt>
                <c:pt idx="1047">
                  <c:v>252.309</c:v>
                </c:pt>
                <c:pt idx="1048">
                  <c:v>252.309</c:v>
                </c:pt>
                <c:pt idx="1049">
                  <c:v>252.309</c:v>
                </c:pt>
                <c:pt idx="1050">
                  <c:v>252.309</c:v>
                </c:pt>
                <c:pt idx="1051">
                  <c:v>252.309</c:v>
                </c:pt>
                <c:pt idx="1052">
                  <c:v>252.309</c:v>
                </c:pt>
                <c:pt idx="1053">
                  <c:v>252.309</c:v>
                </c:pt>
                <c:pt idx="1054">
                  <c:v>0</c:v>
                </c:pt>
                <c:pt idx="1055">
                  <c:v>0</c:v>
                </c:pt>
                <c:pt idx="1056">
                  <c:v>0</c:v>
                </c:pt>
                <c:pt idx="1057">
                  <c:v>0</c:v>
                </c:pt>
                <c:pt idx="1058">
                  <c:v>0</c:v>
                </c:pt>
                <c:pt idx="1059">
                  <c:v>0</c:v>
                </c:pt>
                <c:pt idx="1060">
                  <c:v>0</c:v>
                </c:pt>
                <c:pt idx="1061">
                  <c:v>0</c:v>
                </c:pt>
                <c:pt idx="1062">
                  <c:v>0</c:v>
                </c:pt>
                <c:pt idx="1063">
                  <c:v>0</c:v>
                </c:pt>
                <c:pt idx="1064">
                  <c:v>252.309</c:v>
                </c:pt>
                <c:pt idx="1065">
                  <c:v>252.309</c:v>
                </c:pt>
                <c:pt idx="1066">
                  <c:v>252.309</c:v>
                </c:pt>
                <c:pt idx="1067">
                  <c:v>252.309</c:v>
                </c:pt>
                <c:pt idx="1068">
                  <c:v>252.309</c:v>
                </c:pt>
                <c:pt idx="1069">
                  <c:v>252.309</c:v>
                </c:pt>
                <c:pt idx="1070">
                  <c:v>252.309</c:v>
                </c:pt>
                <c:pt idx="1071">
                  <c:v>252.309</c:v>
                </c:pt>
                <c:pt idx="1072">
                  <c:v>252.309</c:v>
                </c:pt>
                <c:pt idx="1073">
                  <c:v>252.309</c:v>
                </c:pt>
                <c:pt idx="1074">
                  <c:v>252.309</c:v>
                </c:pt>
                <c:pt idx="1075">
                  <c:v>252.309</c:v>
                </c:pt>
                <c:pt idx="1076">
                  <c:v>252.309</c:v>
                </c:pt>
                <c:pt idx="1077">
                  <c:v>252.309</c:v>
                </c:pt>
                <c:pt idx="1078">
                  <c:v>0</c:v>
                </c:pt>
                <c:pt idx="1079">
                  <c:v>0</c:v>
                </c:pt>
                <c:pt idx="1080">
                  <c:v>0</c:v>
                </c:pt>
                <c:pt idx="1081">
                  <c:v>0</c:v>
                </c:pt>
                <c:pt idx="1082">
                  <c:v>0</c:v>
                </c:pt>
                <c:pt idx="1083">
                  <c:v>0</c:v>
                </c:pt>
                <c:pt idx="1084">
                  <c:v>0</c:v>
                </c:pt>
                <c:pt idx="1085">
                  <c:v>0</c:v>
                </c:pt>
                <c:pt idx="1086">
                  <c:v>0</c:v>
                </c:pt>
                <c:pt idx="1087">
                  <c:v>0</c:v>
                </c:pt>
                <c:pt idx="1088">
                  <c:v>252.309</c:v>
                </c:pt>
                <c:pt idx="1089">
                  <c:v>252.309</c:v>
                </c:pt>
                <c:pt idx="1090">
                  <c:v>252.309</c:v>
                </c:pt>
                <c:pt idx="1091">
                  <c:v>252.309</c:v>
                </c:pt>
                <c:pt idx="1092">
                  <c:v>252.309</c:v>
                </c:pt>
                <c:pt idx="1093">
                  <c:v>252.309</c:v>
                </c:pt>
                <c:pt idx="1094">
                  <c:v>252.309</c:v>
                </c:pt>
                <c:pt idx="1095">
                  <c:v>252.309</c:v>
                </c:pt>
                <c:pt idx="1096">
                  <c:v>252.309</c:v>
                </c:pt>
                <c:pt idx="1097">
                  <c:v>252.309</c:v>
                </c:pt>
                <c:pt idx="1098">
                  <c:v>252.309</c:v>
                </c:pt>
                <c:pt idx="1099">
                  <c:v>252.309</c:v>
                </c:pt>
                <c:pt idx="1100">
                  <c:v>252.309</c:v>
                </c:pt>
                <c:pt idx="1101">
                  <c:v>252.309</c:v>
                </c:pt>
                <c:pt idx="1102">
                  <c:v>0</c:v>
                </c:pt>
                <c:pt idx="1103">
                  <c:v>0</c:v>
                </c:pt>
                <c:pt idx="1104">
                  <c:v>0</c:v>
                </c:pt>
                <c:pt idx="1105">
                  <c:v>0</c:v>
                </c:pt>
                <c:pt idx="1106">
                  <c:v>0</c:v>
                </c:pt>
                <c:pt idx="1107">
                  <c:v>0</c:v>
                </c:pt>
                <c:pt idx="1108">
                  <c:v>0</c:v>
                </c:pt>
                <c:pt idx="1109">
                  <c:v>0</c:v>
                </c:pt>
                <c:pt idx="1110">
                  <c:v>0</c:v>
                </c:pt>
                <c:pt idx="1111">
                  <c:v>0</c:v>
                </c:pt>
                <c:pt idx="1112">
                  <c:v>252.309</c:v>
                </c:pt>
                <c:pt idx="1113">
                  <c:v>252.309</c:v>
                </c:pt>
                <c:pt idx="1114">
                  <c:v>252.309</c:v>
                </c:pt>
                <c:pt idx="1115">
                  <c:v>252.309</c:v>
                </c:pt>
                <c:pt idx="1116">
                  <c:v>252.309</c:v>
                </c:pt>
                <c:pt idx="1117">
                  <c:v>252.309</c:v>
                </c:pt>
                <c:pt idx="1118">
                  <c:v>252.309</c:v>
                </c:pt>
                <c:pt idx="1119">
                  <c:v>252.309</c:v>
                </c:pt>
                <c:pt idx="1120">
                  <c:v>252.309</c:v>
                </c:pt>
                <c:pt idx="1121">
                  <c:v>252.309</c:v>
                </c:pt>
                <c:pt idx="1122">
                  <c:v>252.309</c:v>
                </c:pt>
                <c:pt idx="1123">
                  <c:v>252.309</c:v>
                </c:pt>
                <c:pt idx="1124">
                  <c:v>252.309</c:v>
                </c:pt>
                <c:pt idx="1125">
                  <c:v>252.309</c:v>
                </c:pt>
                <c:pt idx="1126">
                  <c:v>0</c:v>
                </c:pt>
                <c:pt idx="1127">
                  <c:v>0</c:v>
                </c:pt>
                <c:pt idx="1128">
                  <c:v>0</c:v>
                </c:pt>
                <c:pt idx="1129">
                  <c:v>0</c:v>
                </c:pt>
                <c:pt idx="1130">
                  <c:v>0</c:v>
                </c:pt>
                <c:pt idx="1131">
                  <c:v>0</c:v>
                </c:pt>
                <c:pt idx="1132">
                  <c:v>0</c:v>
                </c:pt>
                <c:pt idx="1133">
                  <c:v>0</c:v>
                </c:pt>
                <c:pt idx="1134">
                  <c:v>0</c:v>
                </c:pt>
                <c:pt idx="1135">
                  <c:v>0</c:v>
                </c:pt>
                <c:pt idx="1136">
                  <c:v>252.309</c:v>
                </c:pt>
                <c:pt idx="1137">
                  <c:v>252.309</c:v>
                </c:pt>
                <c:pt idx="1138">
                  <c:v>252.309</c:v>
                </c:pt>
                <c:pt idx="1139">
                  <c:v>252.309</c:v>
                </c:pt>
                <c:pt idx="1140">
                  <c:v>252.309</c:v>
                </c:pt>
                <c:pt idx="1141">
                  <c:v>252.309</c:v>
                </c:pt>
                <c:pt idx="1142">
                  <c:v>252.309</c:v>
                </c:pt>
                <c:pt idx="1143">
                  <c:v>252.309</c:v>
                </c:pt>
                <c:pt idx="1144">
                  <c:v>252.309</c:v>
                </c:pt>
                <c:pt idx="1145">
                  <c:v>252.309</c:v>
                </c:pt>
                <c:pt idx="1146">
                  <c:v>252.309</c:v>
                </c:pt>
                <c:pt idx="1147">
                  <c:v>252.309</c:v>
                </c:pt>
                <c:pt idx="1148">
                  <c:v>252.309</c:v>
                </c:pt>
                <c:pt idx="1149">
                  <c:v>252.309</c:v>
                </c:pt>
                <c:pt idx="1150">
                  <c:v>0</c:v>
                </c:pt>
                <c:pt idx="1151">
                  <c:v>0</c:v>
                </c:pt>
                <c:pt idx="1152">
                  <c:v>0</c:v>
                </c:pt>
                <c:pt idx="1153">
                  <c:v>0</c:v>
                </c:pt>
                <c:pt idx="1154">
                  <c:v>0</c:v>
                </c:pt>
                <c:pt idx="1155">
                  <c:v>0</c:v>
                </c:pt>
                <c:pt idx="1156">
                  <c:v>0</c:v>
                </c:pt>
                <c:pt idx="1157">
                  <c:v>0</c:v>
                </c:pt>
                <c:pt idx="1158">
                  <c:v>0</c:v>
                </c:pt>
                <c:pt idx="1159">
                  <c:v>0</c:v>
                </c:pt>
                <c:pt idx="1160">
                  <c:v>252.309</c:v>
                </c:pt>
                <c:pt idx="1161">
                  <c:v>252.309</c:v>
                </c:pt>
                <c:pt idx="1162">
                  <c:v>252.309</c:v>
                </c:pt>
                <c:pt idx="1163">
                  <c:v>252.309</c:v>
                </c:pt>
                <c:pt idx="1164">
                  <c:v>252.309</c:v>
                </c:pt>
                <c:pt idx="1165">
                  <c:v>252.309</c:v>
                </c:pt>
                <c:pt idx="1166">
                  <c:v>252.309</c:v>
                </c:pt>
                <c:pt idx="1167">
                  <c:v>252.309</c:v>
                </c:pt>
                <c:pt idx="1168">
                  <c:v>252.309</c:v>
                </c:pt>
                <c:pt idx="1169">
                  <c:v>252.309</c:v>
                </c:pt>
                <c:pt idx="1170">
                  <c:v>252.309</c:v>
                </c:pt>
                <c:pt idx="1171">
                  <c:v>252.309</c:v>
                </c:pt>
                <c:pt idx="1172">
                  <c:v>252.309</c:v>
                </c:pt>
                <c:pt idx="1173">
                  <c:v>252.309</c:v>
                </c:pt>
                <c:pt idx="1174">
                  <c:v>0</c:v>
                </c:pt>
                <c:pt idx="1175">
                  <c:v>0</c:v>
                </c:pt>
                <c:pt idx="1176">
                  <c:v>0</c:v>
                </c:pt>
                <c:pt idx="1177">
                  <c:v>0</c:v>
                </c:pt>
                <c:pt idx="1178">
                  <c:v>0</c:v>
                </c:pt>
                <c:pt idx="1179">
                  <c:v>0</c:v>
                </c:pt>
                <c:pt idx="1180">
                  <c:v>0</c:v>
                </c:pt>
                <c:pt idx="1181">
                  <c:v>0</c:v>
                </c:pt>
                <c:pt idx="1182">
                  <c:v>0</c:v>
                </c:pt>
                <c:pt idx="1183">
                  <c:v>0</c:v>
                </c:pt>
                <c:pt idx="1184">
                  <c:v>252.309</c:v>
                </c:pt>
                <c:pt idx="1185">
                  <c:v>252.309</c:v>
                </c:pt>
                <c:pt idx="1186">
                  <c:v>252.309</c:v>
                </c:pt>
                <c:pt idx="1187">
                  <c:v>252.309</c:v>
                </c:pt>
                <c:pt idx="1188">
                  <c:v>252.309</c:v>
                </c:pt>
                <c:pt idx="1189">
                  <c:v>252.309</c:v>
                </c:pt>
                <c:pt idx="1190">
                  <c:v>252.309</c:v>
                </c:pt>
                <c:pt idx="1191">
                  <c:v>252.309</c:v>
                </c:pt>
                <c:pt idx="1192">
                  <c:v>252.309</c:v>
                </c:pt>
                <c:pt idx="1193">
                  <c:v>252.309</c:v>
                </c:pt>
                <c:pt idx="1194">
                  <c:v>252.309</c:v>
                </c:pt>
                <c:pt idx="1195">
                  <c:v>252.309</c:v>
                </c:pt>
                <c:pt idx="1196">
                  <c:v>252.309</c:v>
                </c:pt>
                <c:pt idx="1197">
                  <c:v>252.309</c:v>
                </c:pt>
                <c:pt idx="1198">
                  <c:v>0</c:v>
                </c:pt>
                <c:pt idx="1199">
                  <c:v>0</c:v>
                </c:pt>
                <c:pt idx="1200">
                  <c:v>0</c:v>
                </c:pt>
                <c:pt idx="1201">
                  <c:v>0</c:v>
                </c:pt>
                <c:pt idx="1202">
                  <c:v>0</c:v>
                </c:pt>
                <c:pt idx="1203">
                  <c:v>0</c:v>
                </c:pt>
                <c:pt idx="1204">
                  <c:v>0</c:v>
                </c:pt>
                <c:pt idx="1205">
                  <c:v>0</c:v>
                </c:pt>
                <c:pt idx="1206">
                  <c:v>0</c:v>
                </c:pt>
                <c:pt idx="1207">
                  <c:v>0</c:v>
                </c:pt>
                <c:pt idx="1208">
                  <c:v>252.309</c:v>
                </c:pt>
                <c:pt idx="1209">
                  <c:v>252.309</c:v>
                </c:pt>
                <c:pt idx="1210">
                  <c:v>252.309</c:v>
                </c:pt>
                <c:pt idx="1211">
                  <c:v>252.309</c:v>
                </c:pt>
                <c:pt idx="1212">
                  <c:v>252.309</c:v>
                </c:pt>
                <c:pt idx="1213">
                  <c:v>252.309</c:v>
                </c:pt>
                <c:pt idx="1214">
                  <c:v>252.309</c:v>
                </c:pt>
                <c:pt idx="1215">
                  <c:v>252.309</c:v>
                </c:pt>
                <c:pt idx="1216">
                  <c:v>252.309</c:v>
                </c:pt>
                <c:pt idx="1217">
                  <c:v>252.309</c:v>
                </c:pt>
                <c:pt idx="1218">
                  <c:v>252.309</c:v>
                </c:pt>
                <c:pt idx="1219">
                  <c:v>252.309</c:v>
                </c:pt>
                <c:pt idx="1220">
                  <c:v>252.309</c:v>
                </c:pt>
                <c:pt idx="1221">
                  <c:v>252.309</c:v>
                </c:pt>
                <c:pt idx="1222">
                  <c:v>0</c:v>
                </c:pt>
                <c:pt idx="1223">
                  <c:v>0</c:v>
                </c:pt>
                <c:pt idx="1224">
                  <c:v>0</c:v>
                </c:pt>
                <c:pt idx="1225">
                  <c:v>0</c:v>
                </c:pt>
                <c:pt idx="1226">
                  <c:v>0</c:v>
                </c:pt>
                <c:pt idx="1227">
                  <c:v>0</c:v>
                </c:pt>
                <c:pt idx="1228">
                  <c:v>0</c:v>
                </c:pt>
                <c:pt idx="1229">
                  <c:v>0</c:v>
                </c:pt>
                <c:pt idx="1230">
                  <c:v>0</c:v>
                </c:pt>
                <c:pt idx="1231">
                  <c:v>0</c:v>
                </c:pt>
                <c:pt idx="1232">
                  <c:v>252.309</c:v>
                </c:pt>
                <c:pt idx="1233">
                  <c:v>252.309</c:v>
                </c:pt>
                <c:pt idx="1234">
                  <c:v>252.309</c:v>
                </c:pt>
                <c:pt idx="1235">
                  <c:v>252.309</c:v>
                </c:pt>
                <c:pt idx="1236">
                  <c:v>252.309</c:v>
                </c:pt>
                <c:pt idx="1237">
                  <c:v>252.309</c:v>
                </c:pt>
                <c:pt idx="1238">
                  <c:v>252.309</c:v>
                </c:pt>
                <c:pt idx="1239">
                  <c:v>252.309</c:v>
                </c:pt>
                <c:pt idx="1240">
                  <c:v>252.309</c:v>
                </c:pt>
                <c:pt idx="1241">
                  <c:v>252.309</c:v>
                </c:pt>
                <c:pt idx="1242">
                  <c:v>252.309</c:v>
                </c:pt>
                <c:pt idx="1243">
                  <c:v>252.309</c:v>
                </c:pt>
                <c:pt idx="1244">
                  <c:v>252.309</c:v>
                </c:pt>
                <c:pt idx="1245">
                  <c:v>252.309</c:v>
                </c:pt>
                <c:pt idx="1246">
                  <c:v>0</c:v>
                </c:pt>
                <c:pt idx="1247">
                  <c:v>0</c:v>
                </c:pt>
                <c:pt idx="1248">
                  <c:v>0</c:v>
                </c:pt>
                <c:pt idx="1249">
                  <c:v>0</c:v>
                </c:pt>
                <c:pt idx="1250">
                  <c:v>0</c:v>
                </c:pt>
                <c:pt idx="1251">
                  <c:v>0</c:v>
                </c:pt>
                <c:pt idx="1252">
                  <c:v>0</c:v>
                </c:pt>
                <c:pt idx="1253">
                  <c:v>0</c:v>
                </c:pt>
                <c:pt idx="1254">
                  <c:v>0</c:v>
                </c:pt>
                <c:pt idx="1255">
                  <c:v>0</c:v>
                </c:pt>
                <c:pt idx="1256">
                  <c:v>252.309</c:v>
                </c:pt>
                <c:pt idx="1257">
                  <c:v>252.309</c:v>
                </c:pt>
                <c:pt idx="1258">
                  <c:v>252.309</c:v>
                </c:pt>
                <c:pt idx="1259">
                  <c:v>252.309</c:v>
                </c:pt>
                <c:pt idx="1260">
                  <c:v>252.309</c:v>
                </c:pt>
                <c:pt idx="1261">
                  <c:v>252.309</c:v>
                </c:pt>
                <c:pt idx="1262">
                  <c:v>252.309</c:v>
                </c:pt>
                <c:pt idx="1263">
                  <c:v>252.309</c:v>
                </c:pt>
                <c:pt idx="1264">
                  <c:v>252.309</c:v>
                </c:pt>
                <c:pt idx="1265">
                  <c:v>252.309</c:v>
                </c:pt>
                <c:pt idx="1266">
                  <c:v>252.309</c:v>
                </c:pt>
                <c:pt idx="1267">
                  <c:v>252.309</c:v>
                </c:pt>
                <c:pt idx="1268">
                  <c:v>252.309</c:v>
                </c:pt>
                <c:pt idx="1269">
                  <c:v>252.309</c:v>
                </c:pt>
                <c:pt idx="1270">
                  <c:v>0</c:v>
                </c:pt>
                <c:pt idx="1271">
                  <c:v>0</c:v>
                </c:pt>
                <c:pt idx="1272">
                  <c:v>0</c:v>
                </c:pt>
                <c:pt idx="1273">
                  <c:v>0</c:v>
                </c:pt>
                <c:pt idx="1274">
                  <c:v>0</c:v>
                </c:pt>
                <c:pt idx="1275">
                  <c:v>0</c:v>
                </c:pt>
                <c:pt idx="1276">
                  <c:v>0</c:v>
                </c:pt>
                <c:pt idx="1277">
                  <c:v>0</c:v>
                </c:pt>
                <c:pt idx="1278">
                  <c:v>0</c:v>
                </c:pt>
                <c:pt idx="1279">
                  <c:v>0</c:v>
                </c:pt>
                <c:pt idx="1280">
                  <c:v>252.309</c:v>
                </c:pt>
                <c:pt idx="1281">
                  <c:v>252.309</c:v>
                </c:pt>
                <c:pt idx="1282">
                  <c:v>252.309</c:v>
                </c:pt>
                <c:pt idx="1283">
                  <c:v>252.309</c:v>
                </c:pt>
                <c:pt idx="1284">
                  <c:v>252.309</c:v>
                </c:pt>
                <c:pt idx="1285">
                  <c:v>252.309</c:v>
                </c:pt>
                <c:pt idx="1286">
                  <c:v>252.309</c:v>
                </c:pt>
                <c:pt idx="1287">
                  <c:v>252.309</c:v>
                </c:pt>
                <c:pt idx="1288">
                  <c:v>252.309</c:v>
                </c:pt>
                <c:pt idx="1289">
                  <c:v>252.309</c:v>
                </c:pt>
                <c:pt idx="1290">
                  <c:v>252.309</c:v>
                </c:pt>
                <c:pt idx="1291">
                  <c:v>252.309</c:v>
                </c:pt>
                <c:pt idx="1292">
                  <c:v>252.309</c:v>
                </c:pt>
                <c:pt idx="1293">
                  <c:v>252.309</c:v>
                </c:pt>
                <c:pt idx="1294">
                  <c:v>0</c:v>
                </c:pt>
                <c:pt idx="1295">
                  <c:v>0</c:v>
                </c:pt>
                <c:pt idx="1296">
                  <c:v>0</c:v>
                </c:pt>
                <c:pt idx="1297">
                  <c:v>0</c:v>
                </c:pt>
                <c:pt idx="1298">
                  <c:v>0</c:v>
                </c:pt>
                <c:pt idx="1299">
                  <c:v>0</c:v>
                </c:pt>
                <c:pt idx="1300">
                  <c:v>0</c:v>
                </c:pt>
                <c:pt idx="1301">
                  <c:v>0</c:v>
                </c:pt>
                <c:pt idx="1302">
                  <c:v>0</c:v>
                </c:pt>
                <c:pt idx="1303">
                  <c:v>0</c:v>
                </c:pt>
                <c:pt idx="1304">
                  <c:v>252.309</c:v>
                </c:pt>
                <c:pt idx="1305">
                  <c:v>252.309</c:v>
                </c:pt>
                <c:pt idx="1306">
                  <c:v>252.309</c:v>
                </c:pt>
                <c:pt idx="1307">
                  <c:v>252.309</c:v>
                </c:pt>
                <c:pt idx="1308">
                  <c:v>252.309</c:v>
                </c:pt>
                <c:pt idx="1309">
                  <c:v>252.309</c:v>
                </c:pt>
                <c:pt idx="1310">
                  <c:v>252.309</c:v>
                </c:pt>
                <c:pt idx="1311">
                  <c:v>252.309</c:v>
                </c:pt>
                <c:pt idx="1312">
                  <c:v>252.309</c:v>
                </c:pt>
                <c:pt idx="1313">
                  <c:v>252.309</c:v>
                </c:pt>
                <c:pt idx="1314">
                  <c:v>252.309</c:v>
                </c:pt>
                <c:pt idx="1315">
                  <c:v>252.309</c:v>
                </c:pt>
                <c:pt idx="1316">
                  <c:v>252.309</c:v>
                </c:pt>
                <c:pt idx="1317">
                  <c:v>252.309</c:v>
                </c:pt>
                <c:pt idx="1318">
                  <c:v>0</c:v>
                </c:pt>
                <c:pt idx="1319">
                  <c:v>0</c:v>
                </c:pt>
                <c:pt idx="1320">
                  <c:v>0</c:v>
                </c:pt>
                <c:pt idx="1321">
                  <c:v>0</c:v>
                </c:pt>
                <c:pt idx="1322">
                  <c:v>0</c:v>
                </c:pt>
                <c:pt idx="1323">
                  <c:v>0</c:v>
                </c:pt>
                <c:pt idx="1324">
                  <c:v>0</c:v>
                </c:pt>
                <c:pt idx="1325">
                  <c:v>0</c:v>
                </c:pt>
                <c:pt idx="1326">
                  <c:v>0</c:v>
                </c:pt>
                <c:pt idx="1327">
                  <c:v>0</c:v>
                </c:pt>
                <c:pt idx="1328">
                  <c:v>252.309</c:v>
                </c:pt>
                <c:pt idx="1329">
                  <c:v>252.309</c:v>
                </c:pt>
                <c:pt idx="1330">
                  <c:v>252.309</c:v>
                </c:pt>
                <c:pt idx="1331">
                  <c:v>252.309</c:v>
                </c:pt>
                <c:pt idx="1332">
                  <c:v>252.309</c:v>
                </c:pt>
                <c:pt idx="1333">
                  <c:v>252.309</c:v>
                </c:pt>
                <c:pt idx="1334">
                  <c:v>252.309</c:v>
                </c:pt>
                <c:pt idx="1335">
                  <c:v>252.309</c:v>
                </c:pt>
                <c:pt idx="1336">
                  <c:v>252.309</c:v>
                </c:pt>
                <c:pt idx="1337">
                  <c:v>252.309</c:v>
                </c:pt>
                <c:pt idx="1338">
                  <c:v>252.309</c:v>
                </c:pt>
                <c:pt idx="1339">
                  <c:v>252.309</c:v>
                </c:pt>
                <c:pt idx="1340">
                  <c:v>252.309</c:v>
                </c:pt>
                <c:pt idx="1341">
                  <c:v>252.309</c:v>
                </c:pt>
                <c:pt idx="1342">
                  <c:v>0</c:v>
                </c:pt>
                <c:pt idx="1343">
                  <c:v>0</c:v>
                </c:pt>
                <c:pt idx="1344">
                  <c:v>0</c:v>
                </c:pt>
                <c:pt idx="1345">
                  <c:v>0</c:v>
                </c:pt>
                <c:pt idx="1346">
                  <c:v>0</c:v>
                </c:pt>
                <c:pt idx="1347">
                  <c:v>0</c:v>
                </c:pt>
                <c:pt idx="1348">
                  <c:v>0</c:v>
                </c:pt>
                <c:pt idx="1349">
                  <c:v>0</c:v>
                </c:pt>
                <c:pt idx="1350">
                  <c:v>0</c:v>
                </c:pt>
                <c:pt idx="1351">
                  <c:v>0</c:v>
                </c:pt>
                <c:pt idx="1352">
                  <c:v>252.309</c:v>
                </c:pt>
                <c:pt idx="1353">
                  <c:v>252.309</c:v>
                </c:pt>
                <c:pt idx="1354">
                  <c:v>252.309</c:v>
                </c:pt>
                <c:pt idx="1355">
                  <c:v>252.309</c:v>
                </c:pt>
                <c:pt idx="1356">
                  <c:v>252.309</c:v>
                </c:pt>
                <c:pt idx="1357">
                  <c:v>252.309</c:v>
                </c:pt>
                <c:pt idx="1358">
                  <c:v>252.309</c:v>
                </c:pt>
                <c:pt idx="1359">
                  <c:v>252.309</c:v>
                </c:pt>
                <c:pt idx="1360">
                  <c:v>252.309</c:v>
                </c:pt>
                <c:pt idx="1361">
                  <c:v>252.309</c:v>
                </c:pt>
                <c:pt idx="1362">
                  <c:v>252.309</c:v>
                </c:pt>
                <c:pt idx="1363">
                  <c:v>252.309</c:v>
                </c:pt>
                <c:pt idx="1364">
                  <c:v>252.309</c:v>
                </c:pt>
                <c:pt idx="1365">
                  <c:v>252.309</c:v>
                </c:pt>
                <c:pt idx="1366">
                  <c:v>0</c:v>
                </c:pt>
                <c:pt idx="1367">
                  <c:v>0</c:v>
                </c:pt>
                <c:pt idx="1368">
                  <c:v>0</c:v>
                </c:pt>
                <c:pt idx="1369">
                  <c:v>0</c:v>
                </c:pt>
                <c:pt idx="1370">
                  <c:v>0</c:v>
                </c:pt>
                <c:pt idx="1371">
                  <c:v>0</c:v>
                </c:pt>
                <c:pt idx="1372">
                  <c:v>0</c:v>
                </c:pt>
                <c:pt idx="1373">
                  <c:v>0</c:v>
                </c:pt>
                <c:pt idx="1374">
                  <c:v>0</c:v>
                </c:pt>
                <c:pt idx="1375">
                  <c:v>0</c:v>
                </c:pt>
                <c:pt idx="1376">
                  <c:v>252.309</c:v>
                </c:pt>
                <c:pt idx="1377">
                  <c:v>252.309</c:v>
                </c:pt>
                <c:pt idx="1378">
                  <c:v>252.309</c:v>
                </c:pt>
                <c:pt idx="1379">
                  <c:v>252.309</c:v>
                </c:pt>
                <c:pt idx="1380">
                  <c:v>252.309</c:v>
                </c:pt>
                <c:pt idx="1381">
                  <c:v>252.309</c:v>
                </c:pt>
                <c:pt idx="1382">
                  <c:v>252.309</c:v>
                </c:pt>
                <c:pt idx="1383">
                  <c:v>252.309</c:v>
                </c:pt>
                <c:pt idx="1384">
                  <c:v>252.309</c:v>
                </c:pt>
                <c:pt idx="1385">
                  <c:v>252.309</c:v>
                </c:pt>
                <c:pt idx="1386">
                  <c:v>252.309</c:v>
                </c:pt>
                <c:pt idx="1387">
                  <c:v>252.309</c:v>
                </c:pt>
                <c:pt idx="1388">
                  <c:v>252.309</c:v>
                </c:pt>
                <c:pt idx="1389">
                  <c:v>252.309</c:v>
                </c:pt>
                <c:pt idx="1390">
                  <c:v>0</c:v>
                </c:pt>
                <c:pt idx="1391">
                  <c:v>0</c:v>
                </c:pt>
                <c:pt idx="1392">
                  <c:v>0</c:v>
                </c:pt>
                <c:pt idx="1393">
                  <c:v>0</c:v>
                </c:pt>
                <c:pt idx="1394">
                  <c:v>0</c:v>
                </c:pt>
                <c:pt idx="1395">
                  <c:v>0</c:v>
                </c:pt>
                <c:pt idx="1396">
                  <c:v>0</c:v>
                </c:pt>
                <c:pt idx="1397">
                  <c:v>0</c:v>
                </c:pt>
                <c:pt idx="1398">
                  <c:v>0</c:v>
                </c:pt>
                <c:pt idx="1399">
                  <c:v>0</c:v>
                </c:pt>
                <c:pt idx="1400">
                  <c:v>252.309</c:v>
                </c:pt>
                <c:pt idx="1401">
                  <c:v>252.309</c:v>
                </c:pt>
                <c:pt idx="1402">
                  <c:v>252.309</c:v>
                </c:pt>
                <c:pt idx="1403">
                  <c:v>252.309</c:v>
                </c:pt>
                <c:pt idx="1404">
                  <c:v>252.309</c:v>
                </c:pt>
                <c:pt idx="1405">
                  <c:v>252.309</c:v>
                </c:pt>
                <c:pt idx="1406">
                  <c:v>252.309</c:v>
                </c:pt>
                <c:pt idx="1407">
                  <c:v>252.309</c:v>
                </c:pt>
                <c:pt idx="1408">
                  <c:v>252.309</c:v>
                </c:pt>
                <c:pt idx="1409">
                  <c:v>252.309</c:v>
                </c:pt>
                <c:pt idx="1410">
                  <c:v>252.309</c:v>
                </c:pt>
                <c:pt idx="1411">
                  <c:v>252.309</c:v>
                </c:pt>
                <c:pt idx="1412">
                  <c:v>252.309</c:v>
                </c:pt>
                <c:pt idx="1413">
                  <c:v>252.309</c:v>
                </c:pt>
                <c:pt idx="1414">
                  <c:v>0</c:v>
                </c:pt>
                <c:pt idx="1415">
                  <c:v>0</c:v>
                </c:pt>
                <c:pt idx="1416">
                  <c:v>0</c:v>
                </c:pt>
                <c:pt idx="1417">
                  <c:v>0</c:v>
                </c:pt>
                <c:pt idx="1418">
                  <c:v>0</c:v>
                </c:pt>
                <c:pt idx="1419">
                  <c:v>0</c:v>
                </c:pt>
                <c:pt idx="1420">
                  <c:v>0</c:v>
                </c:pt>
                <c:pt idx="1421">
                  <c:v>0</c:v>
                </c:pt>
                <c:pt idx="1422">
                  <c:v>0</c:v>
                </c:pt>
                <c:pt idx="1423">
                  <c:v>0</c:v>
                </c:pt>
                <c:pt idx="1424">
                  <c:v>252.309</c:v>
                </c:pt>
                <c:pt idx="1425">
                  <c:v>252.309</c:v>
                </c:pt>
                <c:pt idx="1426">
                  <c:v>252.309</c:v>
                </c:pt>
                <c:pt idx="1427">
                  <c:v>252.309</c:v>
                </c:pt>
                <c:pt idx="1428">
                  <c:v>252.309</c:v>
                </c:pt>
                <c:pt idx="1429">
                  <c:v>252.309</c:v>
                </c:pt>
                <c:pt idx="1430">
                  <c:v>252.309</c:v>
                </c:pt>
                <c:pt idx="1431">
                  <c:v>252.309</c:v>
                </c:pt>
                <c:pt idx="1432">
                  <c:v>252.309</c:v>
                </c:pt>
                <c:pt idx="1433">
                  <c:v>252.309</c:v>
                </c:pt>
                <c:pt idx="1434">
                  <c:v>252.309</c:v>
                </c:pt>
                <c:pt idx="1435">
                  <c:v>252.309</c:v>
                </c:pt>
                <c:pt idx="1436">
                  <c:v>252.309</c:v>
                </c:pt>
                <c:pt idx="1437">
                  <c:v>252.309</c:v>
                </c:pt>
                <c:pt idx="1438">
                  <c:v>0</c:v>
                </c:pt>
                <c:pt idx="1439">
                  <c:v>0</c:v>
                </c:pt>
                <c:pt idx="1440">
                  <c:v>0</c:v>
                </c:pt>
                <c:pt idx="1441">
                  <c:v>0</c:v>
                </c:pt>
                <c:pt idx="1442">
                  <c:v>0</c:v>
                </c:pt>
                <c:pt idx="1443">
                  <c:v>0</c:v>
                </c:pt>
                <c:pt idx="1444">
                  <c:v>0</c:v>
                </c:pt>
                <c:pt idx="1445">
                  <c:v>0</c:v>
                </c:pt>
                <c:pt idx="1446">
                  <c:v>0</c:v>
                </c:pt>
                <c:pt idx="1447">
                  <c:v>0</c:v>
                </c:pt>
                <c:pt idx="1448">
                  <c:v>252.309</c:v>
                </c:pt>
                <c:pt idx="1449">
                  <c:v>252.309</c:v>
                </c:pt>
                <c:pt idx="1450">
                  <c:v>252.309</c:v>
                </c:pt>
                <c:pt idx="1451">
                  <c:v>252.309</c:v>
                </c:pt>
                <c:pt idx="1452">
                  <c:v>252.309</c:v>
                </c:pt>
                <c:pt idx="1453">
                  <c:v>252.309</c:v>
                </c:pt>
                <c:pt idx="1454">
                  <c:v>252.309</c:v>
                </c:pt>
                <c:pt idx="1455">
                  <c:v>252.309</c:v>
                </c:pt>
                <c:pt idx="1456">
                  <c:v>252.309</c:v>
                </c:pt>
                <c:pt idx="1457">
                  <c:v>252.309</c:v>
                </c:pt>
                <c:pt idx="1458">
                  <c:v>252.309</c:v>
                </c:pt>
                <c:pt idx="1459">
                  <c:v>252.309</c:v>
                </c:pt>
                <c:pt idx="1460">
                  <c:v>252.309</c:v>
                </c:pt>
                <c:pt idx="1461">
                  <c:v>252.309</c:v>
                </c:pt>
                <c:pt idx="1462">
                  <c:v>0</c:v>
                </c:pt>
                <c:pt idx="1463">
                  <c:v>0</c:v>
                </c:pt>
                <c:pt idx="1464">
                  <c:v>0</c:v>
                </c:pt>
                <c:pt idx="1465">
                  <c:v>0</c:v>
                </c:pt>
                <c:pt idx="1466">
                  <c:v>0</c:v>
                </c:pt>
                <c:pt idx="1467">
                  <c:v>0</c:v>
                </c:pt>
                <c:pt idx="1468">
                  <c:v>0</c:v>
                </c:pt>
                <c:pt idx="1469">
                  <c:v>0</c:v>
                </c:pt>
                <c:pt idx="1470">
                  <c:v>0</c:v>
                </c:pt>
                <c:pt idx="1471">
                  <c:v>0</c:v>
                </c:pt>
                <c:pt idx="1472">
                  <c:v>252.309</c:v>
                </c:pt>
                <c:pt idx="1473">
                  <c:v>252.309</c:v>
                </c:pt>
                <c:pt idx="1474">
                  <c:v>252.309</c:v>
                </c:pt>
                <c:pt idx="1475">
                  <c:v>252.309</c:v>
                </c:pt>
                <c:pt idx="1476">
                  <c:v>252.309</c:v>
                </c:pt>
                <c:pt idx="1477">
                  <c:v>252.309</c:v>
                </c:pt>
                <c:pt idx="1478">
                  <c:v>252.309</c:v>
                </c:pt>
                <c:pt idx="1479">
                  <c:v>252.309</c:v>
                </c:pt>
                <c:pt idx="1480">
                  <c:v>252.309</c:v>
                </c:pt>
                <c:pt idx="1481">
                  <c:v>252.309</c:v>
                </c:pt>
                <c:pt idx="1482">
                  <c:v>252.309</c:v>
                </c:pt>
                <c:pt idx="1483">
                  <c:v>252.309</c:v>
                </c:pt>
                <c:pt idx="1484">
                  <c:v>252.309</c:v>
                </c:pt>
                <c:pt idx="1485">
                  <c:v>252.309</c:v>
                </c:pt>
                <c:pt idx="1486">
                  <c:v>0</c:v>
                </c:pt>
                <c:pt idx="1487">
                  <c:v>0</c:v>
                </c:pt>
                <c:pt idx="1488">
                  <c:v>0</c:v>
                </c:pt>
                <c:pt idx="1489">
                  <c:v>0</c:v>
                </c:pt>
                <c:pt idx="1490">
                  <c:v>0</c:v>
                </c:pt>
                <c:pt idx="1491">
                  <c:v>0</c:v>
                </c:pt>
                <c:pt idx="1492">
                  <c:v>0</c:v>
                </c:pt>
                <c:pt idx="1493">
                  <c:v>0</c:v>
                </c:pt>
                <c:pt idx="1494">
                  <c:v>0</c:v>
                </c:pt>
                <c:pt idx="1495">
                  <c:v>0</c:v>
                </c:pt>
                <c:pt idx="1496">
                  <c:v>252.309</c:v>
                </c:pt>
                <c:pt idx="1497">
                  <c:v>252.309</c:v>
                </c:pt>
                <c:pt idx="1498">
                  <c:v>252.309</c:v>
                </c:pt>
                <c:pt idx="1499">
                  <c:v>252.309</c:v>
                </c:pt>
                <c:pt idx="1500">
                  <c:v>252.309</c:v>
                </c:pt>
                <c:pt idx="1501">
                  <c:v>252.309</c:v>
                </c:pt>
                <c:pt idx="1502">
                  <c:v>252.309</c:v>
                </c:pt>
                <c:pt idx="1503">
                  <c:v>252.309</c:v>
                </c:pt>
                <c:pt idx="1504">
                  <c:v>252.309</c:v>
                </c:pt>
                <c:pt idx="1505">
                  <c:v>252.309</c:v>
                </c:pt>
                <c:pt idx="1506">
                  <c:v>252.309</c:v>
                </c:pt>
                <c:pt idx="1507">
                  <c:v>252.309</c:v>
                </c:pt>
                <c:pt idx="1508">
                  <c:v>252.309</c:v>
                </c:pt>
                <c:pt idx="1509">
                  <c:v>252.309</c:v>
                </c:pt>
                <c:pt idx="1510">
                  <c:v>0</c:v>
                </c:pt>
                <c:pt idx="1511">
                  <c:v>0</c:v>
                </c:pt>
                <c:pt idx="1512">
                  <c:v>0</c:v>
                </c:pt>
                <c:pt idx="1513">
                  <c:v>0</c:v>
                </c:pt>
                <c:pt idx="1514">
                  <c:v>0</c:v>
                </c:pt>
                <c:pt idx="1515">
                  <c:v>0</c:v>
                </c:pt>
                <c:pt idx="1516">
                  <c:v>0</c:v>
                </c:pt>
                <c:pt idx="1517">
                  <c:v>0</c:v>
                </c:pt>
                <c:pt idx="1518">
                  <c:v>0</c:v>
                </c:pt>
                <c:pt idx="1519">
                  <c:v>0</c:v>
                </c:pt>
                <c:pt idx="1520">
                  <c:v>252.309</c:v>
                </c:pt>
                <c:pt idx="1521">
                  <c:v>252.309</c:v>
                </c:pt>
                <c:pt idx="1522">
                  <c:v>252.309</c:v>
                </c:pt>
                <c:pt idx="1523">
                  <c:v>252.309</c:v>
                </c:pt>
                <c:pt idx="1524">
                  <c:v>252.309</c:v>
                </c:pt>
                <c:pt idx="1525">
                  <c:v>252.309</c:v>
                </c:pt>
                <c:pt idx="1526">
                  <c:v>252.309</c:v>
                </c:pt>
                <c:pt idx="1527">
                  <c:v>252.309</c:v>
                </c:pt>
                <c:pt idx="1528">
                  <c:v>252.309</c:v>
                </c:pt>
                <c:pt idx="1529">
                  <c:v>252.309</c:v>
                </c:pt>
                <c:pt idx="1530">
                  <c:v>252.309</c:v>
                </c:pt>
                <c:pt idx="1531">
                  <c:v>252.309</c:v>
                </c:pt>
                <c:pt idx="1532">
                  <c:v>252.309</c:v>
                </c:pt>
                <c:pt idx="1533">
                  <c:v>252.309</c:v>
                </c:pt>
                <c:pt idx="1534">
                  <c:v>0</c:v>
                </c:pt>
                <c:pt idx="1535">
                  <c:v>0</c:v>
                </c:pt>
                <c:pt idx="1536">
                  <c:v>0</c:v>
                </c:pt>
                <c:pt idx="1537">
                  <c:v>0</c:v>
                </c:pt>
                <c:pt idx="1538">
                  <c:v>0</c:v>
                </c:pt>
                <c:pt idx="1539">
                  <c:v>0</c:v>
                </c:pt>
                <c:pt idx="1540">
                  <c:v>0</c:v>
                </c:pt>
                <c:pt idx="1541">
                  <c:v>0</c:v>
                </c:pt>
                <c:pt idx="1542">
                  <c:v>0</c:v>
                </c:pt>
                <c:pt idx="1543">
                  <c:v>0</c:v>
                </c:pt>
                <c:pt idx="1544">
                  <c:v>252.309</c:v>
                </c:pt>
                <c:pt idx="1545">
                  <c:v>252.309</c:v>
                </c:pt>
                <c:pt idx="1546">
                  <c:v>252.309</c:v>
                </c:pt>
                <c:pt idx="1547">
                  <c:v>252.309</c:v>
                </c:pt>
                <c:pt idx="1548">
                  <c:v>252.309</c:v>
                </c:pt>
                <c:pt idx="1549">
                  <c:v>252.309</c:v>
                </c:pt>
                <c:pt idx="1550">
                  <c:v>252.309</c:v>
                </c:pt>
                <c:pt idx="1551">
                  <c:v>252.309</c:v>
                </c:pt>
                <c:pt idx="1552">
                  <c:v>252.309</c:v>
                </c:pt>
                <c:pt idx="1553">
                  <c:v>252.309</c:v>
                </c:pt>
                <c:pt idx="1554">
                  <c:v>252.309</c:v>
                </c:pt>
                <c:pt idx="1555">
                  <c:v>252.309</c:v>
                </c:pt>
                <c:pt idx="1556">
                  <c:v>252.309</c:v>
                </c:pt>
                <c:pt idx="1557">
                  <c:v>252.309</c:v>
                </c:pt>
                <c:pt idx="1558">
                  <c:v>0</c:v>
                </c:pt>
                <c:pt idx="1559">
                  <c:v>0</c:v>
                </c:pt>
                <c:pt idx="1560">
                  <c:v>0</c:v>
                </c:pt>
                <c:pt idx="1561">
                  <c:v>0</c:v>
                </c:pt>
                <c:pt idx="1562">
                  <c:v>0</c:v>
                </c:pt>
                <c:pt idx="1563">
                  <c:v>0</c:v>
                </c:pt>
                <c:pt idx="1564">
                  <c:v>0</c:v>
                </c:pt>
                <c:pt idx="1565">
                  <c:v>0</c:v>
                </c:pt>
                <c:pt idx="1566">
                  <c:v>0</c:v>
                </c:pt>
                <c:pt idx="1567">
                  <c:v>0</c:v>
                </c:pt>
                <c:pt idx="1568">
                  <c:v>252.309</c:v>
                </c:pt>
                <c:pt idx="1569">
                  <c:v>252.309</c:v>
                </c:pt>
                <c:pt idx="1570">
                  <c:v>252.309</c:v>
                </c:pt>
                <c:pt idx="1571">
                  <c:v>252.309</c:v>
                </c:pt>
                <c:pt idx="1572">
                  <c:v>252.309</c:v>
                </c:pt>
                <c:pt idx="1573">
                  <c:v>252.309</c:v>
                </c:pt>
                <c:pt idx="1574">
                  <c:v>252.309</c:v>
                </c:pt>
                <c:pt idx="1575">
                  <c:v>252.309</c:v>
                </c:pt>
                <c:pt idx="1576">
                  <c:v>252.309</c:v>
                </c:pt>
                <c:pt idx="1577">
                  <c:v>252.309</c:v>
                </c:pt>
                <c:pt idx="1578">
                  <c:v>252.309</c:v>
                </c:pt>
                <c:pt idx="1579">
                  <c:v>252.309</c:v>
                </c:pt>
                <c:pt idx="1580">
                  <c:v>252.309</c:v>
                </c:pt>
                <c:pt idx="1581">
                  <c:v>252.309</c:v>
                </c:pt>
                <c:pt idx="1582">
                  <c:v>0</c:v>
                </c:pt>
                <c:pt idx="1583">
                  <c:v>0</c:v>
                </c:pt>
                <c:pt idx="1584">
                  <c:v>0</c:v>
                </c:pt>
                <c:pt idx="1585">
                  <c:v>0</c:v>
                </c:pt>
                <c:pt idx="1586">
                  <c:v>0</c:v>
                </c:pt>
                <c:pt idx="1587">
                  <c:v>0</c:v>
                </c:pt>
                <c:pt idx="1588">
                  <c:v>0</c:v>
                </c:pt>
                <c:pt idx="1589">
                  <c:v>0</c:v>
                </c:pt>
                <c:pt idx="1590">
                  <c:v>0</c:v>
                </c:pt>
                <c:pt idx="1591">
                  <c:v>0</c:v>
                </c:pt>
                <c:pt idx="1592">
                  <c:v>252.309</c:v>
                </c:pt>
                <c:pt idx="1593">
                  <c:v>252.309</c:v>
                </c:pt>
                <c:pt idx="1594">
                  <c:v>252.309</c:v>
                </c:pt>
                <c:pt idx="1595">
                  <c:v>252.309</c:v>
                </c:pt>
                <c:pt idx="1596">
                  <c:v>252.309</c:v>
                </c:pt>
                <c:pt idx="1597">
                  <c:v>252.309</c:v>
                </c:pt>
                <c:pt idx="1598">
                  <c:v>252.309</c:v>
                </c:pt>
                <c:pt idx="1599">
                  <c:v>252.309</c:v>
                </c:pt>
                <c:pt idx="1600">
                  <c:v>252.309</c:v>
                </c:pt>
                <c:pt idx="1601">
                  <c:v>252.309</c:v>
                </c:pt>
                <c:pt idx="1602">
                  <c:v>252.309</c:v>
                </c:pt>
                <c:pt idx="1603">
                  <c:v>252.309</c:v>
                </c:pt>
                <c:pt idx="1604">
                  <c:v>252.309</c:v>
                </c:pt>
                <c:pt idx="1605">
                  <c:v>252.309</c:v>
                </c:pt>
                <c:pt idx="1606">
                  <c:v>0</c:v>
                </c:pt>
                <c:pt idx="1607">
                  <c:v>0</c:v>
                </c:pt>
                <c:pt idx="1608">
                  <c:v>0</c:v>
                </c:pt>
                <c:pt idx="1609">
                  <c:v>0</c:v>
                </c:pt>
                <c:pt idx="1610">
                  <c:v>0</c:v>
                </c:pt>
                <c:pt idx="1611">
                  <c:v>0</c:v>
                </c:pt>
                <c:pt idx="1612">
                  <c:v>0</c:v>
                </c:pt>
                <c:pt idx="1613">
                  <c:v>0</c:v>
                </c:pt>
                <c:pt idx="1614">
                  <c:v>0</c:v>
                </c:pt>
                <c:pt idx="1615">
                  <c:v>0</c:v>
                </c:pt>
                <c:pt idx="1616">
                  <c:v>252.309</c:v>
                </c:pt>
                <c:pt idx="1617">
                  <c:v>252.309</c:v>
                </c:pt>
                <c:pt idx="1618">
                  <c:v>252.309</c:v>
                </c:pt>
                <c:pt idx="1619">
                  <c:v>252.309</c:v>
                </c:pt>
                <c:pt idx="1620">
                  <c:v>252.309</c:v>
                </c:pt>
                <c:pt idx="1621">
                  <c:v>252.309</c:v>
                </c:pt>
                <c:pt idx="1622">
                  <c:v>252.309</c:v>
                </c:pt>
                <c:pt idx="1623">
                  <c:v>252.309</c:v>
                </c:pt>
                <c:pt idx="1624">
                  <c:v>252.309</c:v>
                </c:pt>
                <c:pt idx="1625">
                  <c:v>252.309</c:v>
                </c:pt>
                <c:pt idx="1626">
                  <c:v>252.309</c:v>
                </c:pt>
                <c:pt idx="1627">
                  <c:v>252.309</c:v>
                </c:pt>
                <c:pt idx="1628">
                  <c:v>252.309</c:v>
                </c:pt>
                <c:pt idx="1629">
                  <c:v>252.309</c:v>
                </c:pt>
                <c:pt idx="1630">
                  <c:v>0</c:v>
                </c:pt>
                <c:pt idx="1631">
                  <c:v>0</c:v>
                </c:pt>
                <c:pt idx="1632">
                  <c:v>0</c:v>
                </c:pt>
                <c:pt idx="1633">
                  <c:v>0</c:v>
                </c:pt>
                <c:pt idx="1634">
                  <c:v>0</c:v>
                </c:pt>
                <c:pt idx="1635">
                  <c:v>0</c:v>
                </c:pt>
                <c:pt idx="1636">
                  <c:v>0</c:v>
                </c:pt>
                <c:pt idx="1637">
                  <c:v>0</c:v>
                </c:pt>
                <c:pt idx="1638">
                  <c:v>0</c:v>
                </c:pt>
                <c:pt idx="1639">
                  <c:v>0</c:v>
                </c:pt>
                <c:pt idx="1640">
                  <c:v>252.309</c:v>
                </c:pt>
                <c:pt idx="1641">
                  <c:v>252.309</c:v>
                </c:pt>
                <c:pt idx="1642">
                  <c:v>252.309</c:v>
                </c:pt>
                <c:pt idx="1643">
                  <c:v>252.309</c:v>
                </c:pt>
                <c:pt idx="1644">
                  <c:v>252.309</c:v>
                </c:pt>
                <c:pt idx="1645">
                  <c:v>252.309</c:v>
                </c:pt>
                <c:pt idx="1646">
                  <c:v>252.309</c:v>
                </c:pt>
                <c:pt idx="1647">
                  <c:v>252.309</c:v>
                </c:pt>
                <c:pt idx="1648">
                  <c:v>252.309</c:v>
                </c:pt>
                <c:pt idx="1649">
                  <c:v>252.309</c:v>
                </c:pt>
                <c:pt idx="1650">
                  <c:v>252.309</c:v>
                </c:pt>
                <c:pt idx="1651">
                  <c:v>252.309</c:v>
                </c:pt>
                <c:pt idx="1652">
                  <c:v>252.309</c:v>
                </c:pt>
                <c:pt idx="1653">
                  <c:v>252.309</c:v>
                </c:pt>
                <c:pt idx="1654">
                  <c:v>0</c:v>
                </c:pt>
                <c:pt idx="1655">
                  <c:v>0</c:v>
                </c:pt>
                <c:pt idx="1656">
                  <c:v>0</c:v>
                </c:pt>
                <c:pt idx="1657">
                  <c:v>0</c:v>
                </c:pt>
                <c:pt idx="1658">
                  <c:v>0</c:v>
                </c:pt>
                <c:pt idx="1659">
                  <c:v>0</c:v>
                </c:pt>
                <c:pt idx="1660">
                  <c:v>0</c:v>
                </c:pt>
                <c:pt idx="1661">
                  <c:v>0</c:v>
                </c:pt>
                <c:pt idx="1662">
                  <c:v>0</c:v>
                </c:pt>
                <c:pt idx="1663">
                  <c:v>0</c:v>
                </c:pt>
                <c:pt idx="1664">
                  <c:v>252.309</c:v>
                </c:pt>
                <c:pt idx="1665">
                  <c:v>252.309</c:v>
                </c:pt>
                <c:pt idx="1666">
                  <c:v>252.309</c:v>
                </c:pt>
                <c:pt idx="1667">
                  <c:v>252.309</c:v>
                </c:pt>
                <c:pt idx="1668">
                  <c:v>252.309</c:v>
                </c:pt>
                <c:pt idx="1669">
                  <c:v>252.309</c:v>
                </c:pt>
                <c:pt idx="1670">
                  <c:v>252.309</c:v>
                </c:pt>
                <c:pt idx="1671">
                  <c:v>252.309</c:v>
                </c:pt>
                <c:pt idx="1672">
                  <c:v>252.309</c:v>
                </c:pt>
                <c:pt idx="1673">
                  <c:v>252.309</c:v>
                </c:pt>
                <c:pt idx="1674">
                  <c:v>252.309</c:v>
                </c:pt>
                <c:pt idx="1675">
                  <c:v>252.309</c:v>
                </c:pt>
                <c:pt idx="1676">
                  <c:v>252.309</c:v>
                </c:pt>
                <c:pt idx="1677">
                  <c:v>252.309</c:v>
                </c:pt>
                <c:pt idx="1678">
                  <c:v>0</c:v>
                </c:pt>
                <c:pt idx="1679">
                  <c:v>0</c:v>
                </c:pt>
                <c:pt idx="1680">
                  <c:v>0</c:v>
                </c:pt>
                <c:pt idx="1681">
                  <c:v>0</c:v>
                </c:pt>
                <c:pt idx="1682">
                  <c:v>0</c:v>
                </c:pt>
                <c:pt idx="1683">
                  <c:v>0</c:v>
                </c:pt>
                <c:pt idx="1684">
                  <c:v>0</c:v>
                </c:pt>
                <c:pt idx="1685">
                  <c:v>0</c:v>
                </c:pt>
                <c:pt idx="1686">
                  <c:v>0</c:v>
                </c:pt>
                <c:pt idx="1687">
                  <c:v>0</c:v>
                </c:pt>
                <c:pt idx="1688">
                  <c:v>252.309</c:v>
                </c:pt>
                <c:pt idx="1689">
                  <c:v>252.309</c:v>
                </c:pt>
                <c:pt idx="1690">
                  <c:v>252.309</c:v>
                </c:pt>
                <c:pt idx="1691">
                  <c:v>252.309</c:v>
                </c:pt>
                <c:pt idx="1692">
                  <c:v>252.309</c:v>
                </c:pt>
                <c:pt idx="1693">
                  <c:v>252.309</c:v>
                </c:pt>
                <c:pt idx="1694">
                  <c:v>252.309</c:v>
                </c:pt>
                <c:pt idx="1695">
                  <c:v>252.309</c:v>
                </c:pt>
                <c:pt idx="1696">
                  <c:v>252.309</c:v>
                </c:pt>
                <c:pt idx="1697">
                  <c:v>252.309</c:v>
                </c:pt>
                <c:pt idx="1698">
                  <c:v>252.309</c:v>
                </c:pt>
                <c:pt idx="1699">
                  <c:v>252.309</c:v>
                </c:pt>
                <c:pt idx="1700">
                  <c:v>252.309</c:v>
                </c:pt>
                <c:pt idx="1701">
                  <c:v>252.309</c:v>
                </c:pt>
                <c:pt idx="1702">
                  <c:v>0</c:v>
                </c:pt>
                <c:pt idx="1703">
                  <c:v>0</c:v>
                </c:pt>
                <c:pt idx="1704">
                  <c:v>0</c:v>
                </c:pt>
                <c:pt idx="1705">
                  <c:v>0</c:v>
                </c:pt>
                <c:pt idx="1706">
                  <c:v>0</c:v>
                </c:pt>
                <c:pt idx="1707">
                  <c:v>0</c:v>
                </c:pt>
                <c:pt idx="1708">
                  <c:v>0</c:v>
                </c:pt>
                <c:pt idx="1709">
                  <c:v>0</c:v>
                </c:pt>
                <c:pt idx="1710">
                  <c:v>0</c:v>
                </c:pt>
                <c:pt idx="1711">
                  <c:v>0</c:v>
                </c:pt>
                <c:pt idx="1712">
                  <c:v>252.309</c:v>
                </c:pt>
                <c:pt idx="1713">
                  <c:v>252.309</c:v>
                </c:pt>
                <c:pt idx="1714">
                  <c:v>252.309</c:v>
                </c:pt>
                <c:pt idx="1715">
                  <c:v>252.309</c:v>
                </c:pt>
                <c:pt idx="1716">
                  <c:v>252.309</c:v>
                </c:pt>
                <c:pt idx="1717">
                  <c:v>252.309</c:v>
                </c:pt>
                <c:pt idx="1718">
                  <c:v>252.309</c:v>
                </c:pt>
                <c:pt idx="1719">
                  <c:v>252.309</c:v>
                </c:pt>
                <c:pt idx="1720">
                  <c:v>252.309</c:v>
                </c:pt>
                <c:pt idx="1721">
                  <c:v>252.309</c:v>
                </c:pt>
                <c:pt idx="1722">
                  <c:v>252.309</c:v>
                </c:pt>
                <c:pt idx="1723">
                  <c:v>252.309</c:v>
                </c:pt>
                <c:pt idx="1724">
                  <c:v>252.309</c:v>
                </c:pt>
                <c:pt idx="1725">
                  <c:v>252.309</c:v>
                </c:pt>
                <c:pt idx="1726">
                  <c:v>0</c:v>
                </c:pt>
                <c:pt idx="1727">
                  <c:v>0</c:v>
                </c:pt>
                <c:pt idx="1728">
                  <c:v>0</c:v>
                </c:pt>
                <c:pt idx="1729">
                  <c:v>0</c:v>
                </c:pt>
                <c:pt idx="1730">
                  <c:v>0</c:v>
                </c:pt>
                <c:pt idx="1731">
                  <c:v>0</c:v>
                </c:pt>
                <c:pt idx="1732">
                  <c:v>0</c:v>
                </c:pt>
                <c:pt idx="1733">
                  <c:v>0</c:v>
                </c:pt>
                <c:pt idx="1734">
                  <c:v>0</c:v>
                </c:pt>
                <c:pt idx="1735">
                  <c:v>0</c:v>
                </c:pt>
                <c:pt idx="1736">
                  <c:v>252.309</c:v>
                </c:pt>
                <c:pt idx="1737">
                  <c:v>252.309</c:v>
                </c:pt>
                <c:pt idx="1738">
                  <c:v>252.309</c:v>
                </c:pt>
                <c:pt idx="1739">
                  <c:v>252.309</c:v>
                </c:pt>
                <c:pt idx="1740">
                  <c:v>252.309</c:v>
                </c:pt>
                <c:pt idx="1741">
                  <c:v>252.309</c:v>
                </c:pt>
                <c:pt idx="1742">
                  <c:v>252.309</c:v>
                </c:pt>
                <c:pt idx="1743">
                  <c:v>252.309</c:v>
                </c:pt>
                <c:pt idx="1744">
                  <c:v>252.309</c:v>
                </c:pt>
                <c:pt idx="1745">
                  <c:v>252.309</c:v>
                </c:pt>
                <c:pt idx="1746">
                  <c:v>252.309</c:v>
                </c:pt>
                <c:pt idx="1747">
                  <c:v>252.309</c:v>
                </c:pt>
                <c:pt idx="1748">
                  <c:v>252.309</c:v>
                </c:pt>
                <c:pt idx="1749">
                  <c:v>252.309</c:v>
                </c:pt>
                <c:pt idx="1750">
                  <c:v>0</c:v>
                </c:pt>
                <c:pt idx="1751">
                  <c:v>0</c:v>
                </c:pt>
                <c:pt idx="1752">
                  <c:v>0</c:v>
                </c:pt>
                <c:pt idx="1753">
                  <c:v>0</c:v>
                </c:pt>
                <c:pt idx="1754">
                  <c:v>0</c:v>
                </c:pt>
                <c:pt idx="1755">
                  <c:v>0</c:v>
                </c:pt>
                <c:pt idx="1756">
                  <c:v>0</c:v>
                </c:pt>
                <c:pt idx="1757">
                  <c:v>0</c:v>
                </c:pt>
                <c:pt idx="1758">
                  <c:v>0</c:v>
                </c:pt>
                <c:pt idx="1759">
                  <c:v>0</c:v>
                </c:pt>
                <c:pt idx="1760">
                  <c:v>252.309</c:v>
                </c:pt>
                <c:pt idx="1761">
                  <c:v>252.309</c:v>
                </c:pt>
                <c:pt idx="1762">
                  <c:v>252.309</c:v>
                </c:pt>
                <c:pt idx="1763">
                  <c:v>252.309</c:v>
                </c:pt>
                <c:pt idx="1764">
                  <c:v>252.309</c:v>
                </c:pt>
                <c:pt idx="1765">
                  <c:v>252.309</c:v>
                </c:pt>
                <c:pt idx="1766">
                  <c:v>252.309</c:v>
                </c:pt>
                <c:pt idx="1767">
                  <c:v>252.309</c:v>
                </c:pt>
                <c:pt idx="1768">
                  <c:v>252.309</c:v>
                </c:pt>
                <c:pt idx="1769">
                  <c:v>252.309</c:v>
                </c:pt>
                <c:pt idx="1770">
                  <c:v>252.309</c:v>
                </c:pt>
                <c:pt idx="1771">
                  <c:v>252.309</c:v>
                </c:pt>
                <c:pt idx="1772">
                  <c:v>252.309</c:v>
                </c:pt>
                <c:pt idx="1773">
                  <c:v>252.309</c:v>
                </c:pt>
                <c:pt idx="1774">
                  <c:v>0</c:v>
                </c:pt>
                <c:pt idx="1775">
                  <c:v>0</c:v>
                </c:pt>
                <c:pt idx="1776">
                  <c:v>0</c:v>
                </c:pt>
                <c:pt idx="1777">
                  <c:v>0</c:v>
                </c:pt>
                <c:pt idx="1778">
                  <c:v>0</c:v>
                </c:pt>
                <c:pt idx="1779">
                  <c:v>0</c:v>
                </c:pt>
                <c:pt idx="1780">
                  <c:v>0</c:v>
                </c:pt>
                <c:pt idx="1781">
                  <c:v>0</c:v>
                </c:pt>
                <c:pt idx="1782">
                  <c:v>0</c:v>
                </c:pt>
                <c:pt idx="1783">
                  <c:v>0</c:v>
                </c:pt>
                <c:pt idx="1784">
                  <c:v>252.309</c:v>
                </c:pt>
                <c:pt idx="1785">
                  <c:v>252.309</c:v>
                </c:pt>
                <c:pt idx="1786">
                  <c:v>252.309</c:v>
                </c:pt>
                <c:pt idx="1787">
                  <c:v>252.309</c:v>
                </c:pt>
                <c:pt idx="1788">
                  <c:v>252.309</c:v>
                </c:pt>
                <c:pt idx="1789">
                  <c:v>252.309</c:v>
                </c:pt>
                <c:pt idx="1790">
                  <c:v>252.309</c:v>
                </c:pt>
                <c:pt idx="1791">
                  <c:v>252.309</c:v>
                </c:pt>
                <c:pt idx="1792">
                  <c:v>252.309</c:v>
                </c:pt>
                <c:pt idx="1793">
                  <c:v>252.309</c:v>
                </c:pt>
                <c:pt idx="1794">
                  <c:v>252.309</c:v>
                </c:pt>
                <c:pt idx="1795">
                  <c:v>252.309</c:v>
                </c:pt>
                <c:pt idx="1796">
                  <c:v>252.309</c:v>
                </c:pt>
                <c:pt idx="1797">
                  <c:v>252.309</c:v>
                </c:pt>
                <c:pt idx="1798">
                  <c:v>0</c:v>
                </c:pt>
                <c:pt idx="1799">
                  <c:v>0</c:v>
                </c:pt>
                <c:pt idx="1800">
                  <c:v>0</c:v>
                </c:pt>
                <c:pt idx="1801">
                  <c:v>0</c:v>
                </c:pt>
                <c:pt idx="1802">
                  <c:v>0</c:v>
                </c:pt>
                <c:pt idx="1803">
                  <c:v>0</c:v>
                </c:pt>
                <c:pt idx="1804">
                  <c:v>0</c:v>
                </c:pt>
                <c:pt idx="1805">
                  <c:v>0</c:v>
                </c:pt>
                <c:pt idx="1806">
                  <c:v>0</c:v>
                </c:pt>
                <c:pt idx="1807">
                  <c:v>0</c:v>
                </c:pt>
                <c:pt idx="1808">
                  <c:v>252.309</c:v>
                </c:pt>
                <c:pt idx="1809">
                  <c:v>252.309</c:v>
                </c:pt>
                <c:pt idx="1810">
                  <c:v>252.309</c:v>
                </c:pt>
                <c:pt idx="1811">
                  <c:v>252.309</c:v>
                </c:pt>
                <c:pt idx="1812">
                  <c:v>252.309</c:v>
                </c:pt>
                <c:pt idx="1813">
                  <c:v>252.309</c:v>
                </c:pt>
                <c:pt idx="1814">
                  <c:v>252.309</c:v>
                </c:pt>
                <c:pt idx="1815">
                  <c:v>252.309</c:v>
                </c:pt>
                <c:pt idx="1816">
                  <c:v>252.309</c:v>
                </c:pt>
                <c:pt idx="1817">
                  <c:v>252.309</c:v>
                </c:pt>
                <c:pt idx="1818">
                  <c:v>252.309</c:v>
                </c:pt>
                <c:pt idx="1819">
                  <c:v>252.309</c:v>
                </c:pt>
                <c:pt idx="1820">
                  <c:v>252.309</c:v>
                </c:pt>
                <c:pt idx="1821">
                  <c:v>252.309</c:v>
                </c:pt>
                <c:pt idx="1822">
                  <c:v>0</c:v>
                </c:pt>
                <c:pt idx="1823">
                  <c:v>0</c:v>
                </c:pt>
                <c:pt idx="1824">
                  <c:v>0</c:v>
                </c:pt>
                <c:pt idx="1825">
                  <c:v>0</c:v>
                </c:pt>
                <c:pt idx="1826">
                  <c:v>0</c:v>
                </c:pt>
                <c:pt idx="1827">
                  <c:v>0</c:v>
                </c:pt>
                <c:pt idx="1828">
                  <c:v>0</c:v>
                </c:pt>
                <c:pt idx="1829">
                  <c:v>0</c:v>
                </c:pt>
                <c:pt idx="1830">
                  <c:v>0</c:v>
                </c:pt>
                <c:pt idx="1831">
                  <c:v>0</c:v>
                </c:pt>
                <c:pt idx="1832">
                  <c:v>252.309</c:v>
                </c:pt>
                <c:pt idx="1833">
                  <c:v>252.309</c:v>
                </c:pt>
                <c:pt idx="1834">
                  <c:v>252.309</c:v>
                </c:pt>
                <c:pt idx="1835">
                  <c:v>252.309</c:v>
                </c:pt>
                <c:pt idx="1836">
                  <c:v>333.88200000000001</c:v>
                </c:pt>
                <c:pt idx="1837">
                  <c:v>271.92599999999999</c:v>
                </c:pt>
                <c:pt idx="1838">
                  <c:v>252.309</c:v>
                </c:pt>
                <c:pt idx="1839">
                  <c:v>252.309</c:v>
                </c:pt>
                <c:pt idx="1840">
                  <c:v>252.309</c:v>
                </c:pt>
                <c:pt idx="1841">
                  <c:v>252.309</c:v>
                </c:pt>
                <c:pt idx="1842">
                  <c:v>252.309</c:v>
                </c:pt>
                <c:pt idx="1843">
                  <c:v>252.309</c:v>
                </c:pt>
                <c:pt idx="1844">
                  <c:v>252.309</c:v>
                </c:pt>
                <c:pt idx="1845">
                  <c:v>252.309</c:v>
                </c:pt>
                <c:pt idx="1846">
                  <c:v>0</c:v>
                </c:pt>
                <c:pt idx="1847">
                  <c:v>0</c:v>
                </c:pt>
                <c:pt idx="1848">
                  <c:v>0</c:v>
                </c:pt>
                <c:pt idx="1849">
                  <c:v>0</c:v>
                </c:pt>
                <c:pt idx="1850">
                  <c:v>0</c:v>
                </c:pt>
                <c:pt idx="1851">
                  <c:v>0</c:v>
                </c:pt>
                <c:pt idx="1852">
                  <c:v>0</c:v>
                </c:pt>
                <c:pt idx="1853">
                  <c:v>0</c:v>
                </c:pt>
                <c:pt idx="1854">
                  <c:v>0</c:v>
                </c:pt>
                <c:pt idx="1855">
                  <c:v>0</c:v>
                </c:pt>
                <c:pt idx="1856">
                  <c:v>252.309</c:v>
                </c:pt>
                <c:pt idx="1857">
                  <c:v>252.309</c:v>
                </c:pt>
                <c:pt idx="1858">
                  <c:v>252.309</c:v>
                </c:pt>
                <c:pt idx="1859">
                  <c:v>252.309</c:v>
                </c:pt>
                <c:pt idx="1860">
                  <c:v>252.309</c:v>
                </c:pt>
                <c:pt idx="1861">
                  <c:v>252.309</c:v>
                </c:pt>
                <c:pt idx="1862">
                  <c:v>252.309</c:v>
                </c:pt>
                <c:pt idx="1863">
                  <c:v>252.309</c:v>
                </c:pt>
                <c:pt idx="1864">
                  <c:v>252.309</c:v>
                </c:pt>
                <c:pt idx="1865">
                  <c:v>252.309</c:v>
                </c:pt>
                <c:pt idx="1866">
                  <c:v>252.309</c:v>
                </c:pt>
                <c:pt idx="1867">
                  <c:v>252.309</c:v>
                </c:pt>
                <c:pt idx="1868">
                  <c:v>252.309</c:v>
                </c:pt>
                <c:pt idx="1869">
                  <c:v>252.309</c:v>
                </c:pt>
                <c:pt idx="1870">
                  <c:v>0</c:v>
                </c:pt>
                <c:pt idx="1871">
                  <c:v>0</c:v>
                </c:pt>
                <c:pt idx="1872">
                  <c:v>0</c:v>
                </c:pt>
                <c:pt idx="1873">
                  <c:v>0</c:v>
                </c:pt>
                <c:pt idx="1874">
                  <c:v>0</c:v>
                </c:pt>
                <c:pt idx="1875">
                  <c:v>0</c:v>
                </c:pt>
                <c:pt idx="1876">
                  <c:v>0</c:v>
                </c:pt>
                <c:pt idx="1877">
                  <c:v>0</c:v>
                </c:pt>
                <c:pt idx="1878">
                  <c:v>0</c:v>
                </c:pt>
                <c:pt idx="1879">
                  <c:v>0</c:v>
                </c:pt>
                <c:pt idx="1880">
                  <c:v>252.309</c:v>
                </c:pt>
                <c:pt idx="1881">
                  <c:v>252.309</c:v>
                </c:pt>
                <c:pt idx="1882">
                  <c:v>252.309</c:v>
                </c:pt>
                <c:pt idx="1883">
                  <c:v>252.309</c:v>
                </c:pt>
                <c:pt idx="1884">
                  <c:v>252.309</c:v>
                </c:pt>
                <c:pt idx="1885">
                  <c:v>252.309</c:v>
                </c:pt>
                <c:pt idx="1886">
                  <c:v>252.309</c:v>
                </c:pt>
                <c:pt idx="1887">
                  <c:v>252.309</c:v>
                </c:pt>
                <c:pt idx="1888">
                  <c:v>252.309</c:v>
                </c:pt>
                <c:pt idx="1889">
                  <c:v>252.309</c:v>
                </c:pt>
                <c:pt idx="1890">
                  <c:v>252.309</c:v>
                </c:pt>
                <c:pt idx="1891">
                  <c:v>252.309</c:v>
                </c:pt>
                <c:pt idx="1892">
                  <c:v>252.309</c:v>
                </c:pt>
                <c:pt idx="1893">
                  <c:v>252.309</c:v>
                </c:pt>
                <c:pt idx="1894">
                  <c:v>0</c:v>
                </c:pt>
                <c:pt idx="1895">
                  <c:v>0</c:v>
                </c:pt>
                <c:pt idx="1896">
                  <c:v>0</c:v>
                </c:pt>
                <c:pt idx="1897">
                  <c:v>0</c:v>
                </c:pt>
                <c:pt idx="1898">
                  <c:v>0</c:v>
                </c:pt>
                <c:pt idx="1899">
                  <c:v>0</c:v>
                </c:pt>
                <c:pt idx="1900">
                  <c:v>0</c:v>
                </c:pt>
                <c:pt idx="1901">
                  <c:v>0</c:v>
                </c:pt>
                <c:pt idx="1902">
                  <c:v>0</c:v>
                </c:pt>
                <c:pt idx="1903">
                  <c:v>0</c:v>
                </c:pt>
                <c:pt idx="1904">
                  <c:v>252.309</c:v>
                </c:pt>
                <c:pt idx="1905">
                  <c:v>252.309</c:v>
                </c:pt>
                <c:pt idx="1906">
                  <c:v>252.309</c:v>
                </c:pt>
                <c:pt idx="1907">
                  <c:v>252.309</c:v>
                </c:pt>
                <c:pt idx="1908">
                  <c:v>252.309</c:v>
                </c:pt>
                <c:pt idx="1909">
                  <c:v>252.309</c:v>
                </c:pt>
                <c:pt idx="1910">
                  <c:v>252.309</c:v>
                </c:pt>
                <c:pt idx="1911">
                  <c:v>252.309</c:v>
                </c:pt>
                <c:pt idx="1912">
                  <c:v>252.309</c:v>
                </c:pt>
                <c:pt idx="1913">
                  <c:v>252.309</c:v>
                </c:pt>
                <c:pt idx="1914">
                  <c:v>252.309</c:v>
                </c:pt>
                <c:pt idx="1915">
                  <c:v>252.309</c:v>
                </c:pt>
                <c:pt idx="1916">
                  <c:v>252.309</c:v>
                </c:pt>
                <c:pt idx="1917">
                  <c:v>252.309</c:v>
                </c:pt>
                <c:pt idx="1918">
                  <c:v>0</c:v>
                </c:pt>
                <c:pt idx="1919">
                  <c:v>0</c:v>
                </c:pt>
                <c:pt idx="1920">
                  <c:v>0</c:v>
                </c:pt>
                <c:pt idx="1921">
                  <c:v>0</c:v>
                </c:pt>
                <c:pt idx="1922">
                  <c:v>0</c:v>
                </c:pt>
                <c:pt idx="1923">
                  <c:v>0</c:v>
                </c:pt>
                <c:pt idx="1924">
                  <c:v>0</c:v>
                </c:pt>
                <c:pt idx="1925">
                  <c:v>0</c:v>
                </c:pt>
                <c:pt idx="1926">
                  <c:v>0</c:v>
                </c:pt>
                <c:pt idx="1927">
                  <c:v>0</c:v>
                </c:pt>
                <c:pt idx="1928">
                  <c:v>252.309</c:v>
                </c:pt>
                <c:pt idx="1929">
                  <c:v>252.309</c:v>
                </c:pt>
                <c:pt idx="1930">
                  <c:v>252.309</c:v>
                </c:pt>
                <c:pt idx="1931">
                  <c:v>252.309</c:v>
                </c:pt>
                <c:pt idx="1932">
                  <c:v>252.309</c:v>
                </c:pt>
                <c:pt idx="1933">
                  <c:v>252.309</c:v>
                </c:pt>
                <c:pt idx="1934">
                  <c:v>252.309</c:v>
                </c:pt>
                <c:pt idx="1935">
                  <c:v>252.309</c:v>
                </c:pt>
                <c:pt idx="1936">
                  <c:v>252.309</c:v>
                </c:pt>
                <c:pt idx="1937">
                  <c:v>252.309</c:v>
                </c:pt>
                <c:pt idx="1938">
                  <c:v>252.309</c:v>
                </c:pt>
                <c:pt idx="1939">
                  <c:v>252.309</c:v>
                </c:pt>
                <c:pt idx="1940">
                  <c:v>252.309</c:v>
                </c:pt>
                <c:pt idx="1941">
                  <c:v>252.309</c:v>
                </c:pt>
                <c:pt idx="1942">
                  <c:v>0</c:v>
                </c:pt>
                <c:pt idx="1943">
                  <c:v>0</c:v>
                </c:pt>
                <c:pt idx="1944">
                  <c:v>0</c:v>
                </c:pt>
                <c:pt idx="1945">
                  <c:v>0</c:v>
                </c:pt>
                <c:pt idx="1946">
                  <c:v>0</c:v>
                </c:pt>
                <c:pt idx="1947">
                  <c:v>0</c:v>
                </c:pt>
                <c:pt idx="1948">
                  <c:v>0</c:v>
                </c:pt>
                <c:pt idx="1949">
                  <c:v>0</c:v>
                </c:pt>
                <c:pt idx="1950">
                  <c:v>0</c:v>
                </c:pt>
                <c:pt idx="1951">
                  <c:v>0</c:v>
                </c:pt>
                <c:pt idx="1952">
                  <c:v>252.309</c:v>
                </c:pt>
                <c:pt idx="1953">
                  <c:v>252.309</c:v>
                </c:pt>
                <c:pt idx="1954">
                  <c:v>252.309</c:v>
                </c:pt>
                <c:pt idx="1955">
                  <c:v>252.309</c:v>
                </c:pt>
                <c:pt idx="1956">
                  <c:v>252.309</c:v>
                </c:pt>
                <c:pt idx="1957">
                  <c:v>252.309</c:v>
                </c:pt>
                <c:pt idx="1958">
                  <c:v>252.309</c:v>
                </c:pt>
                <c:pt idx="1959">
                  <c:v>252.309</c:v>
                </c:pt>
                <c:pt idx="1960">
                  <c:v>252.309</c:v>
                </c:pt>
                <c:pt idx="1961">
                  <c:v>252.309</c:v>
                </c:pt>
                <c:pt idx="1962">
                  <c:v>252.309</c:v>
                </c:pt>
                <c:pt idx="1963">
                  <c:v>252.309</c:v>
                </c:pt>
                <c:pt idx="1964">
                  <c:v>252.309</c:v>
                </c:pt>
                <c:pt idx="1965">
                  <c:v>252.309</c:v>
                </c:pt>
                <c:pt idx="1966">
                  <c:v>0</c:v>
                </c:pt>
                <c:pt idx="1967">
                  <c:v>0</c:v>
                </c:pt>
                <c:pt idx="1968">
                  <c:v>0</c:v>
                </c:pt>
                <c:pt idx="1969">
                  <c:v>0</c:v>
                </c:pt>
                <c:pt idx="1970">
                  <c:v>0</c:v>
                </c:pt>
                <c:pt idx="1971">
                  <c:v>0</c:v>
                </c:pt>
                <c:pt idx="1972">
                  <c:v>0</c:v>
                </c:pt>
                <c:pt idx="1973">
                  <c:v>0</c:v>
                </c:pt>
                <c:pt idx="1974">
                  <c:v>0</c:v>
                </c:pt>
                <c:pt idx="1975">
                  <c:v>0</c:v>
                </c:pt>
                <c:pt idx="1976">
                  <c:v>252.309</c:v>
                </c:pt>
                <c:pt idx="1977">
                  <c:v>252.309</c:v>
                </c:pt>
                <c:pt idx="1978">
                  <c:v>252.309</c:v>
                </c:pt>
                <c:pt idx="1979">
                  <c:v>252.309</c:v>
                </c:pt>
                <c:pt idx="1980">
                  <c:v>252.309</c:v>
                </c:pt>
                <c:pt idx="1981">
                  <c:v>252.309</c:v>
                </c:pt>
                <c:pt idx="1982">
                  <c:v>252.309</c:v>
                </c:pt>
                <c:pt idx="1983">
                  <c:v>252.309</c:v>
                </c:pt>
                <c:pt idx="1984">
                  <c:v>252.309</c:v>
                </c:pt>
                <c:pt idx="1985">
                  <c:v>252.309</c:v>
                </c:pt>
                <c:pt idx="1986">
                  <c:v>252.309</c:v>
                </c:pt>
                <c:pt idx="1987">
                  <c:v>252.309</c:v>
                </c:pt>
                <c:pt idx="1988">
                  <c:v>252.309</c:v>
                </c:pt>
                <c:pt idx="1989">
                  <c:v>252.309</c:v>
                </c:pt>
                <c:pt idx="1990">
                  <c:v>0</c:v>
                </c:pt>
                <c:pt idx="1991">
                  <c:v>0</c:v>
                </c:pt>
                <c:pt idx="1992">
                  <c:v>0</c:v>
                </c:pt>
                <c:pt idx="1993">
                  <c:v>0</c:v>
                </c:pt>
                <c:pt idx="1994">
                  <c:v>0</c:v>
                </c:pt>
                <c:pt idx="1995">
                  <c:v>0</c:v>
                </c:pt>
                <c:pt idx="1996">
                  <c:v>0</c:v>
                </c:pt>
                <c:pt idx="1997">
                  <c:v>0</c:v>
                </c:pt>
                <c:pt idx="1998">
                  <c:v>0</c:v>
                </c:pt>
                <c:pt idx="1999">
                  <c:v>0</c:v>
                </c:pt>
                <c:pt idx="2000">
                  <c:v>252.309</c:v>
                </c:pt>
                <c:pt idx="2001">
                  <c:v>252.309</c:v>
                </c:pt>
                <c:pt idx="2002">
                  <c:v>252.309</c:v>
                </c:pt>
                <c:pt idx="2003">
                  <c:v>252.309</c:v>
                </c:pt>
                <c:pt idx="2004">
                  <c:v>252.309</c:v>
                </c:pt>
                <c:pt idx="2005">
                  <c:v>252.309</c:v>
                </c:pt>
                <c:pt idx="2006">
                  <c:v>252.309</c:v>
                </c:pt>
                <c:pt idx="2007">
                  <c:v>252.309</c:v>
                </c:pt>
                <c:pt idx="2008">
                  <c:v>252.309</c:v>
                </c:pt>
                <c:pt idx="2009">
                  <c:v>252.309</c:v>
                </c:pt>
                <c:pt idx="2010">
                  <c:v>252.309</c:v>
                </c:pt>
                <c:pt idx="2011">
                  <c:v>252.309</c:v>
                </c:pt>
                <c:pt idx="2012">
                  <c:v>252.309</c:v>
                </c:pt>
                <c:pt idx="2013">
                  <c:v>252.309</c:v>
                </c:pt>
                <c:pt idx="2014">
                  <c:v>0</c:v>
                </c:pt>
                <c:pt idx="2015">
                  <c:v>0</c:v>
                </c:pt>
                <c:pt idx="2016">
                  <c:v>0</c:v>
                </c:pt>
                <c:pt idx="2017">
                  <c:v>0</c:v>
                </c:pt>
                <c:pt idx="2018">
                  <c:v>0</c:v>
                </c:pt>
                <c:pt idx="2019">
                  <c:v>0</c:v>
                </c:pt>
                <c:pt idx="2020">
                  <c:v>0</c:v>
                </c:pt>
                <c:pt idx="2021">
                  <c:v>0</c:v>
                </c:pt>
                <c:pt idx="2022">
                  <c:v>0</c:v>
                </c:pt>
                <c:pt idx="2023">
                  <c:v>0</c:v>
                </c:pt>
                <c:pt idx="2024">
                  <c:v>252.309</c:v>
                </c:pt>
                <c:pt idx="2025">
                  <c:v>252.309</c:v>
                </c:pt>
                <c:pt idx="2026">
                  <c:v>252.309</c:v>
                </c:pt>
                <c:pt idx="2027">
                  <c:v>252.309</c:v>
                </c:pt>
                <c:pt idx="2028">
                  <c:v>252.309</c:v>
                </c:pt>
                <c:pt idx="2029">
                  <c:v>252.309</c:v>
                </c:pt>
                <c:pt idx="2030">
                  <c:v>252.309</c:v>
                </c:pt>
                <c:pt idx="2031">
                  <c:v>252.309</c:v>
                </c:pt>
                <c:pt idx="2032">
                  <c:v>252.309</c:v>
                </c:pt>
                <c:pt idx="2033">
                  <c:v>252.309</c:v>
                </c:pt>
                <c:pt idx="2034">
                  <c:v>252.309</c:v>
                </c:pt>
                <c:pt idx="2035">
                  <c:v>252.309</c:v>
                </c:pt>
                <c:pt idx="2036">
                  <c:v>252.309</c:v>
                </c:pt>
                <c:pt idx="2037">
                  <c:v>252.309</c:v>
                </c:pt>
                <c:pt idx="2038">
                  <c:v>0</c:v>
                </c:pt>
                <c:pt idx="2039">
                  <c:v>0</c:v>
                </c:pt>
                <c:pt idx="2040">
                  <c:v>0</c:v>
                </c:pt>
                <c:pt idx="2041">
                  <c:v>0</c:v>
                </c:pt>
                <c:pt idx="2042">
                  <c:v>0</c:v>
                </c:pt>
                <c:pt idx="2043">
                  <c:v>0</c:v>
                </c:pt>
                <c:pt idx="2044">
                  <c:v>0</c:v>
                </c:pt>
                <c:pt idx="2045">
                  <c:v>0</c:v>
                </c:pt>
                <c:pt idx="2046">
                  <c:v>0</c:v>
                </c:pt>
                <c:pt idx="2047">
                  <c:v>0</c:v>
                </c:pt>
                <c:pt idx="2048">
                  <c:v>252.309</c:v>
                </c:pt>
                <c:pt idx="2049">
                  <c:v>252.309</c:v>
                </c:pt>
                <c:pt idx="2050">
                  <c:v>252.309</c:v>
                </c:pt>
                <c:pt idx="2051">
                  <c:v>252.309</c:v>
                </c:pt>
                <c:pt idx="2052">
                  <c:v>252.309</c:v>
                </c:pt>
                <c:pt idx="2053">
                  <c:v>252.309</c:v>
                </c:pt>
                <c:pt idx="2054">
                  <c:v>252.309</c:v>
                </c:pt>
                <c:pt idx="2055">
                  <c:v>252.309</c:v>
                </c:pt>
                <c:pt idx="2056">
                  <c:v>252.309</c:v>
                </c:pt>
                <c:pt idx="2057">
                  <c:v>252.309</c:v>
                </c:pt>
                <c:pt idx="2058">
                  <c:v>252.309</c:v>
                </c:pt>
                <c:pt idx="2059">
                  <c:v>252.309</c:v>
                </c:pt>
                <c:pt idx="2060">
                  <c:v>252.309</c:v>
                </c:pt>
                <c:pt idx="2061">
                  <c:v>252.309</c:v>
                </c:pt>
                <c:pt idx="2062">
                  <c:v>0</c:v>
                </c:pt>
                <c:pt idx="2063">
                  <c:v>0</c:v>
                </c:pt>
                <c:pt idx="2064">
                  <c:v>0</c:v>
                </c:pt>
                <c:pt idx="2065">
                  <c:v>0</c:v>
                </c:pt>
                <c:pt idx="2066">
                  <c:v>0</c:v>
                </c:pt>
                <c:pt idx="2067">
                  <c:v>0</c:v>
                </c:pt>
                <c:pt idx="2068">
                  <c:v>0</c:v>
                </c:pt>
                <c:pt idx="2069">
                  <c:v>0</c:v>
                </c:pt>
                <c:pt idx="2070">
                  <c:v>0</c:v>
                </c:pt>
                <c:pt idx="2071">
                  <c:v>0</c:v>
                </c:pt>
                <c:pt idx="2072">
                  <c:v>252.309</c:v>
                </c:pt>
                <c:pt idx="2073">
                  <c:v>252.309</c:v>
                </c:pt>
                <c:pt idx="2074">
                  <c:v>252.309</c:v>
                </c:pt>
                <c:pt idx="2075">
                  <c:v>252.309</c:v>
                </c:pt>
                <c:pt idx="2076">
                  <c:v>252.309</c:v>
                </c:pt>
                <c:pt idx="2077">
                  <c:v>252.309</c:v>
                </c:pt>
                <c:pt idx="2078">
                  <c:v>252.309</c:v>
                </c:pt>
                <c:pt idx="2079">
                  <c:v>252.309</c:v>
                </c:pt>
                <c:pt idx="2080">
                  <c:v>252.309</c:v>
                </c:pt>
                <c:pt idx="2081">
                  <c:v>252.309</c:v>
                </c:pt>
                <c:pt idx="2082">
                  <c:v>252.309</c:v>
                </c:pt>
                <c:pt idx="2083">
                  <c:v>252.309</c:v>
                </c:pt>
                <c:pt idx="2084">
                  <c:v>252.309</c:v>
                </c:pt>
                <c:pt idx="2085">
                  <c:v>252.309</c:v>
                </c:pt>
                <c:pt idx="2086">
                  <c:v>0</c:v>
                </c:pt>
                <c:pt idx="2087">
                  <c:v>0</c:v>
                </c:pt>
                <c:pt idx="2088">
                  <c:v>0</c:v>
                </c:pt>
                <c:pt idx="2089">
                  <c:v>0</c:v>
                </c:pt>
                <c:pt idx="2090">
                  <c:v>0</c:v>
                </c:pt>
                <c:pt idx="2091">
                  <c:v>0</c:v>
                </c:pt>
                <c:pt idx="2092">
                  <c:v>0</c:v>
                </c:pt>
                <c:pt idx="2093">
                  <c:v>0</c:v>
                </c:pt>
                <c:pt idx="2094">
                  <c:v>0</c:v>
                </c:pt>
                <c:pt idx="2095">
                  <c:v>0</c:v>
                </c:pt>
                <c:pt idx="2096">
                  <c:v>252.309</c:v>
                </c:pt>
                <c:pt idx="2097">
                  <c:v>252.309</c:v>
                </c:pt>
                <c:pt idx="2098">
                  <c:v>252.309</c:v>
                </c:pt>
                <c:pt idx="2099">
                  <c:v>252.309</c:v>
                </c:pt>
                <c:pt idx="2100">
                  <c:v>252.309</c:v>
                </c:pt>
                <c:pt idx="2101">
                  <c:v>252.309</c:v>
                </c:pt>
                <c:pt idx="2102">
                  <c:v>252.309</c:v>
                </c:pt>
                <c:pt idx="2103">
                  <c:v>252.309</c:v>
                </c:pt>
                <c:pt idx="2104">
                  <c:v>252.309</c:v>
                </c:pt>
                <c:pt idx="2105">
                  <c:v>252.309</c:v>
                </c:pt>
                <c:pt idx="2106">
                  <c:v>252.309</c:v>
                </c:pt>
                <c:pt idx="2107">
                  <c:v>252.309</c:v>
                </c:pt>
                <c:pt idx="2108">
                  <c:v>252.309</c:v>
                </c:pt>
                <c:pt idx="2109">
                  <c:v>252.309</c:v>
                </c:pt>
                <c:pt idx="2110">
                  <c:v>0</c:v>
                </c:pt>
                <c:pt idx="2111">
                  <c:v>0</c:v>
                </c:pt>
                <c:pt idx="2112">
                  <c:v>0</c:v>
                </c:pt>
                <c:pt idx="2113">
                  <c:v>0</c:v>
                </c:pt>
                <c:pt idx="2114">
                  <c:v>0</c:v>
                </c:pt>
                <c:pt idx="2115">
                  <c:v>0</c:v>
                </c:pt>
                <c:pt idx="2116">
                  <c:v>0</c:v>
                </c:pt>
                <c:pt idx="2117">
                  <c:v>0</c:v>
                </c:pt>
                <c:pt idx="2118">
                  <c:v>0</c:v>
                </c:pt>
                <c:pt idx="2119">
                  <c:v>0</c:v>
                </c:pt>
                <c:pt idx="2120">
                  <c:v>252.309</c:v>
                </c:pt>
                <c:pt idx="2121">
                  <c:v>252.309</c:v>
                </c:pt>
                <c:pt idx="2122">
                  <c:v>252.309</c:v>
                </c:pt>
                <c:pt idx="2123">
                  <c:v>252.309</c:v>
                </c:pt>
                <c:pt idx="2124">
                  <c:v>252.309</c:v>
                </c:pt>
                <c:pt idx="2125">
                  <c:v>252.309</c:v>
                </c:pt>
                <c:pt idx="2126">
                  <c:v>252.309</c:v>
                </c:pt>
                <c:pt idx="2127">
                  <c:v>252.309</c:v>
                </c:pt>
                <c:pt idx="2128">
                  <c:v>252.309</c:v>
                </c:pt>
                <c:pt idx="2129">
                  <c:v>252.309</c:v>
                </c:pt>
                <c:pt idx="2130">
                  <c:v>252.309</c:v>
                </c:pt>
                <c:pt idx="2131">
                  <c:v>252.309</c:v>
                </c:pt>
                <c:pt idx="2132">
                  <c:v>252.309</c:v>
                </c:pt>
                <c:pt idx="2133">
                  <c:v>252.309</c:v>
                </c:pt>
                <c:pt idx="2134">
                  <c:v>0</c:v>
                </c:pt>
                <c:pt idx="2135">
                  <c:v>0</c:v>
                </c:pt>
                <c:pt idx="2136">
                  <c:v>0</c:v>
                </c:pt>
                <c:pt idx="2137">
                  <c:v>0</c:v>
                </c:pt>
                <c:pt idx="2138">
                  <c:v>0</c:v>
                </c:pt>
                <c:pt idx="2139">
                  <c:v>0</c:v>
                </c:pt>
                <c:pt idx="2140">
                  <c:v>0</c:v>
                </c:pt>
                <c:pt idx="2141">
                  <c:v>0</c:v>
                </c:pt>
                <c:pt idx="2142">
                  <c:v>0</c:v>
                </c:pt>
                <c:pt idx="2143">
                  <c:v>0</c:v>
                </c:pt>
                <c:pt idx="2144">
                  <c:v>252.309</c:v>
                </c:pt>
                <c:pt idx="2145">
                  <c:v>252.309</c:v>
                </c:pt>
                <c:pt idx="2146">
                  <c:v>252.309</c:v>
                </c:pt>
                <c:pt idx="2147">
                  <c:v>252.309</c:v>
                </c:pt>
                <c:pt idx="2148">
                  <c:v>252.309</c:v>
                </c:pt>
                <c:pt idx="2149">
                  <c:v>252.309</c:v>
                </c:pt>
                <c:pt idx="2150">
                  <c:v>252.309</c:v>
                </c:pt>
                <c:pt idx="2151">
                  <c:v>252.309</c:v>
                </c:pt>
                <c:pt idx="2152">
                  <c:v>252.309</c:v>
                </c:pt>
                <c:pt idx="2153">
                  <c:v>252.309</c:v>
                </c:pt>
                <c:pt idx="2154">
                  <c:v>252.309</c:v>
                </c:pt>
                <c:pt idx="2155">
                  <c:v>252.309</c:v>
                </c:pt>
                <c:pt idx="2156">
                  <c:v>252.309</c:v>
                </c:pt>
                <c:pt idx="2157">
                  <c:v>252.309</c:v>
                </c:pt>
                <c:pt idx="2158">
                  <c:v>0</c:v>
                </c:pt>
                <c:pt idx="2159">
                  <c:v>0</c:v>
                </c:pt>
                <c:pt idx="2160">
                  <c:v>0</c:v>
                </c:pt>
                <c:pt idx="2161">
                  <c:v>0</c:v>
                </c:pt>
                <c:pt idx="2162">
                  <c:v>0</c:v>
                </c:pt>
                <c:pt idx="2163">
                  <c:v>0</c:v>
                </c:pt>
                <c:pt idx="2164">
                  <c:v>0</c:v>
                </c:pt>
                <c:pt idx="2165">
                  <c:v>0</c:v>
                </c:pt>
                <c:pt idx="2166">
                  <c:v>0</c:v>
                </c:pt>
                <c:pt idx="2167">
                  <c:v>0</c:v>
                </c:pt>
                <c:pt idx="2168">
                  <c:v>252.309</c:v>
                </c:pt>
                <c:pt idx="2169">
                  <c:v>252.309</c:v>
                </c:pt>
                <c:pt idx="2170">
                  <c:v>252.309</c:v>
                </c:pt>
                <c:pt idx="2171">
                  <c:v>252.309</c:v>
                </c:pt>
                <c:pt idx="2172">
                  <c:v>252.309</c:v>
                </c:pt>
                <c:pt idx="2173">
                  <c:v>252.309</c:v>
                </c:pt>
                <c:pt idx="2174">
                  <c:v>252.309</c:v>
                </c:pt>
                <c:pt idx="2175">
                  <c:v>252.309</c:v>
                </c:pt>
                <c:pt idx="2176">
                  <c:v>252.309</c:v>
                </c:pt>
                <c:pt idx="2177">
                  <c:v>252.309</c:v>
                </c:pt>
                <c:pt idx="2178">
                  <c:v>252.309</c:v>
                </c:pt>
                <c:pt idx="2179">
                  <c:v>252.309</c:v>
                </c:pt>
                <c:pt idx="2180">
                  <c:v>252.309</c:v>
                </c:pt>
                <c:pt idx="2181">
                  <c:v>252.309</c:v>
                </c:pt>
                <c:pt idx="2182">
                  <c:v>0</c:v>
                </c:pt>
                <c:pt idx="2183">
                  <c:v>0</c:v>
                </c:pt>
                <c:pt idx="2184">
                  <c:v>0</c:v>
                </c:pt>
                <c:pt idx="2185">
                  <c:v>0</c:v>
                </c:pt>
                <c:pt idx="2186">
                  <c:v>0</c:v>
                </c:pt>
                <c:pt idx="2187">
                  <c:v>0</c:v>
                </c:pt>
                <c:pt idx="2188">
                  <c:v>0</c:v>
                </c:pt>
                <c:pt idx="2189">
                  <c:v>0</c:v>
                </c:pt>
                <c:pt idx="2190">
                  <c:v>0</c:v>
                </c:pt>
                <c:pt idx="2191">
                  <c:v>0</c:v>
                </c:pt>
                <c:pt idx="2192">
                  <c:v>252.309</c:v>
                </c:pt>
                <c:pt idx="2193">
                  <c:v>252.309</c:v>
                </c:pt>
                <c:pt idx="2194">
                  <c:v>252.309</c:v>
                </c:pt>
                <c:pt idx="2195">
                  <c:v>252.309</c:v>
                </c:pt>
                <c:pt idx="2196">
                  <c:v>252.309</c:v>
                </c:pt>
                <c:pt idx="2197">
                  <c:v>252.309</c:v>
                </c:pt>
                <c:pt idx="2198">
                  <c:v>252.309</c:v>
                </c:pt>
                <c:pt idx="2199">
                  <c:v>252.309</c:v>
                </c:pt>
                <c:pt idx="2200">
                  <c:v>252.309</c:v>
                </c:pt>
                <c:pt idx="2201">
                  <c:v>252.309</c:v>
                </c:pt>
                <c:pt idx="2202">
                  <c:v>252.309</c:v>
                </c:pt>
                <c:pt idx="2203">
                  <c:v>252.309</c:v>
                </c:pt>
                <c:pt idx="2204">
                  <c:v>252.309</c:v>
                </c:pt>
                <c:pt idx="2205">
                  <c:v>252.309</c:v>
                </c:pt>
                <c:pt idx="2206">
                  <c:v>0</c:v>
                </c:pt>
                <c:pt idx="2207">
                  <c:v>0</c:v>
                </c:pt>
                <c:pt idx="2208">
                  <c:v>0</c:v>
                </c:pt>
                <c:pt idx="2209">
                  <c:v>0</c:v>
                </c:pt>
                <c:pt idx="2210">
                  <c:v>0</c:v>
                </c:pt>
                <c:pt idx="2211">
                  <c:v>0</c:v>
                </c:pt>
                <c:pt idx="2212">
                  <c:v>0</c:v>
                </c:pt>
                <c:pt idx="2213">
                  <c:v>0</c:v>
                </c:pt>
                <c:pt idx="2214">
                  <c:v>0</c:v>
                </c:pt>
                <c:pt idx="2215">
                  <c:v>0</c:v>
                </c:pt>
                <c:pt idx="2216">
                  <c:v>252.309</c:v>
                </c:pt>
                <c:pt idx="2217">
                  <c:v>252.309</c:v>
                </c:pt>
                <c:pt idx="2218">
                  <c:v>252.309</c:v>
                </c:pt>
                <c:pt idx="2219">
                  <c:v>252.309</c:v>
                </c:pt>
                <c:pt idx="2220">
                  <c:v>252.309</c:v>
                </c:pt>
                <c:pt idx="2221">
                  <c:v>252.309</c:v>
                </c:pt>
                <c:pt idx="2222">
                  <c:v>252.309</c:v>
                </c:pt>
                <c:pt idx="2223">
                  <c:v>252.309</c:v>
                </c:pt>
                <c:pt idx="2224">
                  <c:v>252.309</c:v>
                </c:pt>
                <c:pt idx="2225">
                  <c:v>252.309</c:v>
                </c:pt>
                <c:pt idx="2226">
                  <c:v>252.309</c:v>
                </c:pt>
                <c:pt idx="2227">
                  <c:v>252.309</c:v>
                </c:pt>
                <c:pt idx="2228">
                  <c:v>252.309</c:v>
                </c:pt>
                <c:pt idx="2229">
                  <c:v>252.309</c:v>
                </c:pt>
                <c:pt idx="2230">
                  <c:v>0</c:v>
                </c:pt>
                <c:pt idx="2231">
                  <c:v>0</c:v>
                </c:pt>
                <c:pt idx="2232">
                  <c:v>0</c:v>
                </c:pt>
                <c:pt idx="2233">
                  <c:v>0</c:v>
                </c:pt>
                <c:pt idx="2234">
                  <c:v>0</c:v>
                </c:pt>
                <c:pt idx="2235">
                  <c:v>0</c:v>
                </c:pt>
                <c:pt idx="2236">
                  <c:v>0</c:v>
                </c:pt>
                <c:pt idx="2237">
                  <c:v>0</c:v>
                </c:pt>
                <c:pt idx="2238">
                  <c:v>0</c:v>
                </c:pt>
                <c:pt idx="2239">
                  <c:v>0</c:v>
                </c:pt>
                <c:pt idx="2240">
                  <c:v>252.309</c:v>
                </c:pt>
                <c:pt idx="2241">
                  <c:v>252.309</c:v>
                </c:pt>
                <c:pt idx="2242">
                  <c:v>252.309</c:v>
                </c:pt>
                <c:pt idx="2243">
                  <c:v>252.309</c:v>
                </c:pt>
                <c:pt idx="2244">
                  <c:v>252.309</c:v>
                </c:pt>
                <c:pt idx="2245">
                  <c:v>252.309</c:v>
                </c:pt>
                <c:pt idx="2246">
                  <c:v>252.309</c:v>
                </c:pt>
                <c:pt idx="2247">
                  <c:v>252.309</c:v>
                </c:pt>
                <c:pt idx="2248">
                  <c:v>252.309</c:v>
                </c:pt>
                <c:pt idx="2249">
                  <c:v>252.309</c:v>
                </c:pt>
                <c:pt idx="2250">
                  <c:v>252.309</c:v>
                </c:pt>
                <c:pt idx="2251">
                  <c:v>252.309</c:v>
                </c:pt>
                <c:pt idx="2252">
                  <c:v>252.309</c:v>
                </c:pt>
                <c:pt idx="2253">
                  <c:v>252.309</c:v>
                </c:pt>
                <c:pt idx="2254">
                  <c:v>0</c:v>
                </c:pt>
                <c:pt idx="2255">
                  <c:v>0</c:v>
                </c:pt>
                <c:pt idx="2256">
                  <c:v>0</c:v>
                </c:pt>
                <c:pt idx="2257">
                  <c:v>0</c:v>
                </c:pt>
                <c:pt idx="2258">
                  <c:v>0</c:v>
                </c:pt>
                <c:pt idx="2259">
                  <c:v>0</c:v>
                </c:pt>
                <c:pt idx="2260">
                  <c:v>0</c:v>
                </c:pt>
                <c:pt idx="2261">
                  <c:v>0</c:v>
                </c:pt>
                <c:pt idx="2262">
                  <c:v>0</c:v>
                </c:pt>
                <c:pt idx="2263">
                  <c:v>0</c:v>
                </c:pt>
                <c:pt idx="2264">
                  <c:v>252.309</c:v>
                </c:pt>
                <c:pt idx="2265">
                  <c:v>252.309</c:v>
                </c:pt>
                <c:pt idx="2266">
                  <c:v>252.309</c:v>
                </c:pt>
                <c:pt idx="2267">
                  <c:v>252.309</c:v>
                </c:pt>
                <c:pt idx="2268">
                  <c:v>252.309</c:v>
                </c:pt>
                <c:pt idx="2269">
                  <c:v>252.309</c:v>
                </c:pt>
                <c:pt idx="2270">
                  <c:v>252.309</c:v>
                </c:pt>
                <c:pt idx="2271">
                  <c:v>252.309</c:v>
                </c:pt>
                <c:pt idx="2272">
                  <c:v>252.309</c:v>
                </c:pt>
                <c:pt idx="2273">
                  <c:v>252.309</c:v>
                </c:pt>
                <c:pt idx="2274">
                  <c:v>252.309</c:v>
                </c:pt>
                <c:pt idx="2275">
                  <c:v>252.309</c:v>
                </c:pt>
                <c:pt idx="2276">
                  <c:v>252.309</c:v>
                </c:pt>
                <c:pt idx="2277">
                  <c:v>252.309</c:v>
                </c:pt>
                <c:pt idx="2278">
                  <c:v>0</c:v>
                </c:pt>
                <c:pt idx="2279">
                  <c:v>0</c:v>
                </c:pt>
                <c:pt idx="2280">
                  <c:v>0</c:v>
                </c:pt>
                <c:pt idx="2281">
                  <c:v>0</c:v>
                </c:pt>
                <c:pt idx="2282">
                  <c:v>0</c:v>
                </c:pt>
                <c:pt idx="2283">
                  <c:v>0</c:v>
                </c:pt>
                <c:pt idx="2284">
                  <c:v>0</c:v>
                </c:pt>
                <c:pt idx="2285">
                  <c:v>0</c:v>
                </c:pt>
                <c:pt idx="2286">
                  <c:v>0</c:v>
                </c:pt>
                <c:pt idx="2287">
                  <c:v>0</c:v>
                </c:pt>
                <c:pt idx="2288">
                  <c:v>252.309</c:v>
                </c:pt>
                <c:pt idx="2289">
                  <c:v>252.309</c:v>
                </c:pt>
                <c:pt idx="2290">
                  <c:v>252.309</c:v>
                </c:pt>
                <c:pt idx="2291">
                  <c:v>252.309</c:v>
                </c:pt>
                <c:pt idx="2292">
                  <c:v>252.309</c:v>
                </c:pt>
                <c:pt idx="2293">
                  <c:v>252.309</c:v>
                </c:pt>
                <c:pt idx="2294">
                  <c:v>252.309</c:v>
                </c:pt>
                <c:pt idx="2295">
                  <c:v>252.309</c:v>
                </c:pt>
                <c:pt idx="2296">
                  <c:v>252.309</c:v>
                </c:pt>
                <c:pt idx="2297">
                  <c:v>252.309</c:v>
                </c:pt>
                <c:pt idx="2298">
                  <c:v>252.309</c:v>
                </c:pt>
                <c:pt idx="2299">
                  <c:v>252.309</c:v>
                </c:pt>
                <c:pt idx="2300">
                  <c:v>252.309</c:v>
                </c:pt>
                <c:pt idx="2301">
                  <c:v>252.309</c:v>
                </c:pt>
                <c:pt idx="2302">
                  <c:v>0</c:v>
                </c:pt>
                <c:pt idx="2303">
                  <c:v>0</c:v>
                </c:pt>
                <c:pt idx="2304">
                  <c:v>0</c:v>
                </c:pt>
                <c:pt idx="2305">
                  <c:v>0</c:v>
                </c:pt>
                <c:pt idx="2306">
                  <c:v>0</c:v>
                </c:pt>
                <c:pt idx="2307">
                  <c:v>0</c:v>
                </c:pt>
                <c:pt idx="2308">
                  <c:v>0</c:v>
                </c:pt>
                <c:pt idx="2309">
                  <c:v>0</c:v>
                </c:pt>
                <c:pt idx="2310">
                  <c:v>0</c:v>
                </c:pt>
                <c:pt idx="2311">
                  <c:v>252.309</c:v>
                </c:pt>
                <c:pt idx="2312">
                  <c:v>252.309</c:v>
                </c:pt>
                <c:pt idx="2313">
                  <c:v>252.309</c:v>
                </c:pt>
                <c:pt idx="2314">
                  <c:v>252.309</c:v>
                </c:pt>
                <c:pt idx="2315">
                  <c:v>252.309</c:v>
                </c:pt>
                <c:pt idx="2316">
                  <c:v>252.309</c:v>
                </c:pt>
                <c:pt idx="2317">
                  <c:v>252.309</c:v>
                </c:pt>
                <c:pt idx="2318">
                  <c:v>252.309</c:v>
                </c:pt>
                <c:pt idx="2319">
                  <c:v>252.309</c:v>
                </c:pt>
                <c:pt idx="2320">
                  <c:v>252.309</c:v>
                </c:pt>
                <c:pt idx="2321">
                  <c:v>252.309</c:v>
                </c:pt>
                <c:pt idx="2322">
                  <c:v>252.309</c:v>
                </c:pt>
                <c:pt idx="2323">
                  <c:v>252.309</c:v>
                </c:pt>
                <c:pt idx="2324">
                  <c:v>252.309</c:v>
                </c:pt>
                <c:pt idx="2325">
                  <c:v>0</c:v>
                </c:pt>
                <c:pt idx="2326">
                  <c:v>0</c:v>
                </c:pt>
                <c:pt idx="2327">
                  <c:v>0</c:v>
                </c:pt>
                <c:pt idx="2328">
                  <c:v>0</c:v>
                </c:pt>
                <c:pt idx="2329">
                  <c:v>0</c:v>
                </c:pt>
                <c:pt idx="2330">
                  <c:v>0</c:v>
                </c:pt>
                <c:pt idx="2331">
                  <c:v>0</c:v>
                </c:pt>
                <c:pt idx="2332">
                  <c:v>0</c:v>
                </c:pt>
                <c:pt idx="2333">
                  <c:v>0</c:v>
                </c:pt>
                <c:pt idx="2334">
                  <c:v>0</c:v>
                </c:pt>
                <c:pt idx="2335">
                  <c:v>252.309</c:v>
                </c:pt>
                <c:pt idx="2336">
                  <c:v>252.309</c:v>
                </c:pt>
                <c:pt idx="2337">
                  <c:v>252.309</c:v>
                </c:pt>
                <c:pt idx="2338">
                  <c:v>252.309</c:v>
                </c:pt>
                <c:pt idx="2339">
                  <c:v>252.309</c:v>
                </c:pt>
                <c:pt idx="2340">
                  <c:v>252.309</c:v>
                </c:pt>
                <c:pt idx="2341">
                  <c:v>252.309</c:v>
                </c:pt>
                <c:pt idx="2342">
                  <c:v>252.309</c:v>
                </c:pt>
                <c:pt idx="2343">
                  <c:v>252.309</c:v>
                </c:pt>
                <c:pt idx="2344">
                  <c:v>252.309</c:v>
                </c:pt>
                <c:pt idx="2345">
                  <c:v>252.309</c:v>
                </c:pt>
                <c:pt idx="2346">
                  <c:v>252.309</c:v>
                </c:pt>
                <c:pt idx="2347">
                  <c:v>252.309</c:v>
                </c:pt>
                <c:pt idx="2348">
                  <c:v>252.309</c:v>
                </c:pt>
                <c:pt idx="2349">
                  <c:v>0</c:v>
                </c:pt>
                <c:pt idx="2350">
                  <c:v>0</c:v>
                </c:pt>
                <c:pt idx="2351">
                  <c:v>0</c:v>
                </c:pt>
                <c:pt idx="2352">
                  <c:v>0</c:v>
                </c:pt>
                <c:pt idx="2353">
                  <c:v>0</c:v>
                </c:pt>
                <c:pt idx="2354">
                  <c:v>0</c:v>
                </c:pt>
                <c:pt idx="2355">
                  <c:v>0</c:v>
                </c:pt>
                <c:pt idx="2356">
                  <c:v>0</c:v>
                </c:pt>
                <c:pt idx="2357">
                  <c:v>0</c:v>
                </c:pt>
                <c:pt idx="2358">
                  <c:v>0</c:v>
                </c:pt>
                <c:pt idx="2359">
                  <c:v>252.309</c:v>
                </c:pt>
                <c:pt idx="2360">
                  <c:v>252.309</c:v>
                </c:pt>
                <c:pt idx="2361">
                  <c:v>252.309</c:v>
                </c:pt>
                <c:pt idx="2362">
                  <c:v>252.309</c:v>
                </c:pt>
                <c:pt idx="2363">
                  <c:v>252.309</c:v>
                </c:pt>
                <c:pt idx="2364">
                  <c:v>252.309</c:v>
                </c:pt>
                <c:pt idx="2365">
                  <c:v>252.309</c:v>
                </c:pt>
                <c:pt idx="2366">
                  <c:v>252.309</c:v>
                </c:pt>
                <c:pt idx="2367">
                  <c:v>252.309</c:v>
                </c:pt>
                <c:pt idx="2368">
                  <c:v>252.309</c:v>
                </c:pt>
                <c:pt idx="2369">
                  <c:v>252.309</c:v>
                </c:pt>
                <c:pt idx="2370">
                  <c:v>252.309</c:v>
                </c:pt>
                <c:pt idx="2371">
                  <c:v>252.309</c:v>
                </c:pt>
                <c:pt idx="2372">
                  <c:v>252.309</c:v>
                </c:pt>
                <c:pt idx="2373">
                  <c:v>0</c:v>
                </c:pt>
                <c:pt idx="2374">
                  <c:v>0</c:v>
                </c:pt>
                <c:pt idx="2375">
                  <c:v>0</c:v>
                </c:pt>
                <c:pt idx="2376">
                  <c:v>0</c:v>
                </c:pt>
                <c:pt idx="2377">
                  <c:v>0</c:v>
                </c:pt>
                <c:pt idx="2378">
                  <c:v>0</c:v>
                </c:pt>
                <c:pt idx="2379">
                  <c:v>0</c:v>
                </c:pt>
                <c:pt idx="2380">
                  <c:v>0</c:v>
                </c:pt>
                <c:pt idx="2381">
                  <c:v>0</c:v>
                </c:pt>
                <c:pt idx="2382">
                  <c:v>0</c:v>
                </c:pt>
                <c:pt idx="2383">
                  <c:v>252.309</c:v>
                </c:pt>
                <c:pt idx="2384">
                  <c:v>252.309</c:v>
                </c:pt>
                <c:pt idx="2385">
                  <c:v>252.309</c:v>
                </c:pt>
                <c:pt idx="2386">
                  <c:v>252.309</c:v>
                </c:pt>
                <c:pt idx="2387">
                  <c:v>252.309</c:v>
                </c:pt>
                <c:pt idx="2388">
                  <c:v>252.309</c:v>
                </c:pt>
                <c:pt idx="2389">
                  <c:v>252.309</c:v>
                </c:pt>
                <c:pt idx="2390">
                  <c:v>252.309</c:v>
                </c:pt>
                <c:pt idx="2391">
                  <c:v>252.309</c:v>
                </c:pt>
                <c:pt idx="2392">
                  <c:v>252.309</c:v>
                </c:pt>
                <c:pt idx="2393">
                  <c:v>252.309</c:v>
                </c:pt>
                <c:pt idx="2394">
                  <c:v>252.309</c:v>
                </c:pt>
                <c:pt idx="2395">
                  <c:v>252.309</c:v>
                </c:pt>
                <c:pt idx="2396">
                  <c:v>252.309</c:v>
                </c:pt>
                <c:pt idx="2397">
                  <c:v>0</c:v>
                </c:pt>
                <c:pt idx="2398">
                  <c:v>0</c:v>
                </c:pt>
                <c:pt idx="2399">
                  <c:v>0</c:v>
                </c:pt>
                <c:pt idx="2400">
                  <c:v>0</c:v>
                </c:pt>
                <c:pt idx="2401">
                  <c:v>0</c:v>
                </c:pt>
                <c:pt idx="2402">
                  <c:v>0</c:v>
                </c:pt>
                <c:pt idx="2403">
                  <c:v>0</c:v>
                </c:pt>
                <c:pt idx="2404">
                  <c:v>0</c:v>
                </c:pt>
                <c:pt idx="2405">
                  <c:v>0</c:v>
                </c:pt>
                <c:pt idx="2406">
                  <c:v>0</c:v>
                </c:pt>
                <c:pt idx="2407">
                  <c:v>252.309</c:v>
                </c:pt>
                <c:pt idx="2408">
                  <c:v>252.309</c:v>
                </c:pt>
                <c:pt idx="2409">
                  <c:v>252.309</c:v>
                </c:pt>
                <c:pt idx="2410">
                  <c:v>252.309</c:v>
                </c:pt>
                <c:pt idx="2411">
                  <c:v>252.309</c:v>
                </c:pt>
                <c:pt idx="2412">
                  <c:v>252.309</c:v>
                </c:pt>
                <c:pt idx="2413">
                  <c:v>252.309</c:v>
                </c:pt>
                <c:pt idx="2414">
                  <c:v>252.309</c:v>
                </c:pt>
                <c:pt idx="2415">
                  <c:v>252.309</c:v>
                </c:pt>
                <c:pt idx="2416">
                  <c:v>252.309</c:v>
                </c:pt>
                <c:pt idx="2417">
                  <c:v>252.309</c:v>
                </c:pt>
                <c:pt idx="2418">
                  <c:v>252.309</c:v>
                </c:pt>
                <c:pt idx="2419">
                  <c:v>252.309</c:v>
                </c:pt>
                <c:pt idx="2420">
                  <c:v>252.309</c:v>
                </c:pt>
                <c:pt idx="2421">
                  <c:v>0</c:v>
                </c:pt>
                <c:pt idx="2422">
                  <c:v>0</c:v>
                </c:pt>
                <c:pt idx="2423">
                  <c:v>0</c:v>
                </c:pt>
                <c:pt idx="2424">
                  <c:v>0</c:v>
                </c:pt>
                <c:pt idx="2425">
                  <c:v>0</c:v>
                </c:pt>
                <c:pt idx="2426">
                  <c:v>0</c:v>
                </c:pt>
                <c:pt idx="2427">
                  <c:v>0</c:v>
                </c:pt>
                <c:pt idx="2428">
                  <c:v>0</c:v>
                </c:pt>
                <c:pt idx="2429">
                  <c:v>0</c:v>
                </c:pt>
                <c:pt idx="2430">
                  <c:v>0</c:v>
                </c:pt>
                <c:pt idx="2431">
                  <c:v>252.309</c:v>
                </c:pt>
                <c:pt idx="2432">
                  <c:v>252.309</c:v>
                </c:pt>
                <c:pt idx="2433">
                  <c:v>252.309</c:v>
                </c:pt>
                <c:pt idx="2434">
                  <c:v>252.309</c:v>
                </c:pt>
                <c:pt idx="2435">
                  <c:v>252.309</c:v>
                </c:pt>
                <c:pt idx="2436">
                  <c:v>252.309</c:v>
                </c:pt>
                <c:pt idx="2437">
                  <c:v>252.309</c:v>
                </c:pt>
                <c:pt idx="2438">
                  <c:v>252.309</c:v>
                </c:pt>
                <c:pt idx="2439">
                  <c:v>252.309</c:v>
                </c:pt>
                <c:pt idx="2440">
                  <c:v>252.309</c:v>
                </c:pt>
                <c:pt idx="2441">
                  <c:v>252.309</c:v>
                </c:pt>
                <c:pt idx="2442">
                  <c:v>252.309</c:v>
                </c:pt>
                <c:pt idx="2443">
                  <c:v>252.309</c:v>
                </c:pt>
                <c:pt idx="2444">
                  <c:v>252.309</c:v>
                </c:pt>
                <c:pt idx="2445">
                  <c:v>0</c:v>
                </c:pt>
                <c:pt idx="2446">
                  <c:v>0</c:v>
                </c:pt>
                <c:pt idx="2447">
                  <c:v>0</c:v>
                </c:pt>
                <c:pt idx="2448">
                  <c:v>0</c:v>
                </c:pt>
                <c:pt idx="2449">
                  <c:v>0</c:v>
                </c:pt>
                <c:pt idx="2450">
                  <c:v>0</c:v>
                </c:pt>
                <c:pt idx="2451">
                  <c:v>0</c:v>
                </c:pt>
                <c:pt idx="2452">
                  <c:v>0</c:v>
                </c:pt>
                <c:pt idx="2453">
                  <c:v>0</c:v>
                </c:pt>
                <c:pt idx="2454">
                  <c:v>0</c:v>
                </c:pt>
                <c:pt idx="2455">
                  <c:v>252.309</c:v>
                </c:pt>
                <c:pt idx="2456">
                  <c:v>252.309</c:v>
                </c:pt>
                <c:pt idx="2457">
                  <c:v>252.309</c:v>
                </c:pt>
                <c:pt idx="2458">
                  <c:v>252.309</c:v>
                </c:pt>
                <c:pt idx="2459">
                  <c:v>252.309</c:v>
                </c:pt>
                <c:pt idx="2460">
                  <c:v>252.309</c:v>
                </c:pt>
                <c:pt idx="2461">
                  <c:v>252.309</c:v>
                </c:pt>
                <c:pt idx="2462">
                  <c:v>252.309</c:v>
                </c:pt>
                <c:pt idx="2463">
                  <c:v>252.309</c:v>
                </c:pt>
                <c:pt idx="2464">
                  <c:v>252.309</c:v>
                </c:pt>
                <c:pt idx="2465">
                  <c:v>252.309</c:v>
                </c:pt>
                <c:pt idx="2466">
                  <c:v>252.309</c:v>
                </c:pt>
                <c:pt idx="2467">
                  <c:v>252.309</c:v>
                </c:pt>
                <c:pt idx="2468">
                  <c:v>252.309</c:v>
                </c:pt>
                <c:pt idx="2469">
                  <c:v>0</c:v>
                </c:pt>
                <c:pt idx="2470">
                  <c:v>0</c:v>
                </c:pt>
                <c:pt idx="2471">
                  <c:v>0</c:v>
                </c:pt>
                <c:pt idx="2472">
                  <c:v>0</c:v>
                </c:pt>
                <c:pt idx="2473">
                  <c:v>0</c:v>
                </c:pt>
                <c:pt idx="2474">
                  <c:v>0</c:v>
                </c:pt>
                <c:pt idx="2475">
                  <c:v>0</c:v>
                </c:pt>
                <c:pt idx="2476">
                  <c:v>0</c:v>
                </c:pt>
                <c:pt idx="2477">
                  <c:v>0</c:v>
                </c:pt>
                <c:pt idx="2478">
                  <c:v>0</c:v>
                </c:pt>
                <c:pt idx="2479">
                  <c:v>252.309</c:v>
                </c:pt>
                <c:pt idx="2480">
                  <c:v>252.309</c:v>
                </c:pt>
                <c:pt idx="2481">
                  <c:v>252.309</c:v>
                </c:pt>
                <c:pt idx="2482">
                  <c:v>252.309</c:v>
                </c:pt>
                <c:pt idx="2483">
                  <c:v>252.309</c:v>
                </c:pt>
                <c:pt idx="2484">
                  <c:v>252.309</c:v>
                </c:pt>
                <c:pt idx="2485">
                  <c:v>252.309</c:v>
                </c:pt>
                <c:pt idx="2486">
                  <c:v>252.309</c:v>
                </c:pt>
                <c:pt idx="2487">
                  <c:v>252.309</c:v>
                </c:pt>
                <c:pt idx="2488">
                  <c:v>252.309</c:v>
                </c:pt>
                <c:pt idx="2489">
                  <c:v>252.309</c:v>
                </c:pt>
                <c:pt idx="2490">
                  <c:v>252.309</c:v>
                </c:pt>
                <c:pt idx="2491">
                  <c:v>252.309</c:v>
                </c:pt>
                <c:pt idx="2492">
                  <c:v>252.309</c:v>
                </c:pt>
                <c:pt idx="2493">
                  <c:v>0</c:v>
                </c:pt>
                <c:pt idx="2494">
                  <c:v>0</c:v>
                </c:pt>
                <c:pt idx="2495">
                  <c:v>0</c:v>
                </c:pt>
                <c:pt idx="2496">
                  <c:v>0</c:v>
                </c:pt>
                <c:pt idx="2497">
                  <c:v>0</c:v>
                </c:pt>
                <c:pt idx="2498">
                  <c:v>0</c:v>
                </c:pt>
                <c:pt idx="2499">
                  <c:v>0</c:v>
                </c:pt>
                <c:pt idx="2500">
                  <c:v>0</c:v>
                </c:pt>
                <c:pt idx="2501">
                  <c:v>0</c:v>
                </c:pt>
                <c:pt idx="2502">
                  <c:v>0</c:v>
                </c:pt>
                <c:pt idx="2503">
                  <c:v>252.309</c:v>
                </c:pt>
                <c:pt idx="2504">
                  <c:v>252.309</c:v>
                </c:pt>
                <c:pt idx="2505">
                  <c:v>252.309</c:v>
                </c:pt>
                <c:pt idx="2506">
                  <c:v>252.309</c:v>
                </c:pt>
                <c:pt idx="2507">
                  <c:v>252.309</c:v>
                </c:pt>
                <c:pt idx="2508">
                  <c:v>252.309</c:v>
                </c:pt>
                <c:pt idx="2509">
                  <c:v>252.309</c:v>
                </c:pt>
                <c:pt idx="2510">
                  <c:v>252.309</c:v>
                </c:pt>
                <c:pt idx="2511">
                  <c:v>252.309</c:v>
                </c:pt>
                <c:pt idx="2512">
                  <c:v>252.309</c:v>
                </c:pt>
                <c:pt idx="2513">
                  <c:v>252.309</c:v>
                </c:pt>
                <c:pt idx="2514">
                  <c:v>252.309</c:v>
                </c:pt>
                <c:pt idx="2515">
                  <c:v>252.309</c:v>
                </c:pt>
                <c:pt idx="2516">
                  <c:v>252.309</c:v>
                </c:pt>
                <c:pt idx="2517">
                  <c:v>0</c:v>
                </c:pt>
                <c:pt idx="2518">
                  <c:v>0</c:v>
                </c:pt>
                <c:pt idx="2519">
                  <c:v>0</c:v>
                </c:pt>
                <c:pt idx="2520">
                  <c:v>0</c:v>
                </c:pt>
                <c:pt idx="2521">
                  <c:v>0</c:v>
                </c:pt>
                <c:pt idx="2522">
                  <c:v>0</c:v>
                </c:pt>
                <c:pt idx="2523">
                  <c:v>0</c:v>
                </c:pt>
                <c:pt idx="2524">
                  <c:v>0</c:v>
                </c:pt>
                <c:pt idx="2525">
                  <c:v>0</c:v>
                </c:pt>
                <c:pt idx="2526">
                  <c:v>0</c:v>
                </c:pt>
                <c:pt idx="2527">
                  <c:v>252.309</c:v>
                </c:pt>
                <c:pt idx="2528">
                  <c:v>252.309</c:v>
                </c:pt>
                <c:pt idx="2529">
                  <c:v>252.309</c:v>
                </c:pt>
                <c:pt idx="2530">
                  <c:v>252.309</c:v>
                </c:pt>
                <c:pt idx="2531">
                  <c:v>252.309</c:v>
                </c:pt>
                <c:pt idx="2532">
                  <c:v>252.309</c:v>
                </c:pt>
                <c:pt idx="2533">
                  <c:v>252.309</c:v>
                </c:pt>
                <c:pt idx="2534">
                  <c:v>252.309</c:v>
                </c:pt>
                <c:pt idx="2535">
                  <c:v>252.309</c:v>
                </c:pt>
                <c:pt idx="2536">
                  <c:v>252.309</c:v>
                </c:pt>
                <c:pt idx="2537">
                  <c:v>252.309</c:v>
                </c:pt>
                <c:pt idx="2538">
                  <c:v>252.309</c:v>
                </c:pt>
                <c:pt idx="2539">
                  <c:v>252.309</c:v>
                </c:pt>
                <c:pt idx="2540">
                  <c:v>252.309</c:v>
                </c:pt>
                <c:pt idx="2541">
                  <c:v>0</c:v>
                </c:pt>
                <c:pt idx="2542">
                  <c:v>0</c:v>
                </c:pt>
                <c:pt idx="2543">
                  <c:v>0</c:v>
                </c:pt>
                <c:pt idx="2544">
                  <c:v>0</c:v>
                </c:pt>
                <c:pt idx="2545">
                  <c:v>0</c:v>
                </c:pt>
                <c:pt idx="2546">
                  <c:v>0</c:v>
                </c:pt>
                <c:pt idx="2547">
                  <c:v>0</c:v>
                </c:pt>
                <c:pt idx="2548">
                  <c:v>0</c:v>
                </c:pt>
                <c:pt idx="2549">
                  <c:v>0</c:v>
                </c:pt>
                <c:pt idx="2550">
                  <c:v>0</c:v>
                </c:pt>
                <c:pt idx="2551">
                  <c:v>252.309</c:v>
                </c:pt>
                <c:pt idx="2552">
                  <c:v>252.309</c:v>
                </c:pt>
                <c:pt idx="2553">
                  <c:v>252.309</c:v>
                </c:pt>
                <c:pt idx="2554">
                  <c:v>252.309</c:v>
                </c:pt>
                <c:pt idx="2555">
                  <c:v>252.309</c:v>
                </c:pt>
                <c:pt idx="2556">
                  <c:v>252.309</c:v>
                </c:pt>
                <c:pt idx="2557">
                  <c:v>252.309</c:v>
                </c:pt>
                <c:pt idx="2558">
                  <c:v>252.309</c:v>
                </c:pt>
                <c:pt idx="2559">
                  <c:v>252.309</c:v>
                </c:pt>
                <c:pt idx="2560">
                  <c:v>252.309</c:v>
                </c:pt>
                <c:pt idx="2561">
                  <c:v>252.309</c:v>
                </c:pt>
                <c:pt idx="2562">
                  <c:v>252.309</c:v>
                </c:pt>
                <c:pt idx="2563">
                  <c:v>252.309</c:v>
                </c:pt>
                <c:pt idx="2564">
                  <c:v>252.309</c:v>
                </c:pt>
                <c:pt idx="2565">
                  <c:v>0</c:v>
                </c:pt>
                <c:pt idx="2566">
                  <c:v>0</c:v>
                </c:pt>
                <c:pt idx="2567">
                  <c:v>0</c:v>
                </c:pt>
                <c:pt idx="2568">
                  <c:v>0</c:v>
                </c:pt>
                <c:pt idx="2569">
                  <c:v>0</c:v>
                </c:pt>
                <c:pt idx="2570">
                  <c:v>0</c:v>
                </c:pt>
                <c:pt idx="2571">
                  <c:v>0</c:v>
                </c:pt>
                <c:pt idx="2572">
                  <c:v>0</c:v>
                </c:pt>
                <c:pt idx="2573">
                  <c:v>0</c:v>
                </c:pt>
                <c:pt idx="2574">
                  <c:v>0</c:v>
                </c:pt>
                <c:pt idx="2575">
                  <c:v>252.309</c:v>
                </c:pt>
                <c:pt idx="2576">
                  <c:v>252.309</c:v>
                </c:pt>
                <c:pt idx="2577">
                  <c:v>252.309</c:v>
                </c:pt>
                <c:pt idx="2578">
                  <c:v>252.309</c:v>
                </c:pt>
                <c:pt idx="2579">
                  <c:v>252.309</c:v>
                </c:pt>
                <c:pt idx="2580">
                  <c:v>252.309</c:v>
                </c:pt>
                <c:pt idx="2581">
                  <c:v>252.309</c:v>
                </c:pt>
                <c:pt idx="2582">
                  <c:v>252.309</c:v>
                </c:pt>
                <c:pt idx="2583">
                  <c:v>252.309</c:v>
                </c:pt>
                <c:pt idx="2584">
                  <c:v>252.309</c:v>
                </c:pt>
                <c:pt idx="2585">
                  <c:v>252.309</c:v>
                </c:pt>
                <c:pt idx="2586">
                  <c:v>252.309</c:v>
                </c:pt>
                <c:pt idx="2587">
                  <c:v>252.309</c:v>
                </c:pt>
                <c:pt idx="2588">
                  <c:v>252.309</c:v>
                </c:pt>
                <c:pt idx="2589">
                  <c:v>0</c:v>
                </c:pt>
                <c:pt idx="2590">
                  <c:v>0</c:v>
                </c:pt>
                <c:pt idx="2591">
                  <c:v>0</c:v>
                </c:pt>
                <c:pt idx="2592">
                  <c:v>0</c:v>
                </c:pt>
                <c:pt idx="2593">
                  <c:v>0</c:v>
                </c:pt>
                <c:pt idx="2594">
                  <c:v>0</c:v>
                </c:pt>
                <c:pt idx="2595">
                  <c:v>0</c:v>
                </c:pt>
                <c:pt idx="2596">
                  <c:v>0</c:v>
                </c:pt>
                <c:pt idx="2597">
                  <c:v>0</c:v>
                </c:pt>
                <c:pt idx="2598">
                  <c:v>0</c:v>
                </c:pt>
                <c:pt idx="2599">
                  <c:v>252.309</c:v>
                </c:pt>
                <c:pt idx="2600">
                  <c:v>252.309</c:v>
                </c:pt>
                <c:pt idx="2601">
                  <c:v>252.309</c:v>
                </c:pt>
                <c:pt idx="2602">
                  <c:v>252.309</c:v>
                </c:pt>
                <c:pt idx="2603">
                  <c:v>252.309</c:v>
                </c:pt>
                <c:pt idx="2604">
                  <c:v>252.309</c:v>
                </c:pt>
                <c:pt idx="2605">
                  <c:v>252.309</c:v>
                </c:pt>
                <c:pt idx="2606">
                  <c:v>252.309</c:v>
                </c:pt>
                <c:pt idx="2607">
                  <c:v>252.309</c:v>
                </c:pt>
                <c:pt idx="2608">
                  <c:v>252.309</c:v>
                </c:pt>
                <c:pt idx="2609">
                  <c:v>252.309</c:v>
                </c:pt>
                <c:pt idx="2610">
                  <c:v>252.309</c:v>
                </c:pt>
                <c:pt idx="2611">
                  <c:v>252.309</c:v>
                </c:pt>
                <c:pt idx="2612">
                  <c:v>252.309</c:v>
                </c:pt>
                <c:pt idx="2613">
                  <c:v>0</c:v>
                </c:pt>
                <c:pt idx="2614">
                  <c:v>0</c:v>
                </c:pt>
                <c:pt idx="2615">
                  <c:v>0</c:v>
                </c:pt>
                <c:pt idx="2616">
                  <c:v>0</c:v>
                </c:pt>
                <c:pt idx="2617">
                  <c:v>0</c:v>
                </c:pt>
                <c:pt idx="2618">
                  <c:v>0</c:v>
                </c:pt>
                <c:pt idx="2619">
                  <c:v>0</c:v>
                </c:pt>
                <c:pt idx="2620">
                  <c:v>0</c:v>
                </c:pt>
                <c:pt idx="2621">
                  <c:v>0</c:v>
                </c:pt>
                <c:pt idx="2622">
                  <c:v>0</c:v>
                </c:pt>
                <c:pt idx="2623">
                  <c:v>252.309</c:v>
                </c:pt>
                <c:pt idx="2624">
                  <c:v>252.309</c:v>
                </c:pt>
                <c:pt idx="2625">
                  <c:v>252.309</c:v>
                </c:pt>
                <c:pt idx="2626">
                  <c:v>252.309</c:v>
                </c:pt>
                <c:pt idx="2627">
                  <c:v>252.309</c:v>
                </c:pt>
                <c:pt idx="2628">
                  <c:v>252.309</c:v>
                </c:pt>
                <c:pt idx="2629">
                  <c:v>252.309</c:v>
                </c:pt>
                <c:pt idx="2630">
                  <c:v>252.309</c:v>
                </c:pt>
                <c:pt idx="2631">
                  <c:v>252.309</c:v>
                </c:pt>
                <c:pt idx="2632">
                  <c:v>252.309</c:v>
                </c:pt>
                <c:pt idx="2633">
                  <c:v>252.309</c:v>
                </c:pt>
                <c:pt idx="2634">
                  <c:v>252.309</c:v>
                </c:pt>
                <c:pt idx="2635">
                  <c:v>252.309</c:v>
                </c:pt>
                <c:pt idx="2636">
                  <c:v>252.309</c:v>
                </c:pt>
                <c:pt idx="2637">
                  <c:v>0</c:v>
                </c:pt>
                <c:pt idx="2638">
                  <c:v>0</c:v>
                </c:pt>
                <c:pt idx="2639">
                  <c:v>0</c:v>
                </c:pt>
                <c:pt idx="2640">
                  <c:v>0</c:v>
                </c:pt>
                <c:pt idx="2641">
                  <c:v>0</c:v>
                </c:pt>
                <c:pt idx="2642">
                  <c:v>0</c:v>
                </c:pt>
                <c:pt idx="2643">
                  <c:v>0</c:v>
                </c:pt>
                <c:pt idx="2644">
                  <c:v>0</c:v>
                </c:pt>
                <c:pt idx="2645">
                  <c:v>0</c:v>
                </c:pt>
                <c:pt idx="2646">
                  <c:v>0</c:v>
                </c:pt>
                <c:pt idx="2647">
                  <c:v>252.309</c:v>
                </c:pt>
                <c:pt idx="2648">
                  <c:v>252.309</c:v>
                </c:pt>
                <c:pt idx="2649">
                  <c:v>252.309</c:v>
                </c:pt>
                <c:pt idx="2650">
                  <c:v>252.309</c:v>
                </c:pt>
                <c:pt idx="2651">
                  <c:v>252.309</c:v>
                </c:pt>
                <c:pt idx="2652">
                  <c:v>252.309</c:v>
                </c:pt>
                <c:pt idx="2653">
                  <c:v>252.309</c:v>
                </c:pt>
                <c:pt idx="2654">
                  <c:v>252.309</c:v>
                </c:pt>
                <c:pt idx="2655">
                  <c:v>252.309</c:v>
                </c:pt>
                <c:pt idx="2656">
                  <c:v>252.309</c:v>
                </c:pt>
                <c:pt idx="2657">
                  <c:v>252.309</c:v>
                </c:pt>
                <c:pt idx="2658">
                  <c:v>252.309</c:v>
                </c:pt>
                <c:pt idx="2659">
                  <c:v>252.309</c:v>
                </c:pt>
                <c:pt idx="2660">
                  <c:v>252.309</c:v>
                </c:pt>
                <c:pt idx="2661">
                  <c:v>0</c:v>
                </c:pt>
                <c:pt idx="2662">
                  <c:v>0</c:v>
                </c:pt>
                <c:pt idx="2663">
                  <c:v>0</c:v>
                </c:pt>
                <c:pt idx="2664">
                  <c:v>0</c:v>
                </c:pt>
                <c:pt idx="2665">
                  <c:v>0</c:v>
                </c:pt>
                <c:pt idx="2666">
                  <c:v>0</c:v>
                </c:pt>
                <c:pt idx="2667">
                  <c:v>0</c:v>
                </c:pt>
                <c:pt idx="2668">
                  <c:v>0</c:v>
                </c:pt>
                <c:pt idx="2669">
                  <c:v>0</c:v>
                </c:pt>
                <c:pt idx="2670">
                  <c:v>0</c:v>
                </c:pt>
                <c:pt idx="2671">
                  <c:v>252.309</c:v>
                </c:pt>
                <c:pt idx="2672">
                  <c:v>252.309</c:v>
                </c:pt>
                <c:pt idx="2673">
                  <c:v>252.309</c:v>
                </c:pt>
                <c:pt idx="2674">
                  <c:v>279.26900000000001</c:v>
                </c:pt>
                <c:pt idx="2675">
                  <c:v>252.309</c:v>
                </c:pt>
                <c:pt idx="2676">
                  <c:v>254.49199999999999</c:v>
                </c:pt>
                <c:pt idx="2677">
                  <c:v>252.309</c:v>
                </c:pt>
                <c:pt idx="2678">
                  <c:v>252.309</c:v>
                </c:pt>
                <c:pt idx="2679">
                  <c:v>252.309</c:v>
                </c:pt>
                <c:pt idx="2680">
                  <c:v>252.309</c:v>
                </c:pt>
                <c:pt idx="2681">
                  <c:v>252.309</c:v>
                </c:pt>
                <c:pt idx="2682">
                  <c:v>252.309</c:v>
                </c:pt>
                <c:pt idx="2683">
                  <c:v>252.309</c:v>
                </c:pt>
                <c:pt idx="2684">
                  <c:v>252.309</c:v>
                </c:pt>
                <c:pt idx="2685">
                  <c:v>0</c:v>
                </c:pt>
                <c:pt idx="2686">
                  <c:v>0</c:v>
                </c:pt>
                <c:pt idx="2687">
                  <c:v>0</c:v>
                </c:pt>
                <c:pt idx="2688">
                  <c:v>0</c:v>
                </c:pt>
                <c:pt idx="2689">
                  <c:v>0</c:v>
                </c:pt>
                <c:pt idx="2690">
                  <c:v>0</c:v>
                </c:pt>
                <c:pt idx="2691">
                  <c:v>0</c:v>
                </c:pt>
                <c:pt idx="2692">
                  <c:v>0</c:v>
                </c:pt>
                <c:pt idx="2693">
                  <c:v>0</c:v>
                </c:pt>
                <c:pt idx="2694">
                  <c:v>0</c:v>
                </c:pt>
                <c:pt idx="2695">
                  <c:v>252.309</c:v>
                </c:pt>
                <c:pt idx="2696">
                  <c:v>252.309</c:v>
                </c:pt>
                <c:pt idx="2697">
                  <c:v>252.309</c:v>
                </c:pt>
                <c:pt idx="2698">
                  <c:v>252.309</c:v>
                </c:pt>
                <c:pt idx="2699">
                  <c:v>252.309</c:v>
                </c:pt>
                <c:pt idx="2700">
                  <c:v>252.309</c:v>
                </c:pt>
                <c:pt idx="2701">
                  <c:v>252.309</c:v>
                </c:pt>
                <c:pt idx="2702">
                  <c:v>252.309</c:v>
                </c:pt>
                <c:pt idx="2703">
                  <c:v>252.309</c:v>
                </c:pt>
                <c:pt idx="2704">
                  <c:v>252.309</c:v>
                </c:pt>
                <c:pt idx="2705">
                  <c:v>252.309</c:v>
                </c:pt>
                <c:pt idx="2706">
                  <c:v>252.309</c:v>
                </c:pt>
                <c:pt idx="2707">
                  <c:v>252.309</c:v>
                </c:pt>
                <c:pt idx="2708">
                  <c:v>252.309</c:v>
                </c:pt>
                <c:pt idx="2709">
                  <c:v>0</c:v>
                </c:pt>
                <c:pt idx="2710">
                  <c:v>0</c:v>
                </c:pt>
                <c:pt idx="2711">
                  <c:v>0</c:v>
                </c:pt>
                <c:pt idx="2712">
                  <c:v>0</c:v>
                </c:pt>
                <c:pt idx="2713">
                  <c:v>0</c:v>
                </c:pt>
                <c:pt idx="2714">
                  <c:v>0</c:v>
                </c:pt>
                <c:pt idx="2715">
                  <c:v>0</c:v>
                </c:pt>
                <c:pt idx="2716">
                  <c:v>0</c:v>
                </c:pt>
                <c:pt idx="2717">
                  <c:v>0</c:v>
                </c:pt>
                <c:pt idx="2718">
                  <c:v>0</c:v>
                </c:pt>
                <c:pt idx="2719">
                  <c:v>252.309</c:v>
                </c:pt>
                <c:pt idx="2720">
                  <c:v>252.309</c:v>
                </c:pt>
                <c:pt idx="2721">
                  <c:v>252.309</c:v>
                </c:pt>
                <c:pt idx="2722">
                  <c:v>252.309</c:v>
                </c:pt>
                <c:pt idx="2723">
                  <c:v>252.309</c:v>
                </c:pt>
                <c:pt idx="2724">
                  <c:v>252.309</c:v>
                </c:pt>
                <c:pt idx="2725">
                  <c:v>252.309</c:v>
                </c:pt>
                <c:pt idx="2726">
                  <c:v>252.309</c:v>
                </c:pt>
                <c:pt idx="2727">
                  <c:v>252.309</c:v>
                </c:pt>
                <c:pt idx="2728">
                  <c:v>252.309</c:v>
                </c:pt>
                <c:pt idx="2729">
                  <c:v>252.309</c:v>
                </c:pt>
                <c:pt idx="2730">
                  <c:v>252.309</c:v>
                </c:pt>
                <c:pt idx="2731">
                  <c:v>252.309</c:v>
                </c:pt>
                <c:pt idx="2732">
                  <c:v>252.309</c:v>
                </c:pt>
                <c:pt idx="2733">
                  <c:v>0</c:v>
                </c:pt>
                <c:pt idx="2734">
                  <c:v>0</c:v>
                </c:pt>
                <c:pt idx="2735">
                  <c:v>0</c:v>
                </c:pt>
                <c:pt idx="2736">
                  <c:v>0</c:v>
                </c:pt>
                <c:pt idx="2737">
                  <c:v>0</c:v>
                </c:pt>
                <c:pt idx="2738">
                  <c:v>0</c:v>
                </c:pt>
                <c:pt idx="2739">
                  <c:v>0</c:v>
                </c:pt>
                <c:pt idx="2740">
                  <c:v>0</c:v>
                </c:pt>
                <c:pt idx="2741">
                  <c:v>0</c:v>
                </c:pt>
                <c:pt idx="2742">
                  <c:v>0</c:v>
                </c:pt>
                <c:pt idx="2743">
                  <c:v>252.309</c:v>
                </c:pt>
                <c:pt idx="2744">
                  <c:v>252.309</c:v>
                </c:pt>
                <c:pt idx="2745">
                  <c:v>252.309</c:v>
                </c:pt>
                <c:pt idx="2746">
                  <c:v>252.309</c:v>
                </c:pt>
                <c:pt idx="2747">
                  <c:v>252.309</c:v>
                </c:pt>
                <c:pt idx="2748">
                  <c:v>252.309</c:v>
                </c:pt>
                <c:pt idx="2749">
                  <c:v>252.309</c:v>
                </c:pt>
                <c:pt idx="2750">
                  <c:v>252.309</c:v>
                </c:pt>
                <c:pt idx="2751">
                  <c:v>252.309</c:v>
                </c:pt>
                <c:pt idx="2752">
                  <c:v>252.309</c:v>
                </c:pt>
                <c:pt idx="2753">
                  <c:v>252.309</c:v>
                </c:pt>
                <c:pt idx="2754">
                  <c:v>252.309</c:v>
                </c:pt>
                <c:pt idx="2755">
                  <c:v>252.309</c:v>
                </c:pt>
                <c:pt idx="2756">
                  <c:v>252.309</c:v>
                </c:pt>
                <c:pt idx="2757">
                  <c:v>0</c:v>
                </c:pt>
                <c:pt idx="2758">
                  <c:v>0</c:v>
                </c:pt>
                <c:pt idx="2759">
                  <c:v>0</c:v>
                </c:pt>
                <c:pt idx="2760">
                  <c:v>0</c:v>
                </c:pt>
                <c:pt idx="2761">
                  <c:v>0</c:v>
                </c:pt>
                <c:pt idx="2762">
                  <c:v>0</c:v>
                </c:pt>
                <c:pt idx="2763">
                  <c:v>0</c:v>
                </c:pt>
                <c:pt idx="2764">
                  <c:v>0</c:v>
                </c:pt>
                <c:pt idx="2765">
                  <c:v>0</c:v>
                </c:pt>
                <c:pt idx="2766">
                  <c:v>0</c:v>
                </c:pt>
                <c:pt idx="2767">
                  <c:v>252.309</c:v>
                </c:pt>
                <c:pt idx="2768">
                  <c:v>252.309</c:v>
                </c:pt>
                <c:pt idx="2769">
                  <c:v>252.309</c:v>
                </c:pt>
                <c:pt idx="2770">
                  <c:v>252.309</c:v>
                </c:pt>
                <c:pt idx="2771">
                  <c:v>252.309</c:v>
                </c:pt>
                <c:pt idx="2772">
                  <c:v>252.309</c:v>
                </c:pt>
                <c:pt idx="2773">
                  <c:v>252.309</c:v>
                </c:pt>
                <c:pt idx="2774">
                  <c:v>252.309</c:v>
                </c:pt>
                <c:pt idx="2775">
                  <c:v>252.309</c:v>
                </c:pt>
                <c:pt idx="2776">
                  <c:v>252.309</c:v>
                </c:pt>
                <c:pt idx="2777">
                  <c:v>252.309</c:v>
                </c:pt>
                <c:pt idx="2778">
                  <c:v>252.309</c:v>
                </c:pt>
                <c:pt idx="2779">
                  <c:v>252.309</c:v>
                </c:pt>
                <c:pt idx="2780">
                  <c:v>252.309</c:v>
                </c:pt>
                <c:pt idx="2781">
                  <c:v>0</c:v>
                </c:pt>
                <c:pt idx="2782">
                  <c:v>0</c:v>
                </c:pt>
                <c:pt idx="2783">
                  <c:v>0</c:v>
                </c:pt>
                <c:pt idx="2784">
                  <c:v>0</c:v>
                </c:pt>
                <c:pt idx="2785">
                  <c:v>0</c:v>
                </c:pt>
                <c:pt idx="2786">
                  <c:v>0</c:v>
                </c:pt>
                <c:pt idx="2787">
                  <c:v>0</c:v>
                </c:pt>
                <c:pt idx="2788">
                  <c:v>0</c:v>
                </c:pt>
                <c:pt idx="2789">
                  <c:v>0</c:v>
                </c:pt>
                <c:pt idx="2790">
                  <c:v>0</c:v>
                </c:pt>
                <c:pt idx="2791">
                  <c:v>252.309</c:v>
                </c:pt>
                <c:pt idx="2792">
                  <c:v>252.309</c:v>
                </c:pt>
                <c:pt idx="2793">
                  <c:v>252.309</c:v>
                </c:pt>
                <c:pt idx="2794">
                  <c:v>252.309</c:v>
                </c:pt>
                <c:pt idx="2795">
                  <c:v>252.309</c:v>
                </c:pt>
                <c:pt idx="2796">
                  <c:v>252.309</c:v>
                </c:pt>
                <c:pt idx="2797">
                  <c:v>252.309</c:v>
                </c:pt>
                <c:pt idx="2798">
                  <c:v>252.309</c:v>
                </c:pt>
                <c:pt idx="2799">
                  <c:v>252.309</c:v>
                </c:pt>
                <c:pt idx="2800">
                  <c:v>252.309</c:v>
                </c:pt>
                <c:pt idx="2801">
                  <c:v>252.309</c:v>
                </c:pt>
                <c:pt idx="2802">
                  <c:v>252.309</c:v>
                </c:pt>
                <c:pt idx="2803">
                  <c:v>252.309</c:v>
                </c:pt>
                <c:pt idx="2804">
                  <c:v>252.309</c:v>
                </c:pt>
                <c:pt idx="2805">
                  <c:v>0</c:v>
                </c:pt>
                <c:pt idx="2806">
                  <c:v>0</c:v>
                </c:pt>
                <c:pt idx="2807">
                  <c:v>0</c:v>
                </c:pt>
                <c:pt idx="2808">
                  <c:v>0</c:v>
                </c:pt>
                <c:pt idx="2809">
                  <c:v>0</c:v>
                </c:pt>
                <c:pt idx="2810">
                  <c:v>0</c:v>
                </c:pt>
                <c:pt idx="2811">
                  <c:v>0</c:v>
                </c:pt>
                <c:pt idx="2812">
                  <c:v>0</c:v>
                </c:pt>
                <c:pt idx="2813">
                  <c:v>0</c:v>
                </c:pt>
                <c:pt idx="2814">
                  <c:v>0</c:v>
                </c:pt>
                <c:pt idx="2815">
                  <c:v>252.309</c:v>
                </c:pt>
                <c:pt idx="2816">
                  <c:v>252.309</c:v>
                </c:pt>
                <c:pt idx="2817">
                  <c:v>252.309</c:v>
                </c:pt>
                <c:pt idx="2818">
                  <c:v>252.309</c:v>
                </c:pt>
                <c:pt idx="2819">
                  <c:v>252.309</c:v>
                </c:pt>
                <c:pt idx="2820">
                  <c:v>252.309</c:v>
                </c:pt>
                <c:pt idx="2821">
                  <c:v>252.309</c:v>
                </c:pt>
                <c:pt idx="2822">
                  <c:v>252.309</c:v>
                </c:pt>
                <c:pt idx="2823">
                  <c:v>252.309</c:v>
                </c:pt>
                <c:pt idx="2824">
                  <c:v>252.309</c:v>
                </c:pt>
                <c:pt idx="2825">
                  <c:v>252.309</c:v>
                </c:pt>
                <c:pt idx="2826">
                  <c:v>252.309</c:v>
                </c:pt>
                <c:pt idx="2827">
                  <c:v>252.309</c:v>
                </c:pt>
                <c:pt idx="2828">
                  <c:v>252.309</c:v>
                </c:pt>
                <c:pt idx="2829">
                  <c:v>0</c:v>
                </c:pt>
                <c:pt idx="2830">
                  <c:v>0</c:v>
                </c:pt>
                <c:pt idx="2831">
                  <c:v>0</c:v>
                </c:pt>
                <c:pt idx="2832">
                  <c:v>0</c:v>
                </c:pt>
                <c:pt idx="2833">
                  <c:v>0</c:v>
                </c:pt>
                <c:pt idx="2834">
                  <c:v>0</c:v>
                </c:pt>
                <c:pt idx="2835">
                  <c:v>0</c:v>
                </c:pt>
                <c:pt idx="2836">
                  <c:v>0</c:v>
                </c:pt>
                <c:pt idx="2837">
                  <c:v>0</c:v>
                </c:pt>
                <c:pt idx="2838">
                  <c:v>0</c:v>
                </c:pt>
                <c:pt idx="2839">
                  <c:v>252.309</c:v>
                </c:pt>
                <c:pt idx="2840">
                  <c:v>252.309</c:v>
                </c:pt>
                <c:pt idx="2841">
                  <c:v>252.309</c:v>
                </c:pt>
                <c:pt idx="2842">
                  <c:v>252.309</c:v>
                </c:pt>
                <c:pt idx="2843">
                  <c:v>252.309</c:v>
                </c:pt>
                <c:pt idx="2844">
                  <c:v>252.309</c:v>
                </c:pt>
                <c:pt idx="2845">
                  <c:v>252.309</c:v>
                </c:pt>
                <c:pt idx="2846">
                  <c:v>252.309</c:v>
                </c:pt>
                <c:pt idx="2847">
                  <c:v>252.309</c:v>
                </c:pt>
                <c:pt idx="2848">
                  <c:v>252.309</c:v>
                </c:pt>
                <c:pt idx="2849">
                  <c:v>252.309</c:v>
                </c:pt>
                <c:pt idx="2850">
                  <c:v>252.309</c:v>
                </c:pt>
                <c:pt idx="2851">
                  <c:v>252.309</c:v>
                </c:pt>
                <c:pt idx="2852">
                  <c:v>252.309</c:v>
                </c:pt>
                <c:pt idx="2853">
                  <c:v>0</c:v>
                </c:pt>
                <c:pt idx="2854">
                  <c:v>0</c:v>
                </c:pt>
                <c:pt idx="2855">
                  <c:v>0</c:v>
                </c:pt>
                <c:pt idx="2856">
                  <c:v>0</c:v>
                </c:pt>
                <c:pt idx="2857">
                  <c:v>0</c:v>
                </c:pt>
                <c:pt idx="2858">
                  <c:v>0</c:v>
                </c:pt>
                <c:pt idx="2859">
                  <c:v>0</c:v>
                </c:pt>
                <c:pt idx="2860">
                  <c:v>0</c:v>
                </c:pt>
                <c:pt idx="2861">
                  <c:v>0</c:v>
                </c:pt>
                <c:pt idx="2862">
                  <c:v>0</c:v>
                </c:pt>
                <c:pt idx="2863">
                  <c:v>252.309</c:v>
                </c:pt>
                <c:pt idx="2864">
                  <c:v>252.309</c:v>
                </c:pt>
                <c:pt idx="2865">
                  <c:v>252.309</c:v>
                </c:pt>
                <c:pt idx="2866">
                  <c:v>252.309</c:v>
                </c:pt>
                <c:pt idx="2867">
                  <c:v>252.309</c:v>
                </c:pt>
                <c:pt idx="2868">
                  <c:v>252.309</c:v>
                </c:pt>
                <c:pt idx="2869">
                  <c:v>252.309</c:v>
                </c:pt>
                <c:pt idx="2870">
                  <c:v>252.309</c:v>
                </c:pt>
                <c:pt idx="2871">
                  <c:v>252.309</c:v>
                </c:pt>
                <c:pt idx="2872">
                  <c:v>252.309</c:v>
                </c:pt>
                <c:pt idx="2873">
                  <c:v>252.309</c:v>
                </c:pt>
                <c:pt idx="2874">
                  <c:v>252.309</c:v>
                </c:pt>
                <c:pt idx="2875">
                  <c:v>252.309</c:v>
                </c:pt>
                <c:pt idx="2876">
                  <c:v>252.309</c:v>
                </c:pt>
                <c:pt idx="2877">
                  <c:v>0</c:v>
                </c:pt>
                <c:pt idx="2878">
                  <c:v>0</c:v>
                </c:pt>
                <c:pt idx="2879">
                  <c:v>0</c:v>
                </c:pt>
                <c:pt idx="2880">
                  <c:v>0</c:v>
                </c:pt>
                <c:pt idx="2881">
                  <c:v>0</c:v>
                </c:pt>
                <c:pt idx="2882">
                  <c:v>0</c:v>
                </c:pt>
                <c:pt idx="2883">
                  <c:v>0</c:v>
                </c:pt>
                <c:pt idx="2884">
                  <c:v>0</c:v>
                </c:pt>
                <c:pt idx="2885">
                  <c:v>0</c:v>
                </c:pt>
                <c:pt idx="2886">
                  <c:v>0</c:v>
                </c:pt>
                <c:pt idx="2887">
                  <c:v>252.309</c:v>
                </c:pt>
                <c:pt idx="2888">
                  <c:v>252.309</c:v>
                </c:pt>
                <c:pt idx="2889">
                  <c:v>252.309</c:v>
                </c:pt>
                <c:pt idx="2890">
                  <c:v>252.309</c:v>
                </c:pt>
                <c:pt idx="2891">
                  <c:v>252.309</c:v>
                </c:pt>
                <c:pt idx="2892">
                  <c:v>252.309</c:v>
                </c:pt>
                <c:pt idx="2893">
                  <c:v>252.309</c:v>
                </c:pt>
                <c:pt idx="2894">
                  <c:v>252.309</c:v>
                </c:pt>
                <c:pt idx="2895">
                  <c:v>252.309</c:v>
                </c:pt>
                <c:pt idx="2896">
                  <c:v>252.309</c:v>
                </c:pt>
                <c:pt idx="2897">
                  <c:v>252.309</c:v>
                </c:pt>
                <c:pt idx="2898">
                  <c:v>252.309</c:v>
                </c:pt>
                <c:pt idx="2899">
                  <c:v>252.309</c:v>
                </c:pt>
                <c:pt idx="2900">
                  <c:v>252.309</c:v>
                </c:pt>
                <c:pt idx="2901">
                  <c:v>0</c:v>
                </c:pt>
                <c:pt idx="2902">
                  <c:v>0</c:v>
                </c:pt>
                <c:pt idx="2903">
                  <c:v>0</c:v>
                </c:pt>
                <c:pt idx="2904">
                  <c:v>0</c:v>
                </c:pt>
                <c:pt idx="2905">
                  <c:v>0</c:v>
                </c:pt>
                <c:pt idx="2906">
                  <c:v>0</c:v>
                </c:pt>
                <c:pt idx="2907">
                  <c:v>0</c:v>
                </c:pt>
                <c:pt idx="2908">
                  <c:v>0</c:v>
                </c:pt>
                <c:pt idx="2909">
                  <c:v>0</c:v>
                </c:pt>
                <c:pt idx="2910">
                  <c:v>0</c:v>
                </c:pt>
                <c:pt idx="2911">
                  <c:v>252.309</c:v>
                </c:pt>
                <c:pt idx="2912">
                  <c:v>252.309</c:v>
                </c:pt>
                <c:pt idx="2913">
                  <c:v>252.309</c:v>
                </c:pt>
                <c:pt idx="2914">
                  <c:v>252.309</c:v>
                </c:pt>
                <c:pt idx="2915">
                  <c:v>252.309</c:v>
                </c:pt>
                <c:pt idx="2916">
                  <c:v>252.309</c:v>
                </c:pt>
                <c:pt idx="2917">
                  <c:v>252.309</c:v>
                </c:pt>
                <c:pt idx="2918">
                  <c:v>252.309</c:v>
                </c:pt>
                <c:pt idx="2919">
                  <c:v>252.309</c:v>
                </c:pt>
                <c:pt idx="2920">
                  <c:v>252.309</c:v>
                </c:pt>
                <c:pt idx="2921">
                  <c:v>252.309</c:v>
                </c:pt>
                <c:pt idx="2922">
                  <c:v>252.309</c:v>
                </c:pt>
                <c:pt idx="2923">
                  <c:v>252.309</c:v>
                </c:pt>
                <c:pt idx="2924">
                  <c:v>252.309</c:v>
                </c:pt>
                <c:pt idx="2925">
                  <c:v>0</c:v>
                </c:pt>
                <c:pt idx="2926">
                  <c:v>0</c:v>
                </c:pt>
                <c:pt idx="2927">
                  <c:v>0</c:v>
                </c:pt>
                <c:pt idx="2928">
                  <c:v>0</c:v>
                </c:pt>
                <c:pt idx="2929">
                  <c:v>0</c:v>
                </c:pt>
                <c:pt idx="2930">
                  <c:v>0</c:v>
                </c:pt>
                <c:pt idx="2931">
                  <c:v>0</c:v>
                </c:pt>
                <c:pt idx="2932">
                  <c:v>0</c:v>
                </c:pt>
                <c:pt idx="2933">
                  <c:v>0</c:v>
                </c:pt>
                <c:pt idx="2934">
                  <c:v>0</c:v>
                </c:pt>
                <c:pt idx="2935">
                  <c:v>252.309</c:v>
                </c:pt>
                <c:pt idx="2936">
                  <c:v>252.309</c:v>
                </c:pt>
                <c:pt idx="2937">
                  <c:v>252.309</c:v>
                </c:pt>
                <c:pt idx="2938">
                  <c:v>252.309</c:v>
                </c:pt>
                <c:pt idx="2939">
                  <c:v>252.309</c:v>
                </c:pt>
                <c:pt idx="2940">
                  <c:v>252.309</c:v>
                </c:pt>
                <c:pt idx="2941">
                  <c:v>252.309</c:v>
                </c:pt>
                <c:pt idx="2942">
                  <c:v>252.309</c:v>
                </c:pt>
                <c:pt idx="2943">
                  <c:v>252.309</c:v>
                </c:pt>
                <c:pt idx="2944">
                  <c:v>252.309</c:v>
                </c:pt>
                <c:pt idx="2945">
                  <c:v>252.309</c:v>
                </c:pt>
                <c:pt idx="2946">
                  <c:v>252.309</c:v>
                </c:pt>
                <c:pt idx="2947">
                  <c:v>252.309</c:v>
                </c:pt>
                <c:pt idx="2948">
                  <c:v>252.309</c:v>
                </c:pt>
                <c:pt idx="2949">
                  <c:v>0</c:v>
                </c:pt>
                <c:pt idx="2950">
                  <c:v>0</c:v>
                </c:pt>
                <c:pt idx="2951">
                  <c:v>0</c:v>
                </c:pt>
                <c:pt idx="2952">
                  <c:v>0</c:v>
                </c:pt>
                <c:pt idx="2953">
                  <c:v>0</c:v>
                </c:pt>
                <c:pt idx="2954">
                  <c:v>0</c:v>
                </c:pt>
                <c:pt idx="2955">
                  <c:v>0</c:v>
                </c:pt>
                <c:pt idx="2956">
                  <c:v>0</c:v>
                </c:pt>
                <c:pt idx="2957">
                  <c:v>0</c:v>
                </c:pt>
                <c:pt idx="2958">
                  <c:v>0</c:v>
                </c:pt>
                <c:pt idx="2959">
                  <c:v>252.309</c:v>
                </c:pt>
                <c:pt idx="2960">
                  <c:v>252.309</c:v>
                </c:pt>
                <c:pt idx="2961">
                  <c:v>252.309</c:v>
                </c:pt>
                <c:pt idx="2962">
                  <c:v>252.309</c:v>
                </c:pt>
                <c:pt idx="2963">
                  <c:v>252.309</c:v>
                </c:pt>
                <c:pt idx="2964">
                  <c:v>252.309</c:v>
                </c:pt>
                <c:pt idx="2965">
                  <c:v>252.309</c:v>
                </c:pt>
                <c:pt idx="2966">
                  <c:v>252.309</c:v>
                </c:pt>
                <c:pt idx="2967">
                  <c:v>252.309</c:v>
                </c:pt>
                <c:pt idx="2968">
                  <c:v>252.309</c:v>
                </c:pt>
                <c:pt idx="2969">
                  <c:v>252.309</c:v>
                </c:pt>
                <c:pt idx="2970">
                  <c:v>252.309</c:v>
                </c:pt>
                <c:pt idx="2971">
                  <c:v>252.309</c:v>
                </c:pt>
                <c:pt idx="2972">
                  <c:v>252.309</c:v>
                </c:pt>
                <c:pt idx="2973">
                  <c:v>0</c:v>
                </c:pt>
                <c:pt idx="2974">
                  <c:v>0</c:v>
                </c:pt>
                <c:pt idx="2975">
                  <c:v>0</c:v>
                </c:pt>
                <c:pt idx="2976">
                  <c:v>0</c:v>
                </c:pt>
                <c:pt idx="2977">
                  <c:v>0</c:v>
                </c:pt>
                <c:pt idx="2978">
                  <c:v>0</c:v>
                </c:pt>
                <c:pt idx="2979">
                  <c:v>0</c:v>
                </c:pt>
                <c:pt idx="2980">
                  <c:v>0</c:v>
                </c:pt>
                <c:pt idx="2981">
                  <c:v>0</c:v>
                </c:pt>
                <c:pt idx="2982">
                  <c:v>0</c:v>
                </c:pt>
                <c:pt idx="2983">
                  <c:v>252.309</c:v>
                </c:pt>
                <c:pt idx="2984">
                  <c:v>252.309</c:v>
                </c:pt>
                <c:pt idx="2985">
                  <c:v>252.309</c:v>
                </c:pt>
                <c:pt idx="2986">
                  <c:v>252.309</c:v>
                </c:pt>
                <c:pt idx="2987">
                  <c:v>252.309</c:v>
                </c:pt>
                <c:pt idx="2988">
                  <c:v>252.309</c:v>
                </c:pt>
                <c:pt idx="2989">
                  <c:v>252.309</c:v>
                </c:pt>
                <c:pt idx="2990">
                  <c:v>252.309</c:v>
                </c:pt>
                <c:pt idx="2991">
                  <c:v>252.309</c:v>
                </c:pt>
                <c:pt idx="2992">
                  <c:v>252.309</c:v>
                </c:pt>
                <c:pt idx="2993">
                  <c:v>252.309</c:v>
                </c:pt>
                <c:pt idx="2994">
                  <c:v>252.309</c:v>
                </c:pt>
                <c:pt idx="2995">
                  <c:v>252.309</c:v>
                </c:pt>
                <c:pt idx="2996">
                  <c:v>252.309</c:v>
                </c:pt>
                <c:pt idx="2997">
                  <c:v>0</c:v>
                </c:pt>
                <c:pt idx="2998">
                  <c:v>0</c:v>
                </c:pt>
                <c:pt idx="2999">
                  <c:v>0</c:v>
                </c:pt>
                <c:pt idx="3000">
                  <c:v>0</c:v>
                </c:pt>
                <c:pt idx="3001">
                  <c:v>0</c:v>
                </c:pt>
                <c:pt idx="3002">
                  <c:v>0</c:v>
                </c:pt>
                <c:pt idx="3003">
                  <c:v>0</c:v>
                </c:pt>
                <c:pt idx="3004">
                  <c:v>0</c:v>
                </c:pt>
                <c:pt idx="3005">
                  <c:v>0</c:v>
                </c:pt>
                <c:pt idx="3006">
                  <c:v>0</c:v>
                </c:pt>
                <c:pt idx="3007">
                  <c:v>252.309</c:v>
                </c:pt>
                <c:pt idx="3008">
                  <c:v>252.309</c:v>
                </c:pt>
                <c:pt idx="3009">
                  <c:v>252.309</c:v>
                </c:pt>
                <c:pt idx="3010">
                  <c:v>252.309</c:v>
                </c:pt>
                <c:pt idx="3011">
                  <c:v>252.309</c:v>
                </c:pt>
                <c:pt idx="3012">
                  <c:v>252.309</c:v>
                </c:pt>
                <c:pt idx="3013">
                  <c:v>252.309</c:v>
                </c:pt>
                <c:pt idx="3014">
                  <c:v>252.309</c:v>
                </c:pt>
                <c:pt idx="3015">
                  <c:v>252.309</c:v>
                </c:pt>
                <c:pt idx="3016">
                  <c:v>252.309</c:v>
                </c:pt>
                <c:pt idx="3017">
                  <c:v>252.309</c:v>
                </c:pt>
                <c:pt idx="3018">
                  <c:v>252.309</c:v>
                </c:pt>
                <c:pt idx="3019">
                  <c:v>252.309</c:v>
                </c:pt>
                <c:pt idx="3020">
                  <c:v>252.309</c:v>
                </c:pt>
                <c:pt idx="3021">
                  <c:v>0</c:v>
                </c:pt>
                <c:pt idx="3022">
                  <c:v>0</c:v>
                </c:pt>
                <c:pt idx="3023">
                  <c:v>0</c:v>
                </c:pt>
                <c:pt idx="3024">
                  <c:v>0</c:v>
                </c:pt>
                <c:pt idx="3025">
                  <c:v>0</c:v>
                </c:pt>
                <c:pt idx="3026">
                  <c:v>0</c:v>
                </c:pt>
                <c:pt idx="3027">
                  <c:v>0</c:v>
                </c:pt>
                <c:pt idx="3028">
                  <c:v>0</c:v>
                </c:pt>
                <c:pt idx="3029">
                  <c:v>0</c:v>
                </c:pt>
                <c:pt idx="3030">
                  <c:v>0</c:v>
                </c:pt>
                <c:pt idx="3031">
                  <c:v>252.309</c:v>
                </c:pt>
                <c:pt idx="3032">
                  <c:v>252.309</c:v>
                </c:pt>
                <c:pt idx="3033">
                  <c:v>252.309</c:v>
                </c:pt>
                <c:pt idx="3034">
                  <c:v>252.309</c:v>
                </c:pt>
                <c:pt idx="3035">
                  <c:v>252.309</c:v>
                </c:pt>
                <c:pt idx="3036">
                  <c:v>252.309</c:v>
                </c:pt>
                <c:pt idx="3037">
                  <c:v>252.309</c:v>
                </c:pt>
                <c:pt idx="3038">
                  <c:v>252.309</c:v>
                </c:pt>
                <c:pt idx="3039">
                  <c:v>252.309</c:v>
                </c:pt>
                <c:pt idx="3040">
                  <c:v>252.309</c:v>
                </c:pt>
                <c:pt idx="3041">
                  <c:v>252.309</c:v>
                </c:pt>
                <c:pt idx="3042">
                  <c:v>252.309</c:v>
                </c:pt>
                <c:pt idx="3043">
                  <c:v>252.309</c:v>
                </c:pt>
                <c:pt idx="3044">
                  <c:v>252.309</c:v>
                </c:pt>
                <c:pt idx="3045">
                  <c:v>0</c:v>
                </c:pt>
                <c:pt idx="3046">
                  <c:v>0</c:v>
                </c:pt>
                <c:pt idx="3047">
                  <c:v>0</c:v>
                </c:pt>
                <c:pt idx="3048">
                  <c:v>0</c:v>
                </c:pt>
                <c:pt idx="3049">
                  <c:v>0</c:v>
                </c:pt>
                <c:pt idx="3050">
                  <c:v>0</c:v>
                </c:pt>
                <c:pt idx="3051">
                  <c:v>0</c:v>
                </c:pt>
                <c:pt idx="3052">
                  <c:v>0</c:v>
                </c:pt>
                <c:pt idx="3053">
                  <c:v>0</c:v>
                </c:pt>
                <c:pt idx="3054">
                  <c:v>0</c:v>
                </c:pt>
                <c:pt idx="3055">
                  <c:v>252.309</c:v>
                </c:pt>
                <c:pt idx="3056">
                  <c:v>252.309</c:v>
                </c:pt>
                <c:pt idx="3057">
                  <c:v>252.309</c:v>
                </c:pt>
                <c:pt idx="3058">
                  <c:v>252.309</c:v>
                </c:pt>
                <c:pt idx="3059">
                  <c:v>252.309</c:v>
                </c:pt>
                <c:pt idx="3060">
                  <c:v>252.309</c:v>
                </c:pt>
                <c:pt idx="3061">
                  <c:v>252.309</c:v>
                </c:pt>
                <c:pt idx="3062">
                  <c:v>252.309</c:v>
                </c:pt>
                <c:pt idx="3063">
                  <c:v>252.309</c:v>
                </c:pt>
                <c:pt idx="3064">
                  <c:v>252.309</c:v>
                </c:pt>
                <c:pt idx="3065">
                  <c:v>252.309</c:v>
                </c:pt>
                <c:pt idx="3066">
                  <c:v>252.309</c:v>
                </c:pt>
                <c:pt idx="3067">
                  <c:v>252.309</c:v>
                </c:pt>
                <c:pt idx="3068">
                  <c:v>252.309</c:v>
                </c:pt>
                <c:pt idx="3069">
                  <c:v>0</c:v>
                </c:pt>
                <c:pt idx="3070">
                  <c:v>0</c:v>
                </c:pt>
                <c:pt idx="3071">
                  <c:v>0</c:v>
                </c:pt>
                <c:pt idx="3072">
                  <c:v>0</c:v>
                </c:pt>
                <c:pt idx="3073">
                  <c:v>0</c:v>
                </c:pt>
                <c:pt idx="3074">
                  <c:v>0</c:v>
                </c:pt>
                <c:pt idx="3075">
                  <c:v>0</c:v>
                </c:pt>
                <c:pt idx="3076">
                  <c:v>0</c:v>
                </c:pt>
                <c:pt idx="3077">
                  <c:v>0</c:v>
                </c:pt>
                <c:pt idx="3078">
                  <c:v>0</c:v>
                </c:pt>
                <c:pt idx="3079">
                  <c:v>252.309</c:v>
                </c:pt>
                <c:pt idx="3080">
                  <c:v>252.309</c:v>
                </c:pt>
                <c:pt idx="3081">
                  <c:v>252.309</c:v>
                </c:pt>
                <c:pt idx="3082">
                  <c:v>252.309</c:v>
                </c:pt>
                <c:pt idx="3083">
                  <c:v>252.309</c:v>
                </c:pt>
                <c:pt idx="3084">
                  <c:v>252.309</c:v>
                </c:pt>
                <c:pt idx="3085">
                  <c:v>252.309</c:v>
                </c:pt>
                <c:pt idx="3086">
                  <c:v>252.309</c:v>
                </c:pt>
                <c:pt idx="3087">
                  <c:v>252.309</c:v>
                </c:pt>
                <c:pt idx="3088">
                  <c:v>252.309</c:v>
                </c:pt>
                <c:pt idx="3089">
                  <c:v>252.309</c:v>
                </c:pt>
                <c:pt idx="3090">
                  <c:v>252.309</c:v>
                </c:pt>
                <c:pt idx="3091">
                  <c:v>252.309</c:v>
                </c:pt>
                <c:pt idx="3092">
                  <c:v>252.309</c:v>
                </c:pt>
                <c:pt idx="3093">
                  <c:v>0</c:v>
                </c:pt>
                <c:pt idx="3094">
                  <c:v>0</c:v>
                </c:pt>
                <c:pt idx="3095">
                  <c:v>0</c:v>
                </c:pt>
                <c:pt idx="3096">
                  <c:v>0</c:v>
                </c:pt>
                <c:pt idx="3097">
                  <c:v>0</c:v>
                </c:pt>
                <c:pt idx="3098">
                  <c:v>0</c:v>
                </c:pt>
                <c:pt idx="3099">
                  <c:v>0</c:v>
                </c:pt>
                <c:pt idx="3100">
                  <c:v>0</c:v>
                </c:pt>
                <c:pt idx="3101">
                  <c:v>0</c:v>
                </c:pt>
                <c:pt idx="3102">
                  <c:v>0</c:v>
                </c:pt>
                <c:pt idx="3103">
                  <c:v>252.309</c:v>
                </c:pt>
                <c:pt idx="3104">
                  <c:v>252.309</c:v>
                </c:pt>
                <c:pt idx="3105">
                  <c:v>252.309</c:v>
                </c:pt>
                <c:pt idx="3106">
                  <c:v>252.309</c:v>
                </c:pt>
                <c:pt idx="3107">
                  <c:v>252.309</c:v>
                </c:pt>
                <c:pt idx="3108">
                  <c:v>252.309</c:v>
                </c:pt>
                <c:pt idx="3109">
                  <c:v>252.309</c:v>
                </c:pt>
                <c:pt idx="3110">
                  <c:v>252.309</c:v>
                </c:pt>
                <c:pt idx="3111">
                  <c:v>252.309</c:v>
                </c:pt>
                <c:pt idx="3112">
                  <c:v>252.309</c:v>
                </c:pt>
                <c:pt idx="3113">
                  <c:v>252.309</c:v>
                </c:pt>
                <c:pt idx="3114">
                  <c:v>252.309</c:v>
                </c:pt>
                <c:pt idx="3115">
                  <c:v>252.309</c:v>
                </c:pt>
                <c:pt idx="3116">
                  <c:v>252.309</c:v>
                </c:pt>
                <c:pt idx="3117">
                  <c:v>0</c:v>
                </c:pt>
                <c:pt idx="3118">
                  <c:v>0</c:v>
                </c:pt>
                <c:pt idx="3119">
                  <c:v>0</c:v>
                </c:pt>
                <c:pt idx="3120">
                  <c:v>0</c:v>
                </c:pt>
                <c:pt idx="3121">
                  <c:v>0</c:v>
                </c:pt>
                <c:pt idx="3122">
                  <c:v>0</c:v>
                </c:pt>
                <c:pt idx="3123">
                  <c:v>0</c:v>
                </c:pt>
                <c:pt idx="3124">
                  <c:v>0</c:v>
                </c:pt>
                <c:pt idx="3125">
                  <c:v>0</c:v>
                </c:pt>
                <c:pt idx="3126">
                  <c:v>0</c:v>
                </c:pt>
                <c:pt idx="3127">
                  <c:v>252.309</c:v>
                </c:pt>
                <c:pt idx="3128">
                  <c:v>252.309</c:v>
                </c:pt>
                <c:pt idx="3129">
                  <c:v>252.309</c:v>
                </c:pt>
                <c:pt idx="3130">
                  <c:v>252.309</c:v>
                </c:pt>
                <c:pt idx="3131">
                  <c:v>252.309</c:v>
                </c:pt>
                <c:pt idx="3132">
                  <c:v>252.309</c:v>
                </c:pt>
                <c:pt idx="3133">
                  <c:v>252.309</c:v>
                </c:pt>
                <c:pt idx="3134">
                  <c:v>252.309</c:v>
                </c:pt>
                <c:pt idx="3135">
                  <c:v>252.309</c:v>
                </c:pt>
                <c:pt idx="3136">
                  <c:v>252.309</c:v>
                </c:pt>
                <c:pt idx="3137">
                  <c:v>252.309</c:v>
                </c:pt>
                <c:pt idx="3138">
                  <c:v>252.309</c:v>
                </c:pt>
                <c:pt idx="3139">
                  <c:v>252.309</c:v>
                </c:pt>
                <c:pt idx="3140">
                  <c:v>252.309</c:v>
                </c:pt>
                <c:pt idx="3141">
                  <c:v>0</c:v>
                </c:pt>
                <c:pt idx="3142">
                  <c:v>0</c:v>
                </c:pt>
                <c:pt idx="3143">
                  <c:v>0</c:v>
                </c:pt>
                <c:pt idx="3144">
                  <c:v>0</c:v>
                </c:pt>
                <c:pt idx="3145">
                  <c:v>0</c:v>
                </c:pt>
                <c:pt idx="3146">
                  <c:v>0</c:v>
                </c:pt>
                <c:pt idx="3147">
                  <c:v>0</c:v>
                </c:pt>
                <c:pt idx="3148">
                  <c:v>0</c:v>
                </c:pt>
                <c:pt idx="3149">
                  <c:v>0</c:v>
                </c:pt>
                <c:pt idx="3150">
                  <c:v>0</c:v>
                </c:pt>
                <c:pt idx="3151">
                  <c:v>252.309</c:v>
                </c:pt>
                <c:pt idx="3152">
                  <c:v>252.309</c:v>
                </c:pt>
                <c:pt idx="3153">
                  <c:v>252.309</c:v>
                </c:pt>
                <c:pt idx="3154">
                  <c:v>252.309</c:v>
                </c:pt>
                <c:pt idx="3155">
                  <c:v>252.309</c:v>
                </c:pt>
                <c:pt idx="3156">
                  <c:v>252.309</c:v>
                </c:pt>
                <c:pt idx="3157">
                  <c:v>252.309</c:v>
                </c:pt>
                <c:pt idx="3158">
                  <c:v>252.309</c:v>
                </c:pt>
                <c:pt idx="3159">
                  <c:v>252.309</c:v>
                </c:pt>
                <c:pt idx="3160">
                  <c:v>252.309</c:v>
                </c:pt>
                <c:pt idx="3161">
                  <c:v>252.309</c:v>
                </c:pt>
                <c:pt idx="3162">
                  <c:v>252.309</c:v>
                </c:pt>
                <c:pt idx="3163">
                  <c:v>252.309</c:v>
                </c:pt>
                <c:pt idx="3164">
                  <c:v>252.309</c:v>
                </c:pt>
                <c:pt idx="3165">
                  <c:v>0</c:v>
                </c:pt>
                <c:pt idx="3166">
                  <c:v>0</c:v>
                </c:pt>
                <c:pt idx="3167">
                  <c:v>0</c:v>
                </c:pt>
                <c:pt idx="3168">
                  <c:v>0</c:v>
                </c:pt>
                <c:pt idx="3169">
                  <c:v>0</c:v>
                </c:pt>
                <c:pt idx="3170">
                  <c:v>0</c:v>
                </c:pt>
                <c:pt idx="3171">
                  <c:v>0</c:v>
                </c:pt>
                <c:pt idx="3172">
                  <c:v>0</c:v>
                </c:pt>
                <c:pt idx="3173">
                  <c:v>0</c:v>
                </c:pt>
                <c:pt idx="3174">
                  <c:v>0</c:v>
                </c:pt>
                <c:pt idx="3175">
                  <c:v>252.309</c:v>
                </c:pt>
                <c:pt idx="3176">
                  <c:v>252.309</c:v>
                </c:pt>
                <c:pt idx="3177">
                  <c:v>252.309</c:v>
                </c:pt>
                <c:pt idx="3178">
                  <c:v>252.309</c:v>
                </c:pt>
                <c:pt idx="3179">
                  <c:v>252.309</c:v>
                </c:pt>
                <c:pt idx="3180">
                  <c:v>252.309</c:v>
                </c:pt>
                <c:pt idx="3181">
                  <c:v>252.309</c:v>
                </c:pt>
                <c:pt idx="3182">
                  <c:v>252.309</c:v>
                </c:pt>
                <c:pt idx="3183">
                  <c:v>252.309</c:v>
                </c:pt>
                <c:pt idx="3184">
                  <c:v>252.309</c:v>
                </c:pt>
                <c:pt idx="3185">
                  <c:v>252.309</c:v>
                </c:pt>
                <c:pt idx="3186">
                  <c:v>252.309</c:v>
                </c:pt>
                <c:pt idx="3187">
                  <c:v>252.309</c:v>
                </c:pt>
                <c:pt idx="3188">
                  <c:v>252.309</c:v>
                </c:pt>
                <c:pt idx="3189">
                  <c:v>0</c:v>
                </c:pt>
                <c:pt idx="3190">
                  <c:v>0</c:v>
                </c:pt>
                <c:pt idx="3191">
                  <c:v>0</c:v>
                </c:pt>
                <c:pt idx="3192">
                  <c:v>0</c:v>
                </c:pt>
                <c:pt idx="3193">
                  <c:v>0</c:v>
                </c:pt>
                <c:pt idx="3194">
                  <c:v>0</c:v>
                </c:pt>
                <c:pt idx="3195">
                  <c:v>0</c:v>
                </c:pt>
                <c:pt idx="3196">
                  <c:v>0</c:v>
                </c:pt>
                <c:pt idx="3197">
                  <c:v>0</c:v>
                </c:pt>
                <c:pt idx="3198">
                  <c:v>0</c:v>
                </c:pt>
                <c:pt idx="3199">
                  <c:v>252.309</c:v>
                </c:pt>
                <c:pt idx="3200">
                  <c:v>252.309</c:v>
                </c:pt>
                <c:pt idx="3201">
                  <c:v>252.309</c:v>
                </c:pt>
                <c:pt idx="3202">
                  <c:v>252.309</c:v>
                </c:pt>
                <c:pt idx="3203">
                  <c:v>252.309</c:v>
                </c:pt>
                <c:pt idx="3204">
                  <c:v>252.309</c:v>
                </c:pt>
                <c:pt idx="3205">
                  <c:v>252.309</c:v>
                </c:pt>
                <c:pt idx="3206">
                  <c:v>252.309</c:v>
                </c:pt>
                <c:pt idx="3207">
                  <c:v>252.309</c:v>
                </c:pt>
                <c:pt idx="3208">
                  <c:v>252.309</c:v>
                </c:pt>
                <c:pt idx="3209">
                  <c:v>252.309</c:v>
                </c:pt>
                <c:pt idx="3210">
                  <c:v>252.309</c:v>
                </c:pt>
                <c:pt idx="3211">
                  <c:v>252.309</c:v>
                </c:pt>
                <c:pt idx="3212">
                  <c:v>252.309</c:v>
                </c:pt>
                <c:pt idx="3213">
                  <c:v>0</c:v>
                </c:pt>
                <c:pt idx="3214">
                  <c:v>0</c:v>
                </c:pt>
                <c:pt idx="3215">
                  <c:v>0</c:v>
                </c:pt>
                <c:pt idx="3216">
                  <c:v>0</c:v>
                </c:pt>
                <c:pt idx="3217">
                  <c:v>0</c:v>
                </c:pt>
                <c:pt idx="3218">
                  <c:v>0</c:v>
                </c:pt>
                <c:pt idx="3219">
                  <c:v>0</c:v>
                </c:pt>
                <c:pt idx="3220">
                  <c:v>0</c:v>
                </c:pt>
                <c:pt idx="3221">
                  <c:v>0</c:v>
                </c:pt>
                <c:pt idx="3222">
                  <c:v>0</c:v>
                </c:pt>
                <c:pt idx="3223">
                  <c:v>252.309</c:v>
                </c:pt>
                <c:pt idx="3224">
                  <c:v>252.309</c:v>
                </c:pt>
                <c:pt idx="3225">
                  <c:v>252.309</c:v>
                </c:pt>
                <c:pt idx="3226">
                  <c:v>252.309</c:v>
                </c:pt>
                <c:pt idx="3227">
                  <c:v>252.309</c:v>
                </c:pt>
                <c:pt idx="3228">
                  <c:v>252.309</c:v>
                </c:pt>
                <c:pt idx="3229">
                  <c:v>252.309</c:v>
                </c:pt>
                <c:pt idx="3230">
                  <c:v>252.309</c:v>
                </c:pt>
                <c:pt idx="3231">
                  <c:v>252.309</c:v>
                </c:pt>
                <c:pt idx="3232">
                  <c:v>252.309</c:v>
                </c:pt>
                <c:pt idx="3233">
                  <c:v>252.309</c:v>
                </c:pt>
                <c:pt idx="3234">
                  <c:v>252.309</c:v>
                </c:pt>
                <c:pt idx="3235">
                  <c:v>252.309</c:v>
                </c:pt>
                <c:pt idx="3236">
                  <c:v>252.309</c:v>
                </c:pt>
                <c:pt idx="3237">
                  <c:v>0</c:v>
                </c:pt>
                <c:pt idx="3238">
                  <c:v>0</c:v>
                </c:pt>
                <c:pt idx="3239">
                  <c:v>0</c:v>
                </c:pt>
                <c:pt idx="3240">
                  <c:v>0</c:v>
                </c:pt>
                <c:pt idx="3241">
                  <c:v>0</c:v>
                </c:pt>
                <c:pt idx="3242">
                  <c:v>0</c:v>
                </c:pt>
                <c:pt idx="3243">
                  <c:v>0</c:v>
                </c:pt>
                <c:pt idx="3244">
                  <c:v>0</c:v>
                </c:pt>
                <c:pt idx="3245">
                  <c:v>0</c:v>
                </c:pt>
                <c:pt idx="3246">
                  <c:v>0</c:v>
                </c:pt>
                <c:pt idx="3247">
                  <c:v>252.309</c:v>
                </c:pt>
                <c:pt idx="3248">
                  <c:v>252.309</c:v>
                </c:pt>
                <c:pt idx="3249">
                  <c:v>252.309</c:v>
                </c:pt>
                <c:pt idx="3250">
                  <c:v>252.309</c:v>
                </c:pt>
                <c:pt idx="3251">
                  <c:v>252.309</c:v>
                </c:pt>
                <c:pt idx="3252">
                  <c:v>252.309</c:v>
                </c:pt>
                <c:pt idx="3253">
                  <c:v>252.309</c:v>
                </c:pt>
                <c:pt idx="3254">
                  <c:v>252.309</c:v>
                </c:pt>
                <c:pt idx="3255">
                  <c:v>252.309</c:v>
                </c:pt>
                <c:pt idx="3256">
                  <c:v>252.309</c:v>
                </c:pt>
                <c:pt idx="3257">
                  <c:v>252.309</c:v>
                </c:pt>
                <c:pt idx="3258">
                  <c:v>252.309</c:v>
                </c:pt>
                <c:pt idx="3259">
                  <c:v>252.309</c:v>
                </c:pt>
                <c:pt idx="3260">
                  <c:v>252.309</c:v>
                </c:pt>
                <c:pt idx="3261">
                  <c:v>0</c:v>
                </c:pt>
                <c:pt idx="3262">
                  <c:v>0</c:v>
                </c:pt>
                <c:pt idx="3263">
                  <c:v>0</c:v>
                </c:pt>
                <c:pt idx="3264">
                  <c:v>0</c:v>
                </c:pt>
                <c:pt idx="3265">
                  <c:v>0</c:v>
                </c:pt>
                <c:pt idx="3266">
                  <c:v>0</c:v>
                </c:pt>
                <c:pt idx="3267">
                  <c:v>0</c:v>
                </c:pt>
                <c:pt idx="3268">
                  <c:v>0</c:v>
                </c:pt>
                <c:pt idx="3269">
                  <c:v>0</c:v>
                </c:pt>
                <c:pt idx="3270">
                  <c:v>0</c:v>
                </c:pt>
                <c:pt idx="3271">
                  <c:v>252.309</c:v>
                </c:pt>
                <c:pt idx="3272">
                  <c:v>252.309</c:v>
                </c:pt>
                <c:pt idx="3273">
                  <c:v>252.309</c:v>
                </c:pt>
                <c:pt idx="3274">
                  <c:v>252.309</c:v>
                </c:pt>
                <c:pt idx="3275">
                  <c:v>252.309</c:v>
                </c:pt>
                <c:pt idx="3276">
                  <c:v>252.309</c:v>
                </c:pt>
                <c:pt idx="3277">
                  <c:v>252.309</c:v>
                </c:pt>
                <c:pt idx="3278">
                  <c:v>252.309</c:v>
                </c:pt>
                <c:pt idx="3279">
                  <c:v>252.309</c:v>
                </c:pt>
                <c:pt idx="3280">
                  <c:v>252.309</c:v>
                </c:pt>
                <c:pt idx="3281">
                  <c:v>252.309</c:v>
                </c:pt>
                <c:pt idx="3282">
                  <c:v>252.309</c:v>
                </c:pt>
                <c:pt idx="3283">
                  <c:v>252.309</c:v>
                </c:pt>
                <c:pt idx="3284">
                  <c:v>252.309</c:v>
                </c:pt>
                <c:pt idx="3285">
                  <c:v>0</c:v>
                </c:pt>
                <c:pt idx="3286">
                  <c:v>0</c:v>
                </c:pt>
                <c:pt idx="3287">
                  <c:v>0</c:v>
                </c:pt>
                <c:pt idx="3288">
                  <c:v>0</c:v>
                </c:pt>
                <c:pt idx="3289">
                  <c:v>0</c:v>
                </c:pt>
                <c:pt idx="3290">
                  <c:v>0</c:v>
                </c:pt>
                <c:pt idx="3291">
                  <c:v>0</c:v>
                </c:pt>
                <c:pt idx="3292">
                  <c:v>0</c:v>
                </c:pt>
                <c:pt idx="3293">
                  <c:v>0</c:v>
                </c:pt>
                <c:pt idx="3294">
                  <c:v>0</c:v>
                </c:pt>
                <c:pt idx="3295">
                  <c:v>252.309</c:v>
                </c:pt>
                <c:pt idx="3296">
                  <c:v>252.309</c:v>
                </c:pt>
                <c:pt idx="3297">
                  <c:v>252.309</c:v>
                </c:pt>
                <c:pt idx="3298">
                  <c:v>252.309</c:v>
                </c:pt>
                <c:pt idx="3299">
                  <c:v>252.309</c:v>
                </c:pt>
                <c:pt idx="3300">
                  <c:v>252.309</c:v>
                </c:pt>
                <c:pt idx="3301">
                  <c:v>252.309</c:v>
                </c:pt>
                <c:pt idx="3302">
                  <c:v>252.309</c:v>
                </c:pt>
                <c:pt idx="3303">
                  <c:v>252.309</c:v>
                </c:pt>
                <c:pt idx="3304">
                  <c:v>252.309</c:v>
                </c:pt>
                <c:pt idx="3305">
                  <c:v>252.309</c:v>
                </c:pt>
                <c:pt idx="3306">
                  <c:v>252.309</c:v>
                </c:pt>
                <c:pt idx="3307">
                  <c:v>252.309</c:v>
                </c:pt>
                <c:pt idx="3308">
                  <c:v>252.309</c:v>
                </c:pt>
                <c:pt idx="3309">
                  <c:v>0</c:v>
                </c:pt>
                <c:pt idx="3310">
                  <c:v>0</c:v>
                </c:pt>
                <c:pt idx="3311">
                  <c:v>0</c:v>
                </c:pt>
                <c:pt idx="3312">
                  <c:v>0</c:v>
                </c:pt>
                <c:pt idx="3313">
                  <c:v>0</c:v>
                </c:pt>
                <c:pt idx="3314">
                  <c:v>0</c:v>
                </c:pt>
                <c:pt idx="3315">
                  <c:v>0</c:v>
                </c:pt>
                <c:pt idx="3316">
                  <c:v>0</c:v>
                </c:pt>
                <c:pt idx="3317">
                  <c:v>0</c:v>
                </c:pt>
                <c:pt idx="3318">
                  <c:v>0</c:v>
                </c:pt>
                <c:pt idx="3319">
                  <c:v>252.309</c:v>
                </c:pt>
                <c:pt idx="3320">
                  <c:v>252.309</c:v>
                </c:pt>
                <c:pt idx="3321">
                  <c:v>252.309</c:v>
                </c:pt>
                <c:pt idx="3322">
                  <c:v>252.309</c:v>
                </c:pt>
                <c:pt idx="3323">
                  <c:v>252.309</c:v>
                </c:pt>
                <c:pt idx="3324">
                  <c:v>252.309</c:v>
                </c:pt>
                <c:pt idx="3325">
                  <c:v>252.309</c:v>
                </c:pt>
                <c:pt idx="3326">
                  <c:v>252.309</c:v>
                </c:pt>
                <c:pt idx="3327">
                  <c:v>252.309</c:v>
                </c:pt>
                <c:pt idx="3328">
                  <c:v>252.309</c:v>
                </c:pt>
                <c:pt idx="3329">
                  <c:v>252.309</c:v>
                </c:pt>
                <c:pt idx="3330">
                  <c:v>252.309</c:v>
                </c:pt>
                <c:pt idx="3331">
                  <c:v>252.309</c:v>
                </c:pt>
                <c:pt idx="3332">
                  <c:v>252.309</c:v>
                </c:pt>
                <c:pt idx="3333">
                  <c:v>0</c:v>
                </c:pt>
                <c:pt idx="3334">
                  <c:v>0</c:v>
                </c:pt>
                <c:pt idx="3335">
                  <c:v>0</c:v>
                </c:pt>
                <c:pt idx="3336">
                  <c:v>0</c:v>
                </c:pt>
                <c:pt idx="3337">
                  <c:v>0</c:v>
                </c:pt>
                <c:pt idx="3338">
                  <c:v>0</c:v>
                </c:pt>
                <c:pt idx="3339">
                  <c:v>0</c:v>
                </c:pt>
                <c:pt idx="3340">
                  <c:v>0</c:v>
                </c:pt>
                <c:pt idx="3341">
                  <c:v>0</c:v>
                </c:pt>
                <c:pt idx="3342">
                  <c:v>0</c:v>
                </c:pt>
                <c:pt idx="3343">
                  <c:v>252.309</c:v>
                </c:pt>
                <c:pt idx="3344">
                  <c:v>252.309</c:v>
                </c:pt>
                <c:pt idx="3345">
                  <c:v>252.309</c:v>
                </c:pt>
                <c:pt idx="3346">
                  <c:v>252.309</c:v>
                </c:pt>
                <c:pt idx="3347">
                  <c:v>252.309</c:v>
                </c:pt>
                <c:pt idx="3348">
                  <c:v>252.309</c:v>
                </c:pt>
                <c:pt idx="3349">
                  <c:v>252.309</c:v>
                </c:pt>
                <c:pt idx="3350">
                  <c:v>252.309</c:v>
                </c:pt>
                <c:pt idx="3351">
                  <c:v>252.309</c:v>
                </c:pt>
                <c:pt idx="3352">
                  <c:v>252.309</c:v>
                </c:pt>
                <c:pt idx="3353">
                  <c:v>252.309</c:v>
                </c:pt>
                <c:pt idx="3354">
                  <c:v>252.309</c:v>
                </c:pt>
                <c:pt idx="3355">
                  <c:v>252.309</c:v>
                </c:pt>
                <c:pt idx="3356">
                  <c:v>252.309</c:v>
                </c:pt>
                <c:pt idx="3357">
                  <c:v>0</c:v>
                </c:pt>
                <c:pt idx="3358">
                  <c:v>0</c:v>
                </c:pt>
                <c:pt idx="3359">
                  <c:v>0</c:v>
                </c:pt>
                <c:pt idx="3360">
                  <c:v>0</c:v>
                </c:pt>
                <c:pt idx="3361">
                  <c:v>0</c:v>
                </c:pt>
                <c:pt idx="3362">
                  <c:v>0</c:v>
                </c:pt>
                <c:pt idx="3363">
                  <c:v>0</c:v>
                </c:pt>
                <c:pt idx="3364">
                  <c:v>0</c:v>
                </c:pt>
                <c:pt idx="3365">
                  <c:v>0</c:v>
                </c:pt>
                <c:pt idx="3366">
                  <c:v>0</c:v>
                </c:pt>
                <c:pt idx="3367">
                  <c:v>252.309</c:v>
                </c:pt>
                <c:pt idx="3368">
                  <c:v>252.309</c:v>
                </c:pt>
                <c:pt idx="3369">
                  <c:v>252.309</c:v>
                </c:pt>
                <c:pt idx="3370">
                  <c:v>252.309</c:v>
                </c:pt>
                <c:pt idx="3371">
                  <c:v>252.309</c:v>
                </c:pt>
                <c:pt idx="3372">
                  <c:v>252.309</c:v>
                </c:pt>
                <c:pt idx="3373">
                  <c:v>252.309</c:v>
                </c:pt>
                <c:pt idx="3374">
                  <c:v>252.309</c:v>
                </c:pt>
                <c:pt idx="3375">
                  <c:v>252.309</c:v>
                </c:pt>
                <c:pt idx="3376">
                  <c:v>252.309</c:v>
                </c:pt>
                <c:pt idx="3377">
                  <c:v>252.309</c:v>
                </c:pt>
                <c:pt idx="3378">
                  <c:v>252.309</c:v>
                </c:pt>
                <c:pt idx="3379">
                  <c:v>252.309</c:v>
                </c:pt>
                <c:pt idx="3380">
                  <c:v>252.309</c:v>
                </c:pt>
                <c:pt idx="3381">
                  <c:v>0</c:v>
                </c:pt>
                <c:pt idx="3382">
                  <c:v>0</c:v>
                </c:pt>
                <c:pt idx="3383">
                  <c:v>0</c:v>
                </c:pt>
                <c:pt idx="3384">
                  <c:v>0</c:v>
                </c:pt>
                <c:pt idx="3385">
                  <c:v>0</c:v>
                </c:pt>
                <c:pt idx="3386">
                  <c:v>0</c:v>
                </c:pt>
                <c:pt idx="3387">
                  <c:v>0</c:v>
                </c:pt>
                <c:pt idx="3388">
                  <c:v>0</c:v>
                </c:pt>
                <c:pt idx="3389">
                  <c:v>0</c:v>
                </c:pt>
                <c:pt idx="3390">
                  <c:v>0</c:v>
                </c:pt>
                <c:pt idx="3391">
                  <c:v>252.309</c:v>
                </c:pt>
                <c:pt idx="3392">
                  <c:v>252.309</c:v>
                </c:pt>
                <c:pt idx="3393">
                  <c:v>252.309</c:v>
                </c:pt>
                <c:pt idx="3394">
                  <c:v>252.309</c:v>
                </c:pt>
                <c:pt idx="3395">
                  <c:v>252.309</c:v>
                </c:pt>
                <c:pt idx="3396">
                  <c:v>252.309</c:v>
                </c:pt>
                <c:pt idx="3397">
                  <c:v>252.309</c:v>
                </c:pt>
                <c:pt idx="3398">
                  <c:v>252.309</c:v>
                </c:pt>
                <c:pt idx="3399">
                  <c:v>252.309</c:v>
                </c:pt>
                <c:pt idx="3400">
                  <c:v>252.309</c:v>
                </c:pt>
                <c:pt idx="3401">
                  <c:v>252.309</c:v>
                </c:pt>
                <c:pt idx="3402">
                  <c:v>252.309</c:v>
                </c:pt>
                <c:pt idx="3403">
                  <c:v>252.309</c:v>
                </c:pt>
                <c:pt idx="3404">
                  <c:v>252.309</c:v>
                </c:pt>
                <c:pt idx="3405">
                  <c:v>0</c:v>
                </c:pt>
                <c:pt idx="3406">
                  <c:v>0</c:v>
                </c:pt>
                <c:pt idx="3407">
                  <c:v>0</c:v>
                </c:pt>
                <c:pt idx="3408">
                  <c:v>0</c:v>
                </c:pt>
                <c:pt idx="3409">
                  <c:v>0</c:v>
                </c:pt>
                <c:pt idx="3410">
                  <c:v>0</c:v>
                </c:pt>
                <c:pt idx="3411">
                  <c:v>0</c:v>
                </c:pt>
                <c:pt idx="3412">
                  <c:v>0</c:v>
                </c:pt>
                <c:pt idx="3413">
                  <c:v>0</c:v>
                </c:pt>
                <c:pt idx="3414">
                  <c:v>0</c:v>
                </c:pt>
                <c:pt idx="3415">
                  <c:v>252.309</c:v>
                </c:pt>
                <c:pt idx="3416">
                  <c:v>252.309</c:v>
                </c:pt>
                <c:pt idx="3417">
                  <c:v>252.309</c:v>
                </c:pt>
                <c:pt idx="3418">
                  <c:v>252.309</c:v>
                </c:pt>
                <c:pt idx="3419">
                  <c:v>252.309</c:v>
                </c:pt>
                <c:pt idx="3420">
                  <c:v>252.309</c:v>
                </c:pt>
                <c:pt idx="3421">
                  <c:v>252.309</c:v>
                </c:pt>
                <c:pt idx="3422">
                  <c:v>252.309</c:v>
                </c:pt>
                <c:pt idx="3423">
                  <c:v>252.309</c:v>
                </c:pt>
                <c:pt idx="3424">
                  <c:v>252.309</c:v>
                </c:pt>
                <c:pt idx="3425">
                  <c:v>252.309</c:v>
                </c:pt>
                <c:pt idx="3426">
                  <c:v>252.309</c:v>
                </c:pt>
                <c:pt idx="3427">
                  <c:v>252.309</c:v>
                </c:pt>
                <c:pt idx="3428">
                  <c:v>252.309</c:v>
                </c:pt>
                <c:pt idx="3429">
                  <c:v>0</c:v>
                </c:pt>
                <c:pt idx="3430">
                  <c:v>0</c:v>
                </c:pt>
                <c:pt idx="3431">
                  <c:v>0</c:v>
                </c:pt>
                <c:pt idx="3432">
                  <c:v>0</c:v>
                </c:pt>
                <c:pt idx="3433">
                  <c:v>0</c:v>
                </c:pt>
                <c:pt idx="3434">
                  <c:v>0</c:v>
                </c:pt>
                <c:pt idx="3435">
                  <c:v>0</c:v>
                </c:pt>
                <c:pt idx="3436">
                  <c:v>0</c:v>
                </c:pt>
                <c:pt idx="3437">
                  <c:v>0</c:v>
                </c:pt>
                <c:pt idx="3438">
                  <c:v>0</c:v>
                </c:pt>
                <c:pt idx="3439">
                  <c:v>252.309</c:v>
                </c:pt>
                <c:pt idx="3440">
                  <c:v>252.309</c:v>
                </c:pt>
                <c:pt idx="3441">
                  <c:v>252.309</c:v>
                </c:pt>
                <c:pt idx="3442">
                  <c:v>252.309</c:v>
                </c:pt>
                <c:pt idx="3443">
                  <c:v>252.309</c:v>
                </c:pt>
                <c:pt idx="3444">
                  <c:v>252.309</c:v>
                </c:pt>
                <c:pt idx="3445">
                  <c:v>252.309</c:v>
                </c:pt>
                <c:pt idx="3446">
                  <c:v>252.309</c:v>
                </c:pt>
                <c:pt idx="3447">
                  <c:v>252.309</c:v>
                </c:pt>
                <c:pt idx="3448">
                  <c:v>252.309</c:v>
                </c:pt>
                <c:pt idx="3449">
                  <c:v>252.309</c:v>
                </c:pt>
                <c:pt idx="3450">
                  <c:v>252.309</c:v>
                </c:pt>
                <c:pt idx="3451">
                  <c:v>252.309</c:v>
                </c:pt>
                <c:pt idx="3452">
                  <c:v>252.309</c:v>
                </c:pt>
                <c:pt idx="3453">
                  <c:v>0</c:v>
                </c:pt>
                <c:pt idx="3454">
                  <c:v>0</c:v>
                </c:pt>
                <c:pt idx="3455">
                  <c:v>0</c:v>
                </c:pt>
                <c:pt idx="3456">
                  <c:v>0</c:v>
                </c:pt>
                <c:pt idx="3457">
                  <c:v>0</c:v>
                </c:pt>
                <c:pt idx="3458">
                  <c:v>0</c:v>
                </c:pt>
                <c:pt idx="3459">
                  <c:v>0</c:v>
                </c:pt>
                <c:pt idx="3460">
                  <c:v>0</c:v>
                </c:pt>
                <c:pt idx="3461">
                  <c:v>0</c:v>
                </c:pt>
                <c:pt idx="3462">
                  <c:v>0</c:v>
                </c:pt>
                <c:pt idx="3463">
                  <c:v>252.309</c:v>
                </c:pt>
                <c:pt idx="3464">
                  <c:v>252.309</c:v>
                </c:pt>
                <c:pt idx="3465">
                  <c:v>252.309</c:v>
                </c:pt>
                <c:pt idx="3466">
                  <c:v>252.309</c:v>
                </c:pt>
                <c:pt idx="3467">
                  <c:v>252.309</c:v>
                </c:pt>
                <c:pt idx="3468">
                  <c:v>252.309</c:v>
                </c:pt>
                <c:pt idx="3469">
                  <c:v>252.309</c:v>
                </c:pt>
                <c:pt idx="3470">
                  <c:v>252.309</c:v>
                </c:pt>
                <c:pt idx="3471">
                  <c:v>252.309</c:v>
                </c:pt>
                <c:pt idx="3472">
                  <c:v>252.309</c:v>
                </c:pt>
                <c:pt idx="3473">
                  <c:v>252.309</c:v>
                </c:pt>
                <c:pt idx="3474">
                  <c:v>252.309</c:v>
                </c:pt>
                <c:pt idx="3475">
                  <c:v>252.309</c:v>
                </c:pt>
                <c:pt idx="3476">
                  <c:v>252.309</c:v>
                </c:pt>
                <c:pt idx="3477">
                  <c:v>0</c:v>
                </c:pt>
                <c:pt idx="3478">
                  <c:v>0</c:v>
                </c:pt>
                <c:pt idx="3479">
                  <c:v>0</c:v>
                </c:pt>
                <c:pt idx="3480">
                  <c:v>0</c:v>
                </c:pt>
                <c:pt idx="3481">
                  <c:v>0</c:v>
                </c:pt>
                <c:pt idx="3482">
                  <c:v>0</c:v>
                </c:pt>
                <c:pt idx="3483">
                  <c:v>0</c:v>
                </c:pt>
                <c:pt idx="3484">
                  <c:v>0</c:v>
                </c:pt>
                <c:pt idx="3485">
                  <c:v>0</c:v>
                </c:pt>
                <c:pt idx="3486">
                  <c:v>0</c:v>
                </c:pt>
                <c:pt idx="3487">
                  <c:v>252.309</c:v>
                </c:pt>
                <c:pt idx="3488">
                  <c:v>252.309</c:v>
                </c:pt>
                <c:pt idx="3489">
                  <c:v>252.309</c:v>
                </c:pt>
                <c:pt idx="3490">
                  <c:v>252.309</c:v>
                </c:pt>
                <c:pt idx="3491">
                  <c:v>252.309</c:v>
                </c:pt>
                <c:pt idx="3492">
                  <c:v>252.309</c:v>
                </c:pt>
                <c:pt idx="3493">
                  <c:v>252.309</c:v>
                </c:pt>
                <c:pt idx="3494">
                  <c:v>252.309</c:v>
                </c:pt>
                <c:pt idx="3495">
                  <c:v>252.309</c:v>
                </c:pt>
                <c:pt idx="3496">
                  <c:v>252.309</c:v>
                </c:pt>
                <c:pt idx="3497">
                  <c:v>252.309</c:v>
                </c:pt>
                <c:pt idx="3498">
                  <c:v>252.309</c:v>
                </c:pt>
                <c:pt idx="3499">
                  <c:v>252.309</c:v>
                </c:pt>
                <c:pt idx="3500">
                  <c:v>252.309</c:v>
                </c:pt>
                <c:pt idx="3501">
                  <c:v>0</c:v>
                </c:pt>
                <c:pt idx="3502">
                  <c:v>0</c:v>
                </c:pt>
                <c:pt idx="3503">
                  <c:v>0</c:v>
                </c:pt>
                <c:pt idx="3504">
                  <c:v>0</c:v>
                </c:pt>
                <c:pt idx="3505">
                  <c:v>0</c:v>
                </c:pt>
                <c:pt idx="3506">
                  <c:v>0</c:v>
                </c:pt>
                <c:pt idx="3507">
                  <c:v>0</c:v>
                </c:pt>
                <c:pt idx="3508">
                  <c:v>0</c:v>
                </c:pt>
                <c:pt idx="3509">
                  <c:v>0</c:v>
                </c:pt>
                <c:pt idx="3510">
                  <c:v>0</c:v>
                </c:pt>
                <c:pt idx="3511">
                  <c:v>252.309</c:v>
                </c:pt>
                <c:pt idx="3512">
                  <c:v>252.309</c:v>
                </c:pt>
                <c:pt idx="3513">
                  <c:v>252.309</c:v>
                </c:pt>
                <c:pt idx="3514">
                  <c:v>252.309</c:v>
                </c:pt>
                <c:pt idx="3515">
                  <c:v>252.309</c:v>
                </c:pt>
                <c:pt idx="3516">
                  <c:v>252.309</c:v>
                </c:pt>
                <c:pt idx="3517">
                  <c:v>252.309</c:v>
                </c:pt>
                <c:pt idx="3518">
                  <c:v>252.309</c:v>
                </c:pt>
                <c:pt idx="3519">
                  <c:v>252.309</c:v>
                </c:pt>
                <c:pt idx="3520">
                  <c:v>252.309</c:v>
                </c:pt>
                <c:pt idx="3521">
                  <c:v>252.309</c:v>
                </c:pt>
                <c:pt idx="3522">
                  <c:v>252.309</c:v>
                </c:pt>
                <c:pt idx="3523">
                  <c:v>252.309</c:v>
                </c:pt>
                <c:pt idx="3524">
                  <c:v>252.309</c:v>
                </c:pt>
                <c:pt idx="3525">
                  <c:v>0</c:v>
                </c:pt>
                <c:pt idx="3526">
                  <c:v>0</c:v>
                </c:pt>
                <c:pt idx="3527">
                  <c:v>0</c:v>
                </c:pt>
                <c:pt idx="3528">
                  <c:v>0</c:v>
                </c:pt>
                <c:pt idx="3529">
                  <c:v>0</c:v>
                </c:pt>
                <c:pt idx="3530">
                  <c:v>0</c:v>
                </c:pt>
                <c:pt idx="3531">
                  <c:v>0</c:v>
                </c:pt>
                <c:pt idx="3532">
                  <c:v>0</c:v>
                </c:pt>
                <c:pt idx="3533">
                  <c:v>0</c:v>
                </c:pt>
                <c:pt idx="3534">
                  <c:v>0</c:v>
                </c:pt>
                <c:pt idx="3535">
                  <c:v>252.309</c:v>
                </c:pt>
                <c:pt idx="3536">
                  <c:v>252.309</c:v>
                </c:pt>
                <c:pt idx="3537">
                  <c:v>259.62200000000001</c:v>
                </c:pt>
                <c:pt idx="3538">
                  <c:v>261.74900000000002</c:v>
                </c:pt>
                <c:pt idx="3539">
                  <c:v>252.309</c:v>
                </c:pt>
                <c:pt idx="3540">
                  <c:v>252.309</c:v>
                </c:pt>
                <c:pt idx="3541">
                  <c:v>252.309</c:v>
                </c:pt>
                <c:pt idx="3542">
                  <c:v>252.309</c:v>
                </c:pt>
                <c:pt idx="3543">
                  <c:v>252.309</c:v>
                </c:pt>
                <c:pt idx="3544">
                  <c:v>252.309</c:v>
                </c:pt>
                <c:pt idx="3545">
                  <c:v>252.309</c:v>
                </c:pt>
                <c:pt idx="3546">
                  <c:v>252.309</c:v>
                </c:pt>
                <c:pt idx="3547">
                  <c:v>252.309</c:v>
                </c:pt>
                <c:pt idx="3548">
                  <c:v>252.309</c:v>
                </c:pt>
                <c:pt idx="3549">
                  <c:v>0</c:v>
                </c:pt>
                <c:pt idx="3550">
                  <c:v>0</c:v>
                </c:pt>
                <c:pt idx="3551">
                  <c:v>0</c:v>
                </c:pt>
                <c:pt idx="3552">
                  <c:v>0</c:v>
                </c:pt>
                <c:pt idx="3553">
                  <c:v>0</c:v>
                </c:pt>
                <c:pt idx="3554">
                  <c:v>0</c:v>
                </c:pt>
                <c:pt idx="3555">
                  <c:v>0</c:v>
                </c:pt>
                <c:pt idx="3556">
                  <c:v>0</c:v>
                </c:pt>
                <c:pt idx="3557">
                  <c:v>0</c:v>
                </c:pt>
                <c:pt idx="3558">
                  <c:v>0</c:v>
                </c:pt>
                <c:pt idx="3559">
                  <c:v>252.309</c:v>
                </c:pt>
                <c:pt idx="3560">
                  <c:v>252.309</c:v>
                </c:pt>
                <c:pt idx="3561">
                  <c:v>252.309</c:v>
                </c:pt>
                <c:pt idx="3562">
                  <c:v>271.13600000000002</c:v>
                </c:pt>
                <c:pt idx="3563">
                  <c:v>281.93400000000003</c:v>
                </c:pt>
                <c:pt idx="3564">
                  <c:v>337.303</c:v>
                </c:pt>
                <c:pt idx="3565">
                  <c:v>262.56799999999998</c:v>
                </c:pt>
                <c:pt idx="3566">
                  <c:v>252.309</c:v>
                </c:pt>
                <c:pt idx="3567">
                  <c:v>252.309</c:v>
                </c:pt>
                <c:pt idx="3568">
                  <c:v>252.309</c:v>
                </c:pt>
                <c:pt idx="3569">
                  <c:v>252.309</c:v>
                </c:pt>
                <c:pt idx="3570">
                  <c:v>252.309</c:v>
                </c:pt>
                <c:pt idx="3571">
                  <c:v>252.309</c:v>
                </c:pt>
                <c:pt idx="3572">
                  <c:v>252.309</c:v>
                </c:pt>
                <c:pt idx="3573">
                  <c:v>0</c:v>
                </c:pt>
                <c:pt idx="3574">
                  <c:v>0</c:v>
                </c:pt>
                <c:pt idx="3575">
                  <c:v>0</c:v>
                </c:pt>
                <c:pt idx="3576">
                  <c:v>0</c:v>
                </c:pt>
                <c:pt idx="3577">
                  <c:v>0</c:v>
                </c:pt>
                <c:pt idx="3578">
                  <c:v>0</c:v>
                </c:pt>
                <c:pt idx="3579">
                  <c:v>0</c:v>
                </c:pt>
                <c:pt idx="3580">
                  <c:v>0</c:v>
                </c:pt>
                <c:pt idx="3581">
                  <c:v>0</c:v>
                </c:pt>
                <c:pt idx="3582">
                  <c:v>0</c:v>
                </c:pt>
                <c:pt idx="3583">
                  <c:v>252.309</c:v>
                </c:pt>
                <c:pt idx="3584">
                  <c:v>252.309</c:v>
                </c:pt>
                <c:pt idx="3585">
                  <c:v>254.672</c:v>
                </c:pt>
                <c:pt idx="3586">
                  <c:v>303.63200000000001</c:v>
                </c:pt>
                <c:pt idx="3587">
                  <c:v>264.47199999999998</c:v>
                </c:pt>
                <c:pt idx="3588">
                  <c:v>279.08499999999998</c:v>
                </c:pt>
                <c:pt idx="3589">
                  <c:v>252.309</c:v>
                </c:pt>
                <c:pt idx="3590">
                  <c:v>252.309</c:v>
                </c:pt>
                <c:pt idx="3591">
                  <c:v>252.309</c:v>
                </c:pt>
                <c:pt idx="3592">
                  <c:v>252.309</c:v>
                </c:pt>
                <c:pt idx="3593">
                  <c:v>252.309</c:v>
                </c:pt>
                <c:pt idx="3594">
                  <c:v>252.309</c:v>
                </c:pt>
                <c:pt idx="3595">
                  <c:v>252.309</c:v>
                </c:pt>
                <c:pt idx="3596">
                  <c:v>252.309</c:v>
                </c:pt>
                <c:pt idx="3597">
                  <c:v>0</c:v>
                </c:pt>
                <c:pt idx="3598">
                  <c:v>0</c:v>
                </c:pt>
                <c:pt idx="3599">
                  <c:v>0</c:v>
                </c:pt>
                <c:pt idx="3600">
                  <c:v>0</c:v>
                </c:pt>
                <c:pt idx="3601">
                  <c:v>0</c:v>
                </c:pt>
                <c:pt idx="3602">
                  <c:v>0</c:v>
                </c:pt>
                <c:pt idx="3603">
                  <c:v>0</c:v>
                </c:pt>
                <c:pt idx="3604">
                  <c:v>0</c:v>
                </c:pt>
                <c:pt idx="3605">
                  <c:v>0</c:v>
                </c:pt>
                <c:pt idx="3606">
                  <c:v>0</c:v>
                </c:pt>
                <c:pt idx="3607">
                  <c:v>252.309</c:v>
                </c:pt>
                <c:pt idx="3608">
                  <c:v>252.309</c:v>
                </c:pt>
                <c:pt idx="3609">
                  <c:v>252.309</c:v>
                </c:pt>
                <c:pt idx="3610">
                  <c:v>264.76</c:v>
                </c:pt>
                <c:pt idx="3611">
                  <c:v>254.821</c:v>
                </c:pt>
                <c:pt idx="3612">
                  <c:v>294.25400000000002</c:v>
                </c:pt>
                <c:pt idx="3613">
                  <c:v>252.309</c:v>
                </c:pt>
                <c:pt idx="3614">
                  <c:v>252.309</c:v>
                </c:pt>
                <c:pt idx="3615">
                  <c:v>252.309</c:v>
                </c:pt>
                <c:pt idx="3616">
                  <c:v>252.309</c:v>
                </c:pt>
                <c:pt idx="3617">
                  <c:v>252.309</c:v>
                </c:pt>
                <c:pt idx="3618">
                  <c:v>252.309</c:v>
                </c:pt>
                <c:pt idx="3619">
                  <c:v>252.309</c:v>
                </c:pt>
                <c:pt idx="3620">
                  <c:v>252.309</c:v>
                </c:pt>
                <c:pt idx="3621">
                  <c:v>0</c:v>
                </c:pt>
                <c:pt idx="3622">
                  <c:v>0</c:v>
                </c:pt>
                <c:pt idx="3623">
                  <c:v>0</c:v>
                </c:pt>
                <c:pt idx="3624">
                  <c:v>0</c:v>
                </c:pt>
                <c:pt idx="3625">
                  <c:v>0</c:v>
                </c:pt>
                <c:pt idx="3626">
                  <c:v>0</c:v>
                </c:pt>
                <c:pt idx="3627">
                  <c:v>0</c:v>
                </c:pt>
                <c:pt idx="3628">
                  <c:v>0</c:v>
                </c:pt>
                <c:pt idx="3629">
                  <c:v>0</c:v>
                </c:pt>
                <c:pt idx="3630">
                  <c:v>0</c:v>
                </c:pt>
                <c:pt idx="3631">
                  <c:v>252.309</c:v>
                </c:pt>
                <c:pt idx="3632">
                  <c:v>252.309</c:v>
                </c:pt>
                <c:pt idx="3633">
                  <c:v>252.309</c:v>
                </c:pt>
                <c:pt idx="3634">
                  <c:v>252.309</c:v>
                </c:pt>
                <c:pt idx="3635">
                  <c:v>252.309</c:v>
                </c:pt>
                <c:pt idx="3636">
                  <c:v>252.309</c:v>
                </c:pt>
                <c:pt idx="3637">
                  <c:v>252.309</c:v>
                </c:pt>
                <c:pt idx="3638">
                  <c:v>252.309</c:v>
                </c:pt>
                <c:pt idx="3639">
                  <c:v>252.309</c:v>
                </c:pt>
                <c:pt idx="3640">
                  <c:v>252.309</c:v>
                </c:pt>
                <c:pt idx="3641">
                  <c:v>252.309</c:v>
                </c:pt>
                <c:pt idx="3642">
                  <c:v>252.309</c:v>
                </c:pt>
                <c:pt idx="3643">
                  <c:v>252.309</c:v>
                </c:pt>
                <c:pt idx="3644">
                  <c:v>252.309</c:v>
                </c:pt>
                <c:pt idx="3645">
                  <c:v>0</c:v>
                </c:pt>
                <c:pt idx="3646">
                  <c:v>0</c:v>
                </c:pt>
                <c:pt idx="3647">
                  <c:v>0</c:v>
                </c:pt>
                <c:pt idx="3648">
                  <c:v>0</c:v>
                </c:pt>
                <c:pt idx="3649">
                  <c:v>0</c:v>
                </c:pt>
                <c:pt idx="3650">
                  <c:v>0</c:v>
                </c:pt>
                <c:pt idx="3651">
                  <c:v>0</c:v>
                </c:pt>
                <c:pt idx="3652">
                  <c:v>0</c:v>
                </c:pt>
                <c:pt idx="3653">
                  <c:v>0</c:v>
                </c:pt>
                <c:pt idx="3654">
                  <c:v>0</c:v>
                </c:pt>
                <c:pt idx="3655">
                  <c:v>252.309</c:v>
                </c:pt>
                <c:pt idx="3656">
                  <c:v>252.309</c:v>
                </c:pt>
                <c:pt idx="3657">
                  <c:v>252.309</c:v>
                </c:pt>
                <c:pt idx="3658">
                  <c:v>252.309</c:v>
                </c:pt>
                <c:pt idx="3659">
                  <c:v>252.309</c:v>
                </c:pt>
                <c:pt idx="3660">
                  <c:v>252.309</c:v>
                </c:pt>
                <c:pt idx="3661">
                  <c:v>252.309</c:v>
                </c:pt>
                <c:pt idx="3662">
                  <c:v>252.309</c:v>
                </c:pt>
                <c:pt idx="3663">
                  <c:v>252.309</c:v>
                </c:pt>
                <c:pt idx="3664">
                  <c:v>252.309</c:v>
                </c:pt>
                <c:pt idx="3665">
                  <c:v>252.309</c:v>
                </c:pt>
                <c:pt idx="3666">
                  <c:v>252.309</c:v>
                </c:pt>
                <c:pt idx="3667">
                  <c:v>252.309</c:v>
                </c:pt>
                <c:pt idx="3668">
                  <c:v>252.309</c:v>
                </c:pt>
                <c:pt idx="3669">
                  <c:v>0</c:v>
                </c:pt>
                <c:pt idx="3670">
                  <c:v>0</c:v>
                </c:pt>
                <c:pt idx="3671">
                  <c:v>0</c:v>
                </c:pt>
                <c:pt idx="3672">
                  <c:v>0</c:v>
                </c:pt>
                <c:pt idx="3673">
                  <c:v>0</c:v>
                </c:pt>
                <c:pt idx="3674">
                  <c:v>0</c:v>
                </c:pt>
                <c:pt idx="3675">
                  <c:v>0</c:v>
                </c:pt>
                <c:pt idx="3676">
                  <c:v>0</c:v>
                </c:pt>
                <c:pt idx="3677">
                  <c:v>0</c:v>
                </c:pt>
                <c:pt idx="3678">
                  <c:v>0</c:v>
                </c:pt>
                <c:pt idx="3679">
                  <c:v>252.309</c:v>
                </c:pt>
                <c:pt idx="3680">
                  <c:v>252.309</c:v>
                </c:pt>
                <c:pt idx="3681">
                  <c:v>252.309</c:v>
                </c:pt>
                <c:pt idx="3682">
                  <c:v>252.309</c:v>
                </c:pt>
                <c:pt idx="3683">
                  <c:v>252.309</c:v>
                </c:pt>
                <c:pt idx="3684">
                  <c:v>252.309</c:v>
                </c:pt>
                <c:pt idx="3685">
                  <c:v>252.309</c:v>
                </c:pt>
                <c:pt idx="3686">
                  <c:v>252.309</c:v>
                </c:pt>
                <c:pt idx="3687">
                  <c:v>252.309</c:v>
                </c:pt>
                <c:pt idx="3688">
                  <c:v>252.309</c:v>
                </c:pt>
                <c:pt idx="3689">
                  <c:v>252.309</c:v>
                </c:pt>
                <c:pt idx="3690">
                  <c:v>252.309</c:v>
                </c:pt>
                <c:pt idx="3691">
                  <c:v>252.309</c:v>
                </c:pt>
                <c:pt idx="3692">
                  <c:v>252.309</c:v>
                </c:pt>
                <c:pt idx="3693">
                  <c:v>0</c:v>
                </c:pt>
                <c:pt idx="3694">
                  <c:v>0</c:v>
                </c:pt>
                <c:pt idx="3695">
                  <c:v>0</c:v>
                </c:pt>
                <c:pt idx="3696">
                  <c:v>0</c:v>
                </c:pt>
                <c:pt idx="3697">
                  <c:v>0</c:v>
                </c:pt>
                <c:pt idx="3698">
                  <c:v>0</c:v>
                </c:pt>
                <c:pt idx="3699">
                  <c:v>0</c:v>
                </c:pt>
                <c:pt idx="3700">
                  <c:v>0</c:v>
                </c:pt>
                <c:pt idx="3701">
                  <c:v>0</c:v>
                </c:pt>
                <c:pt idx="3702">
                  <c:v>0</c:v>
                </c:pt>
                <c:pt idx="3703">
                  <c:v>252.309</c:v>
                </c:pt>
                <c:pt idx="3704">
                  <c:v>252.309</c:v>
                </c:pt>
                <c:pt idx="3705">
                  <c:v>252.309</c:v>
                </c:pt>
                <c:pt idx="3706">
                  <c:v>252.309</c:v>
                </c:pt>
                <c:pt idx="3707">
                  <c:v>252.309</c:v>
                </c:pt>
                <c:pt idx="3708">
                  <c:v>252.309</c:v>
                </c:pt>
                <c:pt idx="3709">
                  <c:v>252.309</c:v>
                </c:pt>
                <c:pt idx="3710">
                  <c:v>252.309</c:v>
                </c:pt>
                <c:pt idx="3711">
                  <c:v>252.309</c:v>
                </c:pt>
                <c:pt idx="3712">
                  <c:v>252.309</c:v>
                </c:pt>
                <c:pt idx="3713">
                  <c:v>252.309</c:v>
                </c:pt>
                <c:pt idx="3714">
                  <c:v>252.309</c:v>
                </c:pt>
                <c:pt idx="3715">
                  <c:v>252.309</c:v>
                </c:pt>
                <c:pt idx="3716">
                  <c:v>252.309</c:v>
                </c:pt>
                <c:pt idx="3717">
                  <c:v>0</c:v>
                </c:pt>
                <c:pt idx="3718">
                  <c:v>0</c:v>
                </c:pt>
                <c:pt idx="3719">
                  <c:v>0</c:v>
                </c:pt>
                <c:pt idx="3720">
                  <c:v>0</c:v>
                </c:pt>
                <c:pt idx="3721">
                  <c:v>0</c:v>
                </c:pt>
                <c:pt idx="3722">
                  <c:v>0</c:v>
                </c:pt>
                <c:pt idx="3723">
                  <c:v>0</c:v>
                </c:pt>
                <c:pt idx="3724">
                  <c:v>0</c:v>
                </c:pt>
                <c:pt idx="3725">
                  <c:v>0</c:v>
                </c:pt>
                <c:pt idx="3726">
                  <c:v>0</c:v>
                </c:pt>
                <c:pt idx="3727">
                  <c:v>252.309</c:v>
                </c:pt>
                <c:pt idx="3728">
                  <c:v>252.309</c:v>
                </c:pt>
                <c:pt idx="3729">
                  <c:v>252.309</c:v>
                </c:pt>
                <c:pt idx="3730">
                  <c:v>252.309</c:v>
                </c:pt>
                <c:pt idx="3731">
                  <c:v>252.309</c:v>
                </c:pt>
                <c:pt idx="3732">
                  <c:v>264.46499999999997</c:v>
                </c:pt>
                <c:pt idx="3733">
                  <c:v>252.309</c:v>
                </c:pt>
                <c:pt idx="3734">
                  <c:v>252.309</c:v>
                </c:pt>
                <c:pt idx="3735">
                  <c:v>252.309</c:v>
                </c:pt>
                <c:pt idx="3736">
                  <c:v>252.309</c:v>
                </c:pt>
                <c:pt idx="3737">
                  <c:v>252.309</c:v>
                </c:pt>
                <c:pt idx="3738">
                  <c:v>252.309</c:v>
                </c:pt>
                <c:pt idx="3739">
                  <c:v>252.309</c:v>
                </c:pt>
                <c:pt idx="3740">
                  <c:v>252.309</c:v>
                </c:pt>
                <c:pt idx="3741">
                  <c:v>0</c:v>
                </c:pt>
                <c:pt idx="3742">
                  <c:v>0</c:v>
                </c:pt>
                <c:pt idx="3743">
                  <c:v>0</c:v>
                </c:pt>
                <c:pt idx="3744">
                  <c:v>0</c:v>
                </c:pt>
                <c:pt idx="3745">
                  <c:v>0</c:v>
                </c:pt>
                <c:pt idx="3746">
                  <c:v>0</c:v>
                </c:pt>
                <c:pt idx="3747">
                  <c:v>0</c:v>
                </c:pt>
                <c:pt idx="3748">
                  <c:v>0</c:v>
                </c:pt>
                <c:pt idx="3749">
                  <c:v>0</c:v>
                </c:pt>
                <c:pt idx="3750">
                  <c:v>0</c:v>
                </c:pt>
                <c:pt idx="3751">
                  <c:v>252.309</c:v>
                </c:pt>
                <c:pt idx="3752">
                  <c:v>252.309</c:v>
                </c:pt>
                <c:pt idx="3753">
                  <c:v>252.309</c:v>
                </c:pt>
                <c:pt idx="3754">
                  <c:v>252.309</c:v>
                </c:pt>
                <c:pt idx="3755">
                  <c:v>252.309</c:v>
                </c:pt>
                <c:pt idx="3756">
                  <c:v>252.309</c:v>
                </c:pt>
                <c:pt idx="3757">
                  <c:v>252.309</c:v>
                </c:pt>
                <c:pt idx="3758">
                  <c:v>252.309</c:v>
                </c:pt>
                <c:pt idx="3759">
                  <c:v>252.309</c:v>
                </c:pt>
                <c:pt idx="3760">
                  <c:v>252.309</c:v>
                </c:pt>
                <c:pt idx="3761">
                  <c:v>252.309</c:v>
                </c:pt>
                <c:pt idx="3762">
                  <c:v>252.309</c:v>
                </c:pt>
                <c:pt idx="3763">
                  <c:v>252.309</c:v>
                </c:pt>
                <c:pt idx="3764">
                  <c:v>252.309</c:v>
                </c:pt>
                <c:pt idx="3765">
                  <c:v>0</c:v>
                </c:pt>
                <c:pt idx="3766">
                  <c:v>0</c:v>
                </c:pt>
                <c:pt idx="3767">
                  <c:v>0</c:v>
                </c:pt>
                <c:pt idx="3768">
                  <c:v>0</c:v>
                </c:pt>
                <c:pt idx="3769">
                  <c:v>0</c:v>
                </c:pt>
                <c:pt idx="3770">
                  <c:v>0</c:v>
                </c:pt>
                <c:pt idx="3771">
                  <c:v>0</c:v>
                </c:pt>
                <c:pt idx="3772">
                  <c:v>0</c:v>
                </c:pt>
                <c:pt idx="3773">
                  <c:v>0</c:v>
                </c:pt>
                <c:pt idx="3774">
                  <c:v>0</c:v>
                </c:pt>
                <c:pt idx="3775">
                  <c:v>252.309</c:v>
                </c:pt>
                <c:pt idx="3776">
                  <c:v>252.309</c:v>
                </c:pt>
                <c:pt idx="3777">
                  <c:v>252.309</c:v>
                </c:pt>
                <c:pt idx="3778">
                  <c:v>252.309</c:v>
                </c:pt>
                <c:pt idx="3779">
                  <c:v>252.309</c:v>
                </c:pt>
                <c:pt idx="3780">
                  <c:v>252.309</c:v>
                </c:pt>
                <c:pt idx="3781">
                  <c:v>252.309</c:v>
                </c:pt>
                <c:pt idx="3782">
                  <c:v>252.309</c:v>
                </c:pt>
                <c:pt idx="3783">
                  <c:v>252.309</c:v>
                </c:pt>
                <c:pt idx="3784">
                  <c:v>252.309</c:v>
                </c:pt>
                <c:pt idx="3785">
                  <c:v>252.309</c:v>
                </c:pt>
                <c:pt idx="3786">
                  <c:v>252.309</c:v>
                </c:pt>
                <c:pt idx="3787">
                  <c:v>252.309</c:v>
                </c:pt>
                <c:pt idx="3788">
                  <c:v>252.309</c:v>
                </c:pt>
                <c:pt idx="3789">
                  <c:v>0</c:v>
                </c:pt>
                <c:pt idx="3790">
                  <c:v>0</c:v>
                </c:pt>
                <c:pt idx="3791">
                  <c:v>0</c:v>
                </c:pt>
                <c:pt idx="3792">
                  <c:v>0</c:v>
                </c:pt>
                <c:pt idx="3793">
                  <c:v>0</c:v>
                </c:pt>
                <c:pt idx="3794">
                  <c:v>0</c:v>
                </c:pt>
                <c:pt idx="3795">
                  <c:v>0</c:v>
                </c:pt>
                <c:pt idx="3796">
                  <c:v>0</c:v>
                </c:pt>
                <c:pt idx="3797">
                  <c:v>0</c:v>
                </c:pt>
                <c:pt idx="3798">
                  <c:v>0</c:v>
                </c:pt>
                <c:pt idx="3799">
                  <c:v>252.309</c:v>
                </c:pt>
                <c:pt idx="3800">
                  <c:v>252.309</c:v>
                </c:pt>
                <c:pt idx="3801">
                  <c:v>252.309</c:v>
                </c:pt>
                <c:pt idx="3802">
                  <c:v>252.309</c:v>
                </c:pt>
                <c:pt idx="3803">
                  <c:v>252.309</c:v>
                </c:pt>
                <c:pt idx="3804">
                  <c:v>252.309</c:v>
                </c:pt>
                <c:pt idx="3805">
                  <c:v>252.309</c:v>
                </c:pt>
                <c:pt idx="3806">
                  <c:v>252.309</c:v>
                </c:pt>
                <c:pt idx="3807">
                  <c:v>252.309</c:v>
                </c:pt>
                <c:pt idx="3808">
                  <c:v>252.309</c:v>
                </c:pt>
                <c:pt idx="3809">
                  <c:v>252.309</c:v>
                </c:pt>
                <c:pt idx="3810">
                  <c:v>252.309</c:v>
                </c:pt>
                <c:pt idx="3811">
                  <c:v>252.309</c:v>
                </c:pt>
                <c:pt idx="3812">
                  <c:v>252.309</c:v>
                </c:pt>
                <c:pt idx="3813">
                  <c:v>0</c:v>
                </c:pt>
                <c:pt idx="3814">
                  <c:v>0</c:v>
                </c:pt>
                <c:pt idx="3815">
                  <c:v>0</c:v>
                </c:pt>
                <c:pt idx="3816">
                  <c:v>0</c:v>
                </c:pt>
                <c:pt idx="3817">
                  <c:v>0</c:v>
                </c:pt>
                <c:pt idx="3818">
                  <c:v>0</c:v>
                </c:pt>
                <c:pt idx="3819">
                  <c:v>0</c:v>
                </c:pt>
                <c:pt idx="3820">
                  <c:v>0</c:v>
                </c:pt>
                <c:pt idx="3821">
                  <c:v>0</c:v>
                </c:pt>
                <c:pt idx="3822">
                  <c:v>0</c:v>
                </c:pt>
                <c:pt idx="3823">
                  <c:v>252.309</c:v>
                </c:pt>
                <c:pt idx="3824">
                  <c:v>252.309</c:v>
                </c:pt>
                <c:pt idx="3825">
                  <c:v>252.309</c:v>
                </c:pt>
                <c:pt idx="3826">
                  <c:v>252.309</c:v>
                </c:pt>
                <c:pt idx="3827">
                  <c:v>252.309</c:v>
                </c:pt>
                <c:pt idx="3828">
                  <c:v>252.309</c:v>
                </c:pt>
                <c:pt idx="3829">
                  <c:v>252.309</c:v>
                </c:pt>
                <c:pt idx="3830">
                  <c:v>252.309</c:v>
                </c:pt>
                <c:pt idx="3831">
                  <c:v>252.309</c:v>
                </c:pt>
                <c:pt idx="3832">
                  <c:v>252.309</c:v>
                </c:pt>
                <c:pt idx="3833">
                  <c:v>252.309</c:v>
                </c:pt>
                <c:pt idx="3834">
                  <c:v>252.309</c:v>
                </c:pt>
                <c:pt idx="3835">
                  <c:v>252.309</c:v>
                </c:pt>
                <c:pt idx="3836">
                  <c:v>252.309</c:v>
                </c:pt>
                <c:pt idx="3837">
                  <c:v>0</c:v>
                </c:pt>
                <c:pt idx="3838">
                  <c:v>0</c:v>
                </c:pt>
                <c:pt idx="3839">
                  <c:v>0</c:v>
                </c:pt>
                <c:pt idx="3840">
                  <c:v>0</c:v>
                </c:pt>
                <c:pt idx="3841">
                  <c:v>0</c:v>
                </c:pt>
                <c:pt idx="3842">
                  <c:v>0</c:v>
                </c:pt>
                <c:pt idx="3843">
                  <c:v>0</c:v>
                </c:pt>
                <c:pt idx="3844">
                  <c:v>0</c:v>
                </c:pt>
                <c:pt idx="3845">
                  <c:v>0</c:v>
                </c:pt>
                <c:pt idx="3846">
                  <c:v>0</c:v>
                </c:pt>
                <c:pt idx="3847">
                  <c:v>252.309</c:v>
                </c:pt>
                <c:pt idx="3848">
                  <c:v>252.309</c:v>
                </c:pt>
                <c:pt idx="3849">
                  <c:v>252.309</c:v>
                </c:pt>
                <c:pt idx="3850">
                  <c:v>252.309</c:v>
                </c:pt>
                <c:pt idx="3851">
                  <c:v>252.309</c:v>
                </c:pt>
                <c:pt idx="3852">
                  <c:v>252.309</c:v>
                </c:pt>
                <c:pt idx="3853">
                  <c:v>252.309</c:v>
                </c:pt>
                <c:pt idx="3854">
                  <c:v>252.309</c:v>
                </c:pt>
                <c:pt idx="3855">
                  <c:v>252.309</c:v>
                </c:pt>
                <c:pt idx="3856">
                  <c:v>252.309</c:v>
                </c:pt>
                <c:pt idx="3857">
                  <c:v>252.309</c:v>
                </c:pt>
                <c:pt idx="3858">
                  <c:v>252.309</c:v>
                </c:pt>
                <c:pt idx="3859">
                  <c:v>252.309</c:v>
                </c:pt>
                <c:pt idx="3860">
                  <c:v>252.309</c:v>
                </c:pt>
                <c:pt idx="3861">
                  <c:v>0</c:v>
                </c:pt>
                <c:pt idx="3862">
                  <c:v>0</c:v>
                </c:pt>
                <c:pt idx="3863">
                  <c:v>0</c:v>
                </c:pt>
                <c:pt idx="3864">
                  <c:v>0</c:v>
                </c:pt>
                <c:pt idx="3865">
                  <c:v>0</c:v>
                </c:pt>
                <c:pt idx="3866">
                  <c:v>0</c:v>
                </c:pt>
                <c:pt idx="3867">
                  <c:v>0</c:v>
                </c:pt>
                <c:pt idx="3868">
                  <c:v>0</c:v>
                </c:pt>
                <c:pt idx="3869">
                  <c:v>0</c:v>
                </c:pt>
                <c:pt idx="3870">
                  <c:v>0</c:v>
                </c:pt>
                <c:pt idx="3871">
                  <c:v>252.309</c:v>
                </c:pt>
                <c:pt idx="3872">
                  <c:v>252.309</c:v>
                </c:pt>
                <c:pt idx="3873">
                  <c:v>252.309</c:v>
                </c:pt>
                <c:pt idx="3874">
                  <c:v>252.309</c:v>
                </c:pt>
                <c:pt idx="3875">
                  <c:v>252.309</c:v>
                </c:pt>
                <c:pt idx="3876">
                  <c:v>252.309</c:v>
                </c:pt>
                <c:pt idx="3877">
                  <c:v>252.309</c:v>
                </c:pt>
                <c:pt idx="3878">
                  <c:v>252.309</c:v>
                </c:pt>
                <c:pt idx="3879">
                  <c:v>252.309</c:v>
                </c:pt>
                <c:pt idx="3880">
                  <c:v>252.309</c:v>
                </c:pt>
                <c:pt idx="3881">
                  <c:v>252.309</c:v>
                </c:pt>
                <c:pt idx="3882">
                  <c:v>252.309</c:v>
                </c:pt>
                <c:pt idx="3883">
                  <c:v>252.309</c:v>
                </c:pt>
                <c:pt idx="3884">
                  <c:v>252.309</c:v>
                </c:pt>
                <c:pt idx="3885">
                  <c:v>0</c:v>
                </c:pt>
                <c:pt idx="3886">
                  <c:v>0</c:v>
                </c:pt>
                <c:pt idx="3887">
                  <c:v>0</c:v>
                </c:pt>
                <c:pt idx="3888">
                  <c:v>0</c:v>
                </c:pt>
                <c:pt idx="3889">
                  <c:v>0</c:v>
                </c:pt>
                <c:pt idx="3890">
                  <c:v>0</c:v>
                </c:pt>
                <c:pt idx="3891">
                  <c:v>0</c:v>
                </c:pt>
                <c:pt idx="3892">
                  <c:v>0</c:v>
                </c:pt>
                <c:pt idx="3893">
                  <c:v>0</c:v>
                </c:pt>
                <c:pt idx="3894">
                  <c:v>0</c:v>
                </c:pt>
                <c:pt idx="3895">
                  <c:v>252.309</c:v>
                </c:pt>
                <c:pt idx="3896">
                  <c:v>252.309</c:v>
                </c:pt>
                <c:pt idx="3897">
                  <c:v>252.309</c:v>
                </c:pt>
                <c:pt idx="3898">
                  <c:v>252.309</c:v>
                </c:pt>
                <c:pt idx="3899">
                  <c:v>252.309</c:v>
                </c:pt>
                <c:pt idx="3900">
                  <c:v>252.309</c:v>
                </c:pt>
                <c:pt idx="3901">
                  <c:v>252.309</c:v>
                </c:pt>
                <c:pt idx="3902">
                  <c:v>252.309</c:v>
                </c:pt>
                <c:pt idx="3903">
                  <c:v>252.309</c:v>
                </c:pt>
                <c:pt idx="3904">
                  <c:v>252.309</c:v>
                </c:pt>
                <c:pt idx="3905">
                  <c:v>252.309</c:v>
                </c:pt>
                <c:pt idx="3906">
                  <c:v>252.309</c:v>
                </c:pt>
                <c:pt idx="3907">
                  <c:v>252.309</c:v>
                </c:pt>
                <c:pt idx="3908">
                  <c:v>252.309</c:v>
                </c:pt>
                <c:pt idx="3909">
                  <c:v>0</c:v>
                </c:pt>
                <c:pt idx="3910">
                  <c:v>0</c:v>
                </c:pt>
                <c:pt idx="3911">
                  <c:v>0</c:v>
                </c:pt>
                <c:pt idx="3912">
                  <c:v>0</c:v>
                </c:pt>
                <c:pt idx="3913">
                  <c:v>0</c:v>
                </c:pt>
                <c:pt idx="3914">
                  <c:v>0</c:v>
                </c:pt>
                <c:pt idx="3915">
                  <c:v>0</c:v>
                </c:pt>
                <c:pt idx="3916">
                  <c:v>0</c:v>
                </c:pt>
                <c:pt idx="3917">
                  <c:v>0</c:v>
                </c:pt>
                <c:pt idx="3918">
                  <c:v>0</c:v>
                </c:pt>
                <c:pt idx="3919">
                  <c:v>252.309</c:v>
                </c:pt>
                <c:pt idx="3920">
                  <c:v>252.309</c:v>
                </c:pt>
                <c:pt idx="3921">
                  <c:v>252.309</c:v>
                </c:pt>
                <c:pt idx="3922">
                  <c:v>258.07600000000002</c:v>
                </c:pt>
                <c:pt idx="3923">
                  <c:v>252.309</c:v>
                </c:pt>
                <c:pt idx="3924">
                  <c:v>283.47899999999998</c:v>
                </c:pt>
                <c:pt idx="3925">
                  <c:v>252.309</c:v>
                </c:pt>
                <c:pt idx="3926">
                  <c:v>252.309</c:v>
                </c:pt>
                <c:pt idx="3927">
                  <c:v>252.309</c:v>
                </c:pt>
                <c:pt idx="3928">
                  <c:v>252.309</c:v>
                </c:pt>
                <c:pt idx="3929">
                  <c:v>252.309</c:v>
                </c:pt>
                <c:pt idx="3930">
                  <c:v>252.309</c:v>
                </c:pt>
                <c:pt idx="3931">
                  <c:v>252.309</c:v>
                </c:pt>
                <c:pt idx="3932">
                  <c:v>252.309</c:v>
                </c:pt>
                <c:pt idx="3933">
                  <c:v>0</c:v>
                </c:pt>
                <c:pt idx="3934">
                  <c:v>0</c:v>
                </c:pt>
                <c:pt idx="3935">
                  <c:v>0</c:v>
                </c:pt>
                <c:pt idx="3936">
                  <c:v>0</c:v>
                </c:pt>
                <c:pt idx="3937">
                  <c:v>0</c:v>
                </c:pt>
                <c:pt idx="3938">
                  <c:v>0</c:v>
                </c:pt>
                <c:pt idx="3939">
                  <c:v>0</c:v>
                </c:pt>
                <c:pt idx="3940">
                  <c:v>0</c:v>
                </c:pt>
                <c:pt idx="3941">
                  <c:v>0</c:v>
                </c:pt>
                <c:pt idx="3942">
                  <c:v>0</c:v>
                </c:pt>
                <c:pt idx="3943">
                  <c:v>252.309</c:v>
                </c:pt>
                <c:pt idx="3944">
                  <c:v>263.09100000000001</c:v>
                </c:pt>
                <c:pt idx="3945">
                  <c:v>356.46300000000002</c:v>
                </c:pt>
                <c:pt idx="3946">
                  <c:v>407.185</c:v>
                </c:pt>
                <c:pt idx="3947">
                  <c:v>366.72300000000001</c:v>
                </c:pt>
                <c:pt idx="3948">
                  <c:v>395.779</c:v>
                </c:pt>
                <c:pt idx="3949">
                  <c:v>346.78800000000001</c:v>
                </c:pt>
                <c:pt idx="3950">
                  <c:v>353.80700000000002</c:v>
                </c:pt>
                <c:pt idx="3951">
                  <c:v>393.21</c:v>
                </c:pt>
                <c:pt idx="3952">
                  <c:v>363.428</c:v>
                </c:pt>
                <c:pt idx="3953">
                  <c:v>273.64600000000002</c:v>
                </c:pt>
                <c:pt idx="3954">
                  <c:v>252.309</c:v>
                </c:pt>
                <c:pt idx="3955">
                  <c:v>252.309</c:v>
                </c:pt>
                <c:pt idx="3956">
                  <c:v>252.309</c:v>
                </c:pt>
                <c:pt idx="3957">
                  <c:v>0</c:v>
                </c:pt>
                <c:pt idx="3958">
                  <c:v>0</c:v>
                </c:pt>
                <c:pt idx="3959">
                  <c:v>0</c:v>
                </c:pt>
                <c:pt idx="3960">
                  <c:v>0</c:v>
                </c:pt>
                <c:pt idx="3961">
                  <c:v>0</c:v>
                </c:pt>
                <c:pt idx="3962">
                  <c:v>0</c:v>
                </c:pt>
                <c:pt idx="3963">
                  <c:v>0</c:v>
                </c:pt>
                <c:pt idx="3964">
                  <c:v>0</c:v>
                </c:pt>
                <c:pt idx="3965">
                  <c:v>0</c:v>
                </c:pt>
                <c:pt idx="3966">
                  <c:v>0</c:v>
                </c:pt>
                <c:pt idx="3967">
                  <c:v>252.309</c:v>
                </c:pt>
                <c:pt idx="3968">
                  <c:v>252.309</c:v>
                </c:pt>
                <c:pt idx="3969">
                  <c:v>252.309</c:v>
                </c:pt>
                <c:pt idx="3970">
                  <c:v>252.309</c:v>
                </c:pt>
                <c:pt idx="3971">
                  <c:v>252.309</c:v>
                </c:pt>
                <c:pt idx="3972">
                  <c:v>307.50700000000001</c:v>
                </c:pt>
                <c:pt idx="3973">
                  <c:v>252.69499999999999</c:v>
                </c:pt>
                <c:pt idx="3974">
                  <c:v>258.48899999999998</c:v>
                </c:pt>
                <c:pt idx="3975">
                  <c:v>305.702</c:v>
                </c:pt>
                <c:pt idx="3976">
                  <c:v>252.309</c:v>
                </c:pt>
                <c:pt idx="3977">
                  <c:v>252.309</c:v>
                </c:pt>
                <c:pt idx="3978">
                  <c:v>252.309</c:v>
                </c:pt>
                <c:pt idx="3979">
                  <c:v>252.309</c:v>
                </c:pt>
                <c:pt idx="3980">
                  <c:v>252.309</c:v>
                </c:pt>
                <c:pt idx="3981">
                  <c:v>0</c:v>
                </c:pt>
                <c:pt idx="3982">
                  <c:v>0</c:v>
                </c:pt>
                <c:pt idx="3983">
                  <c:v>0</c:v>
                </c:pt>
                <c:pt idx="3984">
                  <c:v>0</c:v>
                </c:pt>
                <c:pt idx="3985">
                  <c:v>0</c:v>
                </c:pt>
                <c:pt idx="3986">
                  <c:v>0</c:v>
                </c:pt>
                <c:pt idx="3987">
                  <c:v>0</c:v>
                </c:pt>
                <c:pt idx="3988">
                  <c:v>0</c:v>
                </c:pt>
                <c:pt idx="3989">
                  <c:v>0</c:v>
                </c:pt>
                <c:pt idx="3990">
                  <c:v>0</c:v>
                </c:pt>
                <c:pt idx="3991">
                  <c:v>252.309</c:v>
                </c:pt>
                <c:pt idx="3992">
                  <c:v>252.309</c:v>
                </c:pt>
                <c:pt idx="3993">
                  <c:v>252.309</c:v>
                </c:pt>
                <c:pt idx="3994">
                  <c:v>302.54500000000002</c:v>
                </c:pt>
                <c:pt idx="3995">
                  <c:v>289.77</c:v>
                </c:pt>
                <c:pt idx="3996">
                  <c:v>311.98500000000001</c:v>
                </c:pt>
                <c:pt idx="3997">
                  <c:v>252.309</c:v>
                </c:pt>
                <c:pt idx="3998">
                  <c:v>252.309</c:v>
                </c:pt>
                <c:pt idx="3999">
                  <c:v>262.649</c:v>
                </c:pt>
                <c:pt idx="4000">
                  <c:v>252.309</c:v>
                </c:pt>
                <c:pt idx="4001">
                  <c:v>252.309</c:v>
                </c:pt>
                <c:pt idx="4002">
                  <c:v>252.309</c:v>
                </c:pt>
                <c:pt idx="4003">
                  <c:v>252.309</c:v>
                </c:pt>
                <c:pt idx="4004">
                  <c:v>252.309</c:v>
                </c:pt>
                <c:pt idx="4005">
                  <c:v>0</c:v>
                </c:pt>
                <c:pt idx="4006">
                  <c:v>0</c:v>
                </c:pt>
                <c:pt idx="4007">
                  <c:v>0</c:v>
                </c:pt>
                <c:pt idx="4008">
                  <c:v>0</c:v>
                </c:pt>
                <c:pt idx="4009">
                  <c:v>0</c:v>
                </c:pt>
                <c:pt idx="4010">
                  <c:v>0</c:v>
                </c:pt>
                <c:pt idx="4011">
                  <c:v>0</c:v>
                </c:pt>
                <c:pt idx="4012">
                  <c:v>0</c:v>
                </c:pt>
                <c:pt idx="4013">
                  <c:v>0</c:v>
                </c:pt>
                <c:pt idx="4014">
                  <c:v>0</c:v>
                </c:pt>
                <c:pt idx="4015">
                  <c:v>252.309</c:v>
                </c:pt>
                <c:pt idx="4016">
                  <c:v>252.309</c:v>
                </c:pt>
                <c:pt idx="4017">
                  <c:v>252.309</c:v>
                </c:pt>
                <c:pt idx="4018">
                  <c:v>252.309</c:v>
                </c:pt>
                <c:pt idx="4019">
                  <c:v>252.309</c:v>
                </c:pt>
                <c:pt idx="4020">
                  <c:v>274.37200000000001</c:v>
                </c:pt>
                <c:pt idx="4021">
                  <c:v>252.309</c:v>
                </c:pt>
                <c:pt idx="4022">
                  <c:v>252.309</c:v>
                </c:pt>
                <c:pt idx="4023">
                  <c:v>267.99200000000002</c:v>
                </c:pt>
                <c:pt idx="4024">
                  <c:v>252.309</c:v>
                </c:pt>
                <c:pt idx="4025">
                  <c:v>252.309</c:v>
                </c:pt>
                <c:pt idx="4026">
                  <c:v>252.309</c:v>
                </c:pt>
                <c:pt idx="4027">
                  <c:v>252.309</c:v>
                </c:pt>
                <c:pt idx="4028">
                  <c:v>252.309</c:v>
                </c:pt>
                <c:pt idx="4029">
                  <c:v>0</c:v>
                </c:pt>
                <c:pt idx="4030">
                  <c:v>0</c:v>
                </c:pt>
                <c:pt idx="4031">
                  <c:v>0</c:v>
                </c:pt>
                <c:pt idx="4032">
                  <c:v>0</c:v>
                </c:pt>
                <c:pt idx="4033">
                  <c:v>0</c:v>
                </c:pt>
                <c:pt idx="4034">
                  <c:v>0</c:v>
                </c:pt>
                <c:pt idx="4035">
                  <c:v>0</c:v>
                </c:pt>
                <c:pt idx="4036">
                  <c:v>0</c:v>
                </c:pt>
                <c:pt idx="4037">
                  <c:v>0</c:v>
                </c:pt>
                <c:pt idx="4038">
                  <c:v>0</c:v>
                </c:pt>
                <c:pt idx="4039">
                  <c:v>252.309</c:v>
                </c:pt>
                <c:pt idx="4040">
                  <c:v>252.309</c:v>
                </c:pt>
                <c:pt idx="4041">
                  <c:v>254.85400000000001</c:v>
                </c:pt>
                <c:pt idx="4042">
                  <c:v>303.07100000000003</c:v>
                </c:pt>
                <c:pt idx="4043">
                  <c:v>281.62400000000002</c:v>
                </c:pt>
                <c:pt idx="4044">
                  <c:v>301.61799999999999</c:v>
                </c:pt>
                <c:pt idx="4045">
                  <c:v>252.309</c:v>
                </c:pt>
                <c:pt idx="4046">
                  <c:v>252.309</c:v>
                </c:pt>
                <c:pt idx="4047">
                  <c:v>252.309</c:v>
                </c:pt>
                <c:pt idx="4048">
                  <c:v>252.309</c:v>
                </c:pt>
                <c:pt idx="4049">
                  <c:v>252.309</c:v>
                </c:pt>
                <c:pt idx="4050">
                  <c:v>252.309</c:v>
                </c:pt>
                <c:pt idx="4051">
                  <c:v>252.309</c:v>
                </c:pt>
                <c:pt idx="4052">
                  <c:v>252.309</c:v>
                </c:pt>
                <c:pt idx="4053">
                  <c:v>0</c:v>
                </c:pt>
                <c:pt idx="4054">
                  <c:v>0</c:v>
                </c:pt>
                <c:pt idx="4055">
                  <c:v>0</c:v>
                </c:pt>
                <c:pt idx="4056">
                  <c:v>0</c:v>
                </c:pt>
                <c:pt idx="4057">
                  <c:v>0</c:v>
                </c:pt>
                <c:pt idx="4058">
                  <c:v>0</c:v>
                </c:pt>
                <c:pt idx="4059">
                  <c:v>0</c:v>
                </c:pt>
                <c:pt idx="4060">
                  <c:v>0</c:v>
                </c:pt>
                <c:pt idx="4061">
                  <c:v>0</c:v>
                </c:pt>
                <c:pt idx="4062">
                  <c:v>0</c:v>
                </c:pt>
                <c:pt idx="4063">
                  <c:v>252.309</c:v>
                </c:pt>
                <c:pt idx="4064">
                  <c:v>252.309</c:v>
                </c:pt>
                <c:pt idx="4065">
                  <c:v>252.309</c:v>
                </c:pt>
                <c:pt idx="4066">
                  <c:v>280.48200000000003</c:v>
                </c:pt>
                <c:pt idx="4067">
                  <c:v>269.31</c:v>
                </c:pt>
                <c:pt idx="4068">
                  <c:v>315.99200000000002</c:v>
                </c:pt>
                <c:pt idx="4069">
                  <c:v>252.309</c:v>
                </c:pt>
                <c:pt idx="4070">
                  <c:v>252.309</c:v>
                </c:pt>
                <c:pt idx="4071">
                  <c:v>287.65699999999998</c:v>
                </c:pt>
                <c:pt idx="4072">
                  <c:v>261.42</c:v>
                </c:pt>
                <c:pt idx="4073">
                  <c:v>252.309</c:v>
                </c:pt>
                <c:pt idx="4074">
                  <c:v>252.309</c:v>
                </c:pt>
                <c:pt idx="4075">
                  <c:v>252.309</c:v>
                </c:pt>
                <c:pt idx="4076">
                  <c:v>252.309</c:v>
                </c:pt>
                <c:pt idx="4077">
                  <c:v>0</c:v>
                </c:pt>
                <c:pt idx="4078">
                  <c:v>0</c:v>
                </c:pt>
                <c:pt idx="4079">
                  <c:v>0</c:v>
                </c:pt>
                <c:pt idx="4080">
                  <c:v>0</c:v>
                </c:pt>
                <c:pt idx="4081">
                  <c:v>0</c:v>
                </c:pt>
                <c:pt idx="4082">
                  <c:v>0</c:v>
                </c:pt>
                <c:pt idx="4083">
                  <c:v>0</c:v>
                </c:pt>
                <c:pt idx="4084">
                  <c:v>0</c:v>
                </c:pt>
                <c:pt idx="4085">
                  <c:v>0</c:v>
                </c:pt>
                <c:pt idx="4086">
                  <c:v>0</c:v>
                </c:pt>
                <c:pt idx="4087">
                  <c:v>252.309</c:v>
                </c:pt>
                <c:pt idx="4088">
                  <c:v>296.97300000000001</c:v>
                </c:pt>
                <c:pt idx="4089">
                  <c:v>394.608</c:v>
                </c:pt>
                <c:pt idx="4090">
                  <c:v>417.00299999999999</c:v>
                </c:pt>
                <c:pt idx="4091">
                  <c:v>435.62099999999998</c:v>
                </c:pt>
                <c:pt idx="4092">
                  <c:v>405.315</c:v>
                </c:pt>
                <c:pt idx="4093">
                  <c:v>338.92899999999997</c:v>
                </c:pt>
                <c:pt idx="4094">
                  <c:v>376.06400000000002</c:v>
                </c:pt>
                <c:pt idx="4095">
                  <c:v>403.649</c:v>
                </c:pt>
                <c:pt idx="4096">
                  <c:v>374.79199999999997</c:v>
                </c:pt>
                <c:pt idx="4097">
                  <c:v>305.37700000000001</c:v>
                </c:pt>
                <c:pt idx="4098">
                  <c:v>252.309</c:v>
                </c:pt>
                <c:pt idx="4099">
                  <c:v>252.309</c:v>
                </c:pt>
                <c:pt idx="4100">
                  <c:v>252.309</c:v>
                </c:pt>
                <c:pt idx="4101">
                  <c:v>0</c:v>
                </c:pt>
                <c:pt idx="4102">
                  <c:v>0</c:v>
                </c:pt>
                <c:pt idx="4103">
                  <c:v>0</c:v>
                </c:pt>
                <c:pt idx="4104">
                  <c:v>0</c:v>
                </c:pt>
                <c:pt idx="4105">
                  <c:v>0</c:v>
                </c:pt>
                <c:pt idx="4106">
                  <c:v>0</c:v>
                </c:pt>
                <c:pt idx="4107">
                  <c:v>0</c:v>
                </c:pt>
                <c:pt idx="4108">
                  <c:v>0</c:v>
                </c:pt>
                <c:pt idx="4109">
                  <c:v>0</c:v>
                </c:pt>
                <c:pt idx="4110">
                  <c:v>0</c:v>
                </c:pt>
                <c:pt idx="4111">
                  <c:v>252.309</c:v>
                </c:pt>
                <c:pt idx="4112">
                  <c:v>270.51299999999998</c:v>
                </c:pt>
                <c:pt idx="4113">
                  <c:v>415.86399999999998</c:v>
                </c:pt>
                <c:pt idx="4114">
                  <c:v>449.44200000000001</c:v>
                </c:pt>
                <c:pt idx="4115">
                  <c:v>399.96</c:v>
                </c:pt>
                <c:pt idx="4116">
                  <c:v>429.774</c:v>
                </c:pt>
                <c:pt idx="4117">
                  <c:v>374.755</c:v>
                </c:pt>
                <c:pt idx="4118">
                  <c:v>355.863</c:v>
                </c:pt>
                <c:pt idx="4119">
                  <c:v>404.678</c:v>
                </c:pt>
                <c:pt idx="4120">
                  <c:v>368.983</c:v>
                </c:pt>
                <c:pt idx="4121">
                  <c:v>295.173</c:v>
                </c:pt>
                <c:pt idx="4122">
                  <c:v>252.309</c:v>
                </c:pt>
                <c:pt idx="4123">
                  <c:v>252.309</c:v>
                </c:pt>
                <c:pt idx="4124">
                  <c:v>252.309</c:v>
                </c:pt>
                <c:pt idx="4125">
                  <c:v>0</c:v>
                </c:pt>
                <c:pt idx="4126">
                  <c:v>0</c:v>
                </c:pt>
                <c:pt idx="4127">
                  <c:v>0</c:v>
                </c:pt>
                <c:pt idx="4128">
                  <c:v>0</c:v>
                </c:pt>
                <c:pt idx="4129">
                  <c:v>0</c:v>
                </c:pt>
                <c:pt idx="4130">
                  <c:v>0</c:v>
                </c:pt>
                <c:pt idx="4131">
                  <c:v>0</c:v>
                </c:pt>
                <c:pt idx="4132">
                  <c:v>0</c:v>
                </c:pt>
                <c:pt idx="4133">
                  <c:v>0</c:v>
                </c:pt>
                <c:pt idx="4134">
                  <c:v>0</c:v>
                </c:pt>
                <c:pt idx="4135">
                  <c:v>252.309</c:v>
                </c:pt>
                <c:pt idx="4136">
                  <c:v>252.309</c:v>
                </c:pt>
                <c:pt idx="4137">
                  <c:v>316.37099999999998</c:v>
                </c:pt>
                <c:pt idx="4138">
                  <c:v>348.15899999999999</c:v>
                </c:pt>
                <c:pt idx="4139">
                  <c:v>309.89499999999998</c:v>
                </c:pt>
                <c:pt idx="4140">
                  <c:v>327.19799999999998</c:v>
                </c:pt>
                <c:pt idx="4141">
                  <c:v>271.98099999999999</c:v>
                </c:pt>
                <c:pt idx="4142">
                  <c:v>261.14299999999997</c:v>
                </c:pt>
                <c:pt idx="4143">
                  <c:v>302.971</c:v>
                </c:pt>
                <c:pt idx="4144">
                  <c:v>278.19200000000001</c:v>
                </c:pt>
                <c:pt idx="4145">
                  <c:v>252.309</c:v>
                </c:pt>
                <c:pt idx="4146">
                  <c:v>252.309</c:v>
                </c:pt>
                <c:pt idx="4147">
                  <c:v>252.309</c:v>
                </c:pt>
                <c:pt idx="4148">
                  <c:v>252.309</c:v>
                </c:pt>
                <c:pt idx="4149">
                  <c:v>0</c:v>
                </c:pt>
                <c:pt idx="4150">
                  <c:v>0</c:v>
                </c:pt>
                <c:pt idx="4151">
                  <c:v>0</c:v>
                </c:pt>
                <c:pt idx="4152">
                  <c:v>0</c:v>
                </c:pt>
                <c:pt idx="4153">
                  <c:v>0</c:v>
                </c:pt>
                <c:pt idx="4154">
                  <c:v>0</c:v>
                </c:pt>
                <c:pt idx="4155">
                  <c:v>0</c:v>
                </c:pt>
                <c:pt idx="4156">
                  <c:v>0</c:v>
                </c:pt>
                <c:pt idx="4157">
                  <c:v>0</c:v>
                </c:pt>
                <c:pt idx="4158">
                  <c:v>0</c:v>
                </c:pt>
                <c:pt idx="4159">
                  <c:v>252.309</c:v>
                </c:pt>
                <c:pt idx="4160">
                  <c:v>252.309</c:v>
                </c:pt>
                <c:pt idx="4161">
                  <c:v>318.072</c:v>
                </c:pt>
                <c:pt idx="4162">
                  <c:v>370.67700000000002</c:v>
                </c:pt>
                <c:pt idx="4163">
                  <c:v>379.59899999999999</c:v>
                </c:pt>
                <c:pt idx="4164">
                  <c:v>398.51799999999997</c:v>
                </c:pt>
                <c:pt idx="4165">
                  <c:v>342.78</c:v>
                </c:pt>
                <c:pt idx="4166">
                  <c:v>347.69099999999997</c:v>
                </c:pt>
                <c:pt idx="4167">
                  <c:v>395.02499999999998</c:v>
                </c:pt>
                <c:pt idx="4168">
                  <c:v>383.02300000000002</c:v>
                </c:pt>
                <c:pt idx="4169">
                  <c:v>307.79199999999997</c:v>
                </c:pt>
                <c:pt idx="4170">
                  <c:v>252.309</c:v>
                </c:pt>
                <c:pt idx="4171">
                  <c:v>252.309</c:v>
                </c:pt>
                <c:pt idx="4172">
                  <c:v>252.309</c:v>
                </c:pt>
                <c:pt idx="4173">
                  <c:v>0</c:v>
                </c:pt>
                <c:pt idx="4174">
                  <c:v>0</c:v>
                </c:pt>
                <c:pt idx="4175">
                  <c:v>0</c:v>
                </c:pt>
                <c:pt idx="4176">
                  <c:v>0</c:v>
                </c:pt>
                <c:pt idx="4177">
                  <c:v>0</c:v>
                </c:pt>
                <c:pt idx="4178">
                  <c:v>0</c:v>
                </c:pt>
                <c:pt idx="4179">
                  <c:v>0</c:v>
                </c:pt>
                <c:pt idx="4180">
                  <c:v>0</c:v>
                </c:pt>
                <c:pt idx="4181">
                  <c:v>0</c:v>
                </c:pt>
                <c:pt idx="4182">
                  <c:v>0</c:v>
                </c:pt>
                <c:pt idx="4183">
                  <c:v>252.309</c:v>
                </c:pt>
                <c:pt idx="4184">
                  <c:v>252.309</c:v>
                </c:pt>
                <c:pt idx="4185">
                  <c:v>252.309</c:v>
                </c:pt>
                <c:pt idx="4186">
                  <c:v>257.42700000000002</c:v>
                </c:pt>
                <c:pt idx="4187">
                  <c:v>268.65899999999999</c:v>
                </c:pt>
                <c:pt idx="4188">
                  <c:v>302.54500000000002</c:v>
                </c:pt>
                <c:pt idx="4189">
                  <c:v>252.309</c:v>
                </c:pt>
                <c:pt idx="4190">
                  <c:v>252.309</c:v>
                </c:pt>
                <c:pt idx="4191">
                  <c:v>297.339</c:v>
                </c:pt>
                <c:pt idx="4192">
                  <c:v>264.02499999999998</c:v>
                </c:pt>
                <c:pt idx="4193">
                  <c:v>252.309</c:v>
                </c:pt>
                <c:pt idx="4194">
                  <c:v>252.309</c:v>
                </c:pt>
                <c:pt idx="4195">
                  <c:v>252.309</c:v>
                </c:pt>
                <c:pt idx="4196">
                  <c:v>252.309</c:v>
                </c:pt>
                <c:pt idx="4197">
                  <c:v>0</c:v>
                </c:pt>
                <c:pt idx="4198">
                  <c:v>0</c:v>
                </c:pt>
                <c:pt idx="4199">
                  <c:v>0</c:v>
                </c:pt>
                <c:pt idx="4200">
                  <c:v>0</c:v>
                </c:pt>
                <c:pt idx="4201">
                  <c:v>0</c:v>
                </c:pt>
                <c:pt idx="4202">
                  <c:v>0</c:v>
                </c:pt>
                <c:pt idx="4203">
                  <c:v>0</c:v>
                </c:pt>
                <c:pt idx="4204">
                  <c:v>0</c:v>
                </c:pt>
                <c:pt idx="4205">
                  <c:v>0</c:v>
                </c:pt>
                <c:pt idx="4206">
                  <c:v>0</c:v>
                </c:pt>
                <c:pt idx="4207">
                  <c:v>252.309</c:v>
                </c:pt>
                <c:pt idx="4208">
                  <c:v>252.309</c:v>
                </c:pt>
                <c:pt idx="4209">
                  <c:v>252.309</c:v>
                </c:pt>
                <c:pt idx="4210">
                  <c:v>252.309</c:v>
                </c:pt>
                <c:pt idx="4211">
                  <c:v>269.73599999999999</c:v>
                </c:pt>
                <c:pt idx="4212">
                  <c:v>323.07100000000003</c:v>
                </c:pt>
                <c:pt idx="4213">
                  <c:v>257.99700000000001</c:v>
                </c:pt>
                <c:pt idx="4214">
                  <c:v>262.39699999999999</c:v>
                </c:pt>
                <c:pt idx="4215">
                  <c:v>294.26499999999999</c:v>
                </c:pt>
                <c:pt idx="4216">
                  <c:v>259.60399999999998</c:v>
                </c:pt>
                <c:pt idx="4217">
                  <c:v>252.309</c:v>
                </c:pt>
                <c:pt idx="4218">
                  <c:v>252.309</c:v>
                </c:pt>
                <c:pt idx="4219">
                  <c:v>252.309</c:v>
                </c:pt>
                <c:pt idx="4220">
                  <c:v>252.309</c:v>
                </c:pt>
                <c:pt idx="4221">
                  <c:v>0</c:v>
                </c:pt>
                <c:pt idx="4222">
                  <c:v>0</c:v>
                </c:pt>
                <c:pt idx="4223">
                  <c:v>0</c:v>
                </c:pt>
                <c:pt idx="4224">
                  <c:v>0</c:v>
                </c:pt>
                <c:pt idx="4225">
                  <c:v>0</c:v>
                </c:pt>
                <c:pt idx="4226">
                  <c:v>0</c:v>
                </c:pt>
                <c:pt idx="4227">
                  <c:v>0</c:v>
                </c:pt>
                <c:pt idx="4228">
                  <c:v>0</c:v>
                </c:pt>
                <c:pt idx="4229">
                  <c:v>0</c:v>
                </c:pt>
                <c:pt idx="4230">
                  <c:v>0</c:v>
                </c:pt>
                <c:pt idx="4231">
                  <c:v>252.309</c:v>
                </c:pt>
                <c:pt idx="4232">
                  <c:v>252.309</c:v>
                </c:pt>
                <c:pt idx="4233">
                  <c:v>252.309</c:v>
                </c:pt>
                <c:pt idx="4234">
                  <c:v>252.309</c:v>
                </c:pt>
                <c:pt idx="4235">
                  <c:v>252.309</c:v>
                </c:pt>
                <c:pt idx="4236">
                  <c:v>296.33199999999999</c:v>
                </c:pt>
                <c:pt idx="4237">
                  <c:v>252.309</c:v>
                </c:pt>
                <c:pt idx="4238">
                  <c:v>252.309</c:v>
                </c:pt>
                <c:pt idx="4239">
                  <c:v>252.309</c:v>
                </c:pt>
                <c:pt idx="4240">
                  <c:v>252.309</c:v>
                </c:pt>
                <c:pt idx="4241">
                  <c:v>252.309</c:v>
                </c:pt>
                <c:pt idx="4242">
                  <c:v>252.309</c:v>
                </c:pt>
                <c:pt idx="4243">
                  <c:v>252.309</c:v>
                </c:pt>
                <c:pt idx="4244">
                  <c:v>252.309</c:v>
                </c:pt>
                <c:pt idx="4245">
                  <c:v>0</c:v>
                </c:pt>
                <c:pt idx="4246">
                  <c:v>0</c:v>
                </c:pt>
                <c:pt idx="4247">
                  <c:v>0</c:v>
                </c:pt>
                <c:pt idx="4248">
                  <c:v>0</c:v>
                </c:pt>
                <c:pt idx="4249">
                  <c:v>0</c:v>
                </c:pt>
                <c:pt idx="4250">
                  <c:v>0</c:v>
                </c:pt>
                <c:pt idx="4251">
                  <c:v>0</c:v>
                </c:pt>
                <c:pt idx="4252">
                  <c:v>0</c:v>
                </c:pt>
                <c:pt idx="4253">
                  <c:v>0</c:v>
                </c:pt>
                <c:pt idx="4254">
                  <c:v>0</c:v>
                </c:pt>
                <c:pt idx="4255">
                  <c:v>252.309</c:v>
                </c:pt>
                <c:pt idx="4256">
                  <c:v>252.309</c:v>
                </c:pt>
                <c:pt idx="4257">
                  <c:v>252.309</c:v>
                </c:pt>
                <c:pt idx="4258">
                  <c:v>252.309</c:v>
                </c:pt>
                <c:pt idx="4259">
                  <c:v>252.309</c:v>
                </c:pt>
                <c:pt idx="4260">
                  <c:v>265.137</c:v>
                </c:pt>
                <c:pt idx="4261">
                  <c:v>252.309</c:v>
                </c:pt>
                <c:pt idx="4262">
                  <c:v>252.309</c:v>
                </c:pt>
                <c:pt idx="4263">
                  <c:v>252.309</c:v>
                </c:pt>
                <c:pt idx="4264">
                  <c:v>252.309</c:v>
                </c:pt>
                <c:pt idx="4265">
                  <c:v>252.309</c:v>
                </c:pt>
                <c:pt idx="4266">
                  <c:v>252.309</c:v>
                </c:pt>
                <c:pt idx="4267">
                  <c:v>252.309</c:v>
                </c:pt>
                <c:pt idx="4268">
                  <c:v>252.309</c:v>
                </c:pt>
                <c:pt idx="4269">
                  <c:v>0</c:v>
                </c:pt>
                <c:pt idx="4270">
                  <c:v>0</c:v>
                </c:pt>
                <c:pt idx="4271">
                  <c:v>0</c:v>
                </c:pt>
                <c:pt idx="4272">
                  <c:v>0</c:v>
                </c:pt>
                <c:pt idx="4273">
                  <c:v>0</c:v>
                </c:pt>
                <c:pt idx="4274">
                  <c:v>0</c:v>
                </c:pt>
                <c:pt idx="4275">
                  <c:v>0</c:v>
                </c:pt>
                <c:pt idx="4276">
                  <c:v>0</c:v>
                </c:pt>
                <c:pt idx="4277">
                  <c:v>0</c:v>
                </c:pt>
                <c:pt idx="4278">
                  <c:v>0</c:v>
                </c:pt>
                <c:pt idx="4279">
                  <c:v>252.309</c:v>
                </c:pt>
                <c:pt idx="4280">
                  <c:v>252.309</c:v>
                </c:pt>
                <c:pt idx="4281">
                  <c:v>252.309</c:v>
                </c:pt>
                <c:pt idx="4282">
                  <c:v>252.309</c:v>
                </c:pt>
                <c:pt idx="4283">
                  <c:v>254.21100000000001</c:v>
                </c:pt>
                <c:pt idx="4284">
                  <c:v>304.20100000000002</c:v>
                </c:pt>
                <c:pt idx="4285">
                  <c:v>252.309</c:v>
                </c:pt>
                <c:pt idx="4286">
                  <c:v>252.309</c:v>
                </c:pt>
                <c:pt idx="4287">
                  <c:v>267.262</c:v>
                </c:pt>
                <c:pt idx="4288">
                  <c:v>252.309</c:v>
                </c:pt>
                <c:pt idx="4289">
                  <c:v>252.309</c:v>
                </c:pt>
                <c:pt idx="4290">
                  <c:v>252.309</c:v>
                </c:pt>
                <c:pt idx="4291">
                  <c:v>252.309</c:v>
                </c:pt>
                <c:pt idx="4292">
                  <c:v>252.309</c:v>
                </c:pt>
                <c:pt idx="4293">
                  <c:v>0</c:v>
                </c:pt>
                <c:pt idx="4294">
                  <c:v>0</c:v>
                </c:pt>
                <c:pt idx="4295">
                  <c:v>0</c:v>
                </c:pt>
                <c:pt idx="4296">
                  <c:v>0</c:v>
                </c:pt>
                <c:pt idx="4297">
                  <c:v>0</c:v>
                </c:pt>
                <c:pt idx="4298">
                  <c:v>0</c:v>
                </c:pt>
                <c:pt idx="4299">
                  <c:v>0</c:v>
                </c:pt>
                <c:pt idx="4300">
                  <c:v>0</c:v>
                </c:pt>
                <c:pt idx="4301">
                  <c:v>0</c:v>
                </c:pt>
                <c:pt idx="4302">
                  <c:v>0</c:v>
                </c:pt>
                <c:pt idx="4303">
                  <c:v>252.309</c:v>
                </c:pt>
                <c:pt idx="4304">
                  <c:v>252.309</c:v>
                </c:pt>
                <c:pt idx="4305">
                  <c:v>252.309</c:v>
                </c:pt>
                <c:pt idx="4306">
                  <c:v>307.25700000000001</c:v>
                </c:pt>
                <c:pt idx="4307">
                  <c:v>289.54399999999998</c:v>
                </c:pt>
                <c:pt idx="4308">
                  <c:v>331.928</c:v>
                </c:pt>
                <c:pt idx="4309">
                  <c:v>272.90100000000001</c:v>
                </c:pt>
                <c:pt idx="4310">
                  <c:v>276.911</c:v>
                </c:pt>
                <c:pt idx="4311">
                  <c:v>314.87700000000001</c:v>
                </c:pt>
                <c:pt idx="4312">
                  <c:v>254.63800000000001</c:v>
                </c:pt>
                <c:pt idx="4313">
                  <c:v>252.309</c:v>
                </c:pt>
                <c:pt idx="4314">
                  <c:v>252.309</c:v>
                </c:pt>
                <c:pt idx="4315">
                  <c:v>252.309</c:v>
                </c:pt>
                <c:pt idx="4316">
                  <c:v>252.309</c:v>
                </c:pt>
                <c:pt idx="4317">
                  <c:v>0</c:v>
                </c:pt>
                <c:pt idx="4318">
                  <c:v>0</c:v>
                </c:pt>
                <c:pt idx="4319">
                  <c:v>0</c:v>
                </c:pt>
                <c:pt idx="4320">
                  <c:v>0</c:v>
                </c:pt>
                <c:pt idx="4321">
                  <c:v>0</c:v>
                </c:pt>
                <c:pt idx="4322">
                  <c:v>0</c:v>
                </c:pt>
                <c:pt idx="4323">
                  <c:v>0</c:v>
                </c:pt>
                <c:pt idx="4324">
                  <c:v>0</c:v>
                </c:pt>
                <c:pt idx="4325">
                  <c:v>0</c:v>
                </c:pt>
                <c:pt idx="4326">
                  <c:v>0</c:v>
                </c:pt>
                <c:pt idx="4327">
                  <c:v>252.309</c:v>
                </c:pt>
                <c:pt idx="4328">
                  <c:v>252.309</c:v>
                </c:pt>
                <c:pt idx="4329">
                  <c:v>252.309</c:v>
                </c:pt>
                <c:pt idx="4330">
                  <c:v>278.82400000000001</c:v>
                </c:pt>
                <c:pt idx="4331">
                  <c:v>268.35199999999998</c:v>
                </c:pt>
                <c:pt idx="4332">
                  <c:v>295.42</c:v>
                </c:pt>
                <c:pt idx="4333">
                  <c:v>252.309</c:v>
                </c:pt>
                <c:pt idx="4334">
                  <c:v>252.309</c:v>
                </c:pt>
                <c:pt idx="4335">
                  <c:v>252.309</c:v>
                </c:pt>
                <c:pt idx="4336">
                  <c:v>252.309</c:v>
                </c:pt>
                <c:pt idx="4337">
                  <c:v>252.309</c:v>
                </c:pt>
                <c:pt idx="4338">
                  <c:v>252.309</c:v>
                </c:pt>
                <c:pt idx="4339">
                  <c:v>252.309</c:v>
                </c:pt>
                <c:pt idx="4340">
                  <c:v>252.309</c:v>
                </c:pt>
                <c:pt idx="4341">
                  <c:v>0</c:v>
                </c:pt>
                <c:pt idx="4342">
                  <c:v>0</c:v>
                </c:pt>
                <c:pt idx="4343">
                  <c:v>0</c:v>
                </c:pt>
                <c:pt idx="4344">
                  <c:v>0</c:v>
                </c:pt>
                <c:pt idx="4345">
                  <c:v>0</c:v>
                </c:pt>
                <c:pt idx="4346">
                  <c:v>0</c:v>
                </c:pt>
                <c:pt idx="4347">
                  <c:v>0</c:v>
                </c:pt>
                <c:pt idx="4348">
                  <c:v>0</c:v>
                </c:pt>
                <c:pt idx="4349">
                  <c:v>0</c:v>
                </c:pt>
                <c:pt idx="4350">
                  <c:v>0</c:v>
                </c:pt>
                <c:pt idx="4351">
                  <c:v>252.309</c:v>
                </c:pt>
                <c:pt idx="4352">
                  <c:v>252.309</c:v>
                </c:pt>
                <c:pt idx="4353">
                  <c:v>252.309</c:v>
                </c:pt>
                <c:pt idx="4354">
                  <c:v>252.309</c:v>
                </c:pt>
                <c:pt idx="4355">
                  <c:v>252.309</c:v>
                </c:pt>
                <c:pt idx="4356">
                  <c:v>252.309</c:v>
                </c:pt>
                <c:pt idx="4357">
                  <c:v>252.309</c:v>
                </c:pt>
                <c:pt idx="4358">
                  <c:v>252.309</c:v>
                </c:pt>
                <c:pt idx="4359">
                  <c:v>252.309</c:v>
                </c:pt>
                <c:pt idx="4360">
                  <c:v>252.309</c:v>
                </c:pt>
                <c:pt idx="4361">
                  <c:v>252.309</c:v>
                </c:pt>
                <c:pt idx="4362">
                  <c:v>252.309</c:v>
                </c:pt>
                <c:pt idx="4363">
                  <c:v>252.309</c:v>
                </c:pt>
                <c:pt idx="4364">
                  <c:v>252.309</c:v>
                </c:pt>
                <c:pt idx="4365">
                  <c:v>0</c:v>
                </c:pt>
                <c:pt idx="4366">
                  <c:v>0</c:v>
                </c:pt>
                <c:pt idx="4367">
                  <c:v>0</c:v>
                </c:pt>
                <c:pt idx="4368">
                  <c:v>0</c:v>
                </c:pt>
                <c:pt idx="4369">
                  <c:v>0</c:v>
                </c:pt>
                <c:pt idx="4370">
                  <c:v>0</c:v>
                </c:pt>
                <c:pt idx="4371">
                  <c:v>0</c:v>
                </c:pt>
                <c:pt idx="4372">
                  <c:v>0</c:v>
                </c:pt>
                <c:pt idx="4373">
                  <c:v>0</c:v>
                </c:pt>
                <c:pt idx="4374">
                  <c:v>0</c:v>
                </c:pt>
                <c:pt idx="4375">
                  <c:v>252.309</c:v>
                </c:pt>
                <c:pt idx="4376">
                  <c:v>252.309</c:v>
                </c:pt>
                <c:pt idx="4377">
                  <c:v>252.309</c:v>
                </c:pt>
                <c:pt idx="4378">
                  <c:v>252.309</c:v>
                </c:pt>
                <c:pt idx="4379">
                  <c:v>252.309</c:v>
                </c:pt>
                <c:pt idx="4380">
                  <c:v>252.309</c:v>
                </c:pt>
                <c:pt idx="4381">
                  <c:v>252.309</c:v>
                </c:pt>
                <c:pt idx="4382">
                  <c:v>252.309</c:v>
                </c:pt>
                <c:pt idx="4383">
                  <c:v>252.309</c:v>
                </c:pt>
                <c:pt idx="4384">
                  <c:v>252.309</c:v>
                </c:pt>
                <c:pt idx="4385">
                  <c:v>252.309</c:v>
                </c:pt>
                <c:pt idx="4386">
                  <c:v>252.309</c:v>
                </c:pt>
                <c:pt idx="4387">
                  <c:v>252.309</c:v>
                </c:pt>
                <c:pt idx="4388">
                  <c:v>252.309</c:v>
                </c:pt>
                <c:pt idx="4389">
                  <c:v>0</c:v>
                </c:pt>
                <c:pt idx="4390">
                  <c:v>0</c:v>
                </c:pt>
                <c:pt idx="4391">
                  <c:v>0</c:v>
                </c:pt>
                <c:pt idx="4392">
                  <c:v>0</c:v>
                </c:pt>
                <c:pt idx="4393">
                  <c:v>0</c:v>
                </c:pt>
                <c:pt idx="4394">
                  <c:v>0</c:v>
                </c:pt>
                <c:pt idx="4395">
                  <c:v>0</c:v>
                </c:pt>
                <c:pt idx="4396">
                  <c:v>0</c:v>
                </c:pt>
                <c:pt idx="4397">
                  <c:v>0</c:v>
                </c:pt>
                <c:pt idx="4398">
                  <c:v>0</c:v>
                </c:pt>
                <c:pt idx="4399">
                  <c:v>252.309</c:v>
                </c:pt>
                <c:pt idx="4400">
                  <c:v>252.309</c:v>
                </c:pt>
                <c:pt idx="4401">
                  <c:v>289.20100000000002</c:v>
                </c:pt>
                <c:pt idx="4402">
                  <c:v>316.91300000000001</c:v>
                </c:pt>
                <c:pt idx="4403">
                  <c:v>296.54300000000001</c:v>
                </c:pt>
                <c:pt idx="4404">
                  <c:v>313.202</c:v>
                </c:pt>
                <c:pt idx="4405">
                  <c:v>261.97399999999999</c:v>
                </c:pt>
                <c:pt idx="4406">
                  <c:v>265.346</c:v>
                </c:pt>
                <c:pt idx="4407">
                  <c:v>274.16800000000001</c:v>
                </c:pt>
                <c:pt idx="4408">
                  <c:v>252.309</c:v>
                </c:pt>
                <c:pt idx="4409">
                  <c:v>252.309</c:v>
                </c:pt>
                <c:pt idx="4410">
                  <c:v>252.309</c:v>
                </c:pt>
                <c:pt idx="4411">
                  <c:v>252.309</c:v>
                </c:pt>
                <c:pt idx="4412">
                  <c:v>252.309</c:v>
                </c:pt>
                <c:pt idx="4413">
                  <c:v>0</c:v>
                </c:pt>
                <c:pt idx="4414">
                  <c:v>0</c:v>
                </c:pt>
                <c:pt idx="4415">
                  <c:v>0</c:v>
                </c:pt>
                <c:pt idx="4416">
                  <c:v>0</c:v>
                </c:pt>
                <c:pt idx="4417">
                  <c:v>0</c:v>
                </c:pt>
                <c:pt idx="4418">
                  <c:v>0</c:v>
                </c:pt>
                <c:pt idx="4419">
                  <c:v>0</c:v>
                </c:pt>
                <c:pt idx="4420">
                  <c:v>0</c:v>
                </c:pt>
                <c:pt idx="4421">
                  <c:v>0</c:v>
                </c:pt>
                <c:pt idx="4422">
                  <c:v>0</c:v>
                </c:pt>
                <c:pt idx="4423">
                  <c:v>252.309</c:v>
                </c:pt>
                <c:pt idx="4424">
                  <c:v>252.309</c:v>
                </c:pt>
                <c:pt idx="4425">
                  <c:v>252.309</c:v>
                </c:pt>
                <c:pt idx="4426">
                  <c:v>252.309</c:v>
                </c:pt>
                <c:pt idx="4427">
                  <c:v>252.309</c:v>
                </c:pt>
                <c:pt idx="4428">
                  <c:v>252.309</c:v>
                </c:pt>
                <c:pt idx="4429">
                  <c:v>252.309</c:v>
                </c:pt>
                <c:pt idx="4430">
                  <c:v>252.309</c:v>
                </c:pt>
                <c:pt idx="4431">
                  <c:v>252.309</c:v>
                </c:pt>
                <c:pt idx="4432">
                  <c:v>252.309</c:v>
                </c:pt>
                <c:pt idx="4433">
                  <c:v>252.309</c:v>
                </c:pt>
                <c:pt idx="4434">
                  <c:v>252.309</c:v>
                </c:pt>
                <c:pt idx="4435">
                  <c:v>252.309</c:v>
                </c:pt>
                <c:pt idx="4436">
                  <c:v>252.309</c:v>
                </c:pt>
                <c:pt idx="4437">
                  <c:v>0</c:v>
                </c:pt>
                <c:pt idx="4438">
                  <c:v>0</c:v>
                </c:pt>
                <c:pt idx="4439">
                  <c:v>0</c:v>
                </c:pt>
                <c:pt idx="4440">
                  <c:v>0</c:v>
                </c:pt>
                <c:pt idx="4441">
                  <c:v>0</c:v>
                </c:pt>
                <c:pt idx="4442">
                  <c:v>0</c:v>
                </c:pt>
                <c:pt idx="4443">
                  <c:v>0</c:v>
                </c:pt>
                <c:pt idx="4444">
                  <c:v>0</c:v>
                </c:pt>
                <c:pt idx="4445">
                  <c:v>0</c:v>
                </c:pt>
                <c:pt idx="4446">
                  <c:v>0</c:v>
                </c:pt>
                <c:pt idx="4447">
                  <c:v>252.309</c:v>
                </c:pt>
                <c:pt idx="4448">
                  <c:v>252.309</c:v>
                </c:pt>
                <c:pt idx="4449">
                  <c:v>252.309</c:v>
                </c:pt>
                <c:pt idx="4450">
                  <c:v>252.309</c:v>
                </c:pt>
                <c:pt idx="4451">
                  <c:v>252.309</c:v>
                </c:pt>
                <c:pt idx="4452">
                  <c:v>252.309</c:v>
                </c:pt>
                <c:pt idx="4453">
                  <c:v>252.309</c:v>
                </c:pt>
                <c:pt idx="4454">
                  <c:v>252.309</c:v>
                </c:pt>
                <c:pt idx="4455">
                  <c:v>252.309</c:v>
                </c:pt>
                <c:pt idx="4456">
                  <c:v>252.309</c:v>
                </c:pt>
                <c:pt idx="4457">
                  <c:v>252.309</c:v>
                </c:pt>
                <c:pt idx="4458">
                  <c:v>252.309</c:v>
                </c:pt>
                <c:pt idx="4459">
                  <c:v>252.309</c:v>
                </c:pt>
                <c:pt idx="4460">
                  <c:v>252.309</c:v>
                </c:pt>
                <c:pt idx="4461">
                  <c:v>0</c:v>
                </c:pt>
                <c:pt idx="4462">
                  <c:v>0</c:v>
                </c:pt>
                <c:pt idx="4463">
                  <c:v>0</c:v>
                </c:pt>
                <c:pt idx="4464">
                  <c:v>0</c:v>
                </c:pt>
                <c:pt idx="4465">
                  <c:v>0</c:v>
                </c:pt>
                <c:pt idx="4466">
                  <c:v>0</c:v>
                </c:pt>
                <c:pt idx="4467">
                  <c:v>0</c:v>
                </c:pt>
                <c:pt idx="4468">
                  <c:v>0</c:v>
                </c:pt>
                <c:pt idx="4469">
                  <c:v>0</c:v>
                </c:pt>
                <c:pt idx="4470">
                  <c:v>0</c:v>
                </c:pt>
                <c:pt idx="4471">
                  <c:v>252.309</c:v>
                </c:pt>
                <c:pt idx="4472">
                  <c:v>252.309</c:v>
                </c:pt>
                <c:pt idx="4473">
                  <c:v>252.309</c:v>
                </c:pt>
                <c:pt idx="4474">
                  <c:v>252.309</c:v>
                </c:pt>
                <c:pt idx="4475">
                  <c:v>252.309</c:v>
                </c:pt>
                <c:pt idx="4476">
                  <c:v>252.309</c:v>
                </c:pt>
                <c:pt idx="4477">
                  <c:v>252.309</c:v>
                </c:pt>
                <c:pt idx="4478">
                  <c:v>252.309</c:v>
                </c:pt>
                <c:pt idx="4479">
                  <c:v>252.309</c:v>
                </c:pt>
                <c:pt idx="4480">
                  <c:v>252.309</c:v>
                </c:pt>
                <c:pt idx="4481">
                  <c:v>252.309</c:v>
                </c:pt>
                <c:pt idx="4482">
                  <c:v>252.309</c:v>
                </c:pt>
                <c:pt idx="4483">
                  <c:v>252.309</c:v>
                </c:pt>
                <c:pt idx="4484">
                  <c:v>252.309</c:v>
                </c:pt>
                <c:pt idx="4485">
                  <c:v>0</c:v>
                </c:pt>
                <c:pt idx="4486">
                  <c:v>0</c:v>
                </c:pt>
                <c:pt idx="4487">
                  <c:v>0</c:v>
                </c:pt>
                <c:pt idx="4488">
                  <c:v>0</c:v>
                </c:pt>
                <c:pt idx="4489">
                  <c:v>0</c:v>
                </c:pt>
                <c:pt idx="4490">
                  <c:v>0</c:v>
                </c:pt>
                <c:pt idx="4491">
                  <c:v>0</c:v>
                </c:pt>
                <c:pt idx="4492">
                  <c:v>0</c:v>
                </c:pt>
                <c:pt idx="4493">
                  <c:v>0</c:v>
                </c:pt>
                <c:pt idx="4494">
                  <c:v>0</c:v>
                </c:pt>
                <c:pt idx="4495">
                  <c:v>252.309</c:v>
                </c:pt>
                <c:pt idx="4496">
                  <c:v>252.309</c:v>
                </c:pt>
                <c:pt idx="4497">
                  <c:v>252.309</c:v>
                </c:pt>
                <c:pt idx="4498">
                  <c:v>252.309</c:v>
                </c:pt>
                <c:pt idx="4499">
                  <c:v>252.309</c:v>
                </c:pt>
                <c:pt idx="4500">
                  <c:v>320.27699999999999</c:v>
                </c:pt>
                <c:pt idx="4501">
                  <c:v>269.36</c:v>
                </c:pt>
                <c:pt idx="4502">
                  <c:v>252.309</c:v>
                </c:pt>
                <c:pt idx="4503">
                  <c:v>262.68599999999998</c:v>
                </c:pt>
                <c:pt idx="4504">
                  <c:v>252.309</c:v>
                </c:pt>
                <c:pt idx="4505">
                  <c:v>252.309</c:v>
                </c:pt>
                <c:pt idx="4506">
                  <c:v>252.309</c:v>
                </c:pt>
                <c:pt idx="4507">
                  <c:v>252.309</c:v>
                </c:pt>
                <c:pt idx="4508">
                  <c:v>252.309</c:v>
                </c:pt>
                <c:pt idx="4509">
                  <c:v>0</c:v>
                </c:pt>
                <c:pt idx="4510">
                  <c:v>0</c:v>
                </c:pt>
                <c:pt idx="4511">
                  <c:v>0</c:v>
                </c:pt>
                <c:pt idx="4512">
                  <c:v>0</c:v>
                </c:pt>
                <c:pt idx="4513">
                  <c:v>0</c:v>
                </c:pt>
                <c:pt idx="4514">
                  <c:v>0</c:v>
                </c:pt>
                <c:pt idx="4515">
                  <c:v>0</c:v>
                </c:pt>
                <c:pt idx="4516">
                  <c:v>0</c:v>
                </c:pt>
                <c:pt idx="4517">
                  <c:v>0</c:v>
                </c:pt>
                <c:pt idx="4518">
                  <c:v>0</c:v>
                </c:pt>
                <c:pt idx="4519">
                  <c:v>252.309</c:v>
                </c:pt>
                <c:pt idx="4520">
                  <c:v>252.309</c:v>
                </c:pt>
                <c:pt idx="4521">
                  <c:v>252.309</c:v>
                </c:pt>
                <c:pt idx="4522">
                  <c:v>252.309</c:v>
                </c:pt>
                <c:pt idx="4523">
                  <c:v>252.892</c:v>
                </c:pt>
                <c:pt idx="4524">
                  <c:v>252.309</c:v>
                </c:pt>
                <c:pt idx="4525">
                  <c:v>272.03399999999999</c:v>
                </c:pt>
                <c:pt idx="4526">
                  <c:v>260.15899999999999</c:v>
                </c:pt>
                <c:pt idx="4527">
                  <c:v>302.392</c:v>
                </c:pt>
                <c:pt idx="4528">
                  <c:v>297.315</c:v>
                </c:pt>
                <c:pt idx="4529">
                  <c:v>252.309</c:v>
                </c:pt>
                <c:pt idx="4530">
                  <c:v>252.309</c:v>
                </c:pt>
                <c:pt idx="4531">
                  <c:v>252.309</c:v>
                </c:pt>
                <c:pt idx="4532">
                  <c:v>252.309</c:v>
                </c:pt>
                <c:pt idx="4533">
                  <c:v>0</c:v>
                </c:pt>
                <c:pt idx="4534">
                  <c:v>0</c:v>
                </c:pt>
                <c:pt idx="4535">
                  <c:v>0</c:v>
                </c:pt>
                <c:pt idx="4536">
                  <c:v>0</c:v>
                </c:pt>
                <c:pt idx="4537">
                  <c:v>0</c:v>
                </c:pt>
                <c:pt idx="4538">
                  <c:v>0</c:v>
                </c:pt>
                <c:pt idx="4539">
                  <c:v>0</c:v>
                </c:pt>
                <c:pt idx="4540">
                  <c:v>0</c:v>
                </c:pt>
                <c:pt idx="4541">
                  <c:v>0</c:v>
                </c:pt>
                <c:pt idx="4542">
                  <c:v>0</c:v>
                </c:pt>
                <c:pt idx="4543">
                  <c:v>252.309</c:v>
                </c:pt>
                <c:pt idx="4544">
                  <c:v>370.13</c:v>
                </c:pt>
                <c:pt idx="4545">
                  <c:v>256.77999999999997</c:v>
                </c:pt>
                <c:pt idx="4546">
                  <c:v>342.14</c:v>
                </c:pt>
                <c:pt idx="4547">
                  <c:v>297.392</c:v>
                </c:pt>
                <c:pt idx="4548">
                  <c:v>348.02800000000002</c:v>
                </c:pt>
                <c:pt idx="4549">
                  <c:v>306.904</c:v>
                </c:pt>
                <c:pt idx="4550">
                  <c:v>311.37700000000001</c:v>
                </c:pt>
                <c:pt idx="4551">
                  <c:v>299.30399999999997</c:v>
                </c:pt>
                <c:pt idx="4552">
                  <c:v>288.34800000000001</c:v>
                </c:pt>
                <c:pt idx="4553">
                  <c:v>252.309</c:v>
                </c:pt>
                <c:pt idx="4554">
                  <c:v>252.309</c:v>
                </c:pt>
                <c:pt idx="4555">
                  <c:v>252.309</c:v>
                </c:pt>
                <c:pt idx="4556">
                  <c:v>252.309</c:v>
                </c:pt>
                <c:pt idx="4557">
                  <c:v>0</c:v>
                </c:pt>
                <c:pt idx="4558">
                  <c:v>0</c:v>
                </c:pt>
                <c:pt idx="4559">
                  <c:v>0</c:v>
                </c:pt>
                <c:pt idx="4560">
                  <c:v>0</c:v>
                </c:pt>
                <c:pt idx="4561">
                  <c:v>0</c:v>
                </c:pt>
                <c:pt idx="4562">
                  <c:v>0</c:v>
                </c:pt>
                <c:pt idx="4563">
                  <c:v>0</c:v>
                </c:pt>
                <c:pt idx="4564">
                  <c:v>0</c:v>
                </c:pt>
                <c:pt idx="4565">
                  <c:v>0</c:v>
                </c:pt>
                <c:pt idx="4566">
                  <c:v>0</c:v>
                </c:pt>
                <c:pt idx="4567">
                  <c:v>252.309</c:v>
                </c:pt>
                <c:pt idx="4568">
                  <c:v>309.44900000000001</c:v>
                </c:pt>
                <c:pt idx="4569">
                  <c:v>382.74299999999999</c:v>
                </c:pt>
                <c:pt idx="4570">
                  <c:v>363.16</c:v>
                </c:pt>
                <c:pt idx="4571">
                  <c:v>341.67</c:v>
                </c:pt>
                <c:pt idx="4572">
                  <c:v>370.31299999999999</c:v>
                </c:pt>
                <c:pt idx="4573">
                  <c:v>329.10700000000003</c:v>
                </c:pt>
                <c:pt idx="4574">
                  <c:v>306.42599999999999</c:v>
                </c:pt>
                <c:pt idx="4575">
                  <c:v>309.18</c:v>
                </c:pt>
                <c:pt idx="4576">
                  <c:v>361.44</c:v>
                </c:pt>
                <c:pt idx="4577">
                  <c:v>312.83699999999999</c:v>
                </c:pt>
                <c:pt idx="4578">
                  <c:v>252.309</c:v>
                </c:pt>
                <c:pt idx="4579">
                  <c:v>252.309</c:v>
                </c:pt>
                <c:pt idx="4580">
                  <c:v>252.309</c:v>
                </c:pt>
                <c:pt idx="4581">
                  <c:v>0</c:v>
                </c:pt>
                <c:pt idx="4582">
                  <c:v>0</c:v>
                </c:pt>
                <c:pt idx="4583">
                  <c:v>0</c:v>
                </c:pt>
                <c:pt idx="4584">
                  <c:v>0</c:v>
                </c:pt>
                <c:pt idx="4585">
                  <c:v>0</c:v>
                </c:pt>
                <c:pt idx="4586">
                  <c:v>0</c:v>
                </c:pt>
                <c:pt idx="4587">
                  <c:v>0</c:v>
                </c:pt>
                <c:pt idx="4588">
                  <c:v>0</c:v>
                </c:pt>
                <c:pt idx="4589">
                  <c:v>0</c:v>
                </c:pt>
                <c:pt idx="4590">
                  <c:v>0</c:v>
                </c:pt>
                <c:pt idx="4591">
                  <c:v>252.309</c:v>
                </c:pt>
                <c:pt idx="4592">
                  <c:v>360.63499999999999</c:v>
                </c:pt>
                <c:pt idx="4593">
                  <c:v>324.84899999999999</c:v>
                </c:pt>
                <c:pt idx="4594">
                  <c:v>374.26400000000001</c:v>
                </c:pt>
                <c:pt idx="4595">
                  <c:v>330.96499999999997</c:v>
                </c:pt>
                <c:pt idx="4596">
                  <c:v>361.62799999999999</c:v>
                </c:pt>
                <c:pt idx="4597">
                  <c:v>294.99099999999999</c:v>
                </c:pt>
                <c:pt idx="4598">
                  <c:v>267.41199999999998</c:v>
                </c:pt>
                <c:pt idx="4599">
                  <c:v>282.81</c:v>
                </c:pt>
                <c:pt idx="4600">
                  <c:v>252.309</c:v>
                </c:pt>
                <c:pt idx="4601">
                  <c:v>252.309</c:v>
                </c:pt>
                <c:pt idx="4602">
                  <c:v>252.309</c:v>
                </c:pt>
                <c:pt idx="4603">
                  <c:v>252.309</c:v>
                </c:pt>
                <c:pt idx="4604">
                  <c:v>252.309</c:v>
                </c:pt>
                <c:pt idx="4605">
                  <c:v>0</c:v>
                </c:pt>
                <c:pt idx="4606">
                  <c:v>0</c:v>
                </c:pt>
                <c:pt idx="4607">
                  <c:v>0</c:v>
                </c:pt>
                <c:pt idx="4608">
                  <c:v>0</c:v>
                </c:pt>
                <c:pt idx="4609">
                  <c:v>0</c:v>
                </c:pt>
                <c:pt idx="4610">
                  <c:v>0</c:v>
                </c:pt>
                <c:pt idx="4611">
                  <c:v>0</c:v>
                </c:pt>
                <c:pt idx="4612">
                  <c:v>0</c:v>
                </c:pt>
                <c:pt idx="4613">
                  <c:v>0</c:v>
                </c:pt>
                <c:pt idx="4614">
                  <c:v>0</c:v>
                </c:pt>
                <c:pt idx="4615">
                  <c:v>252.309</c:v>
                </c:pt>
                <c:pt idx="4616">
                  <c:v>282.87799999999999</c:v>
                </c:pt>
                <c:pt idx="4617">
                  <c:v>340.596</c:v>
                </c:pt>
                <c:pt idx="4618">
                  <c:v>383.589</c:v>
                </c:pt>
                <c:pt idx="4619">
                  <c:v>370.83</c:v>
                </c:pt>
                <c:pt idx="4620">
                  <c:v>394.06599999999997</c:v>
                </c:pt>
                <c:pt idx="4621">
                  <c:v>306.40100000000001</c:v>
                </c:pt>
                <c:pt idx="4622">
                  <c:v>273.67500000000001</c:v>
                </c:pt>
                <c:pt idx="4623">
                  <c:v>282.77100000000002</c:v>
                </c:pt>
                <c:pt idx="4624">
                  <c:v>254.05799999999999</c:v>
                </c:pt>
                <c:pt idx="4625">
                  <c:v>252.309</c:v>
                </c:pt>
                <c:pt idx="4626">
                  <c:v>252.309</c:v>
                </c:pt>
                <c:pt idx="4627">
                  <c:v>252.309</c:v>
                </c:pt>
                <c:pt idx="4628">
                  <c:v>252.309</c:v>
                </c:pt>
                <c:pt idx="4629">
                  <c:v>0</c:v>
                </c:pt>
                <c:pt idx="4630">
                  <c:v>0</c:v>
                </c:pt>
                <c:pt idx="4631">
                  <c:v>0</c:v>
                </c:pt>
                <c:pt idx="4632">
                  <c:v>0</c:v>
                </c:pt>
                <c:pt idx="4633">
                  <c:v>0</c:v>
                </c:pt>
                <c:pt idx="4634">
                  <c:v>0</c:v>
                </c:pt>
                <c:pt idx="4635">
                  <c:v>0</c:v>
                </c:pt>
                <c:pt idx="4636">
                  <c:v>0</c:v>
                </c:pt>
                <c:pt idx="4637">
                  <c:v>0</c:v>
                </c:pt>
                <c:pt idx="4638">
                  <c:v>0</c:v>
                </c:pt>
                <c:pt idx="4639">
                  <c:v>252.309</c:v>
                </c:pt>
                <c:pt idx="4640">
                  <c:v>252.309</c:v>
                </c:pt>
                <c:pt idx="4641">
                  <c:v>252.309</c:v>
                </c:pt>
                <c:pt idx="4642">
                  <c:v>311.27800000000002</c:v>
                </c:pt>
                <c:pt idx="4643">
                  <c:v>294.12400000000002</c:v>
                </c:pt>
                <c:pt idx="4644">
                  <c:v>304.34100000000001</c:v>
                </c:pt>
                <c:pt idx="4645">
                  <c:v>252.309</c:v>
                </c:pt>
                <c:pt idx="4646">
                  <c:v>252.309</c:v>
                </c:pt>
                <c:pt idx="4647">
                  <c:v>252.309</c:v>
                </c:pt>
                <c:pt idx="4648">
                  <c:v>252.309</c:v>
                </c:pt>
                <c:pt idx="4649">
                  <c:v>252.309</c:v>
                </c:pt>
                <c:pt idx="4650">
                  <c:v>252.309</c:v>
                </c:pt>
                <c:pt idx="4651">
                  <c:v>252.309</c:v>
                </c:pt>
                <c:pt idx="4652">
                  <c:v>252.309</c:v>
                </c:pt>
                <c:pt idx="4653">
                  <c:v>0</c:v>
                </c:pt>
                <c:pt idx="4654">
                  <c:v>0</c:v>
                </c:pt>
                <c:pt idx="4655">
                  <c:v>0</c:v>
                </c:pt>
                <c:pt idx="4656">
                  <c:v>0</c:v>
                </c:pt>
                <c:pt idx="4657">
                  <c:v>0</c:v>
                </c:pt>
                <c:pt idx="4658">
                  <c:v>0</c:v>
                </c:pt>
                <c:pt idx="4659">
                  <c:v>0</c:v>
                </c:pt>
                <c:pt idx="4660">
                  <c:v>0</c:v>
                </c:pt>
                <c:pt idx="4661">
                  <c:v>0</c:v>
                </c:pt>
                <c:pt idx="4662">
                  <c:v>0</c:v>
                </c:pt>
                <c:pt idx="4663">
                  <c:v>252.309</c:v>
                </c:pt>
                <c:pt idx="4664">
                  <c:v>252.309</c:v>
                </c:pt>
                <c:pt idx="4665">
                  <c:v>252.309</c:v>
                </c:pt>
                <c:pt idx="4666">
                  <c:v>252.309</c:v>
                </c:pt>
                <c:pt idx="4667">
                  <c:v>275.84399999999999</c:v>
                </c:pt>
                <c:pt idx="4668">
                  <c:v>264.67700000000002</c:v>
                </c:pt>
                <c:pt idx="4669">
                  <c:v>252.309</c:v>
                </c:pt>
                <c:pt idx="4670">
                  <c:v>252.309</c:v>
                </c:pt>
                <c:pt idx="4671">
                  <c:v>252.309</c:v>
                </c:pt>
                <c:pt idx="4672">
                  <c:v>252.309</c:v>
                </c:pt>
                <c:pt idx="4673">
                  <c:v>252.309</c:v>
                </c:pt>
                <c:pt idx="4674">
                  <c:v>252.309</c:v>
                </c:pt>
                <c:pt idx="4675">
                  <c:v>252.309</c:v>
                </c:pt>
                <c:pt idx="4676">
                  <c:v>252.309</c:v>
                </c:pt>
                <c:pt idx="4677">
                  <c:v>0</c:v>
                </c:pt>
                <c:pt idx="4678">
                  <c:v>0</c:v>
                </c:pt>
                <c:pt idx="4679">
                  <c:v>0</c:v>
                </c:pt>
                <c:pt idx="4680">
                  <c:v>0</c:v>
                </c:pt>
                <c:pt idx="4681">
                  <c:v>0</c:v>
                </c:pt>
                <c:pt idx="4682">
                  <c:v>0</c:v>
                </c:pt>
                <c:pt idx="4683">
                  <c:v>0</c:v>
                </c:pt>
                <c:pt idx="4684">
                  <c:v>0</c:v>
                </c:pt>
                <c:pt idx="4685">
                  <c:v>0</c:v>
                </c:pt>
                <c:pt idx="4686">
                  <c:v>0</c:v>
                </c:pt>
                <c:pt idx="4687">
                  <c:v>252.309</c:v>
                </c:pt>
                <c:pt idx="4688">
                  <c:v>252.309</c:v>
                </c:pt>
                <c:pt idx="4689">
                  <c:v>252.309</c:v>
                </c:pt>
                <c:pt idx="4690">
                  <c:v>252.309</c:v>
                </c:pt>
                <c:pt idx="4691">
                  <c:v>270.46699999999998</c:v>
                </c:pt>
                <c:pt idx="4692">
                  <c:v>288.54000000000002</c:v>
                </c:pt>
                <c:pt idx="4693">
                  <c:v>252.309</c:v>
                </c:pt>
                <c:pt idx="4694">
                  <c:v>252.309</c:v>
                </c:pt>
                <c:pt idx="4695">
                  <c:v>253.41800000000001</c:v>
                </c:pt>
                <c:pt idx="4696">
                  <c:v>252.309</c:v>
                </c:pt>
                <c:pt idx="4697">
                  <c:v>252.309</c:v>
                </c:pt>
                <c:pt idx="4698">
                  <c:v>252.309</c:v>
                </c:pt>
                <c:pt idx="4699">
                  <c:v>252.309</c:v>
                </c:pt>
                <c:pt idx="4700">
                  <c:v>252.309</c:v>
                </c:pt>
                <c:pt idx="4701">
                  <c:v>0</c:v>
                </c:pt>
                <c:pt idx="4702">
                  <c:v>0</c:v>
                </c:pt>
                <c:pt idx="4703">
                  <c:v>0</c:v>
                </c:pt>
                <c:pt idx="4704">
                  <c:v>0</c:v>
                </c:pt>
                <c:pt idx="4705">
                  <c:v>0</c:v>
                </c:pt>
                <c:pt idx="4706">
                  <c:v>0</c:v>
                </c:pt>
                <c:pt idx="4707">
                  <c:v>0</c:v>
                </c:pt>
                <c:pt idx="4708">
                  <c:v>0</c:v>
                </c:pt>
                <c:pt idx="4709">
                  <c:v>0</c:v>
                </c:pt>
                <c:pt idx="4710">
                  <c:v>0</c:v>
                </c:pt>
                <c:pt idx="4711">
                  <c:v>252.309</c:v>
                </c:pt>
                <c:pt idx="4712">
                  <c:v>252.309</c:v>
                </c:pt>
                <c:pt idx="4713">
                  <c:v>252.309</c:v>
                </c:pt>
                <c:pt idx="4714">
                  <c:v>252.309</c:v>
                </c:pt>
                <c:pt idx="4715">
                  <c:v>252.309</c:v>
                </c:pt>
                <c:pt idx="4716">
                  <c:v>285.45400000000001</c:v>
                </c:pt>
                <c:pt idx="4717">
                  <c:v>252.309</c:v>
                </c:pt>
                <c:pt idx="4718">
                  <c:v>252.309</c:v>
                </c:pt>
                <c:pt idx="4719">
                  <c:v>252.309</c:v>
                </c:pt>
                <c:pt idx="4720">
                  <c:v>252.309</c:v>
                </c:pt>
                <c:pt idx="4721">
                  <c:v>252.309</c:v>
                </c:pt>
                <c:pt idx="4722">
                  <c:v>252.309</c:v>
                </c:pt>
                <c:pt idx="4723">
                  <c:v>252.309</c:v>
                </c:pt>
                <c:pt idx="4724">
                  <c:v>252.309</c:v>
                </c:pt>
                <c:pt idx="4725">
                  <c:v>0</c:v>
                </c:pt>
                <c:pt idx="4726">
                  <c:v>0</c:v>
                </c:pt>
                <c:pt idx="4727">
                  <c:v>0</c:v>
                </c:pt>
                <c:pt idx="4728">
                  <c:v>0</c:v>
                </c:pt>
                <c:pt idx="4729">
                  <c:v>0</c:v>
                </c:pt>
                <c:pt idx="4730">
                  <c:v>0</c:v>
                </c:pt>
                <c:pt idx="4731">
                  <c:v>0</c:v>
                </c:pt>
                <c:pt idx="4732">
                  <c:v>0</c:v>
                </c:pt>
                <c:pt idx="4733">
                  <c:v>0</c:v>
                </c:pt>
                <c:pt idx="4734">
                  <c:v>0</c:v>
                </c:pt>
                <c:pt idx="4735">
                  <c:v>252.309</c:v>
                </c:pt>
                <c:pt idx="4736">
                  <c:v>252.309</c:v>
                </c:pt>
                <c:pt idx="4737">
                  <c:v>265.38299999999998</c:v>
                </c:pt>
                <c:pt idx="4738">
                  <c:v>313.96600000000001</c:v>
                </c:pt>
                <c:pt idx="4739">
                  <c:v>292.02699999999999</c:v>
                </c:pt>
                <c:pt idx="4740">
                  <c:v>309.51600000000002</c:v>
                </c:pt>
                <c:pt idx="4741">
                  <c:v>256.44900000000001</c:v>
                </c:pt>
                <c:pt idx="4742">
                  <c:v>259.529</c:v>
                </c:pt>
                <c:pt idx="4743">
                  <c:v>302.64100000000002</c:v>
                </c:pt>
                <c:pt idx="4744">
                  <c:v>279.25099999999998</c:v>
                </c:pt>
                <c:pt idx="4745">
                  <c:v>252.309</c:v>
                </c:pt>
                <c:pt idx="4746">
                  <c:v>252.309</c:v>
                </c:pt>
                <c:pt idx="4747">
                  <c:v>252.309</c:v>
                </c:pt>
                <c:pt idx="4748">
                  <c:v>252.309</c:v>
                </c:pt>
                <c:pt idx="4749">
                  <c:v>0</c:v>
                </c:pt>
                <c:pt idx="4750">
                  <c:v>0</c:v>
                </c:pt>
                <c:pt idx="4751">
                  <c:v>0</c:v>
                </c:pt>
                <c:pt idx="4752">
                  <c:v>0</c:v>
                </c:pt>
                <c:pt idx="4753">
                  <c:v>0</c:v>
                </c:pt>
                <c:pt idx="4754">
                  <c:v>0</c:v>
                </c:pt>
                <c:pt idx="4755">
                  <c:v>0</c:v>
                </c:pt>
                <c:pt idx="4756">
                  <c:v>0</c:v>
                </c:pt>
                <c:pt idx="4757">
                  <c:v>0</c:v>
                </c:pt>
                <c:pt idx="4758">
                  <c:v>0</c:v>
                </c:pt>
                <c:pt idx="4759">
                  <c:v>252.309</c:v>
                </c:pt>
                <c:pt idx="4760">
                  <c:v>252.309</c:v>
                </c:pt>
                <c:pt idx="4761">
                  <c:v>252.309</c:v>
                </c:pt>
                <c:pt idx="4762">
                  <c:v>252.309</c:v>
                </c:pt>
                <c:pt idx="4763">
                  <c:v>252.309</c:v>
                </c:pt>
                <c:pt idx="4764">
                  <c:v>255.57300000000001</c:v>
                </c:pt>
                <c:pt idx="4765">
                  <c:v>252.309</c:v>
                </c:pt>
                <c:pt idx="4766">
                  <c:v>252.309</c:v>
                </c:pt>
                <c:pt idx="4767">
                  <c:v>252.309</c:v>
                </c:pt>
                <c:pt idx="4768">
                  <c:v>270.83499999999998</c:v>
                </c:pt>
                <c:pt idx="4769">
                  <c:v>252.309</c:v>
                </c:pt>
                <c:pt idx="4770">
                  <c:v>252.309</c:v>
                </c:pt>
                <c:pt idx="4771">
                  <c:v>252.309</c:v>
                </c:pt>
                <c:pt idx="4772">
                  <c:v>252.309</c:v>
                </c:pt>
                <c:pt idx="4773">
                  <c:v>0</c:v>
                </c:pt>
                <c:pt idx="4774">
                  <c:v>0</c:v>
                </c:pt>
                <c:pt idx="4775">
                  <c:v>0</c:v>
                </c:pt>
                <c:pt idx="4776">
                  <c:v>0</c:v>
                </c:pt>
                <c:pt idx="4777">
                  <c:v>0</c:v>
                </c:pt>
                <c:pt idx="4778">
                  <c:v>0</c:v>
                </c:pt>
                <c:pt idx="4779">
                  <c:v>0</c:v>
                </c:pt>
                <c:pt idx="4780">
                  <c:v>0</c:v>
                </c:pt>
                <c:pt idx="4781">
                  <c:v>0</c:v>
                </c:pt>
                <c:pt idx="4782">
                  <c:v>0</c:v>
                </c:pt>
                <c:pt idx="4783">
                  <c:v>252.309</c:v>
                </c:pt>
                <c:pt idx="4784">
                  <c:v>252.309</c:v>
                </c:pt>
                <c:pt idx="4785">
                  <c:v>252.309</c:v>
                </c:pt>
                <c:pt idx="4786">
                  <c:v>256.649</c:v>
                </c:pt>
                <c:pt idx="4787">
                  <c:v>252.309</c:v>
                </c:pt>
                <c:pt idx="4788">
                  <c:v>286.38099999999997</c:v>
                </c:pt>
                <c:pt idx="4789">
                  <c:v>252.309</c:v>
                </c:pt>
                <c:pt idx="4790">
                  <c:v>256.38499999999999</c:v>
                </c:pt>
                <c:pt idx="4791">
                  <c:v>298.858</c:v>
                </c:pt>
                <c:pt idx="4792">
                  <c:v>284.41800000000001</c:v>
                </c:pt>
                <c:pt idx="4793">
                  <c:v>252.309</c:v>
                </c:pt>
                <c:pt idx="4794">
                  <c:v>252.309</c:v>
                </c:pt>
                <c:pt idx="4795">
                  <c:v>252.309</c:v>
                </c:pt>
                <c:pt idx="4796">
                  <c:v>252.309</c:v>
                </c:pt>
                <c:pt idx="4797">
                  <c:v>0</c:v>
                </c:pt>
                <c:pt idx="4798">
                  <c:v>0</c:v>
                </c:pt>
                <c:pt idx="4799">
                  <c:v>0</c:v>
                </c:pt>
                <c:pt idx="4800">
                  <c:v>0</c:v>
                </c:pt>
                <c:pt idx="4801">
                  <c:v>0</c:v>
                </c:pt>
                <c:pt idx="4802">
                  <c:v>0</c:v>
                </c:pt>
                <c:pt idx="4803">
                  <c:v>0</c:v>
                </c:pt>
                <c:pt idx="4804">
                  <c:v>0</c:v>
                </c:pt>
                <c:pt idx="4805">
                  <c:v>0</c:v>
                </c:pt>
                <c:pt idx="4806">
                  <c:v>0</c:v>
                </c:pt>
                <c:pt idx="4807">
                  <c:v>252.309</c:v>
                </c:pt>
                <c:pt idx="4808">
                  <c:v>252.309</c:v>
                </c:pt>
                <c:pt idx="4809">
                  <c:v>355.197</c:v>
                </c:pt>
                <c:pt idx="4810">
                  <c:v>390.44099999999997</c:v>
                </c:pt>
                <c:pt idx="4811">
                  <c:v>372.899</c:v>
                </c:pt>
                <c:pt idx="4812">
                  <c:v>389.17899999999997</c:v>
                </c:pt>
                <c:pt idx="4813">
                  <c:v>339.55</c:v>
                </c:pt>
                <c:pt idx="4814">
                  <c:v>314.642</c:v>
                </c:pt>
                <c:pt idx="4815">
                  <c:v>325.47500000000002</c:v>
                </c:pt>
                <c:pt idx="4816">
                  <c:v>311.27199999999999</c:v>
                </c:pt>
                <c:pt idx="4817">
                  <c:v>252.309</c:v>
                </c:pt>
                <c:pt idx="4818">
                  <c:v>252.309</c:v>
                </c:pt>
                <c:pt idx="4819">
                  <c:v>252.309</c:v>
                </c:pt>
                <c:pt idx="4820">
                  <c:v>252.309</c:v>
                </c:pt>
                <c:pt idx="4821">
                  <c:v>0</c:v>
                </c:pt>
                <c:pt idx="4822">
                  <c:v>0</c:v>
                </c:pt>
                <c:pt idx="4823">
                  <c:v>0</c:v>
                </c:pt>
                <c:pt idx="4824">
                  <c:v>0</c:v>
                </c:pt>
                <c:pt idx="4825">
                  <c:v>0</c:v>
                </c:pt>
                <c:pt idx="4826">
                  <c:v>0</c:v>
                </c:pt>
                <c:pt idx="4827">
                  <c:v>0</c:v>
                </c:pt>
                <c:pt idx="4828">
                  <c:v>0</c:v>
                </c:pt>
                <c:pt idx="4829">
                  <c:v>0</c:v>
                </c:pt>
                <c:pt idx="4830">
                  <c:v>0</c:v>
                </c:pt>
                <c:pt idx="4831">
                  <c:v>252.309</c:v>
                </c:pt>
                <c:pt idx="4832">
                  <c:v>252.309</c:v>
                </c:pt>
                <c:pt idx="4833">
                  <c:v>282.65600000000001</c:v>
                </c:pt>
                <c:pt idx="4834">
                  <c:v>359.74799999999999</c:v>
                </c:pt>
                <c:pt idx="4835">
                  <c:v>340.875</c:v>
                </c:pt>
                <c:pt idx="4836">
                  <c:v>332.18400000000003</c:v>
                </c:pt>
                <c:pt idx="4837">
                  <c:v>259.33300000000003</c:v>
                </c:pt>
                <c:pt idx="4838">
                  <c:v>284.91899999999998</c:v>
                </c:pt>
                <c:pt idx="4839">
                  <c:v>254.422</c:v>
                </c:pt>
                <c:pt idx="4840">
                  <c:v>252.309</c:v>
                </c:pt>
                <c:pt idx="4841">
                  <c:v>252.309</c:v>
                </c:pt>
                <c:pt idx="4842">
                  <c:v>252.309</c:v>
                </c:pt>
                <c:pt idx="4843">
                  <c:v>252.309</c:v>
                </c:pt>
                <c:pt idx="4844">
                  <c:v>252.309</c:v>
                </c:pt>
                <c:pt idx="4845">
                  <c:v>0</c:v>
                </c:pt>
                <c:pt idx="4846">
                  <c:v>0</c:v>
                </c:pt>
                <c:pt idx="4847">
                  <c:v>0</c:v>
                </c:pt>
                <c:pt idx="4848">
                  <c:v>0</c:v>
                </c:pt>
                <c:pt idx="4849">
                  <c:v>0</c:v>
                </c:pt>
                <c:pt idx="4850">
                  <c:v>0</c:v>
                </c:pt>
                <c:pt idx="4851">
                  <c:v>0</c:v>
                </c:pt>
                <c:pt idx="4852">
                  <c:v>0</c:v>
                </c:pt>
                <c:pt idx="4853">
                  <c:v>0</c:v>
                </c:pt>
                <c:pt idx="4854">
                  <c:v>0</c:v>
                </c:pt>
                <c:pt idx="4855">
                  <c:v>252.309</c:v>
                </c:pt>
                <c:pt idx="4856">
                  <c:v>252.309</c:v>
                </c:pt>
                <c:pt idx="4857">
                  <c:v>274.26900000000001</c:v>
                </c:pt>
                <c:pt idx="4858">
                  <c:v>321.38</c:v>
                </c:pt>
                <c:pt idx="4859">
                  <c:v>327.12099999999998</c:v>
                </c:pt>
                <c:pt idx="4860">
                  <c:v>319.928</c:v>
                </c:pt>
                <c:pt idx="4861">
                  <c:v>268.23200000000003</c:v>
                </c:pt>
                <c:pt idx="4862">
                  <c:v>256.37099999999998</c:v>
                </c:pt>
                <c:pt idx="4863">
                  <c:v>311.93400000000003</c:v>
                </c:pt>
                <c:pt idx="4864">
                  <c:v>266.71800000000002</c:v>
                </c:pt>
                <c:pt idx="4865">
                  <c:v>252.309</c:v>
                </c:pt>
                <c:pt idx="4866">
                  <c:v>252.309</c:v>
                </c:pt>
                <c:pt idx="4867">
                  <c:v>252.309</c:v>
                </c:pt>
                <c:pt idx="4868">
                  <c:v>252.309</c:v>
                </c:pt>
                <c:pt idx="4869">
                  <c:v>0</c:v>
                </c:pt>
                <c:pt idx="4870">
                  <c:v>0</c:v>
                </c:pt>
                <c:pt idx="4871">
                  <c:v>0</c:v>
                </c:pt>
                <c:pt idx="4872">
                  <c:v>0</c:v>
                </c:pt>
                <c:pt idx="4873">
                  <c:v>0</c:v>
                </c:pt>
                <c:pt idx="4874">
                  <c:v>0</c:v>
                </c:pt>
                <c:pt idx="4875">
                  <c:v>0</c:v>
                </c:pt>
                <c:pt idx="4876">
                  <c:v>0</c:v>
                </c:pt>
                <c:pt idx="4877">
                  <c:v>0</c:v>
                </c:pt>
                <c:pt idx="4878">
                  <c:v>0</c:v>
                </c:pt>
                <c:pt idx="4879">
                  <c:v>252.309</c:v>
                </c:pt>
                <c:pt idx="4880">
                  <c:v>252.309</c:v>
                </c:pt>
                <c:pt idx="4881">
                  <c:v>267.08499999999998</c:v>
                </c:pt>
                <c:pt idx="4882">
                  <c:v>353.255</c:v>
                </c:pt>
                <c:pt idx="4883">
                  <c:v>342.72399999999999</c:v>
                </c:pt>
                <c:pt idx="4884">
                  <c:v>391.76600000000002</c:v>
                </c:pt>
                <c:pt idx="4885">
                  <c:v>317.71199999999999</c:v>
                </c:pt>
                <c:pt idx="4886">
                  <c:v>324.79700000000003</c:v>
                </c:pt>
                <c:pt idx="4887">
                  <c:v>333.11599999999999</c:v>
                </c:pt>
                <c:pt idx="4888">
                  <c:v>270.51600000000002</c:v>
                </c:pt>
                <c:pt idx="4889">
                  <c:v>252.309</c:v>
                </c:pt>
                <c:pt idx="4890">
                  <c:v>252.309</c:v>
                </c:pt>
                <c:pt idx="4891">
                  <c:v>252.309</c:v>
                </c:pt>
                <c:pt idx="4892">
                  <c:v>252.309</c:v>
                </c:pt>
                <c:pt idx="4893">
                  <c:v>0</c:v>
                </c:pt>
                <c:pt idx="4894">
                  <c:v>0</c:v>
                </c:pt>
                <c:pt idx="4895">
                  <c:v>0</c:v>
                </c:pt>
                <c:pt idx="4896">
                  <c:v>0</c:v>
                </c:pt>
                <c:pt idx="4897">
                  <c:v>0</c:v>
                </c:pt>
                <c:pt idx="4898">
                  <c:v>0</c:v>
                </c:pt>
                <c:pt idx="4899">
                  <c:v>0</c:v>
                </c:pt>
                <c:pt idx="4900">
                  <c:v>0</c:v>
                </c:pt>
                <c:pt idx="4901">
                  <c:v>0</c:v>
                </c:pt>
                <c:pt idx="4902">
                  <c:v>0</c:v>
                </c:pt>
                <c:pt idx="4903">
                  <c:v>252.309</c:v>
                </c:pt>
                <c:pt idx="4904">
                  <c:v>305.61700000000002</c:v>
                </c:pt>
                <c:pt idx="4905">
                  <c:v>360.255</c:v>
                </c:pt>
                <c:pt idx="4906">
                  <c:v>398.52100000000002</c:v>
                </c:pt>
                <c:pt idx="4907">
                  <c:v>344.58600000000001</c:v>
                </c:pt>
                <c:pt idx="4908">
                  <c:v>374.64</c:v>
                </c:pt>
                <c:pt idx="4909">
                  <c:v>323.02499999999998</c:v>
                </c:pt>
                <c:pt idx="4910">
                  <c:v>326.79399999999998</c:v>
                </c:pt>
                <c:pt idx="4911">
                  <c:v>317.67399999999998</c:v>
                </c:pt>
                <c:pt idx="4912">
                  <c:v>252.309</c:v>
                </c:pt>
                <c:pt idx="4913">
                  <c:v>252.309</c:v>
                </c:pt>
                <c:pt idx="4914">
                  <c:v>252.309</c:v>
                </c:pt>
                <c:pt idx="4915">
                  <c:v>252.309</c:v>
                </c:pt>
                <c:pt idx="4916">
                  <c:v>252.309</c:v>
                </c:pt>
                <c:pt idx="4917">
                  <c:v>0</c:v>
                </c:pt>
                <c:pt idx="4918">
                  <c:v>0</c:v>
                </c:pt>
                <c:pt idx="4919">
                  <c:v>0</c:v>
                </c:pt>
                <c:pt idx="4920">
                  <c:v>0</c:v>
                </c:pt>
                <c:pt idx="4921">
                  <c:v>0</c:v>
                </c:pt>
                <c:pt idx="4922">
                  <c:v>0</c:v>
                </c:pt>
                <c:pt idx="4923">
                  <c:v>0</c:v>
                </c:pt>
                <c:pt idx="4924">
                  <c:v>0</c:v>
                </c:pt>
                <c:pt idx="4925">
                  <c:v>0</c:v>
                </c:pt>
                <c:pt idx="4926">
                  <c:v>0</c:v>
                </c:pt>
                <c:pt idx="4927">
                  <c:v>252.309</c:v>
                </c:pt>
                <c:pt idx="4928">
                  <c:v>252.309</c:v>
                </c:pt>
                <c:pt idx="4929">
                  <c:v>252.309</c:v>
                </c:pt>
                <c:pt idx="4930">
                  <c:v>291.99799999999999</c:v>
                </c:pt>
                <c:pt idx="4931">
                  <c:v>270.89100000000002</c:v>
                </c:pt>
                <c:pt idx="4932">
                  <c:v>320.19499999999999</c:v>
                </c:pt>
                <c:pt idx="4933">
                  <c:v>269.214</c:v>
                </c:pt>
                <c:pt idx="4934">
                  <c:v>256.68099999999998</c:v>
                </c:pt>
                <c:pt idx="4935">
                  <c:v>312.13099999999997</c:v>
                </c:pt>
                <c:pt idx="4936">
                  <c:v>321.36700000000002</c:v>
                </c:pt>
                <c:pt idx="4937">
                  <c:v>264.24900000000002</c:v>
                </c:pt>
                <c:pt idx="4938">
                  <c:v>252.309</c:v>
                </c:pt>
                <c:pt idx="4939">
                  <c:v>252.309</c:v>
                </c:pt>
                <c:pt idx="4940">
                  <c:v>252.309</c:v>
                </c:pt>
                <c:pt idx="4941">
                  <c:v>0</c:v>
                </c:pt>
                <c:pt idx="4942">
                  <c:v>0</c:v>
                </c:pt>
                <c:pt idx="4943">
                  <c:v>0</c:v>
                </c:pt>
                <c:pt idx="4944">
                  <c:v>0</c:v>
                </c:pt>
                <c:pt idx="4945">
                  <c:v>0</c:v>
                </c:pt>
                <c:pt idx="4946">
                  <c:v>0</c:v>
                </c:pt>
                <c:pt idx="4947">
                  <c:v>0</c:v>
                </c:pt>
                <c:pt idx="4948">
                  <c:v>0</c:v>
                </c:pt>
                <c:pt idx="4949">
                  <c:v>0</c:v>
                </c:pt>
                <c:pt idx="4950">
                  <c:v>0</c:v>
                </c:pt>
                <c:pt idx="4951">
                  <c:v>252.309</c:v>
                </c:pt>
                <c:pt idx="4952">
                  <c:v>252.309</c:v>
                </c:pt>
                <c:pt idx="4953">
                  <c:v>276.55900000000003</c:v>
                </c:pt>
                <c:pt idx="4954">
                  <c:v>374.435</c:v>
                </c:pt>
                <c:pt idx="4955">
                  <c:v>305.11099999999999</c:v>
                </c:pt>
                <c:pt idx="4956">
                  <c:v>349.78199999999998</c:v>
                </c:pt>
                <c:pt idx="4957">
                  <c:v>269.75200000000001</c:v>
                </c:pt>
                <c:pt idx="4958">
                  <c:v>256.72800000000001</c:v>
                </c:pt>
                <c:pt idx="4959">
                  <c:v>311.34100000000001</c:v>
                </c:pt>
                <c:pt idx="4960">
                  <c:v>265.983</c:v>
                </c:pt>
                <c:pt idx="4961">
                  <c:v>252.309</c:v>
                </c:pt>
                <c:pt idx="4962">
                  <c:v>252.309</c:v>
                </c:pt>
                <c:pt idx="4963">
                  <c:v>252.309</c:v>
                </c:pt>
                <c:pt idx="4964">
                  <c:v>252.309</c:v>
                </c:pt>
                <c:pt idx="4965">
                  <c:v>0</c:v>
                </c:pt>
                <c:pt idx="4966">
                  <c:v>0</c:v>
                </c:pt>
                <c:pt idx="4967">
                  <c:v>0</c:v>
                </c:pt>
                <c:pt idx="4968">
                  <c:v>0</c:v>
                </c:pt>
                <c:pt idx="4969">
                  <c:v>0</c:v>
                </c:pt>
                <c:pt idx="4970">
                  <c:v>0</c:v>
                </c:pt>
                <c:pt idx="4971">
                  <c:v>0</c:v>
                </c:pt>
                <c:pt idx="4972">
                  <c:v>0</c:v>
                </c:pt>
                <c:pt idx="4973">
                  <c:v>0</c:v>
                </c:pt>
                <c:pt idx="4974">
                  <c:v>0</c:v>
                </c:pt>
                <c:pt idx="4975">
                  <c:v>252.309</c:v>
                </c:pt>
                <c:pt idx="4976">
                  <c:v>252.309</c:v>
                </c:pt>
                <c:pt idx="4977">
                  <c:v>252.309</c:v>
                </c:pt>
                <c:pt idx="4978">
                  <c:v>306.096</c:v>
                </c:pt>
                <c:pt idx="4979">
                  <c:v>288.45100000000002</c:v>
                </c:pt>
                <c:pt idx="4980">
                  <c:v>305.74700000000001</c:v>
                </c:pt>
                <c:pt idx="4981">
                  <c:v>252.309</c:v>
                </c:pt>
                <c:pt idx="4982">
                  <c:v>252.309</c:v>
                </c:pt>
                <c:pt idx="4983">
                  <c:v>264.58</c:v>
                </c:pt>
                <c:pt idx="4984">
                  <c:v>252.309</c:v>
                </c:pt>
                <c:pt idx="4985">
                  <c:v>252.309</c:v>
                </c:pt>
                <c:pt idx="4986">
                  <c:v>252.309</c:v>
                </c:pt>
                <c:pt idx="4987">
                  <c:v>252.309</c:v>
                </c:pt>
                <c:pt idx="4988">
                  <c:v>252.309</c:v>
                </c:pt>
                <c:pt idx="4989">
                  <c:v>0</c:v>
                </c:pt>
                <c:pt idx="4990">
                  <c:v>0</c:v>
                </c:pt>
                <c:pt idx="4991">
                  <c:v>0</c:v>
                </c:pt>
                <c:pt idx="4992">
                  <c:v>0</c:v>
                </c:pt>
                <c:pt idx="4993">
                  <c:v>0</c:v>
                </c:pt>
                <c:pt idx="4994">
                  <c:v>0</c:v>
                </c:pt>
                <c:pt idx="4995">
                  <c:v>0</c:v>
                </c:pt>
                <c:pt idx="4996">
                  <c:v>0</c:v>
                </c:pt>
                <c:pt idx="4997">
                  <c:v>0</c:v>
                </c:pt>
                <c:pt idx="4998">
                  <c:v>0</c:v>
                </c:pt>
                <c:pt idx="4999">
                  <c:v>252.309</c:v>
                </c:pt>
                <c:pt idx="5000">
                  <c:v>252.309</c:v>
                </c:pt>
                <c:pt idx="5001">
                  <c:v>252.309</c:v>
                </c:pt>
                <c:pt idx="5002">
                  <c:v>252.309</c:v>
                </c:pt>
                <c:pt idx="5003">
                  <c:v>258.29199999999997</c:v>
                </c:pt>
                <c:pt idx="5004">
                  <c:v>261.40800000000002</c:v>
                </c:pt>
                <c:pt idx="5005">
                  <c:v>252.309</c:v>
                </c:pt>
                <c:pt idx="5006">
                  <c:v>252.309</c:v>
                </c:pt>
                <c:pt idx="5007">
                  <c:v>254.95599999999999</c:v>
                </c:pt>
                <c:pt idx="5008">
                  <c:v>270.32400000000001</c:v>
                </c:pt>
                <c:pt idx="5009">
                  <c:v>252.309</c:v>
                </c:pt>
                <c:pt idx="5010">
                  <c:v>252.309</c:v>
                </c:pt>
                <c:pt idx="5011">
                  <c:v>252.309</c:v>
                </c:pt>
                <c:pt idx="5012">
                  <c:v>252.309</c:v>
                </c:pt>
                <c:pt idx="5013">
                  <c:v>0</c:v>
                </c:pt>
                <c:pt idx="5014">
                  <c:v>0</c:v>
                </c:pt>
                <c:pt idx="5015">
                  <c:v>0</c:v>
                </c:pt>
                <c:pt idx="5016">
                  <c:v>0</c:v>
                </c:pt>
                <c:pt idx="5017">
                  <c:v>0</c:v>
                </c:pt>
                <c:pt idx="5018">
                  <c:v>0</c:v>
                </c:pt>
                <c:pt idx="5019">
                  <c:v>0</c:v>
                </c:pt>
                <c:pt idx="5020">
                  <c:v>0</c:v>
                </c:pt>
                <c:pt idx="5021">
                  <c:v>0</c:v>
                </c:pt>
                <c:pt idx="5022">
                  <c:v>0</c:v>
                </c:pt>
                <c:pt idx="5023">
                  <c:v>252.309</c:v>
                </c:pt>
                <c:pt idx="5024">
                  <c:v>272.51400000000001</c:v>
                </c:pt>
                <c:pt idx="5025">
                  <c:v>408.78300000000002</c:v>
                </c:pt>
                <c:pt idx="5026">
                  <c:v>370.63600000000002</c:v>
                </c:pt>
                <c:pt idx="5027">
                  <c:v>331.75299999999999</c:v>
                </c:pt>
                <c:pt idx="5028">
                  <c:v>352.673</c:v>
                </c:pt>
                <c:pt idx="5029">
                  <c:v>320.38900000000001</c:v>
                </c:pt>
                <c:pt idx="5030">
                  <c:v>304.786</c:v>
                </c:pt>
                <c:pt idx="5031">
                  <c:v>345.91</c:v>
                </c:pt>
                <c:pt idx="5032">
                  <c:v>320.82799999999997</c:v>
                </c:pt>
                <c:pt idx="5033">
                  <c:v>252.309</c:v>
                </c:pt>
                <c:pt idx="5034">
                  <c:v>252.309</c:v>
                </c:pt>
                <c:pt idx="5035">
                  <c:v>252.309</c:v>
                </c:pt>
                <c:pt idx="5036">
                  <c:v>252.309</c:v>
                </c:pt>
                <c:pt idx="5037">
                  <c:v>0</c:v>
                </c:pt>
                <c:pt idx="5038">
                  <c:v>0</c:v>
                </c:pt>
                <c:pt idx="5039">
                  <c:v>0</c:v>
                </c:pt>
                <c:pt idx="5040">
                  <c:v>0</c:v>
                </c:pt>
                <c:pt idx="5041">
                  <c:v>0</c:v>
                </c:pt>
                <c:pt idx="5042">
                  <c:v>0</c:v>
                </c:pt>
                <c:pt idx="5043">
                  <c:v>0</c:v>
                </c:pt>
                <c:pt idx="5044">
                  <c:v>0</c:v>
                </c:pt>
                <c:pt idx="5045">
                  <c:v>0</c:v>
                </c:pt>
                <c:pt idx="5046">
                  <c:v>0</c:v>
                </c:pt>
                <c:pt idx="5047">
                  <c:v>252.309</c:v>
                </c:pt>
                <c:pt idx="5048">
                  <c:v>252.309</c:v>
                </c:pt>
                <c:pt idx="5049">
                  <c:v>262.16800000000001</c:v>
                </c:pt>
                <c:pt idx="5050">
                  <c:v>319.80799999999999</c:v>
                </c:pt>
                <c:pt idx="5051">
                  <c:v>320.07100000000003</c:v>
                </c:pt>
                <c:pt idx="5052">
                  <c:v>323.57600000000002</c:v>
                </c:pt>
                <c:pt idx="5053">
                  <c:v>278.03699999999998</c:v>
                </c:pt>
                <c:pt idx="5054">
                  <c:v>282.69</c:v>
                </c:pt>
                <c:pt idx="5055">
                  <c:v>285.67399999999998</c:v>
                </c:pt>
                <c:pt idx="5056">
                  <c:v>280.108</c:v>
                </c:pt>
                <c:pt idx="5057">
                  <c:v>252.309</c:v>
                </c:pt>
                <c:pt idx="5058">
                  <c:v>252.309</c:v>
                </c:pt>
                <c:pt idx="5059">
                  <c:v>252.309</c:v>
                </c:pt>
                <c:pt idx="5060">
                  <c:v>252.309</c:v>
                </c:pt>
                <c:pt idx="5061">
                  <c:v>0</c:v>
                </c:pt>
                <c:pt idx="5062">
                  <c:v>0</c:v>
                </c:pt>
                <c:pt idx="5063">
                  <c:v>0</c:v>
                </c:pt>
                <c:pt idx="5064">
                  <c:v>0</c:v>
                </c:pt>
                <c:pt idx="5065">
                  <c:v>0</c:v>
                </c:pt>
                <c:pt idx="5066">
                  <c:v>0</c:v>
                </c:pt>
                <c:pt idx="5067">
                  <c:v>0</c:v>
                </c:pt>
                <c:pt idx="5068">
                  <c:v>0</c:v>
                </c:pt>
                <c:pt idx="5069">
                  <c:v>0</c:v>
                </c:pt>
                <c:pt idx="5070">
                  <c:v>0</c:v>
                </c:pt>
                <c:pt idx="5071">
                  <c:v>252.309</c:v>
                </c:pt>
                <c:pt idx="5072">
                  <c:v>252.309</c:v>
                </c:pt>
                <c:pt idx="5073">
                  <c:v>252.309</c:v>
                </c:pt>
                <c:pt idx="5074">
                  <c:v>346.03699999999998</c:v>
                </c:pt>
                <c:pt idx="5075">
                  <c:v>309.84899999999999</c:v>
                </c:pt>
                <c:pt idx="5076">
                  <c:v>351.601</c:v>
                </c:pt>
                <c:pt idx="5077">
                  <c:v>301.74400000000003</c:v>
                </c:pt>
                <c:pt idx="5078">
                  <c:v>304.53699999999998</c:v>
                </c:pt>
                <c:pt idx="5079">
                  <c:v>320.50099999999998</c:v>
                </c:pt>
                <c:pt idx="5080">
                  <c:v>316.48899999999998</c:v>
                </c:pt>
                <c:pt idx="5081">
                  <c:v>252.309</c:v>
                </c:pt>
                <c:pt idx="5082">
                  <c:v>252.309</c:v>
                </c:pt>
                <c:pt idx="5083">
                  <c:v>252.309</c:v>
                </c:pt>
                <c:pt idx="5084">
                  <c:v>252.309</c:v>
                </c:pt>
                <c:pt idx="5085">
                  <c:v>0</c:v>
                </c:pt>
                <c:pt idx="5086">
                  <c:v>0</c:v>
                </c:pt>
                <c:pt idx="5087">
                  <c:v>0</c:v>
                </c:pt>
                <c:pt idx="5088">
                  <c:v>0</c:v>
                </c:pt>
                <c:pt idx="5089">
                  <c:v>0</c:v>
                </c:pt>
                <c:pt idx="5090">
                  <c:v>0</c:v>
                </c:pt>
                <c:pt idx="5091">
                  <c:v>0</c:v>
                </c:pt>
                <c:pt idx="5092">
                  <c:v>0</c:v>
                </c:pt>
                <c:pt idx="5093">
                  <c:v>0</c:v>
                </c:pt>
                <c:pt idx="5094">
                  <c:v>0</c:v>
                </c:pt>
                <c:pt idx="5095">
                  <c:v>252.309</c:v>
                </c:pt>
                <c:pt idx="5096">
                  <c:v>252.309</c:v>
                </c:pt>
                <c:pt idx="5097">
                  <c:v>252.309</c:v>
                </c:pt>
                <c:pt idx="5098">
                  <c:v>255.34399999999999</c:v>
                </c:pt>
                <c:pt idx="5099">
                  <c:v>252.309</c:v>
                </c:pt>
                <c:pt idx="5100">
                  <c:v>261.82799999999997</c:v>
                </c:pt>
                <c:pt idx="5101">
                  <c:v>252.309</c:v>
                </c:pt>
                <c:pt idx="5102">
                  <c:v>252.309</c:v>
                </c:pt>
                <c:pt idx="5103">
                  <c:v>252.309</c:v>
                </c:pt>
                <c:pt idx="5104">
                  <c:v>252.309</c:v>
                </c:pt>
                <c:pt idx="5105">
                  <c:v>252.309</c:v>
                </c:pt>
                <c:pt idx="5106">
                  <c:v>252.309</c:v>
                </c:pt>
                <c:pt idx="5107">
                  <c:v>252.309</c:v>
                </c:pt>
                <c:pt idx="5108">
                  <c:v>252.309</c:v>
                </c:pt>
                <c:pt idx="5109">
                  <c:v>0</c:v>
                </c:pt>
                <c:pt idx="5110">
                  <c:v>0</c:v>
                </c:pt>
                <c:pt idx="5111">
                  <c:v>0</c:v>
                </c:pt>
                <c:pt idx="5112">
                  <c:v>0</c:v>
                </c:pt>
                <c:pt idx="5113">
                  <c:v>0</c:v>
                </c:pt>
                <c:pt idx="5114">
                  <c:v>0</c:v>
                </c:pt>
                <c:pt idx="5115">
                  <c:v>0</c:v>
                </c:pt>
                <c:pt idx="5116">
                  <c:v>0</c:v>
                </c:pt>
                <c:pt idx="5117">
                  <c:v>0</c:v>
                </c:pt>
                <c:pt idx="5118">
                  <c:v>0</c:v>
                </c:pt>
                <c:pt idx="5119">
                  <c:v>252.309</c:v>
                </c:pt>
                <c:pt idx="5120">
                  <c:v>252.309</c:v>
                </c:pt>
                <c:pt idx="5121">
                  <c:v>252.309</c:v>
                </c:pt>
                <c:pt idx="5122">
                  <c:v>265.65699999999998</c:v>
                </c:pt>
                <c:pt idx="5123">
                  <c:v>312.27699999999999</c:v>
                </c:pt>
                <c:pt idx="5124">
                  <c:v>320.16000000000003</c:v>
                </c:pt>
                <c:pt idx="5125">
                  <c:v>297.8</c:v>
                </c:pt>
                <c:pt idx="5126">
                  <c:v>259.16199999999998</c:v>
                </c:pt>
                <c:pt idx="5127">
                  <c:v>290.822</c:v>
                </c:pt>
                <c:pt idx="5128">
                  <c:v>255.18199999999999</c:v>
                </c:pt>
                <c:pt idx="5129">
                  <c:v>252.309</c:v>
                </c:pt>
                <c:pt idx="5130">
                  <c:v>252.309</c:v>
                </c:pt>
                <c:pt idx="5131">
                  <c:v>252.309</c:v>
                </c:pt>
                <c:pt idx="5132">
                  <c:v>252.309</c:v>
                </c:pt>
                <c:pt idx="5133">
                  <c:v>0</c:v>
                </c:pt>
                <c:pt idx="5134">
                  <c:v>0</c:v>
                </c:pt>
                <c:pt idx="5135">
                  <c:v>0</c:v>
                </c:pt>
                <c:pt idx="5136">
                  <c:v>0</c:v>
                </c:pt>
                <c:pt idx="5137">
                  <c:v>0</c:v>
                </c:pt>
                <c:pt idx="5138">
                  <c:v>0</c:v>
                </c:pt>
                <c:pt idx="5139">
                  <c:v>0</c:v>
                </c:pt>
                <c:pt idx="5140">
                  <c:v>0</c:v>
                </c:pt>
                <c:pt idx="5141">
                  <c:v>0</c:v>
                </c:pt>
                <c:pt idx="5142">
                  <c:v>0</c:v>
                </c:pt>
                <c:pt idx="5143">
                  <c:v>252.309</c:v>
                </c:pt>
                <c:pt idx="5144">
                  <c:v>283.43</c:v>
                </c:pt>
                <c:pt idx="5145">
                  <c:v>255.74299999999999</c:v>
                </c:pt>
                <c:pt idx="5146">
                  <c:v>302.03100000000001</c:v>
                </c:pt>
                <c:pt idx="5147">
                  <c:v>296.11700000000002</c:v>
                </c:pt>
                <c:pt idx="5148">
                  <c:v>324.298</c:v>
                </c:pt>
                <c:pt idx="5149">
                  <c:v>280.28699999999998</c:v>
                </c:pt>
                <c:pt idx="5150">
                  <c:v>252.309</c:v>
                </c:pt>
                <c:pt idx="5151">
                  <c:v>329.08100000000002</c:v>
                </c:pt>
                <c:pt idx="5152">
                  <c:v>278.57499999999999</c:v>
                </c:pt>
                <c:pt idx="5153">
                  <c:v>252.309</c:v>
                </c:pt>
                <c:pt idx="5154">
                  <c:v>252.309</c:v>
                </c:pt>
                <c:pt idx="5155">
                  <c:v>252.309</c:v>
                </c:pt>
                <c:pt idx="5156">
                  <c:v>252.309</c:v>
                </c:pt>
                <c:pt idx="5157">
                  <c:v>0</c:v>
                </c:pt>
                <c:pt idx="5158">
                  <c:v>0</c:v>
                </c:pt>
                <c:pt idx="5159">
                  <c:v>0</c:v>
                </c:pt>
                <c:pt idx="5160">
                  <c:v>0</c:v>
                </c:pt>
                <c:pt idx="5161">
                  <c:v>0</c:v>
                </c:pt>
                <c:pt idx="5162">
                  <c:v>0</c:v>
                </c:pt>
                <c:pt idx="5163">
                  <c:v>0</c:v>
                </c:pt>
                <c:pt idx="5164">
                  <c:v>0</c:v>
                </c:pt>
                <c:pt idx="5165">
                  <c:v>0</c:v>
                </c:pt>
                <c:pt idx="5166">
                  <c:v>0</c:v>
                </c:pt>
                <c:pt idx="5167">
                  <c:v>252.309</c:v>
                </c:pt>
                <c:pt idx="5168">
                  <c:v>252.309</c:v>
                </c:pt>
                <c:pt idx="5169">
                  <c:v>252.309</c:v>
                </c:pt>
                <c:pt idx="5170">
                  <c:v>324.209</c:v>
                </c:pt>
                <c:pt idx="5171">
                  <c:v>324.76799999999997</c:v>
                </c:pt>
                <c:pt idx="5172">
                  <c:v>287.48500000000001</c:v>
                </c:pt>
                <c:pt idx="5173">
                  <c:v>252.309</c:v>
                </c:pt>
                <c:pt idx="5174">
                  <c:v>252.309</c:v>
                </c:pt>
                <c:pt idx="5175">
                  <c:v>273.93599999999998</c:v>
                </c:pt>
                <c:pt idx="5176">
                  <c:v>252.309</c:v>
                </c:pt>
                <c:pt idx="5177">
                  <c:v>252.309</c:v>
                </c:pt>
                <c:pt idx="5178">
                  <c:v>252.309</c:v>
                </c:pt>
                <c:pt idx="5179">
                  <c:v>252.309</c:v>
                </c:pt>
                <c:pt idx="5180">
                  <c:v>252.309</c:v>
                </c:pt>
                <c:pt idx="5181">
                  <c:v>0</c:v>
                </c:pt>
                <c:pt idx="5182">
                  <c:v>0</c:v>
                </c:pt>
                <c:pt idx="5183">
                  <c:v>0</c:v>
                </c:pt>
                <c:pt idx="5184">
                  <c:v>0</c:v>
                </c:pt>
                <c:pt idx="5185">
                  <c:v>0</c:v>
                </c:pt>
                <c:pt idx="5186">
                  <c:v>0</c:v>
                </c:pt>
                <c:pt idx="5187">
                  <c:v>0</c:v>
                </c:pt>
                <c:pt idx="5188">
                  <c:v>0</c:v>
                </c:pt>
                <c:pt idx="5189">
                  <c:v>0</c:v>
                </c:pt>
                <c:pt idx="5190">
                  <c:v>0</c:v>
                </c:pt>
                <c:pt idx="5191">
                  <c:v>252.309</c:v>
                </c:pt>
                <c:pt idx="5192">
                  <c:v>263.18200000000002</c:v>
                </c:pt>
                <c:pt idx="5193">
                  <c:v>262.01499999999999</c:v>
                </c:pt>
                <c:pt idx="5194">
                  <c:v>304.77800000000002</c:v>
                </c:pt>
                <c:pt idx="5195">
                  <c:v>319.36900000000003</c:v>
                </c:pt>
                <c:pt idx="5196">
                  <c:v>284.05399999999997</c:v>
                </c:pt>
                <c:pt idx="5197">
                  <c:v>258.45600000000002</c:v>
                </c:pt>
                <c:pt idx="5198">
                  <c:v>294.15499999999997</c:v>
                </c:pt>
                <c:pt idx="5199">
                  <c:v>308.57499999999999</c:v>
                </c:pt>
                <c:pt idx="5200">
                  <c:v>299.13900000000001</c:v>
                </c:pt>
                <c:pt idx="5201">
                  <c:v>265.57400000000001</c:v>
                </c:pt>
                <c:pt idx="5202">
                  <c:v>252.309</c:v>
                </c:pt>
                <c:pt idx="5203">
                  <c:v>252.309</c:v>
                </c:pt>
                <c:pt idx="5204">
                  <c:v>252.309</c:v>
                </c:pt>
                <c:pt idx="5205">
                  <c:v>0</c:v>
                </c:pt>
                <c:pt idx="5206">
                  <c:v>0</c:v>
                </c:pt>
                <c:pt idx="5207">
                  <c:v>0</c:v>
                </c:pt>
                <c:pt idx="5208">
                  <c:v>0</c:v>
                </c:pt>
                <c:pt idx="5209">
                  <c:v>0</c:v>
                </c:pt>
                <c:pt idx="5210">
                  <c:v>0</c:v>
                </c:pt>
                <c:pt idx="5211">
                  <c:v>0</c:v>
                </c:pt>
                <c:pt idx="5212">
                  <c:v>0</c:v>
                </c:pt>
                <c:pt idx="5213">
                  <c:v>0</c:v>
                </c:pt>
                <c:pt idx="5214">
                  <c:v>0</c:v>
                </c:pt>
                <c:pt idx="5215">
                  <c:v>252.309</c:v>
                </c:pt>
                <c:pt idx="5216">
                  <c:v>283.09699999999998</c:v>
                </c:pt>
                <c:pt idx="5217">
                  <c:v>269.28199999999998</c:v>
                </c:pt>
                <c:pt idx="5218">
                  <c:v>322.245</c:v>
                </c:pt>
                <c:pt idx="5219">
                  <c:v>292.83800000000002</c:v>
                </c:pt>
                <c:pt idx="5220">
                  <c:v>309.666</c:v>
                </c:pt>
                <c:pt idx="5221">
                  <c:v>256.64800000000002</c:v>
                </c:pt>
                <c:pt idx="5222">
                  <c:v>252.309</c:v>
                </c:pt>
                <c:pt idx="5223">
                  <c:v>275.48700000000002</c:v>
                </c:pt>
                <c:pt idx="5224">
                  <c:v>252.977</c:v>
                </c:pt>
                <c:pt idx="5225">
                  <c:v>252.309</c:v>
                </c:pt>
                <c:pt idx="5226">
                  <c:v>252.309</c:v>
                </c:pt>
                <c:pt idx="5227">
                  <c:v>252.309</c:v>
                </c:pt>
                <c:pt idx="5228">
                  <c:v>252.309</c:v>
                </c:pt>
                <c:pt idx="5229">
                  <c:v>0</c:v>
                </c:pt>
                <c:pt idx="5230">
                  <c:v>0</c:v>
                </c:pt>
                <c:pt idx="5231">
                  <c:v>0</c:v>
                </c:pt>
                <c:pt idx="5232">
                  <c:v>0</c:v>
                </c:pt>
                <c:pt idx="5233">
                  <c:v>0</c:v>
                </c:pt>
                <c:pt idx="5234">
                  <c:v>0</c:v>
                </c:pt>
                <c:pt idx="5235">
                  <c:v>0</c:v>
                </c:pt>
                <c:pt idx="5236">
                  <c:v>0</c:v>
                </c:pt>
                <c:pt idx="5237">
                  <c:v>0</c:v>
                </c:pt>
                <c:pt idx="5238">
                  <c:v>0</c:v>
                </c:pt>
                <c:pt idx="5239">
                  <c:v>252.309</c:v>
                </c:pt>
                <c:pt idx="5240">
                  <c:v>309.70699999999999</c:v>
                </c:pt>
                <c:pt idx="5241">
                  <c:v>311.04199999999997</c:v>
                </c:pt>
                <c:pt idx="5242">
                  <c:v>353.87</c:v>
                </c:pt>
                <c:pt idx="5243">
                  <c:v>319.375</c:v>
                </c:pt>
                <c:pt idx="5244">
                  <c:v>358.78699999999998</c:v>
                </c:pt>
                <c:pt idx="5245">
                  <c:v>272.03100000000001</c:v>
                </c:pt>
                <c:pt idx="5246">
                  <c:v>267.95</c:v>
                </c:pt>
                <c:pt idx="5247">
                  <c:v>300.61</c:v>
                </c:pt>
                <c:pt idx="5248">
                  <c:v>252.309</c:v>
                </c:pt>
                <c:pt idx="5249">
                  <c:v>252.309</c:v>
                </c:pt>
                <c:pt idx="5250">
                  <c:v>252.309</c:v>
                </c:pt>
                <c:pt idx="5251">
                  <c:v>252.309</c:v>
                </c:pt>
                <c:pt idx="5252">
                  <c:v>252.309</c:v>
                </c:pt>
                <c:pt idx="5253">
                  <c:v>0</c:v>
                </c:pt>
                <c:pt idx="5254">
                  <c:v>0</c:v>
                </c:pt>
                <c:pt idx="5255">
                  <c:v>0</c:v>
                </c:pt>
                <c:pt idx="5256">
                  <c:v>0</c:v>
                </c:pt>
                <c:pt idx="5257">
                  <c:v>0</c:v>
                </c:pt>
                <c:pt idx="5258">
                  <c:v>0</c:v>
                </c:pt>
                <c:pt idx="5259">
                  <c:v>0</c:v>
                </c:pt>
                <c:pt idx="5260">
                  <c:v>0</c:v>
                </c:pt>
                <c:pt idx="5261">
                  <c:v>0</c:v>
                </c:pt>
                <c:pt idx="5262">
                  <c:v>0</c:v>
                </c:pt>
                <c:pt idx="5263">
                  <c:v>252.309</c:v>
                </c:pt>
                <c:pt idx="5264">
                  <c:v>264.101</c:v>
                </c:pt>
                <c:pt idx="5265">
                  <c:v>332.40499999999997</c:v>
                </c:pt>
                <c:pt idx="5266">
                  <c:v>360.18400000000003</c:v>
                </c:pt>
                <c:pt idx="5267">
                  <c:v>337.69099999999997</c:v>
                </c:pt>
                <c:pt idx="5268">
                  <c:v>383.233</c:v>
                </c:pt>
                <c:pt idx="5269">
                  <c:v>322.66500000000002</c:v>
                </c:pt>
                <c:pt idx="5270">
                  <c:v>283.56799999999998</c:v>
                </c:pt>
                <c:pt idx="5271">
                  <c:v>273.577</c:v>
                </c:pt>
                <c:pt idx="5272">
                  <c:v>252.309</c:v>
                </c:pt>
                <c:pt idx="5273">
                  <c:v>252.309</c:v>
                </c:pt>
                <c:pt idx="5274">
                  <c:v>252.309</c:v>
                </c:pt>
                <c:pt idx="5275">
                  <c:v>252.309</c:v>
                </c:pt>
                <c:pt idx="5276">
                  <c:v>252.309</c:v>
                </c:pt>
                <c:pt idx="5277">
                  <c:v>0</c:v>
                </c:pt>
                <c:pt idx="5278">
                  <c:v>0</c:v>
                </c:pt>
                <c:pt idx="5279">
                  <c:v>0</c:v>
                </c:pt>
                <c:pt idx="5280">
                  <c:v>0</c:v>
                </c:pt>
                <c:pt idx="5281">
                  <c:v>0</c:v>
                </c:pt>
                <c:pt idx="5282">
                  <c:v>0</c:v>
                </c:pt>
                <c:pt idx="5283">
                  <c:v>0</c:v>
                </c:pt>
                <c:pt idx="5284">
                  <c:v>0</c:v>
                </c:pt>
                <c:pt idx="5285">
                  <c:v>0</c:v>
                </c:pt>
                <c:pt idx="5286">
                  <c:v>0</c:v>
                </c:pt>
                <c:pt idx="5287">
                  <c:v>252.309</c:v>
                </c:pt>
                <c:pt idx="5288">
                  <c:v>266.46899999999999</c:v>
                </c:pt>
                <c:pt idx="5289">
                  <c:v>322.52800000000002</c:v>
                </c:pt>
                <c:pt idx="5290">
                  <c:v>368.61700000000002</c:v>
                </c:pt>
                <c:pt idx="5291">
                  <c:v>335.72699999999998</c:v>
                </c:pt>
                <c:pt idx="5292">
                  <c:v>360.48700000000002</c:v>
                </c:pt>
                <c:pt idx="5293">
                  <c:v>328.86099999999999</c:v>
                </c:pt>
                <c:pt idx="5294">
                  <c:v>268.18400000000003</c:v>
                </c:pt>
                <c:pt idx="5295">
                  <c:v>309.423</c:v>
                </c:pt>
                <c:pt idx="5296">
                  <c:v>262.13499999999999</c:v>
                </c:pt>
                <c:pt idx="5297">
                  <c:v>252.309</c:v>
                </c:pt>
                <c:pt idx="5298">
                  <c:v>252.309</c:v>
                </c:pt>
                <c:pt idx="5299">
                  <c:v>252.309</c:v>
                </c:pt>
                <c:pt idx="5300">
                  <c:v>252.309</c:v>
                </c:pt>
                <c:pt idx="5301">
                  <c:v>0</c:v>
                </c:pt>
                <c:pt idx="5302">
                  <c:v>0</c:v>
                </c:pt>
                <c:pt idx="5303">
                  <c:v>0</c:v>
                </c:pt>
                <c:pt idx="5304">
                  <c:v>0</c:v>
                </c:pt>
                <c:pt idx="5305">
                  <c:v>0</c:v>
                </c:pt>
                <c:pt idx="5306">
                  <c:v>0</c:v>
                </c:pt>
                <c:pt idx="5307">
                  <c:v>0</c:v>
                </c:pt>
                <c:pt idx="5308">
                  <c:v>0</c:v>
                </c:pt>
                <c:pt idx="5309">
                  <c:v>0</c:v>
                </c:pt>
                <c:pt idx="5310">
                  <c:v>0</c:v>
                </c:pt>
                <c:pt idx="5311">
                  <c:v>252.309</c:v>
                </c:pt>
                <c:pt idx="5312">
                  <c:v>252.309</c:v>
                </c:pt>
                <c:pt idx="5313">
                  <c:v>256.27499999999998</c:v>
                </c:pt>
                <c:pt idx="5314">
                  <c:v>332.29599999999999</c:v>
                </c:pt>
                <c:pt idx="5315">
                  <c:v>314.57299999999998</c:v>
                </c:pt>
                <c:pt idx="5316">
                  <c:v>303.37599999999998</c:v>
                </c:pt>
                <c:pt idx="5317">
                  <c:v>270.88099999999997</c:v>
                </c:pt>
                <c:pt idx="5318">
                  <c:v>263.77300000000002</c:v>
                </c:pt>
                <c:pt idx="5319">
                  <c:v>277.48</c:v>
                </c:pt>
                <c:pt idx="5320">
                  <c:v>252.309</c:v>
                </c:pt>
                <c:pt idx="5321">
                  <c:v>252.309</c:v>
                </c:pt>
                <c:pt idx="5322">
                  <c:v>252.309</c:v>
                </c:pt>
                <c:pt idx="5323">
                  <c:v>252.309</c:v>
                </c:pt>
                <c:pt idx="5324">
                  <c:v>252.309</c:v>
                </c:pt>
                <c:pt idx="5325">
                  <c:v>0</c:v>
                </c:pt>
                <c:pt idx="5326">
                  <c:v>0</c:v>
                </c:pt>
                <c:pt idx="5327">
                  <c:v>0</c:v>
                </c:pt>
                <c:pt idx="5328">
                  <c:v>0</c:v>
                </c:pt>
                <c:pt idx="5329">
                  <c:v>0</c:v>
                </c:pt>
                <c:pt idx="5330">
                  <c:v>0</c:v>
                </c:pt>
                <c:pt idx="5331">
                  <c:v>0</c:v>
                </c:pt>
                <c:pt idx="5332">
                  <c:v>0</c:v>
                </c:pt>
                <c:pt idx="5333">
                  <c:v>0</c:v>
                </c:pt>
                <c:pt idx="5334">
                  <c:v>0</c:v>
                </c:pt>
                <c:pt idx="5335">
                  <c:v>252.309</c:v>
                </c:pt>
                <c:pt idx="5336">
                  <c:v>252.75800000000001</c:v>
                </c:pt>
                <c:pt idx="5337">
                  <c:v>252.309</c:v>
                </c:pt>
                <c:pt idx="5338">
                  <c:v>305.70400000000001</c:v>
                </c:pt>
                <c:pt idx="5339">
                  <c:v>289.613</c:v>
                </c:pt>
                <c:pt idx="5340">
                  <c:v>316.65600000000001</c:v>
                </c:pt>
                <c:pt idx="5341">
                  <c:v>252.309</c:v>
                </c:pt>
                <c:pt idx="5342">
                  <c:v>252.309</c:v>
                </c:pt>
                <c:pt idx="5343">
                  <c:v>267.71899999999999</c:v>
                </c:pt>
                <c:pt idx="5344">
                  <c:v>252.309</c:v>
                </c:pt>
                <c:pt idx="5345">
                  <c:v>252.309</c:v>
                </c:pt>
                <c:pt idx="5346">
                  <c:v>252.309</c:v>
                </c:pt>
                <c:pt idx="5347">
                  <c:v>252.309</c:v>
                </c:pt>
                <c:pt idx="5348">
                  <c:v>252.309</c:v>
                </c:pt>
                <c:pt idx="5349">
                  <c:v>0</c:v>
                </c:pt>
                <c:pt idx="5350">
                  <c:v>0</c:v>
                </c:pt>
                <c:pt idx="5351">
                  <c:v>0</c:v>
                </c:pt>
                <c:pt idx="5352">
                  <c:v>0</c:v>
                </c:pt>
                <c:pt idx="5353">
                  <c:v>0</c:v>
                </c:pt>
                <c:pt idx="5354">
                  <c:v>0</c:v>
                </c:pt>
                <c:pt idx="5355">
                  <c:v>0</c:v>
                </c:pt>
                <c:pt idx="5356">
                  <c:v>0</c:v>
                </c:pt>
                <c:pt idx="5357">
                  <c:v>0</c:v>
                </c:pt>
                <c:pt idx="5358">
                  <c:v>0</c:v>
                </c:pt>
                <c:pt idx="5359">
                  <c:v>252.309</c:v>
                </c:pt>
                <c:pt idx="5360">
                  <c:v>252.309</c:v>
                </c:pt>
                <c:pt idx="5361">
                  <c:v>279.64</c:v>
                </c:pt>
                <c:pt idx="5362">
                  <c:v>345.36500000000001</c:v>
                </c:pt>
                <c:pt idx="5363">
                  <c:v>303.16300000000001</c:v>
                </c:pt>
                <c:pt idx="5364">
                  <c:v>285.78699999999998</c:v>
                </c:pt>
                <c:pt idx="5365">
                  <c:v>252.309</c:v>
                </c:pt>
                <c:pt idx="5366">
                  <c:v>252.309</c:v>
                </c:pt>
                <c:pt idx="5367">
                  <c:v>252.309</c:v>
                </c:pt>
                <c:pt idx="5368">
                  <c:v>252.309</c:v>
                </c:pt>
                <c:pt idx="5369">
                  <c:v>252.309</c:v>
                </c:pt>
                <c:pt idx="5370">
                  <c:v>252.309</c:v>
                </c:pt>
                <c:pt idx="5371">
                  <c:v>252.309</c:v>
                </c:pt>
                <c:pt idx="5372">
                  <c:v>252.309</c:v>
                </c:pt>
                <c:pt idx="5373">
                  <c:v>0</c:v>
                </c:pt>
                <c:pt idx="5374">
                  <c:v>0</c:v>
                </c:pt>
                <c:pt idx="5375">
                  <c:v>0</c:v>
                </c:pt>
                <c:pt idx="5376">
                  <c:v>0</c:v>
                </c:pt>
                <c:pt idx="5377">
                  <c:v>0</c:v>
                </c:pt>
                <c:pt idx="5378">
                  <c:v>0</c:v>
                </c:pt>
                <c:pt idx="5379">
                  <c:v>0</c:v>
                </c:pt>
                <c:pt idx="5380">
                  <c:v>0</c:v>
                </c:pt>
                <c:pt idx="5381">
                  <c:v>0</c:v>
                </c:pt>
                <c:pt idx="5382">
                  <c:v>0</c:v>
                </c:pt>
                <c:pt idx="5383">
                  <c:v>252.309</c:v>
                </c:pt>
                <c:pt idx="5384">
                  <c:v>252.309</c:v>
                </c:pt>
                <c:pt idx="5385">
                  <c:v>260.55500000000001</c:v>
                </c:pt>
                <c:pt idx="5386">
                  <c:v>337.15100000000001</c:v>
                </c:pt>
                <c:pt idx="5387">
                  <c:v>331.26600000000002</c:v>
                </c:pt>
                <c:pt idx="5388">
                  <c:v>334.97500000000002</c:v>
                </c:pt>
                <c:pt idx="5389">
                  <c:v>252.309</c:v>
                </c:pt>
                <c:pt idx="5390">
                  <c:v>252.309</c:v>
                </c:pt>
                <c:pt idx="5391">
                  <c:v>281.28199999999998</c:v>
                </c:pt>
                <c:pt idx="5392">
                  <c:v>252.309</c:v>
                </c:pt>
                <c:pt idx="5393">
                  <c:v>252.309</c:v>
                </c:pt>
                <c:pt idx="5394">
                  <c:v>252.309</c:v>
                </c:pt>
                <c:pt idx="5395">
                  <c:v>252.309</c:v>
                </c:pt>
                <c:pt idx="5396">
                  <c:v>252.309</c:v>
                </c:pt>
                <c:pt idx="5397">
                  <c:v>0</c:v>
                </c:pt>
                <c:pt idx="5398">
                  <c:v>0</c:v>
                </c:pt>
                <c:pt idx="5399">
                  <c:v>0</c:v>
                </c:pt>
                <c:pt idx="5400">
                  <c:v>0</c:v>
                </c:pt>
                <c:pt idx="5401">
                  <c:v>0</c:v>
                </c:pt>
                <c:pt idx="5402">
                  <c:v>0</c:v>
                </c:pt>
                <c:pt idx="5403">
                  <c:v>0</c:v>
                </c:pt>
                <c:pt idx="5404">
                  <c:v>0</c:v>
                </c:pt>
                <c:pt idx="5405">
                  <c:v>0</c:v>
                </c:pt>
                <c:pt idx="5406">
                  <c:v>0</c:v>
                </c:pt>
                <c:pt idx="5407">
                  <c:v>252.309</c:v>
                </c:pt>
                <c:pt idx="5408">
                  <c:v>252.309</c:v>
                </c:pt>
                <c:pt idx="5409">
                  <c:v>255.02600000000001</c:v>
                </c:pt>
                <c:pt idx="5410">
                  <c:v>337.37700000000001</c:v>
                </c:pt>
                <c:pt idx="5411">
                  <c:v>284.08999999999997</c:v>
                </c:pt>
                <c:pt idx="5412">
                  <c:v>301.94900000000001</c:v>
                </c:pt>
                <c:pt idx="5413">
                  <c:v>287.28100000000001</c:v>
                </c:pt>
                <c:pt idx="5414">
                  <c:v>292.49700000000001</c:v>
                </c:pt>
                <c:pt idx="5415">
                  <c:v>302.70800000000003</c:v>
                </c:pt>
                <c:pt idx="5416">
                  <c:v>279.65699999999998</c:v>
                </c:pt>
                <c:pt idx="5417">
                  <c:v>252.309</c:v>
                </c:pt>
                <c:pt idx="5418">
                  <c:v>252.309</c:v>
                </c:pt>
                <c:pt idx="5419">
                  <c:v>252.309</c:v>
                </c:pt>
                <c:pt idx="5420">
                  <c:v>252.309</c:v>
                </c:pt>
                <c:pt idx="5421">
                  <c:v>0</c:v>
                </c:pt>
                <c:pt idx="5422">
                  <c:v>0</c:v>
                </c:pt>
                <c:pt idx="5423">
                  <c:v>0</c:v>
                </c:pt>
                <c:pt idx="5424">
                  <c:v>0</c:v>
                </c:pt>
                <c:pt idx="5425">
                  <c:v>0</c:v>
                </c:pt>
                <c:pt idx="5426">
                  <c:v>0</c:v>
                </c:pt>
                <c:pt idx="5427">
                  <c:v>0</c:v>
                </c:pt>
                <c:pt idx="5428">
                  <c:v>0</c:v>
                </c:pt>
                <c:pt idx="5429">
                  <c:v>0</c:v>
                </c:pt>
                <c:pt idx="5430">
                  <c:v>0</c:v>
                </c:pt>
                <c:pt idx="5431">
                  <c:v>252.309</c:v>
                </c:pt>
                <c:pt idx="5432">
                  <c:v>252.309</c:v>
                </c:pt>
                <c:pt idx="5433">
                  <c:v>302.23099999999999</c:v>
                </c:pt>
                <c:pt idx="5434">
                  <c:v>344.84</c:v>
                </c:pt>
                <c:pt idx="5435">
                  <c:v>354.39600000000002</c:v>
                </c:pt>
                <c:pt idx="5436">
                  <c:v>351.77499999999998</c:v>
                </c:pt>
                <c:pt idx="5437">
                  <c:v>275.92700000000002</c:v>
                </c:pt>
                <c:pt idx="5438">
                  <c:v>279.053</c:v>
                </c:pt>
                <c:pt idx="5439">
                  <c:v>328.19</c:v>
                </c:pt>
                <c:pt idx="5440">
                  <c:v>298.541</c:v>
                </c:pt>
                <c:pt idx="5441">
                  <c:v>252.309</c:v>
                </c:pt>
                <c:pt idx="5442">
                  <c:v>252.309</c:v>
                </c:pt>
                <c:pt idx="5443">
                  <c:v>252.309</c:v>
                </c:pt>
                <c:pt idx="5444">
                  <c:v>252.309</c:v>
                </c:pt>
                <c:pt idx="5445">
                  <c:v>0</c:v>
                </c:pt>
                <c:pt idx="5446">
                  <c:v>0</c:v>
                </c:pt>
                <c:pt idx="5447">
                  <c:v>0</c:v>
                </c:pt>
                <c:pt idx="5448">
                  <c:v>0</c:v>
                </c:pt>
                <c:pt idx="5449">
                  <c:v>0</c:v>
                </c:pt>
                <c:pt idx="5450">
                  <c:v>0</c:v>
                </c:pt>
                <c:pt idx="5451">
                  <c:v>0</c:v>
                </c:pt>
                <c:pt idx="5452">
                  <c:v>0</c:v>
                </c:pt>
                <c:pt idx="5453">
                  <c:v>0</c:v>
                </c:pt>
                <c:pt idx="5454">
                  <c:v>0</c:v>
                </c:pt>
                <c:pt idx="5455">
                  <c:v>252.309</c:v>
                </c:pt>
                <c:pt idx="5456">
                  <c:v>258.517</c:v>
                </c:pt>
                <c:pt idx="5457">
                  <c:v>290.01600000000002</c:v>
                </c:pt>
                <c:pt idx="5458">
                  <c:v>329.77499999999998</c:v>
                </c:pt>
                <c:pt idx="5459">
                  <c:v>317.29899999999998</c:v>
                </c:pt>
                <c:pt idx="5460">
                  <c:v>311.822</c:v>
                </c:pt>
                <c:pt idx="5461">
                  <c:v>268.69799999999998</c:v>
                </c:pt>
                <c:pt idx="5462">
                  <c:v>282.18400000000003</c:v>
                </c:pt>
                <c:pt idx="5463">
                  <c:v>292.35599999999999</c:v>
                </c:pt>
                <c:pt idx="5464">
                  <c:v>270.22500000000002</c:v>
                </c:pt>
                <c:pt idx="5465">
                  <c:v>252.309</c:v>
                </c:pt>
                <c:pt idx="5466">
                  <c:v>252.309</c:v>
                </c:pt>
                <c:pt idx="5467">
                  <c:v>252.309</c:v>
                </c:pt>
                <c:pt idx="5468">
                  <c:v>252.309</c:v>
                </c:pt>
                <c:pt idx="5469">
                  <c:v>0</c:v>
                </c:pt>
                <c:pt idx="5470">
                  <c:v>0</c:v>
                </c:pt>
                <c:pt idx="5471">
                  <c:v>0</c:v>
                </c:pt>
                <c:pt idx="5472">
                  <c:v>0</c:v>
                </c:pt>
                <c:pt idx="5473">
                  <c:v>0</c:v>
                </c:pt>
                <c:pt idx="5474">
                  <c:v>0</c:v>
                </c:pt>
                <c:pt idx="5475">
                  <c:v>0</c:v>
                </c:pt>
                <c:pt idx="5476">
                  <c:v>0</c:v>
                </c:pt>
                <c:pt idx="5477">
                  <c:v>0</c:v>
                </c:pt>
                <c:pt idx="5478">
                  <c:v>0</c:v>
                </c:pt>
                <c:pt idx="5479">
                  <c:v>252.309</c:v>
                </c:pt>
                <c:pt idx="5480">
                  <c:v>252.309</c:v>
                </c:pt>
                <c:pt idx="5481">
                  <c:v>274.86799999999999</c:v>
                </c:pt>
                <c:pt idx="5482">
                  <c:v>338.96899999999999</c:v>
                </c:pt>
                <c:pt idx="5483">
                  <c:v>327.34199999999998</c:v>
                </c:pt>
                <c:pt idx="5484">
                  <c:v>346.58100000000002</c:v>
                </c:pt>
                <c:pt idx="5485">
                  <c:v>269.48</c:v>
                </c:pt>
                <c:pt idx="5486">
                  <c:v>272.06599999999997</c:v>
                </c:pt>
                <c:pt idx="5487">
                  <c:v>279.83</c:v>
                </c:pt>
                <c:pt idx="5488">
                  <c:v>258.94799999999998</c:v>
                </c:pt>
                <c:pt idx="5489">
                  <c:v>252.309</c:v>
                </c:pt>
                <c:pt idx="5490">
                  <c:v>252.309</c:v>
                </c:pt>
                <c:pt idx="5491">
                  <c:v>252.309</c:v>
                </c:pt>
                <c:pt idx="5492">
                  <c:v>252.309</c:v>
                </c:pt>
                <c:pt idx="5493">
                  <c:v>0</c:v>
                </c:pt>
                <c:pt idx="5494">
                  <c:v>0</c:v>
                </c:pt>
                <c:pt idx="5495">
                  <c:v>0</c:v>
                </c:pt>
                <c:pt idx="5496">
                  <c:v>0</c:v>
                </c:pt>
                <c:pt idx="5497">
                  <c:v>0</c:v>
                </c:pt>
                <c:pt idx="5498">
                  <c:v>0</c:v>
                </c:pt>
                <c:pt idx="5499">
                  <c:v>0</c:v>
                </c:pt>
                <c:pt idx="5500">
                  <c:v>0</c:v>
                </c:pt>
                <c:pt idx="5501">
                  <c:v>0</c:v>
                </c:pt>
                <c:pt idx="5502">
                  <c:v>0</c:v>
                </c:pt>
                <c:pt idx="5503">
                  <c:v>252.309</c:v>
                </c:pt>
                <c:pt idx="5504">
                  <c:v>255.77699999999999</c:v>
                </c:pt>
                <c:pt idx="5505">
                  <c:v>281.584</c:v>
                </c:pt>
                <c:pt idx="5506">
                  <c:v>332.298</c:v>
                </c:pt>
                <c:pt idx="5507">
                  <c:v>310.26900000000001</c:v>
                </c:pt>
                <c:pt idx="5508">
                  <c:v>310.05900000000003</c:v>
                </c:pt>
                <c:pt idx="5509">
                  <c:v>259.24900000000002</c:v>
                </c:pt>
                <c:pt idx="5510">
                  <c:v>252.309</c:v>
                </c:pt>
                <c:pt idx="5511">
                  <c:v>279.029</c:v>
                </c:pt>
                <c:pt idx="5512">
                  <c:v>259.06400000000002</c:v>
                </c:pt>
                <c:pt idx="5513">
                  <c:v>252.309</c:v>
                </c:pt>
                <c:pt idx="5514">
                  <c:v>252.309</c:v>
                </c:pt>
                <c:pt idx="5515">
                  <c:v>252.309</c:v>
                </c:pt>
                <c:pt idx="5516">
                  <c:v>252.309</c:v>
                </c:pt>
                <c:pt idx="5517">
                  <c:v>0</c:v>
                </c:pt>
                <c:pt idx="5518">
                  <c:v>0</c:v>
                </c:pt>
                <c:pt idx="5519">
                  <c:v>0</c:v>
                </c:pt>
                <c:pt idx="5520">
                  <c:v>0</c:v>
                </c:pt>
                <c:pt idx="5521">
                  <c:v>0</c:v>
                </c:pt>
                <c:pt idx="5522">
                  <c:v>0</c:v>
                </c:pt>
                <c:pt idx="5523">
                  <c:v>0</c:v>
                </c:pt>
                <c:pt idx="5524">
                  <c:v>0</c:v>
                </c:pt>
                <c:pt idx="5525">
                  <c:v>0</c:v>
                </c:pt>
                <c:pt idx="5526">
                  <c:v>0</c:v>
                </c:pt>
                <c:pt idx="5527">
                  <c:v>252.309</c:v>
                </c:pt>
                <c:pt idx="5528">
                  <c:v>264.50200000000001</c:v>
                </c:pt>
                <c:pt idx="5529">
                  <c:v>252.309</c:v>
                </c:pt>
                <c:pt idx="5530">
                  <c:v>275.46699999999998</c:v>
                </c:pt>
                <c:pt idx="5531">
                  <c:v>262.24700000000001</c:v>
                </c:pt>
                <c:pt idx="5532">
                  <c:v>280.97500000000002</c:v>
                </c:pt>
                <c:pt idx="5533">
                  <c:v>252.309</c:v>
                </c:pt>
                <c:pt idx="5534">
                  <c:v>252.309</c:v>
                </c:pt>
                <c:pt idx="5535">
                  <c:v>252.309</c:v>
                </c:pt>
                <c:pt idx="5536">
                  <c:v>252.309</c:v>
                </c:pt>
                <c:pt idx="5537">
                  <c:v>252.309</c:v>
                </c:pt>
                <c:pt idx="5538">
                  <c:v>252.309</c:v>
                </c:pt>
                <c:pt idx="5539">
                  <c:v>252.309</c:v>
                </c:pt>
                <c:pt idx="5540">
                  <c:v>252.309</c:v>
                </c:pt>
                <c:pt idx="5541">
                  <c:v>0</c:v>
                </c:pt>
                <c:pt idx="5542">
                  <c:v>0</c:v>
                </c:pt>
                <c:pt idx="5543">
                  <c:v>0</c:v>
                </c:pt>
                <c:pt idx="5544">
                  <c:v>0</c:v>
                </c:pt>
                <c:pt idx="5545">
                  <c:v>0</c:v>
                </c:pt>
                <c:pt idx="5546">
                  <c:v>0</c:v>
                </c:pt>
                <c:pt idx="5547">
                  <c:v>0</c:v>
                </c:pt>
                <c:pt idx="5548">
                  <c:v>0</c:v>
                </c:pt>
                <c:pt idx="5549">
                  <c:v>0</c:v>
                </c:pt>
                <c:pt idx="5550">
                  <c:v>0</c:v>
                </c:pt>
                <c:pt idx="5551">
                  <c:v>252.309</c:v>
                </c:pt>
                <c:pt idx="5552">
                  <c:v>252.309</c:v>
                </c:pt>
                <c:pt idx="5553">
                  <c:v>252.309</c:v>
                </c:pt>
                <c:pt idx="5554">
                  <c:v>252.309</c:v>
                </c:pt>
                <c:pt idx="5555">
                  <c:v>252.309</c:v>
                </c:pt>
                <c:pt idx="5556">
                  <c:v>252.309</c:v>
                </c:pt>
                <c:pt idx="5557">
                  <c:v>252.309</c:v>
                </c:pt>
                <c:pt idx="5558">
                  <c:v>252.309</c:v>
                </c:pt>
                <c:pt idx="5559">
                  <c:v>252.309</c:v>
                </c:pt>
                <c:pt idx="5560">
                  <c:v>252.309</c:v>
                </c:pt>
                <c:pt idx="5561">
                  <c:v>252.309</c:v>
                </c:pt>
                <c:pt idx="5562">
                  <c:v>252.309</c:v>
                </c:pt>
                <c:pt idx="5563">
                  <c:v>252.309</c:v>
                </c:pt>
                <c:pt idx="5564">
                  <c:v>252.309</c:v>
                </c:pt>
                <c:pt idx="5565">
                  <c:v>0</c:v>
                </c:pt>
                <c:pt idx="5566">
                  <c:v>0</c:v>
                </c:pt>
                <c:pt idx="5567">
                  <c:v>0</c:v>
                </c:pt>
                <c:pt idx="5568">
                  <c:v>0</c:v>
                </c:pt>
                <c:pt idx="5569">
                  <c:v>0</c:v>
                </c:pt>
                <c:pt idx="5570">
                  <c:v>0</c:v>
                </c:pt>
                <c:pt idx="5571">
                  <c:v>0</c:v>
                </c:pt>
                <c:pt idx="5572">
                  <c:v>0</c:v>
                </c:pt>
                <c:pt idx="5573">
                  <c:v>0</c:v>
                </c:pt>
                <c:pt idx="5574">
                  <c:v>0</c:v>
                </c:pt>
                <c:pt idx="5575">
                  <c:v>252.309</c:v>
                </c:pt>
                <c:pt idx="5576">
                  <c:v>252.309</c:v>
                </c:pt>
                <c:pt idx="5577">
                  <c:v>252.309</c:v>
                </c:pt>
                <c:pt idx="5578">
                  <c:v>252.309</c:v>
                </c:pt>
                <c:pt idx="5579">
                  <c:v>252.309</c:v>
                </c:pt>
                <c:pt idx="5580">
                  <c:v>273.41000000000003</c:v>
                </c:pt>
                <c:pt idx="5581">
                  <c:v>252.309</c:v>
                </c:pt>
                <c:pt idx="5582">
                  <c:v>252.309</c:v>
                </c:pt>
                <c:pt idx="5583">
                  <c:v>252.309</c:v>
                </c:pt>
                <c:pt idx="5584">
                  <c:v>252.309</c:v>
                </c:pt>
                <c:pt idx="5585">
                  <c:v>252.309</c:v>
                </c:pt>
                <c:pt idx="5586">
                  <c:v>252.309</c:v>
                </c:pt>
                <c:pt idx="5587">
                  <c:v>252.309</c:v>
                </c:pt>
                <c:pt idx="5588">
                  <c:v>252.309</c:v>
                </c:pt>
                <c:pt idx="5589">
                  <c:v>0</c:v>
                </c:pt>
                <c:pt idx="5590">
                  <c:v>0</c:v>
                </c:pt>
                <c:pt idx="5591">
                  <c:v>0</c:v>
                </c:pt>
                <c:pt idx="5592">
                  <c:v>0</c:v>
                </c:pt>
                <c:pt idx="5593">
                  <c:v>0</c:v>
                </c:pt>
                <c:pt idx="5594">
                  <c:v>0</c:v>
                </c:pt>
                <c:pt idx="5595">
                  <c:v>0</c:v>
                </c:pt>
                <c:pt idx="5596">
                  <c:v>0</c:v>
                </c:pt>
                <c:pt idx="5597">
                  <c:v>0</c:v>
                </c:pt>
                <c:pt idx="5598">
                  <c:v>0</c:v>
                </c:pt>
                <c:pt idx="5599">
                  <c:v>252.309</c:v>
                </c:pt>
                <c:pt idx="5600">
                  <c:v>252.309</c:v>
                </c:pt>
                <c:pt idx="5601">
                  <c:v>252.309</c:v>
                </c:pt>
                <c:pt idx="5602">
                  <c:v>292.60700000000003</c:v>
                </c:pt>
                <c:pt idx="5603">
                  <c:v>252.309</c:v>
                </c:pt>
                <c:pt idx="5604">
                  <c:v>252.309</c:v>
                </c:pt>
                <c:pt idx="5605">
                  <c:v>252.309</c:v>
                </c:pt>
                <c:pt idx="5606">
                  <c:v>252.309</c:v>
                </c:pt>
                <c:pt idx="5607">
                  <c:v>252.309</c:v>
                </c:pt>
                <c:pt idx="5608">
                  <c:v>252.309</c:v>
                </c:pt>
                <c:pt idx="5609">
                  <c:v>252.309</c:v>
                </c:pt>
                <c:pt idx="5610">
                  <c:v>252.309</c:v>
                </c:pt>
                <c:pt idx="5611">
                  <c:v>252.309</c:v>
                </c:pt>
                <c:pt idx="5612">
                  <c:v>252.309</c:v>
                </c:pt>
                <c:pt idx="5613">
                  <c:v>0</c:v>
                </c:pt>
                <c:pt idx="5614">
                  <c:v>0</c:v>
                </c:pt>
                <c:pt idx="5615">
                  <c:v>0</c:v>
                </c:pt>
                <c:pt idx="5616">
                  <c:v>0</c:v>
                </c:pt>
                <c:pt idx="5617">
                  <c:v>0</c:v>
                </c:pt>
                <c:pt idx="5618">
                  <c:v>0</c:v>
                </c:pt>
                <c:pt idx="5619">
                  <c:v>0</c:v>
                </c:pt>
                <c:pt idx="5620">
                  <c:v>0</c:v>
                </c:pt>
                <c:pt idx="5621">
                  <c:v>0</c:v>
                </c:pt>
                <c:pt idx="5622">
                  <c:v>0</c:v>
                </c:pt>
                <c:pt idx="5623">
                  <c:v>252.309</c:v>
                </c:pt>
                <c:pt idx="5624">
                  <c:v>252.309</c:v>
                </c:pt>
                <c:pt idx="5625">
                  <c:v>252.309</c:v>
                </c:pt>
                <c:pt idx="5626">
                  <c:v>325.96100000000001</c:v>
                </c:pt>
                <c:pt idx="5627">
                  <c:v>290.85300000000001</c:v>
                </c:pt>
                <c:pt idx="5628">
                  <c:v>307.30700000000002</c:v>
                </c:pt>
                <c:pt idx="5629">
                  <c:v>252.309</c:v>
                </c:pt>
                <c:pt idx="5630">
                  <c:v>252.309</c:v>
                </c:pt>
                <c:pt idx="5631">
                  <c:v>252.309</c:v>
                </c:pt>
                <c:pt idx="5632">
                  <c:v>252.309</c:v>
                </c:pt>
                <c:pt idx="5633">
                  <c:v>252.309</c:v>
                </c:pt>
                <c:pt idx="5634">
                  <c:v>252.309</c:v>
                </c:pt>
                <c:pt idx="5635">
                  <c:v>252.309</c:v>
                </c:pt>
                <c:pt idx="5636">
                  <c:v>252.309</c:v>
                </c:pt>
                <c:pt idx="5637">
                  <c:v>0</c:v>
                </c:pt>
                <c:pt idx="5638">
                  <c:v>0</c:v>
                </c:pt>
                <c:pt idx="5639">
                  <c:v>0</c:v>
                </c:pt>
                <c:pt idx="5640">
                  <c:v>0</c:v>
                </c:pt>
                <c:pt idx="5641">
                  <c:v>0</c:v>
                </c:pt>
                <c:pt idx="5642">
                  <c:v>0</c:v>
                </c:pt>
                <c:pt idx="5643">
                  <c:v>0</c:v>
                </c:pt>
                <c:pt idx="5644">
                  <c:v>0</c:v>
                </c:pt>
                <c:pt idx="5645">
                  <c:v>0</c:v>
                </c:pt>
                <c:pt idx="5646">
                  <c:v>0</c:v>
                </c:pt>
                <c:pt idx="5647">
                  <c:v>252.309</c:v>
                </c:pt>
                <c:pt idx="5648">
                  <c:v>252.309</c:v>
                </c:pt>
                <c:pt idx="5649">
                  <c:v>252.309</c:v>
                </c:pt>
                <c:pt idx="5650">
                  <c:v>295.56599999999997</c:v>
                </c:pt>
                <c:pt idx="5651">
                  <c:v>295.92700000000002</c:v>
                </c:pt>
                <c:pt idx="5652">
                  <c:v>266.70499999999998</c:v>
                </c:pt>
                <c:pt idx="5653">
                  <c:v>252.309</c:v>
                </c:pt>
                <c:pt idx="5654">
                  <c:v>252.309</c:v>
                </c:pt>
                <c:pt idx="5655">
                  <c:v>252.309</c:v>
                </c:pt>
                <c:pt idx="5656">
                  <c:v>252.309</c:v>
                </c:pt>
                <c:pt idx="5657">
                  <c:v>252.309</c:v>
                </c:pt>
                <c:pt idx="5658">
                  <c:v>252.309</c:v>
                </c:pt>
                <c:pt idx="5659">
                  <c:v>252.309</c:v>
                </c:pt>
                <c:pt idx="5660">
                  <c:v>252.309</c:v>
                </c:pt>
                <c:pt idx="5661">
                  <c:v>0</c:v>
                </c:pt>
                <c:pt idx="5662">
                  <c:v>0</c:v>
                </c:pt>
                <c:pt idx="5663">
                  <c:v>0</c:v>
                </c:pt>
                <c:pt idx="5664">
                  <c:v>0</c:v>
                </c:pt>
                <c:pt idx="5665">
                  <c:v>0</c:v>
                </c:pt>
                <c:pt idx="5666">
                  <c:v>0</c:v>
                </c:pt>
                <c:pt idx="5667">
                  <c:v>0</c:v>
                </c:pt>
                <c:pt idx="5668">
                  <c:v>0</c:v>
                </c:pt>
                <c:pt idx="5669">
                  <c:v>0</c:v>
                </c:pt>
                <c:pt idx="5670">
                  <c:v>0</c:v>
                </c:pt>
                <c:pt idx="5671">
                  <c:v>252.309</c:v>
                </c:pt>
                <c:pt idx="5672">
                  <c:v>252.309</c:v>
                </c:pt>
                <c:pt idx="5673">
                  <c:v>252.309</c:v>
                </c:pt>
                <c:pt idx="5674">
                  <c:v>286.94400000000002</c:v>
                </c:pt>
                <c:pt idx="5675">
                  <c:v>252.309</c:v>
                </c:pt>
                <c:pt idx="5676">
                  <c:v>252.309</c:v>
                </c:pt>
                <c:pt idx="5677">
                  <c:v>252.309</c:v>
                </c:pt>
                <c:pt idx="5678">
                  <c:v>252.309</c:v>
                </c:pt>
                <c:pt idx="5679">
                  <c:v>252.309</c:v>
                </c:pt>
                <c:pt idx="5680">
                  <c:v>252.309</c:v>
                </c:pt>
                <c:pt idx="5681">
                  <c:v>252.309</c:v>
                </c:pt>
                <c:pt idx="5682">
                  <c:v>252.309</c:v>
                </c:pt>
                <c:pt idx="5683">
                  <c:v>252.309</c:v>
                </c:pt>
                <c:pt idx="5684">
                  <c:v>252.309</c:v>
                </c:pt>
                <c:pt idx="5685">
                  <c:v>0</c:v>
                </c:pt>
                <c:pt idx="5686">
                  <c:v>0</c:v>
                </c:pt>
                <c:pt idx="5687">
                  <c:v>0</c:v>
                </c:pt>
                <c:pt idx="5688">
                  <c:v>0</c:v>
                </c:pt>
                <c:pt idx="5689">
                  <c:v>0</c:v>
                </c:pt>
                <c:pt idx="5690">
                  <c:v>0</c:v>
                </c:pt>
                <c:pt idx="5691">
                  <c:v>0</c:v>
                </c:pt>
                <c:pt idx="5692">
                  <c:v>0</c:v>
                </c:pt>
                <c:pt idx="5693">
                  <c:v>0</c:v>
                </c:pt>
                <c:pt idx="5694">
                  <c:v>0</c:v>
                </c:pt>
                <c:pt idx="5695">
                  <c:v>252.309</c:v>
                </c:pt>
                <c:pt idx="5696">
                  <c:v>252.309</c:v>
                </c:pt>
                <c:pt idx="5697">
                  <c:v>265.05200000000002</c:v>
                </c:pt>
                <c:pt idx="5698">
                  <c:v>304.64999999999998</c:v>
                </c:pt>
                <c:pt idx="5699">
                  <c:v>297.82799999999997</c:v>
                </c:pt>
                <c:pt idx="5700">
                  <c:v>295.25799999999998</c:v>
                </c:pt>
                <c:pt idx="5701">
                  <c:v>252.309</c:v>
                </c:pt>
                <c:pt idx="5702">
                  <c:v>252.309</c:v>
                </c:pt>
                <c:pt idx="5703">
                  <c:v>252.309</c:v>
                </c:pt>
                <c:pt idx="5704">
                  <c:v>252.309</c:v>
                </c:pt>
                <c:pt idx="5705">
                  <c:v>252.309</c:v>
                </c:pt>
                <c:pt idx="5706">
                  <c:v>252.309</c:v>
                </c:pt>
                <c:pt idx="5707">
                  <c:v>252.309</c:v>
                </c:pt>
                <c:pt idx="5708">
                  <c:v>252.309</c:v>
                </c:pt>
                <c:pt idx="5709">
                  <c:v>0</c:v>
                </c:pt>
                <c:pt idx="5710">
                  <c:v>0</c:v>
                </c:pt>
                <c:pt idx="5711">
                  <c:v>0</c:v>
                </c:pt>
                <c:pt idx="5712">
                  <c:v>0</c:v>
                </c:pt>
                <c:pt idx="5713">
                  <c:v>0</c:v>
                </c:pt>
                <c:pt idx="5714">
                  <c:v>0</c:v>
                </c:pt>
                <c:pt idx="5715">
                  <c:v>0</c:v>
                </c:pt>
                <c:pt idx="5716">
                  <c:v>0</c:v>
                </c:pt>
                <c:pt idx="5717">
                  <c:v>0</c:v>
                </c:pt>
                <c:pt idx="5718">
                  <c:v>0</c:v>
                </c:pt>
                <c:pt idx="5719">
                  <c:v>252.309</c:v>
                </c:pt>
                <c:pt idx="5720">
                  <c:v>252.309</c:v>
                </c:pt>
                <c:pt idx="5721">
                  <c:v>252.309</c:v>
                </c:pt>
                <c:pt idx="5722">
                  <c:v>259.30399999999997</c:v>
                </c:pt>
                <c:pt idx="5723">
                  <c:v>275.66199999999998</c:v>
                </c:pt>
                <c:pt idx="5724">
                  <c:v>252.309</c:v>
                </c:pt>
                <c:pt idx="5725">
                  <c:v>252.309</c:v>
                </c:pt>
                <c:pt idx="5726">
                  <c:v>252.309</c:v>
                </c:pt>
                <c:pt idx="5727">
                  <c:v>252.309</c:v>
                </c:pt>
                <c:pt idx="5728">
                  <c:v>252.309</c:v>
                </c:pt>
                <c:pt idx="5729">
                  <c:v>252.309</c:v>
                </c:pt>
                <c:pt idx="5730">
                  <c:v>252.309</c:v>
                </c:pt>
                <c:pt idx="5731">
                  <c:v>252.309</c:v>
                </c:pt>
                <c:pt idx="5732">
                  <c:v>252.309</c:v>
                </c:pt>
                <c:pt idx="5733">
                  <c:v>0</c:v>
                </c:pt>
                <c:pt idx="5734">
                  <c:v>0</c:v>
                </c:pt>
                <c:pt idx="5735">
                  <c:v>0</c:v>
                </c:pt>
                <c:pt idx="5736">
                  <c:v>0</c:v>
                </c:pt>
                <c:pt idx="5737">
                  <c:v>0</c:v>
                </c:pt>
                <c:pt idx="5738">
                  <c:v>0</c:v>
                </c:pt>
                <c:pt idx="5739">
                  <c:v>0</c:v>
                </c:pt>
                <c:pt idx="5740">
                  <c:v>0</c:v>
                </c:pt>
                <c:pt idx="5741">
                  <c:v>0</c:v>
                </c:pt>
                <c:pt idx="5742">
                  <c:v>0</c:v>
                </c:pt>
                <c:pt idx="5743">
                  <c:v>252.309</c:v>
                </c:pt>
                <c:pt idx="5744">
                  <c:v>252.309</c:v>
                </c:pt>
                <c:pt idx="5745">
                  <c:v>252.309</c:v>
                </c:pt>
                <c:pt idx="5746">
                  <c:v>252.309</c:v>
                </c:pt>
                <c:pt idx="5747">
                  <c:v>252.309</c:v>
                </c:pt>
                <c:pt idx="5748">
                  <c:v>279.74400000000003</c:v>
                </c:pt>
                <c:pt idx="5749">
                  <c:v>252.309</c:v>
                </c:pt>
                <c:pt idx="5750">
                  <c:v>252.309</c:v>
                </c:pt>
                <c:pt idx="5751">
                  <c:v>252.309</c:v>
                </c:pt>
                <c:pt idx="5752">
                  <c:v>252.309</c:v>
                </c:pt>
                <c:pt idx="5753">
                  <c:v>252.309</c:v>
                </c:pt>
                <c:pt idx="5754">
                  <c:v>252.309</c:v>
                </c:pt>
                <c:pt idx="5755">
                  <c:v>252.309</c:v>
                </c:pt>
                <c:pt idx="5756">
                  <c:v>252.309</c:v>
                </c:pt>
                <c:pt idx="5757">
                  <c:v>0</c:v>
                </c:pt>
                <c:pt idx="5758">
                  <c:v>0</c:v>
                </c:pt>
                <c:pt idx="5759">
                  <c:v>0</c:v>
                </c:pt>
                <c:pt idx="5760">
                  <c:v>0</c:v>
                </c:pt>
                <c:pt idx="5761">
                  <c:v>0</c:v>
                </c:pt>
                <c:pt idx="5762">
                  <c:v>0</c:v>
                </c:pt>
                <c:pt idx="5763">
                  <c:v>0</c:v>
                </c:pt>
                <c:pt idx="5764">
                  <c:v>0</c:v>
                </c:pt>
                <c:pt idx="5765">
                  <c:v>0</c:v>
                </c:pt>
                <c:pt idx="5766">
                  <c:v>0</c:v>
                </c:pt>
                <c:pt idx="5767">
                  <c:v>252.309</c:v>
                </c:pt>
                <c:pt idx="5768">
                  <c:v>252.309</c:v>
                </c:pt>
                <c:pt idx="5769">
                  <c:v>252.309</c:v>
                </c:pt>
                <c:pt idx="5770">
                  <c:v>252.309</c:v>
                </c:pt>
                <c:pt idx="5771">
                  <c:v>303.27600000000001</c:v>
                </c:pt>
                <c:pt idx="5772">
                  <c:v>294.87200000000001</c:v>
                </c:pt>
                <c:pt idx="5773">
                  <c:v>265.83</c:v>
                </c:pt>
                <c:pt idx="5774">
                  <c:v>252.309</c:v>
                </c:pt>
                <c:pt idx="5775">
                  <c:v>295.21300000000002</c:v>
                </c:pt>
                <c:pt idx="5776">
                  <c:v>264.91000000000003</c:v>
                </c:pt>
                <c:pt idx="5777">
                  <c:v>252.309</c:v>
                </c:pt>
                <c:pt idx="5778">
                  <c:v>252.309</c:v>
                </c:pt>
                <c:pt idx="5779">
                  <c:v>252.309</c:v>
                </c:pt>
                <c:pt idx="5780">
                  <c:v>252.309</c:v>
                </c:pt>
                <c:pt idx="5781">
                  <c:v>0</c:v>
                </c:pt>
                <c:pt idx="5782">
                  <c:v>0</c:v>
                </c:pt>
                <c:pt idx="5783">
                  <c:v>0</c:v>
                </c:pt>
                <c:pt idx="5784">
                  <c:v>0</c:v>
                </c:pt>
                <c:pt idx="5785">
                  <c:v>0</c:v>
                </c:pt>
                <c:pt idx="5786">
                  <c:v>0</c:v>
                </c:pt>
                <c:pt idx="5787">
                  <c:v>0</c:v>
                </c:pt>
                <c:pt idx="5788">
                  <c:v>0</c:v>
                </c:pt>
                <c:pt idx="5789">
                  <c:v>0</c:v>
                </c:pt>
                <c:pt idx="5790">
                  <c:v>0</c:v>
                </c:pt>
                <c:pt idx="5791">
                  <c:v>252.309</c:v>
                </c:pt>
                <c:pt idx="5792">
                  <c:v>287.202</c:v>
                </c:pt>
                <c:pt idx="5793">
                  <c:v>264.24599999999998</c:v>
                </c:pt>
                <c:pt idx="5794">
                  <c:v>325.32799999999997</c:v>
                </c:pt>
                <c:pt idx="5795">
                  <c:v>316.97399999999999</c:v>
                </c:pt>
                <c:pt idx="5796">
                  <c:v>328.44799999999998</c:v>
                </c:pt>
                <c:pt idx="5797">
                  <c:v>307.346</c:v>
                </c:pt>
                <c:pt idx="5798">
                  <c:v>289.60500000000002</c:v>
                </c:pt>
                <c:pt idx="5799">
                  <c:v>293.16899999999998</c:v>
                </c:pt>
                <c:pt idx="5800">
                  <c:v>265.16300000000001</c:v>
                </c:pt>
                <c:pt idx="5801">
                  <c:v>252.309</c:v>
                </c:pt>
                <c:pt idx="5802">
                  <c:v>252.309</c:v>
                </c:pt>
                <c:pt idx="5803">
                  <c:v>252.309</c:v>
                </c:pt>
                <c:pt idx="5804">
                  <c:v>252.309</c:v>
                </c:pt>
                <c:pt idx="5805">
                  <c:v>0</c:v>
                </c:pt>
                <c:pt idx="5806">
                  <c:v>0</c:v>
                </c:pt>
                <c:pt idx="5807">
                  <c:v>0</c:v>
                </c:pt>
                <c:pt idx="5808">
                  <c:v>0</c:v>
                </c:pt>
                <c:pt idx="5809">
                  <c:v>0</c:v>
                </c:pt>
                <c:pt idx="5810">
                  <c:v>0</c:v>
                </c:pt>
                <c:pt idx="5811">
                  <c:v>0</c:v>
                </c:pt>
                <c:pt idx="5812">
                  <c:v>0</c:v>
                </c:pt>
                <c:pt idx="5813">
                  <c:v>0</c:v>
                </c:pt>
                <c:pt idx="5814">
                  <c:v>0</c:v>
                </c:pt>
                <c:pt idx="5815">
                  <c:v>252.309</c:v>
                </c:pt>
                <c:pt idx="5816">
                  <c:v>252.309</c:v>
                </c:pt>
                <c:pt idx="5817">
                  <c:v>252.309</c:v>
                </c:pt>
                <c:pt idx="5818">
                  <c:v>286.67</c:v>
                </c:pt>
                <c:pt idx="5819">
                  <c:v>296.15800000000002</c:v>
                </c:pt>
                <c:pt idx="5820">
                  <c:v>300.62799999999999</c:v>
                </c:pt>
                <c:pt idx="5821">
                  <c:v>282.09300000000002</c:v>
                </c:pt>
                <c:pt idx="5822">
                  <c:v>252.309</c:v>
                </c:pt>
                <c:pt idx="5823">
                  <c:v>295.82100000000003</c:v>
                </c:pt>
                <c:pt idx="5824">
                  <c:v>277.43</c:v>
                </c:pt>
                <c:pt idx="5825">
                  <c:v>252.309</c:v>
                </c:pt>
                <c:pt idx="5826">
                  <c:v>252.309</c:v>
                </c:pt>
                <c:pt idx="5827">
                  <c:v>252.309</c:v>
                </c:pt>
                <c:pt idx="5828">
                  <c:v>252.309</c:v>
                </c:pt>
                <c:pt idx="5829">
                  <c:v>0</c:v>
                </c:pt>
                <c:pt idx="5830">
                  <c:v>0</c:v>
                </c:pt>
                <c:pt idx="5831">
                  <c:v>0</c:v>
                </c:pt>
                <c:pt idx="5832">
                  <c:v>0</c:v>
                </c:pt>
                <c:pt idx="5833">
                  <c:v>0</c:v>
                </c:pt>
                <c:pt idx="5834">
                  <c:v>0</c:v>
                </c:pt>
                <c:pt idx="5835">
                  <c:v>0</c:v>
                </c:pt>
                <c:pt idx="5836">
                  <c:v>0</c:v>
                </c:pt>
                <c:pt idx="5837">
                  <c:v>0</c:v>
                </c:pt>
                <c:pt idx="5838">
                  <c:v>0</c:v>
                </c:pt>
                <c:pt idx="5839">
                  <c:v>252.309</c:v>
                </c:pt>
                <c:pt idx="5840">
                  <c:v>252.309</c:v>
                </c:pt>
                <c:pt idx="5841">
                  <c:v>258.65199999999999</c:v>
                </c:pt>
                <c:pt idx="5842">
                  <c:v>380.75700000000001</c:v>
                </c:pt>
                <c:pt idx="5843">
                  <c:v>337.81</c:v>
                </c:pt>
                <c:pt idx="5844">
                  <c:v>356.86399999999998</c:v>
                </c:pt>
                <c:pt idx="5845">
                  <c:v>305.96800000000002</c:v>
                </c:pt>
                <c:pt idx="5846">
                  <c:v>299.26600000000002</c:v>
                </c:pt>
                <c:pt idx="5847">
                  <c:v>291.55399999999997</c:v>
                </c:pt>
                <c:pt idx="5848">
                  <c:v>256.726</c:v>
                </c:pt>
                <c:pt idx="5849">
                  <c:v>252.309</c:v>
                </c:pt>
                <c:pt idx="5850">
                  <c:v>252.309</c:v>
                </c:pt>
                <c:pt idx="5851">
                  <c:v>252.309</c:v>
                </c:pt>
                <c:pt idx="5852">
                  <c:v>252.309</c:v>
                </c:pt>
                <c:pt idx="5853">
                  <c:v>0</c:v>
                </c:pt>
                <c:pt idx="5854">
                  <c:v>0</c:v>
                </c:pt>
                <c:pt idx="5855">
                  <c:v>0</c:v>
                </c:pt>
                <c:pt idx="5856">
                  <c:v>0</c:v>
                </c:pt>
                <c:pt idx="5857">
                  <c:v>0</c:v>
                </c:pt>
                <c:pt idx="5858">
                  <c:v>0</c:v>
                </c:pt>
                <c:pt idx="5859">
                  <c:v>0</c:v>
                </c:pt>
                <c:pt idx="5860">
                  <c:v>0</c:v>
                </c:pt>
                <c:pt idx="5861">
                  <c:v>0</c:v>
                </c:pt>
                <c:pt idx="5862">
                  <c:v>0</c:v>
                </c:pt>
                <c:pt idx="5863">
                  <c:v>252.309</c:v>
                </c:pt>
                <c:pt idx="5864">
                  <c:v>252.309</c:v>
                </c:pt>
                <c:pt idx="5865">
                  <c:v>252.309</c:v>
                </c:pt>
                <c:pt idx="5866">
                  <c:v>295.41399999999999</c:v>
                </c:pt>
                <c:pt idx="5867">
                  <c:v>283.46300000000002</c:v>
                </c:pt>
                <c:pt idx="5868">
                  <c:v>303.96899999999999</c:v>
                </c:pt>
                <c:pt idx="5869">
                  <c:v>252.309</c:v>
                </c:pt>
                <c:pt idx="5870">
                  <c:v>274.54599999999999</c:v>
                </c:pt>
                <c:pt idx="5871">
                  <c:v>268.56799999999998</c:v>
                </c:pt>
                <c:pt idx="5872">
                  <c:v>252.309</c:v>
                </c:pt>
                <c:pt idx="5873">
                  <c:v>252.309</c:v>
                </c:pt>
                <c:pt idx="5874">
                  <c:v>252.309</c:v>
                </c:pt>
                <c:pt idx="5875">
                  <c:v>252.309</c:v>
                </c:pt>
                <c:pt idx="5876">
                  <c:v>252.309</c:v>
                </c:pt>
                <c:pt idx="5877">
                  <c:v>0</c:v>
                </c:pt>
                <c:pt idx="5878">
                  <c:v>0</c:v>
                </c:pt>
                <c:pt idx="5879">
                  <c:v>0</c:v>
                </c:pt>
                <c:pt idx="5880">
                  <c:v>0</c:v>
                </c:pt>
                <c:pt idx="5881">
                  <c:v>0</c:v>
                </c:pt>
                <c:pt idx="5882">
                  <c:v>0</c:v>
                </c:pt>
                <c:pt idx="5883">
                  <c:v>0</c:v>
                </c:pt>
                <c:pt idx="5884">
                  <c:v>0</c:v>
                </c:pt>
                <c:pt idx="5885">
                  <c:v>0</c:v>
                </c:pt>
                <c:pt idx="5886">
                  <c:v>0</c:v>
                </c:pt>
                <c:pt idx="5887">
                  <c:v>252.309</c:v>
                </c:pt>
                <c:pt idx="5888">
                  <c:v>252.309</c:v>
                </c:pt>
                <c:pt idx="5889">
                  <c:v>252.309</c:v>
                </c:pt>
                <c:pt idx="5890">
                  <c:v>252.309</c:v>
                </c:pt>
                <c:pt idx="5891">
                  <c:v>256.21300000000002</c:v>
                </c:pt>
                <c:pt idx="5892">
                  <c:v>278.39499999999998</c:v>
                </c:pt>
                <c:pt idx="5893">
                  <c:v>252.309</c:v>
                </c:pt>
                <c:pt idx="5894">
                  <c:v>252.309</c:v>
                </c:pt>
                <c:pt idx="5895">
                  <c:v>252.309</c:v>
                </c:pt>
                <c:pt idx="5896">
                  <c:v>252.309</c:v>
                </c:pt>
                <c:pt idx="5897">
                  <c:v>252.309</c:v>
                </c:pt>
                <c:pt idx="5898">
                  <c:v>252.309</c:v>
                </c:pt>
                <c:pt idx="5899">
                  <c:v>252.309</c:v>
                </c:pt>
                <c:pt idx="5900">
                  <c:v>252.309</c:v>
                </c:pt>
                <c:pt idx="5901">
                  <c:v>0</c:v>
                </c:pt>
                <c:pt idx="5902">
                  <c:v>0</c:v>
                </c:pt>
                <c:pt idx="5903">
                  <c:v>0</c:v>
                </c:pt>
                <c:pt idx="5904">
                  <c:v>0</c:v>
                </c:pt>
                <c:pt idx="5905">
                  <c:v>0</c:v>
                </c:pt>
                <c:pt idx="5906">
                  <c:v>0</c:v>
                </c:pt>
                <c:pt idx="5907">
                  <c:v>0</c:v>
                </c:pt>
                <c:pt idx="5908">
                  <c:v>0</c:v>
                </c:pt>
                <c:pt idx="5909">
                  <c:v>0</c:v>
                </c:pt>
                <c:pt idx="5910">
                  <c:v>0</c:v>
                </c:pt>
                <c:pt idx="5911">
                  <c:v>252.309</c:v>
                </c:pt>
                <c:pt idx="5912">
                  <c:v>252.309</c:v>
                </c:pt>
                <c:pt idx="5913">
                  <c:v>252.309</c:v>
                </c:pt>
                <c:pt idx="5914">
                  <c:v>252.309</c:v>
                </c:pt>
                <c:pt idx="5915">
                  <c:v>263.012</c:v>
                </c:pt>
                <c:pt idx="5916">
                  <c:v>283.61200000000002</c:v>
                </c:pt>
                <c:pt idx="5917">
                  <c:v>252.309</c:v>
                </c:pt>
                <c:pt idx="5918">
                  <c:v>252.309</c:v>
                </c:pt>
                <c:pt idx="5919">
                  <c:v>252.309</c:v>
                </c:pt>
                <c:pt idx="5920">
                  <c:v>252.309</c:v>
                </c:pt>
                <c:pt idx="5921">
                  <c:v>252.309</c:v>
                </c:pt>
                <c:pt idx="5922">
                  <c:v>252.309</c:v>
                </c:pt>
                <c:pt idx="5923">
                  <c:v>252.309</c:v>
                </c:pt>
                <c:pt idx="5924">
                  <c:v>252.309</c:v>
                </c:pt>
                <c:pt idx="5925">
                  <c:v>0</c:v>
                </c:pt>
                <c:pt idx="5926">
                  <c:v>0</c:v>
                </c:pt>
                <c:pt idx="5927">
                  <c:v>0</c:v>
                </c:pt>
                <c:pt idx="5928">
                  <c:v>0</c:v>
                </c:pt>
                <c:pt idx="5929">
                  <c:v>0</c:v>
                </c:pt>
                <c:pt idx="5930">
                  <c:v>0</c:v>
                </c:pt>
                <c:pt idx="5931">
                  <c:v>0</c:v>
                </c:pt>
                <c:pt idx="5932">
                  <c:v>0</c:v>
                </c:pt>
                <c:pt idx="5933">
                  <c:v>0</c:v>
                </c:pt>
                <c:pt idx="5934">
                  <c:v>0</c:v>
                </c:pt>
                <c:pt idx="5935">
                  <c:v>252.309</c:v>
                </c:pt>
                <c:pt idx="5936">
                  <c:v>252.309</c:v>
                </c:pt>
                <c:pt idx="5937">
                  <c:v>252.309</c:v>
                </c:pt>
                <c:pt idx="5938">
                  <c:v>313.96199999999999</c:v>
                </c:pt>
                <c:pt idx="5939">
                  <c:v>284.96199999999999</c:v>
                </c:pt>
                <c:pt idx="5940">
                  <c:v>334.18099999999998</c:v>
                </c:pt>
                <c:pt idx="5941">
                  <c:v>302.221</c:v>
                </c:pt>
                <c:pt idx="5942">
                  <c:v>259.46199999999999</c:v>
                </c:pt>
                <c:pt idx="5943">
                  <c:v>296.214</c:v>
                </c:pt>
                <c:pt idx="5944">
                  <c:v>286.83499999999998</c:v>
                </c:pt>
                <c:pt idx="5945">
                  <c:v>252.309</c:v>
                </c:pt>
                <c:pt idx="5946">
                  <c:v>252.309</c:v>
                </c:pt>
                <c:pt idx="5947">
                  <c:v>252.309</c:v>
                </c:pt>
                <c:pt idx="5948">
                  <c:v>252.309</c:v>
                </c:pt>
                <c:pt idx="5949">
                  <c:v>0</c:v>
                </c:pt>
                <c:pt idx="5950">
                  <c:v>0</c:v>
                </c:pt>
                <c:pt idx="5951">
                  <c:v>0</c:v>
                </c:pt>
                <c:pt idx="5952">
                  <c:v>0</c:v>
                </c:pt>
                <c:pt idx="5953">
                  <c:v>0</c:v>
                </c:pt>
                <c:pt idx="5954">
                  <c:v>0</c:v>
                </c:pt>
                <c:pt idx="5955">
                  <c:v>0</c:v>
                </c:pt>
                <c:pt idx="5956">
                  <c:v>0</c:v>
                </c:pt>
                <c:pt idx="5957">
                  <c:v>0</c:v>
                </c:pt>
                <c:pt idx="5958">
                  <c:v>0</c:v>
                </c:pt>
                <c:pt idx="5959">
                  <c:v>252.309</c:v>
                </c:pt>
                <c:pt idx="5960">
                  <c:v>261.851</c:v>
                </c:pt>
                <c:pt idx="5961">
                  <c:v>336.34300000000002</c:v>
                </c:pt>
                <c:pt idx="5962">
                  <c:v>376.52300000000002</c:v>
                </c:pt>
                <c:pt idx="5963">
                  <c:v>383.73899999999998</c:v>
                </c:pt>
                <c:pt idx="5964">
                  <c:v>422.34300000000002</c:v>
                </c:pt>
                <c:pt idx="5965">
                  <c:v>364.274</c:v>
                </c:pt>
                <c:pt idx="5966">
                  <c:v>367.49400000000003</c:v>
                </c:pt>
                <c:pt idx="5967">
                  <c:v>435.21499999999997</c:v>
                </c:pt>
                <c:pt idx="5968">
                  <c:v>414.41</c:v>
                </c:pt>
                <c:pt idx="5969">
                  <c:v>319.55900000000003</c:v>
                </c:pt>
                <c:pt idx="5970">
                  <c:v>267.90199999999999</c:v>
                </c:pt>
                <c:pt idx="5971">
                  <c:v>253.19499999999999</c:v>
                </c:pt>
                <c:pt idx="5972">
                  <c:v>252.309</c:v>
                </c:pt>
                <c:pt idx="5973">
                  <c:v>0</c:v>
                </c:pt>
                <c:pt idx="5974">
                  <c:v>0</c:v>
                </c:pt>
                <c:pt idx="5975">
                  <c:v>0</c:v>
                </c:pt>
                <c:pt idx="5976">
                  <c:v>0</c:v>
                </c:pt>
                <c:pt idx="5977">
                  <c:v>0</c:v>
                </c:pt>
                <c:pt idx="5978">
                  <c:v>0</c:v>
                </c:pt>
                <c:pt idx="5979">
                  <c:v>0</c:v>
                </c:pt>
                <c:pt idx="5980">
                  <c:v>0</c:v>
                </c:pt>
                <c:pt idx="5981">
                  <c:v>0</c:v>
                </c:pt>
                <c:pt idx="5982">
                  <c:v>0</c:v>
                </c:pt>
                <c:pt idx="5983">
                  <c:v>252.309</c:v>
                </c:pt>
                <c:pt idx="5984">
                  <c:v>325.33999999999997</c:v>
                </c:pt>
                <c:pt idx="5985">
                  <c:v>347.37799999999999</c:v>
                </c:pt>
                <c:pt idx="5986">
                  <c:v>399.298</c:v>
                </c:pt>
                <c:pt idx="5987">
                  <c:v>400.43599999999998</c:v>
                </c:pt>
                <c:pt idx="5988">
                  <c:v>409.45499999999998</c:v>
                </c:pt>
                <c:pt idx="5989">
                  <c:v>372.86</c:v>
                </c:pt>
                <c:pt idx="5990">
                  <c:v>344.36500000000001</c:v>
                </c:pt>
                <c:pt idx="5991">
                  <c:v>424.83600000000001</c:v>
                </c:pt>
                <c:pt idx="5992">
                  <c:v>409.93700000000001</c:v>
                </c:pt>
                <c:pt idx="5993">
                  <c:v>354.59800000000001</c:v>
                </c:pt>
                <c:pt idx="5994">
                  <c:v>319.31</c:v>
                </c:pt>
                <c:pt idx="5995">
                  <c:v>269.99099999999999</c:v>
                </c:pt>
                <c:pt idx="5996">
                  <c:v>252.309</c:v>
                </c:pt>
                <c:pt idx="5997">
                  <c:v>0</c:v>
                </c:pt>
                <c:pt idx="5998">
                  <c:v>0</c:v>
                </c:pt>
                <c:pt idx="5999">
                  <c:v>0</c:v>
                </c:pt>
                <c:pt idx="6000">
                  <c:v>0</c:v>
                </c:pt>
                <c:pt idx="6001">
                  <c:v>0</c:v>
                </c:pt>
                <c:pt idx="6002">
                  <c:v>0</c:v>
                </c:pt>
                <c:pt idx="6003">
                  <c:v>0</c:v>
                </c:pt>
                <c:pt idx="6004">
                  <c:v>0</c:v>
                </c:pt>
                <c:pt idx="6005">
                  <c:v>0</c:v>
                </c:pt>
                <c:pt idx="6006">
                  <c:v>0</c:v>
                </c:pt>
                <c:pt idx="6007">
                  <c:v>252.309</c:v>
                </c:pt>
                <c:pt idx="6008">
                  <c:v>253.39699999999999</c:v>
                </c:pt>
                <c:pt idx="6009">
                  <c:v>338.88900000000001</c:v>
                </c:pt>
                <c:pt idx="6010">
                  <c:v>421.27100000000002</c:v>
                </c:pt>
                <c:pt idx="6011">
                  <c:v>377.40199999999999</c:v>
                </c:pt>
                <c:pt idx="6012">
                  <c:v>372.39</c:v>
                </c:pt>
                <c:pt idx="6013">
                  <c:v>294.91500000000002</c:v>
                </c:pt>
                <c:pt idx="6014">
                  <c:v>368.637</c:v>
                </c:pt>
                <c:pt idx="6015">
                  <c:v>382.83</c:v>
                </c:pt>
                <c:pt idx="6016">
                  <c:v>390.178</c:v>
                </c:pt>
                <c:pt idx="6017">
                  <c:v>296.53199999999998</c:v>
                </c:pt>
                <c:pt idx="6018">
                  <c:v>252.309</c:v>
                </c:pt>
                <c:pt idx="6019">
                  <c:v>252.309</c:v>
                </c:pt>
                <c:pt idx="6020">
                  <c:v>252.309</c:v>
                </c:pt>
                <c:pt idx="6021">
                  <c:v>0</c:v>
                </c:pt>
                <c:pt idx="6022">
                  <c:v>0</c:v>
                </c:pt>
                <c:pt idx="6023">
                  <c:v>0</c:v>
                </c:pt>
                <c:pt idx="6024">
                  <c:v>0</c:v>
                </c:pt>
                <c:pt idx="6025">
                  <c:v>0</c:v>
                </c:pt>
                <c:pt idx="6026">
                  <c:v>0</c:v>
                </c:pt>
                <c:pt idx="6027">
                  <c:v>0</c:v>
                </c:pt>
                <c:pt idx="6028">
                  <c:v>0</c:v>
                </c:pt>
                <c:pt idx="6029">
                  <c:v>0</c:v>
                </c:pt>
                <c:pt idx="6030">
                  <c:v>0</c:v>
                </c:pt>
                <c:pt idx="6031">
                  <c:v>252.309</c:v>
                </c:pt>
                <c:pt idx="6032">
                  <c:v>252.309</c:v>
                </c:pt>
                <c:pt idx="6033">
                  <c:v>252.309</c:v>
                </c:pt>
                <c:pt idx="6034">
                  <c:v>308.20499999999998</c:v>
                </c:pt>
                <c:pt idx="6035">
                  <c:v>307.387</c:v>
                </c:pt>
                <c:pt idx="6036">
                  <c:v>354.86700000000002</c:v>
                </c:pt>
                <c:pt idx="6037">
                  <c:v>272.02999999999997</c:v>
                </c:pt>
                <c:pt idx="6038">
                  <c:v>274.49299999999999</c:v>
                </c:pt>
                <c:pt idx="6039">
                  <c:v>308.89499999999998</c:v>
                </c:pt>
                <c:pt idx="6040">
                  <c:v>280.94</c:v>
                </c:pt>
                <c:pt idx="6041">
                  <c:v>252.309</c:v>
                </c:pt>
                <c:pt idx="6042">
                  <c:v>252.309</c:v>
                </c:pt>
                <c:pt idx="6043">
                  <c:v>252.309</c:v>
                </c:pt>
                <c:pt idx="6044">
                  <c:v>252.309</c:v>
                </c:pt>
                <c:pt idx="6045">
                  <c:v>0</c:v>
                </c:pt>
                <c:pt idx="6046">
                  <c:v>0</c:v>
                </c:pt>
                <c:pt idx="6047">
                  <c:v>0</c:v>
                </c:pt>
                <c:pt idx="6048">
                  <c:v>0</c:v>
                </c:pt>
                <c:pt idx="6049">
                  <c:v>0</c:v>
                </c:pt>
                <c:pt idx="6050">
                  <c:v>0</c:v>
                </c:pt>
                <c:pt idx="6051">
                  <c:v>0</c:v>
                </c:pt>
                <c:pt idx="6052">
                  <c:v>0</c:v>
                </c:pt>
                <c:pt idx="6053">
                  <c:v>0</c:v>
                </c:pt>
                <c:pt idx="6054">
                  <c:v>0</c:v>
                </c:pt>
                <c:pt idx="6055">
                  <c:v>252.309</c:v>
                </c:pt>
                <c:pt idx="6056">
                  <c:v>252.309</c:v>
                </c:pt>
                <c:pt idx="6057">
                  <c:v>252.309</c:v>
                </c:pt>
                <c:pt idx="6058">
                  <c:v>299.48</c:v>
                </c:pt>
                <c:pt idx="6059">
                  <c:v>252.309</c:v>
                </c:pt>
                <c:pt idx="6060">
                  <c:v>281.93400000000003</c:v>
                </c:pt>
                <c:pt idx="6061">
                  <c:v>252.309</c:v>
                </c:pt>
                <c:pt idx="6062">
                  <c:v>252.309</c:v>
                </c:pt>
                <c:pt idx="6063">
                  <c:v>252.309</c:v>
                </c:pt>
                <c:pt idx="6064">
                  <c:v>252.309</c:v>
                </c:pt>
                <c:pt idx="6065">
                  <c:v>252.309</c:v>
                </c:pt>
                <c:pt idx="6066">
                  <c:v>252.309</c:v>
                </c:pt>
                <c:pt idx="6067">
                  <c:v>252.309</c:v>
                </c:pt>
                <c:pt idx="6068">
                  <c:v>252.309</c:v>
                </c:pt>
                <c:pt idx="6069">
                  <c:v>0</c:v>
                </c:pt>
                <c:pt idx="6070">
                  <c:v>0</c:v>
                </c:pt>
                <c:pt idx="6071">
                  <c:v>0</c:v>
                </c:pt>
                <c:pt idx="6072">
                  <c:v>0</c:v>
                </c:pt>
                <c:pt idx="6073">
                  <c:v>0</c:v>
                </c:pt>
                <c:pt idx="6074">
                  <c:v>0</c:v>
                </c:pt>
                <c:pt idx="6075">
                  <c:v>0</c:v>
                </c:pt>
                <c:pt idx="6076">
                  <c:v>0</c:v>
                </c:pt>
                <c:pt idx="6077">
                  <c:v>0</c:v>
                </c:pt>
                <c:pt idx="6078">
                  <c:v>0</c:v>
                </c:pt>
                <c:pt idx="6079">
                  <c:v>252.309</c:v>
                </c:pt>
                <c:pt idx="6080">
                  <c:v>252.309</c:v>
                </c:pt>
                <c:pt idx="6081">
                  <c:v>252.309</c:v>
                </c:pt>
                <c:pt idx="6082">
                  <c:v>290.23399999999998</c:v>
                </c:pt>
                <c:pt idx="6083">
                  <c:v>256.18799999999999</c:v>
                </c:pt>
                <c:pt idx="6084">
                  <c:v>317.553</c:v>
                </c:pt>
                <c:pt idx="6085">
                  <c:v>269.66500000000002</c:v>
                </c:pt>
                <c:pt idx="6086">
                  <c:v>252.309</c:v>
                </c:pt>
                <c:pt idx="6087">
                  <c:v>276.41899999999998</c:v>
                </c:pt>
                <c:pt idx="6088">
                  <c:v>252.309</c:v>
                </c:pt>
                <c:pt idx="6089">
                  <c:v>252.309</c:v>
                </c:pt>
                <c:pt idx="6090">
                  <c:v>252.309</c:v>
                </c:pt>
                <c:pt idx="6091">
                  <c:v>252.309</c:v>
                </c:pt>
                <c:pt idx="6092">
                  <c:v>252.309</c:v>
                </c:pt>
                <c:pt idx="6093">
                  <c:v>0</c:v>
                </c:pt>
                <c:pt idx="6094">
                  <c:v>0</c:v>
                </c:pt>
                <c:pt idx="6095">
                  <c:v>0</c:v>
                </c:pt>
                <c:pt idx="6096">
                  <c:v>0</c:v>
                </c:pt>
                <c:pt idx="6097">
                  <c:v>0</c:v>
                </c:pt>
                <c:pt idx="6098">
                  <c:v>0</c:v>
                </c:pt>
                <c:pt idx="6099">
                  <c:v>0</c:v>
                </c:pt>
                <c:pt idx="6100">
                  <c:v>0</c:v>
                </c:pt>
                <c:pt idx="6101">
                  <c:v>0</c:v>
                </c:pt>
                <c:pt idx="6102">
                  <c:v>0</c:v>
                </c:pt>
                <c:pt idx="6103">
                  <c:v>252.309</c:v>
                </c:pt>
                <c:pt idx="6104">
                  <c:v>252.309</c:v>
                </c:pt>
                <c:pt idx="6105">
                  <c:v>252.309</c:v>
                </c:pt>
                <c:pt idx="6106">
                  <c:v>303.78500000000003</c:v>
                </c:pt>
                <c:pt idx="6107">
                  <c:v>322.67200000000003</c:v>
                </c:pt>
                <c:pt idx="6108">
                  <c:v>396.34699999999998</c:v>
                </c:pt>
                <c:pt idx="6109">
                  <c:v>319.06900000000002</c:v>
                </c:pt>
                <c:pt idx="6110">
                  <c:v>313.07299999999998</c:v>
                </c:pt>
                <c:pt idx="6111">
                  <c:v>379.702</c:v>
                </c:pt>
                <c:pt idx="6112">
                  <c:v>355.96800000000002</c:v>
                </c:pt>
                <c:pt idx="6113">
                  <c:v>268.05</c:v>
                </c:pt>
                <c:pt idx="6114">
                  <c:v>252.309</c:v>
                </c:pt>
                <c:pt idx="6115">
                  <c:v>252.309</c:v>
                </c:pt>
                <c:pt idx="6116">
                  <c:v>252.309</c:v>
                </c:pt>
                <c:pt idx="6117">
                  <c:v>0</c:v>
                </c:pt>
                <c:pt idx="6118">
                  <c:v>0</c:v>
                </c:pt>
                <c:pt idx="6119">
                  <c:v>0</c:v>
                </c:pt>
                <c:pt idx="6120">
                  <c:v>0</c:v>
                </c:pt>
                <c:pt idx="6121">
                  <c:v>0</c:v>
                </c:pt>
                <c:pt idx="6122">
                  <c:v>0</c:v>
                </c:pt>
                <c:pt idx="6123">
                  <c:v>0</c:v>
                </c:pt>
                <c:pt idx="6124">
                  <c:v>0</c:v>
                </c:pt>
                <c:pt idx="6125">
                  <c:v>0</c:v>
                </c:pt>
                <c:pt idx="6126">
                  <c:v>0</c:v>
                </c:pt>
                <c:pt idx="6127">
                  <c:v>252.309</c:v>
                </c:pt>
                <c:pt idx="6128">
                  <c:v>252.309</c:v>
                </c:pt>
                <c:pt idx="6129">
                  <c:v>252.309</c:v>
                </c:pt>
                <c:pt idx="6130">
                  <c:v>332.99</c:v>
                </c:pt>
                <c:pt idx="6131">
                  <c:v>326.899</c:v>
                </c:pt>
                <c:pt idx="6132">
                  <c:v>376.20100000000002</c:v>
                </c:pt>
                <c:pt idx="6133">
                  <c:v>305.28100000000001</c:v>
                </c:pt>
                <c:pt idx="6134">
                  <c:v>299.86799999999999</c:v>
                </c:pt>
                <c:pt idx="6135">
                  <c:v>300.036</c:v>
                </c:pt>
                <c:pt idx="6136">
                  <c:v>273.83699999999999</c:v>
                </c:pt>
                <c:pt idx="6137">
                  <c:v>252.309</c:v>
                </c:pt>
                <c:pt idx="6138">
                  <c:v>252.309</c:v>
                </c:pt>
                <c:pt idx="6139">
                  <c:v>252.309</c:v>
                </c:pt>
                <c:pt idx="6140">
                  <c:v>252.309</c:v>
                </c:pt>
                <c:pt idx="6141">
                  <c:v>0</c:v>
                </c:pt>
                <c:pt idx="6142">
                  <c:v>0</c:v>
                </c:pt>
                <c:pt idx="6143">
                  <c:v>0</c:v>
                </c:pt>
                <c:pt idx="6144">
                  <c:v>0</c:v>
                </c:pt>
                <c:pt idx="6145">
                  <c:v>0</c:v>
                </c:pt>
                <c:pt idx="6146">
                  <c:v>0</c:v>
                </c:pt>
                <c:pt idx="6147">
                  <c:v>0</c:v>
                </c:pt>
                <c:pt idx="6148">
                  <c:v>0</c:v>
                </c:pt>
                <c:pt idx="6149">
                  <c:v>0</c:v>
                </c:pt>
                <c:pt idx="6150">
                  <c:v>0</c:v>
                </c:pt>
                <c:pt idx="6151">
                  <c:v>252.309</c:v>
                </c:pt>
                <c:pt idx="6152">
                  <c:v>252.309</c:v>
                </c:pt>
                <c:pt idx="6153">
                  <c:v>252.309</c:v>
                </c:pt>
                <c:pt idx="6154">
                  <c:v>252.309</c:v>
                </c:pt>
                <c:pt idx="6155">
                  <c:v>252.309</c:v>
                </c:pt>
                <c:pt idx="6156">
                  <c:v>252.309</c:v>
                </c:pt>
                <c:pt idx="6157">
                  <c:v>252.309</c:v>
                </c:pt>
                <c:pt idx="6158">
                  <c:v>252.309</c:v>
                </c:pt>
                <c:pt idx="6159">
                  <c:v>252.309</c:v>
                </c:pt>
                <c:pt idx="6160">
                  <c:v>252.309</c:v>
                </c:pt>
                <c:pt idx="6161">
                  <c:v>252.309</c:v>
                </c:pt>
                <c:pt idx="6162">
                  <c:v>252.309</c:v>
                </c:pt>
                <c:pt idx="6163">
                  <c:v>252.309</c:v>
                </c:pt>
                <c:pt idx="6164">
                  <c:v>252.309</c:v>
                </c:pt>
                <c:pt idx="6165">
                  <c:v>0</c:v>
                </c:pt>
                <c:pt idx="6166">
                  <c:v>0</c:v>
                </c:pt>
                <c:pt idx="6167">
                  <c:v>0</c:v>
                </c:pt>
                <c:pt idx="6168">
                  <c:v>0</c:v>
                </c:pt>
                <c:pt idx="6169">
                  <c:v>0</c:v>
                </c:pt>
                <c:pt idx="6170">
                  <c:v>0</c:v>
                </c:pt>
                <c:pt idx="6171">
                  <c:v>0</c:v>
                </c:pt>
                <c:pt idx="6172">
                  <c:v>0</c:v>
                </c:pt>
                <c:pt idx="6173">
                  <c:v>0</c:v>
                </c:pt>
                <c:pt idx="6174">
                  <c:v>0</c:v>
                </c:pt>
                <c:pt idx="6175">
                  <c:v>252.309</c:v>
                </c:pt>
                <c:pt idx="6176">
                  <c:v>252.309</c:v>
                </c:pt>
                <c:pt idx="6177">
                  <c:v>252.309</c:v>
                </c:pt>
                <c:pt idx="6178">
                  <c:v>318.98500000000001</c:v>
                </c:pt>
                <c:pt idx="6179">
                  <c:v>268.53100000000001</c:v>
                </c:pt>
                <c:pt idx="6180">
                  <c:v>283.98899999999998</c:v>
                </c:pt>
                <c:pt idx="6181">
                  <c:v>252.309</c:v>
                </c:pt>
                <c:pt idx="6182">
                  <c:v>252.309</c:v>
                </c:pt>
                <c:pt idx="6183">
                  <c:v>252.309</c:v>
                </c:pt>
                <c:pt idx="6184">
                  <c:v>252.309</c:v>
                </c:pt>
                <c:pt idx="6185">
                  <c:v>252.309</c:v>
                </c:pt>
                <c:pt idx="6186">
                  <c:v>252.309</c:v>
                </c:pt>
                <c:pt idx="6187">
                  <c:v>252.309</c:v>
                </c:pt>
                <c:pt idx="6188">
                  <c:v>252.309</c:v>
                </c:pt>
                <c:pt idx="6189">
                  <c:v>0</c:v>
                </c:pt>
                <c:pt idx="6190">
                  <c:v>0</c:v>
                </c:pt>
                <c:pt idx="6191">
                  <c:v>0</c:v>
                </c:pt>
                <c:pt idx="6192">
                  <c:v>0</c:v>
                </c:pt>
                <c:pt idx="6193">
                  <c:v>0</c:v>
                </c:pt>
                <c:pt idx="6194">
                  <c:v>0</c:v>
                </c:pt>
                <c:pt idx="6195">
                  <c:v>0</c:v>
                </c:pt>
                <c:pt idx="6196">
                  <c:v>0</c:v>
                </c:pt>
                <c:pt idx="6197">
                  <c:v>0</c:v>
                </c:pt>
                <c:pt idx="6198">
                  <c:v>0</c:v>
                </c:pt>
                <c:pt idx="6199">
                  <c:v>252.309</c:v>
                </c:pt>
                <c:pt idx="6200">
                  <c:v>252.309</c:v>
                </c:pt>
                <c:pt idx="6201">
                  <c:v>252.309</c:v>
                </c:pt>
                <c:pt idx="6202">
                  <c:v>252.309</c:v>
                </c:pt>
                <c:pt idx="6203">
                  <c:v>252.309</c:v>
                </c:pt>
                <c:pt idx="6204">
                  <c:v>280.90899999999999</c:v>
                </c:pt>
                <c:pt idx="6205">
                  <c:v>252.309</c:v>
                </c:pt>
                <c:pt idx="6206">
                  <c:v>252.309</c:v>
                </c:pt>
                <c:pt idx="6207">
                  <c:v>262.12400000000002</c:v>
                </c:pt>
                <c:pt idx="6208">
                  <c:v>252.309</c:v>
                </c:pt>
                <c:pt idx="6209">
                  <c:v>252.309</c:v>
                </c:pt>
                <c:pt idx="6210">
                  <c:v>252.309</c:v>
                </c:pt>
                <c:pt idx="6211">
                  <c:v>252.309</c:v>
                </c:pt>
                <c:pt idx="6212">
                  <c:v>252.309</c:v>
                </c:pt>
                <c:pt idx="6213">
                  <c:v>0</c:v>
                </c:pt>
                <c:pt idx="6214">
                  <c:v>0</c:v>
                </c:pt>
                <c:pt idx="6215">
                  <c:v>0</c:v>
                </c:pt>
                <c:pt idx="6216">
                  <c:v>0</c:v>
                </c:pt>
                <c:pt idx="6217">
                  <c:v>0</c:v>
                </c:pt>
                <c:pt idx="6218">
                  <c:v>0</c:v>
                </c:pt>
                <c:pt idx="6219">
                  <c:v>0</c:v>
                </c:pt>
                <c:pt idx="6220">
                  <c:v>0</c:v>
                </c:pt>
                <c:pt idx="6221">
                  <c:v>0</c:v>
                </c:pt>
                <c:pt idx="6222">
                  <c:v>0</c:v>
                </c:pt>
                <c:pt idx="6223">
                  <c:v>252.309</c:v>
                </c:pt>
                <c:pt idx="6224">
                  <c:v>252.309</c:v>
                </c:pt>
                <c:pt idx="6225">
                  <c:v>252.309</c:v>
                </c:pt>
                <c:pt idx="6226">
                  <c:v>252.309</c:v>
                </c:pt>
                <c:pt idx="6227">
                  <c:v>252.309</c:v>
                </c:pt>
                <c:pt idx="6228">
                  <c:v>252.309</c:v>
                </c:pt>
                <c:pt idx="6229">
                  <c:v>252.309</c:v>
                </c:pt>
                <c:pt idx="6230">
                  <c:v>252.309</c:v>
                </c:pt>
                <c:pt idx="6231">
                  <c:v>261.08</c:v>
                </c:pt>
                <c:pt idx="6232">
                  <c:v>252.309</c:v>
                </c:pt>
                <c:pt idx="6233">
                  <c:v>252.309</c:v>
                </c:pt>
                <c:pt idx="6234">
                  <c:v>252.309</c:v>
                </c:pt>
                <c:pt idx="6235">
                  <c:v>252.309</c:v>
                </c:pt>
                <c:pt idx="6236">
                  <c:v>252.309</c:v>
                </c:pt>
                <c:pt idx="6237">
                  <c:v>0</c:v>
                </c:pt>
                <c:pt idx="6238">
                  <c:v>0</c:v>
                </c:pt>
                <c:pt idx="6239">
                  <c:v>0</c:v>
                </c:pt>
                <c:pt idx="6240">
                  <c:v>0</c:v>
                </c:pt>
                <c:pt idx="6241">
                  <c:v>0</c:v>
                </c:pt>
                <c:pt idx="6242">
                  <c:v>0</c:v>
                </c:pt>
                <c:pt idx="6243">
                  <c:v>0</c:v>
                </c:pt>
                <c:pt idx="6244">
                  <c:v>0</c:v>
                </c:pt>
                <c:pt idx="6245">
                  <c:v>0</c:v>
                </c:pt>
                <c:pt idx="6246">
                  <c:v>0</c:v>
                </c:pt>
                <c:pt idx="6247">
                  <c:v>252.309</c:v>
                </c:pt>
                <c:pt idx="6248">
                  <c:v>252.309</c:v>
                </c:pt>
                <c:pt idx="6249">
                  <c:v>252.309</c:v>
                </c:pt>
                <c:pt idx="6250">
                  <c:v>309.49700000000001</c:v>
                </c:pt>
                <c:pt idx="6251">
                  <c:v>294.12400000000002</c:v>
                </c:pt>
                <c:pt idx="6252">
                  <c:v>335.91699999999997</c:v>
                </c:pt>
                <c:pt idx="6253">
                  <c:v>277.70299999999997</c:v>
                </c:pt>
                <c:pt idx="6254">
                  <c:v>280.29700000000003</c:v>
                </c:pt>
                <c:pt idx="6255">
                  <c:v>272.35199999999998</c:v>
                </c:pt>
                <c:pt idx="6256">
                  <c:v>252.309</c:v>
                </c:pt>
                <c:pt idx="6257">
                  <c:v>252.309</c:v>
                </c:pt>
                <c:pt idx="6258">
                  <c:v>252.309</c:v>
                </c:pt>
                <c:pt idx="6259">
                  <c:v>252.309</c:v>
                </c:pt>
                <c:pt idx="6260">
                  <c:v>252.309</c:v>
                </c:pt>
                <c:pt idx="6261">
                  <c:v>0</c:v>
                </c:pt>
                <c:pt idx="6262">
                  <c:v>0</c:v>
                </c:pt>
                <c:pt idx="6263">
                  <c:v>0</c:v>
                </c:pt>
                <c:pt idx="6264">
                  <c:v>0</c:v>
                </c:pt>
                <c:pt idx="6265">
                  <c:v>0</c:v>
                </c:pt>
                <c:pt idx="6266">
                  <c:v>0</c:v>
                </c:pt>
                <c:pt idx="6267">
                  <c:v>0</c:v>
                </c:pt>
                <c:pt idx="6268">
                  <c:v>0</c:v>
                </c:pt>
                <c:pt idx="6269">
                  <c:v>0</c:v>
                </c:pt>
                <c:pt idx="6270">
                  <c:v>0</c:v>
                </c:pt>
                <c:pt idx="6271">
                  <c:v>252.309</c:v>
                </c:pt>
                <c:pt idx="6272">
                  <c:v>252.309</c:v>
                </c:pt>
                <c:pt idx="6273">
                  <c:v>252.309</c:v>
                </c:pt>
                <c:pt idx="6274">
                  <c:v>252.309</c:v>
                </c:pt>
                <c:pt idx="6275">
                  <c:v>269.77999999999997</c:v>
                </c:pt>
                <c:pt idx="6276">
                  <c:v>288.64499999999998</c:v>
                </c:pt>
                <c:pt idx="6277">
                  <c:v>252.309</c:v>
                </c:pt>
                <c:pt idx="6278">
                  <c:v>252.309</c:v>
                </c:pt>
                <c:pt idx="6279">
                  <c:v>252.309</c:v>
                </c:pt>
                <c:pt idx="6280">
                  <c:v>252.309</c:v>
                </c:pt>
                <c:pt idx="6281">
                  <c:v>252.309</c:v>
                </c:pt>
                <c:pt idx="6282">
                  <c:v>252.309</c:v>
                </c:pt>
                <c:pt idx="6283">
                  <c:v>252.309</c:v>
                </c:pt>
                <c:pt idx="6284">
                  <c:v>252.309</c:v>
                </c:pt>
                <c:pt idx="6285">
                  <c:v>0</c:v>
                </c:pt>
                <c:pt idx="6286">
                  <c:v>0</c:v>
                </c:pt>
                <c:pt idx="6287">
                  <c:v>0</c:v>
                </c:pt>
                <c:pt idx="6288">
                  <c:v>0</c:v>
                </c:pt>
                <c:pt idx="6289">
                  <c:v>0</c:v>
                </c:pt>
                <c:pt idx="6290">
                  <c:v>0</c:v>
                </c:pt>
                <c:pt idx="6291">
                  <c:v>0</c:v>
                </c:pt>
                <c:pt idx="6292">
                  <c:v>0</c:v>
                </c:pt>
                <c:pt idx="6293">
                  <c:v>0</c:v>
                </c:pt>
                <c:pt idx="6294">
                  <c:v>0</c:v>
                </c:pt>
                <c:pt idx="6295">
                  <c:v>252.309</c:v>
                </c:pt>
                <c:pt idx="6296">
                  <c:v>252.309</c:v>
                </c:pt>
                <c:pt idx="6297">
                  <c:v>252.309</c:v>
                </c:pt>
                <c:pt idx="6298">
                  <c:v>252.309</c:v>
                </c:pt>
                <c:pt idx="6299">
                  <c:v>263.18099999999998</c:v>
                </c:pt>
                <c:pt idx="6300">
                  <c:v>281.09500000000003</c:v>
                </c:pt>
                <c:pt idx="6301">
                  <c:v>252.309</c:v>
                </c:pt>
                <c:pt idx="6302">
                  <c:v>252.309</c:v>
                </c:pt>
                <c:pt idx="6303">
                  <c:v>252.309</c:v>
                </c:pt>
                <c:pt idx="6304">
                  <c:v>252.309</c:v>
                </c:pt>
                <c:pt idx="6305">
                  <c:v>252.309</c:v>
                </c:pt>
                <c:pt idx="6306">
                  <c:v>252.309</c:v>
                </c:pt>
                <c:pt idx="6307">
                  <c:v>252.309</c:v>
                </c:pt>
                <c:pt idx="6308">
                  <c:v>252.309</c:v>
                </c:pt>
                <c:pt idx="6309">
                  <c:v>0</c:v>
                </c:pt>
                <c:pt idx="6310">
                  <c:v>0</c:v>
                </c:pt>
                <c:pt idx="6311">
                  <c:v>0</c:v>
                </c:pt>
                <c:pt idx="6312">
                  <c:v>0</c:v>
                </c:pt>
                <c:pt idx="6313">
                  <c:v>0</c:v>
                </c:pt>
                <c:pt idx="6314">
                  <c:v>0</c:v>
                </c:pt>
                <c:pt idx="6315">
                  <c:v>0</c:v>
                </c:pt>
                <c:pt idx="6316">
                  <c:v>0</c:v>
                </c:pt>
                <c:pt idx="6317">
                  <c:v>0</c:v>
                </c:pt>
                <c:pt idx="6318">
                  <c:v>0</c:v>
                </c:pt>
                <c:pt idx="6319">
                  <c:v>252.309</c:v>
                </c:pt>
                <c:pt idx="6320">
                  <c:v>252.309</c:v>
                </c:pt>
                <c:pt idx="6321">
                  <c:v>252.309</c:v>
                </c:pt>
                <c:pt idx="6322">
                  <c:v>256.57100000000003</c:v>
                </c:pt>
                <c:pt idx="6323">
                  <c:v>252.309</c:v>
                </c:pt>
                <c:pt idx="6324">
                  <c:v>253.54300000000001</c:v>
                </c:pt>
                <c:pt idx="6325">
                  <c:v>252.309</c:v>
                </c:pt>
                <c:pt idx="6326">
                  <c:v>252.309</c:v>
                </c:pt>
                <c:pt idx="6327">
                  <c:v>252.309</c:v>
                </c:pt>
                <c:pt idx="6328">
                  <c:v>252.309</c:v>
                </c:pt>
                <c:pt idx="6329">
                  <c:v>252.309</c:v>
                </c:pt>
                <c:pt idx="6330">
                  <c:v>252.309</c:v>
                </c:pt>
                <c:pt idx="6331">
                  <c:v>252.309</c:v>
                </c:pt>
                <c:pt idx="6332">
                  <c:v>252.309</c:v>
                </c:pt>
                <c:pt idx="6333">
                  <c:v>0</c:v>
                </c:pt>
                <c:pt idx="6334">
                  <c:v>0</c:v>
                </c:pt>
                <c:pt idx="6335">
                  <c:v>0</c:v>
                </c:pt>
                <c:pt idx="6336">
                  <c:v>0</c:v>
                </c:pt>
                <c:pt idx="6337">
                  <c:v>0</c:v>
                </c:pt>
                <c:pt idx="6338">
                  <c:v>0</c:v>
                </c:pt>
                <c:pt idx="6339">
                  <c:v>0</c:v>
                </c:pt>
                <c:pt idx="6340">
                  <c:v>0</c:v>
                </c:pt>
                <c:pt idx="6341">
                  <c:v>0</c:v>
                </c:pt>
                <c:pt idx="6342">
                  <c:v>0</c:v>
                </c:pt>
                <c:pt idx="6343">
                  <c:v>252.309</c:v>
                </c:pt>
                <c:pt idx="6344">
                  <c:v>252.309</c:v>
                </c:pt>
                <c:pt idx="6345">
                  <c:v>252.309</c:v>
                </c:pt>
                <c:pt idx="6346">
                  <c:v>252.309</c:v>
                </c:pt>
                <c:pt idx="6347">
                  <c:v>252.309</c:v>
                </c:pt>
                <c:pt idx="6348">
                  <c:v>252.309</c:v>
                </c:pt>
                <c:pt idx="6349">
                  <c:v>252.309</c:v>
                </c:pt>
                <c:pt idx="6350">
                  <c:v>252.309</c:v>
                </c:pt>
                <c:pt idx="6351">
                  <c:v>252.309</c:v>
                </c:pt>
                <c:pt idx="6352">
                  <c:v>252.309</c:v>
                </c:pt>
                <c:pt idx="6353">
                  <c:v>252.309</c:v>
                </c:pt>
                <c:pt idx="6354">
                  <c:v>252.309</c:v>
                </c:pt>
                <c:pt idx="6355">
                  <c:v>252.309</c:v>
                </c:pt>
                <c:pt idx="6356">
                  <c:v>252.309</c:v>
                </c:pt>
                <c:pt idx="6357">
                  <c:v>0</c:v>
                </c:pt>
                <c:pt idx="6358">
                  <c:v>0</c:v>
                </c:pt>
                <c:pt idx="6359">
                  <c:v>0</c:v>
                </c:pt>
                <c:pt idx="6360">
                  <c:v>0</c:v>
                </c:pt>
                <c:pt idx="6361">
                  <c:v>0</c:v>
                </c:pt>
                <c:pt idx="6362">
                  <c:v>0</c:v>
                </c:pt>
                <c:pt idx="6363">
                  <c:v>0</c:v>
                </c:pt>
                <c:pt idx="6364">
                  <c:v>0</c:v>
                </c:pt>
                <c:pt idx="6365">
                  <c:v>0</c:v>
                </c:pt>
                <c:pt idx="6366">
                  <c:v>0</c:v>
                </c:pt>
                <c:pt idx="6367">
                  <c:v>252.309</c:v>
                </c:pt>
                <c:pt idx="6368">
                  <c:v>252.309</c:v>
                </c:pt>
                <c:pt idx="6369">
                  <c:v>252.309</c:v>
                </c:pt>
                <c:pt idx="6370">
                  <c:v>252.309</c:v>
                </c:pt>
                <c:pt idx="6371">
                  <c:v>252.309</c:v>
                </c:pt>
                <c:pt idx="6372">
                  <c:v>252.309</c:v>
                </c:pt>
                <c:pt idx="6373">
                  <c:v>252.309</c:v>
                </c:pt>
                <c:pt idx="6374">
                  <c:v>252.309</c:v>
                </c:pt>
                <c:pt idx="6375">
                  <c:v>252.309</c:v>
                </c:pt>
                <c:pt idx="6376">
                  <c:v>252.309</c:v>
                </c:pt>
                <c:pt idx="6377">
                  <c:v>252.309</c:v>
                </c:pt>
                <c:pt idx="6378">
                  <c:v>252.309</c:v>
                </c:pt>
                <c:pt idx="6379">
                  <c:v>252.309</c:v>
                </c:pt>
                <c:pt idx="6380">
                  <c:v>252.309</c:v>
                </c:pt>
                <c:pt idx="6381">
                  <c:v>0</c:v>
                </c:pt>
                <c:pt idx="6382">
                  <c:v>0</c:v>
                </c:pt>
                <c:pt idx="6383">
                  <c:v>0</c:v>
                </c:pt>
                <c:pt idx="6384">
                  <c:v>0</c:v>
                </c:pt>
                <c:pt idx="6385">
                  <c:v>0</c:v>
                </c:pt>
                <c:pt idx="6386">
                  <c:v>0</c:v>
                </c:pt>
                <c:pt idx="6387">
                  <c:v>0</c:v>
                </c:pt>
                <c:pt idx="6388">
                  <c:v>0</c:v>
                </c:pt>
                <c:pt idx="6389">
                  <c:v>0</c:v>
                </c:pt>
                <c:pt idx="6390">
                  <c:v>0</c:v>
                </c:pt>
                <c:pt idx="6391">
                  <c:v>252.309</c:v>
                </c:pt>
                <c:pt idx="6392">
                  <c:v>272.77999999999997</c:v>
                </c:pt>
                <c:pt idx="6393">
                  <c:v>349.95</c:v>
                </c:pt>
                <c:pt idx="6394">
                  <c:v>382.43299999999999</c:v>
                </c:pt>
                <c:pt idx="6395">
                  <c:v>323.529</c:v>
                </c:pt>
                <c:pt idx="6396">
                  <c:v>330.25299999999999</c:v>
                </c:pt>
                <c:pt idx="6397">
                  <c:v>334.55200000000002</c:v>
                </c:pt>
                <c:pt idx="6398">
                  <c:v>335.572</c:v>
                </c:pt>
                <c:pt idx="6399">
                  <c:v>366.346</c:v>
                </c:pt>
                <c:pt idx="6400">
                  <c:v>377.029</c:v>
                </c:pt>
                <c:pt idx="6401">
                  <c:v>281.13</c:v>
                </c:pt>
                <c:pt idx="6402">
                  <c:v>258.90899999999999</c:v>
                </c:pt>
                <c:pt idx="6403">
                  <c:v>252.309</c:v>
                </c:pt>
                <c:pt idx="6404">
                  <c:v>252.309</c:v>
                </c:pt>
                <c:pt idx="6405">
                  <c:v>0</c:v>
                </c:pt>
                <c:pt idx="6406">
                  <c:v>0</c:v>
                </c:pt>
                <c:pt idx="6407">
                  <c:v>0</c:v>
                </c:pt>
                <c:pt idx="6408">
                  <c:v>0</c:v>
                </c:pt>
                <c:pt idx="6409">
                  <c:v>0</c:v>
                </c:pt>
                <c:pt idx="6410">
                  <c:v>0</c:v>
                </c:pt>
                <c:pt idx="6411">
                  <c:v>0</c:v>
                </c:pt>
                <c:pt idx="6412">
                  <c:v>0</c:v>
                </c:pt>
                <c:pt idx="6413">
                  <c:v>0</c:v>
                </c:pt>
                <c:pt idx="6414">
                  <c:v>0</c:v>
                </c:pt>
                <c:pt idx="6415">
                  <c:v>252.309</c:v>
                </c:pt>
                <c:pt idx="6416">
                  <c:v>252.309</c:v>
                </c:pt>
                <c:pt idx="6417">
                  <c:v>290.90100000000001</c:v>
                </c:pt>
                <c:pt idx="6418">
                  <c:v>302.10000000000002</c:v>
                </c:pt>
                <c:pt idx="6419">
                  <c:v>299.51499999999999</c:v>
                </c:pt>
                <c:pt idx="6420">
                  <c:v>303.57600000000002</c:v>
                </c:pt>
                <c:pt idx="6421">
                  <c:v>259.06200000000001</c:v>
                </c:pt>
                <c:pt idx="6422">
                  <c:v>252.309</c:v>
                </c:pt>
                <c:pt idx="6423">
                  <c:v>252.309</c:v>
                </c:pt>
                <c:pt idx="6424">
                  <c:v>252.309</c:v>
                </c:pt>
                <c:pt idx="6425">
                  <c:v>252.309</c:v>
                </c:pt>
                <c:pt idx="6426">
                  <c:v>252.309</c:v>
                </c:pt>
                <c:pt idx="6427">
                  <c:v>252.309</c:v>
                </c:pt>
                <c:pt idx="6428">
                  <c:v>252.309</c:v>
                </c:pt>
                <c:pt idx="6429">
                  <c:v>0</c:v>
                </c:pt>
                <c:pt idx="6430">
                  <c:v>0</c:v>
                </c:pt>
                <c:pt idx="6431">
                  <c:v>0</c:v>
                </c:pt>
                <c:pt idx="6432">
                  <c:v>0</c:v>
                </c:pt>
                <c:pt idx="6433">
                  <c:v>0</c:v>
                </c:pt>
                <c:pt idx="6434">
                  <c:v>0</c:v>
                </c:pt>
                <c:pt idx="6435">
                  <c:v>0</c:v>
                </c:pt>
                <c:pt idx="6436">
                  <c:v>0</c:v>
                </c:pt>
                <c:pt idx="6437">
                  <c:v>0</c:v>
                </c:pt>
                <c:pt idx="6438">
                  <c:v>0</c:v>
                </c:pt>
                <c:pt idx="6439">
                  <c:v>252.309</c:v>
                </c:pt>
                <c:pt idx="6440">
                  <c:v>252.309</c:v>
                </c:pt>
                <c:pt idx="6441">
                  <c:v>252.309</c:v>
                </c:pt>
                <c:pt idx="6442">
                  <c:v>252.309</c:v>
                </c:pt>
                <c:pt idx="6443">
                  <c:v>252.309</c:v>
                </c:pt>
                <c:pt idx="6444">
                  <c:v>252.309</c:v>
                </c:pt>
                <c:pt idx="6445">
                  <c:v>252.309</c:v>
                </c:pt>
                <c:pt idx="6446">
                  <c:v>252.309</c:v>
                </c:pt>
                <c:pt idx="6447">
                  <c:v>252.309</c:v>
                </c:pt>
                <c:pt idx="6448">
                  <c:v>252.309</c:v>
                </c:pt>
                <c:pt idx="6449">
                  <c:v>252.309</c:v>
                </c:pt>
                <c:pt idx="6450">
                  <c:v>252.309</c:v>
                </c:pt>
                <c:pt idx="6451">
                  <c:v>252.309</c:v>
                </c:pt>
                <c:pt idx="6452">
                  <c:v>252.309</c:v>
                </c:pt>
                <c:pt idx="6453">
                  <c:v>0</c:v>
                </c:pt>
                <c:pt idx="6454">
                  <c:v>0</c:v>
                </c:pt>
                <c:pt idx="6455">
                  <c:v>0</c:v>
                </c:pt>
                <c:pt idx="6456">
                  <c:v>0</c:v>
                </c:pt>
                <c:pt idx="6457">
                  <c:v>0</c:v>
                </c:pt>
                <c:pt idx="6458">
                  <c:v>0</c:v>
                </c:pt>
                <c:pt idx="6459">
                  <c:v>0</c:v>
                </c:pt>
                <c:pt idx="6460">
                  <c:v>0</c:v>
                </c:pt>
                <c:pt idx="6461">
                  <c:v>0</c:v>
                </c:pt>
                <c:pt idx="6462">
                  <c:v>0</c:v>
                </c:pt>
                <c:pt idx="6463">
                  <c:v>252.309</c:v>
                </c:pt>
                <c:pt idx="6464">
                  <c:v>252.309</c:v>
                </c:pt>
                <c:pt idx="6465">
                  <c:v>252.309</c:v>
                </c:pt>
                <c:pt idx="6466">
                  <c:v>252.309</c:v>
                </c:pt>
                <c:pt idx="6467">
                  <c:v>252.309</c:v>
                </c:pt>
                <c:pt idx="6468">
                  <c:v>252.309</c:v>
                </c:pt>
                <c:pt idx="6469">
                  <c:v>252.309</c:v>
                </c:pt>
                <c:pt idx="6470">
                  <c:v>252.309</c:v>
                </c:pt>
                <c:pt idx="6471">
                  <c:v>270.029</c:v>
                </c:pt>
                <c:pt idx="6472">
                  <c:v>252.309</c:v>
                </c:pt>
                <c:pt idx="6473">
                  <c:v>252.309</c:v>
                </c:pt>
                <c:pt idx="6474">
                  <c:v>252.309</c:v>
                </c:pt>
                <c:pt idx="6475">
                  <c:v>252.309</c:v>
                </c:pt>
                <c:pt idx="6476">
                  <c:v>252.309</c:v>
                </c:pt>
                <c:pt idx="6477">
                  <c:v>0</c:v>
                </c:pt>
                <c:pt idx="6478">
                  <c:v>0</c:v>
                </c:pt>
                <c:pt idx="6479">
                  <c:v>0</c:v>
                </c:pt>
                <c:pt idx="6480">
                  <c:v>0</c:v>
                </c:pt>
                <c:pt idx="6481">
                  <c:v>0</c:v>
                </c:pt>
                <c:pt idx="6482">
                  <c:v>0</c:v>
                </c:pt>
                <c:pt idx="6483">
                  <c:v>0</c:v>
                </c:pt>
                <c:pt idx="6484">
                  <c:v>0</c:v>
                </c:pt>
                <c:pt idx="6485">
                  <c:v>0</c:v>
                </c:pt>
                <c:pt idx="6486">
                  <c:v>0</c:v>
                </c:pt>
                <c:pt idx="6487">
                  <c:v>252.309</c:v>
                </c:pt>
                <c:pt idx="6488">
                  <c:v>253.745</c:v>
                </c:pt>
                <c:pt idx="6489">
                  <c:v>322.77100000000002</c:v>
                </c:pt>
                <c:pt idx="6490">
                  <c:v>368.48200000000003</c:v>
                </c:pt>
                <c:pt idx="6491">
                  <c:v>377.15899999999999</c:v>
                </c:pt>
                <c:pt idx="6492">
                  <c:v>366.27100000000002</c:v>
                </c:pt>
                <c:pt idx="6493">
                  <c:v>355.17700000000002</c:v>
                </c:pt>
                <c:pt idx="6494">
                  <c:v>309.69900000000001</c:v>
                </c:pt>
                <c:pt idx="6495">
                  <c:v>357.67</c:v>
                </c:pt>
                <c:pt idx="6496">
                  <c:v>252.309</c:v>
                </c:pt>
                <c:pt idx="6497">
                  <c:v>252.309</c:v>
                </c:pt>
                <c:pt idx="6498">
                  <c:v>252.309</c:v>
                </c:pt>
                <c:pt idx="6499">
                  <c:v>252.309</c:v>
                </c:pt>
                <c:pt idx="6500">
                  <c:v>252.309</c:v>
                </c:pt>
                <c:pt idx="6501">
                  <c:v>0</c:v>
                </c:pt>
                <c:pt idx="6502">
                  <c:v>0</c:v>
                </c:pt>
                <c:pt idx="6503">
                  <c:v>0</c:v>
                </c:pt>
                <c:pt idx="6504">
                  <c:v>0</c:v>
                </c:pt>
                <c:pt idx="6505">
                  <c:v>0</c:v>
                </c:pt>
                <c:pt idx="6506">
                  <c:v>0</c:v>
                </c:pt>
                <c:pt idx="6507">
                  <c:v>0</c:v>
                </c:pt>
                <c:pt idx="6508">
                  <c:v>0</c:v>
                </c:pt>
                <c:pt idx="6509">
                  <c:v>0</c:v>
                </c:pt>
                <c:pt idx="6510">
                  <c:v>0</c:v>
                </c:pt>
                <c:pt idx="6511">
                  <c:v>252.309</c:v>
                </c:pt>
                <c:pt idx="6512">
                  <c:v>304.48599999999999</c:v>
                </c:pt>
                <c:pt idx="6513">
                  <c:v>350.15800000000002</c:v>
                </c:pt>
                <c:pt idx="6514">
                  <c:v>370.63900000000001</c:v>
                </c:pt>
                <c:pt idx="6515">
                  <c:v>345.61700000000002</c:v>
                </c:pt>
                <c:pt idx="6516">
                  <c:v>342.77499999999998</c:v>
                </c:pt>
                <c:pt idx="6517">
                  <c:v>328.96800000000002</c:v>
                </c:pt>
                <c:pt idx="6518">
                  <c:v>303.47000000000003</c:v>
                </c:pt>
                <c:pt idx="6519">
                  <c:v>290.04899999999998</c:v>
                </c:pt>
                <c:pt idx="6520">
                  <c:v>254.947</c:v>
                </c:pt>
                <c:pt idx="6521">
                  <c:v>252.309</c:v>
                </c:pt>
                <c:pt idx="6522">
                  <c:v>252.309</c:v>
                </c:pt>
                <c:pt idx="6523">
                  <c:v>252.309</c:v>
                </c:pt>
                <c:pt idx="6524">
                  <c:v>252.309</c:v>
                </c:pt>
                <c:pt idx="6525">
                  <c:v>0</c:v>
                </c:pt>
                <c:pt idx="6526">
                  <c:v>0</c:v>
                </c:pt>
                <c:pt idx="6527">
                  <c:v>0</c:v>
                </c:pt>
                <c:pt idx="6528">
                  <c:v>0</c:v>
                </c:pt>
                <c:pt idx="6529">
                  <c:v>0</c:v>
                </c:pt>
                <c:pt idx="6530">
                  <c:v>0</c:v>
                </c:pt>
                <c:pt idx="6531">
                  <c:v>0</c:v>
                </c:pt>
                <c:pt idx="6532">
                  <c:v>0</c:v>
                </c:pt>
                <c:pt idx="6533">
                  <c:v>0</c:v>
                </c:pt>
                <c:pt idx="6534">
                  <c:v>0</c:v>
                </c:pt>
                <c:pt idx="6535">
                  <c:v>252.309</c:v>
                </c:pt>
                <c:pt idx="6536">
                  <c:v>252.309</c:v>
                </c:pt>
                <c:pt idx="6537">
                  <c:v>252.309</c:v>
                </c:pt>
                <c:pt idx="6538">
                  <c:v>330.70499999999998</c:v>
                </c:pt>
                <c:pt idx="6539">
                  <c:v>302.08199999999999</c:v>
                </c:pt>
                <c:pt idx="6540">
                  <c:v>266.161</c:v>
                </c:pt>
                <c:pt idx="6541">
                  <c:v>252.309</c:v>
                </c:pt>
                <c:pt idx="6542">
                  <c:v>252.309</c:v>
                </c:pt>
                <c:pt idx="6543">
                  <c:v>252.309</c:v>
                </c:pt>
                <c:pt idx="6544">
                  <c:v>252.309</c:v>
                </c:pt>
                <c:pt idx="6545">
                  <c:v>252.309</c:v>
                </c:pt>
                <c:pt idx="6546">
                  <c:v>252.309</c:v>
                </c:pt>
                <c:pt idx="6547">
                  <c:v>252.309</c:v>
                </c:pt>
                <c:pt idx="6548">
                  <c:v>252.309</c:v>
                </c:pt>
                <c:pt idx="6549">
                  <c:v>0</c:v>
                </c:pt>
                <c:pt idx="6550">
                  <c:v>0</c:v>
                </c:pt>
                <c:pt idx="6551">
                  <c:v>0</c:v>
                </c:pt>
                <c:pt idx="6552">
                  <c:v>0</c:v>
                </c:pt>
                <c:pt idx="6553">
                  <c:v>0</c:v>
                </c:pt>
                <c:pt idx="6554">
                  <c:v>0</c:v>
                </c:pt>
                <c:pt idx="6555">
                  <c:v>0</c:v>
                </c:pt>
                <c:pt idx="6556">
                  <c:v>0</c:v>
                </c:pt>
                <c:pt idx="6557">
                  <c:v>0</c:v>
                </c:pt>
                <c:pt idx="6558">
                  <c:v>0</c:v>
                </c:pt>
                <c:pt idx="6559">
                  <c:v>252.309</c:v>
                </c:pt>
                <c:pt idx="6560">
                  <c:v>252.309</c:v>
                </c:pt>
                <c:pt idx="6561">
                  <c:v>287.78100000000001</c:v>
                </c:pt>
                <c:pt idx="6562">
                  <c:v>407.50799999999998</c:v>
                </c:pt>
                <c:pt idx="6563">
                  <c:v>398.31200000000001</c:v>
                </c:pt>
                <c:pt idx="6564">
                  <c:v>418.553</c:v>
                </c:pt>
                <c:pt idx="6565">
                  <c:v>332.19400000000002</c:v>
                </c:pt>
                <c:pt idx="6566">
                  <c:v>324.03199999999998</c:v>
                </c:pt>
                <c:pt idx="6567">
                  <c:v>298.93400000000003</c:v>
                </c:pt>
                <c:pt idx="6568">
                  <c:v>252.309</c:v>
                </c:pt>
                <c:pt idx="6569">
                  <c:v>252.309</c:v>
                </c:pt>
                <c:pt idx="6570">
                  <c:v>252.309</c:v>
                </c:pt>
                <c:pt idx="6571">
                  <c:v>252.309</c:v>
                </c:pt>
                <c:pt idx="6572">
                  <c:v>252.309</c:v>
                </c:pt>
                <c:pt idx="6573">
                  <c:v>0</c:v>
                </c:pt>
                <c:pt idx="6574">
                  <c:v>0</c:v>
                </c:pt>
                <c:pt idx="6575">
                  <c:v>0</c:v>
                </c:pt>
                <c:pt idx="6576">
                  <c:v>0</c:v>
                </c:pt>
                <c:pt idx="6577">
                  <c:v>0</c:v>
                </c:pt>
                <c:pt idx="6578">
                  <c:v>0</c:v>
                </c:pt>
                <c:pt idx="6579">
                  <c:v>0</c:v>
                </c:pt>
                <c:pt idx="6580">
                  <c:v>0</c:v>
                </c:pt>
                <c:pt idx="6581">
                  <c:v>0</c:v>
                </c:pt>
                <c:pt idx="6582">
                  <c:v>0</c:v>
                </c:pt>
                <c:pt idx="6583">
                  <c:v>252.309</c:v>
                </c:pt>
                <c:pt idx="6584">
                  <c:v>252.309</c:v>
                </c:pt>
                <c:pt idx="6585">
                  <c:v>252.309</c:v>
                </c:pt>
                <c:pt idx="6586">
                  <c:v>357.49700000000001</c:v>
                </c:pt>
                <c:pt idx="6587">
                  <c:v>341.60500000000002</c:v>
                </c:pt>
                <c:pt idx="6588">
                  <c:v>358.07499999999999</c:v>
                </c:pt>
                <c:pt idx="6589">
                  <c:v>334.97300000000001</c:v>
                </c:pt>
                <c:pt idx="6590">
                  <c:v>341.48200000000003</c:v>
                </c:pt>
                <c:pt idx="6591">
                  <c:v>333.91800000000001</c:v>
                </c:pt>
                <c:pt idx="6592">
                  <c:v>321.40199999999999</c:v>
                </c:pt>
                <c:pt idx="6593">
                  <c:v>252.309</c:v>
                </c:pt>
                <c:pt idx="6594">
                  <c:v>252.309</c:v>
                </c:pt>
                <c:pt idx="6595">
                  <c:v>252.309</c:v>
                </c:pt>
                <c:pt idx="6596">
                  <c:v>252.309</c:v>
                </c:pt>
                <c:pt idx="6597">
                  <c:v>0</c:v>
                </c:pt>
                <c:pt idx="6598">
                  <c:v>0</c:v>
                </c:pt>
                <c:pt idx="6599">
                  <c:v>0</c:v>
                </c:pt>
                <c:pt idx="6600">
                  <c:v>0</c:v>
                </c:pt>
                <c:pt idx="6601">
                  <c:v>0</c:v>
                </c:pt>
                <c:pt idx="6602">
                  <c:v>0</c:v>
                </c:pt>
                <c:pt idx="6603">
                  <c:v>0</c:v>
                </c:pt>
                <c:pt idx="6604">
                  <c:v>0</c:v>
                </c:pt>
                <c:pt idx="6605">
                  <c:v>0</c:v>
                </c:pt>
                <c:pt idx="6606">
                  <c:v>0</c:v>
                </c:pt>
                <c:pt idx="6607">
                  <c:v>252.309</c:v>
                </c:pt>
                <c:pt idx="6608">
                  <c:v>255.53</c:v>
                </c:pt>
                <c:pt idx="6609">
                  <c:v>342.11500000000001</c:v>
                </c:pt>
                <c:pt idx="6610">
                  <c:v>404.89600000000002</c:v>
                </c:pt>
                <c:pt idx="6611">
                  <c:v>371.22399999999999</c:v>
                </c:pt>
                <c:pt idx="6612">
                  <c:v>381.02699999999999</c:v>
                </c:pt>
                <c:pt idx="6613">
                  <c:v>382.15699999999998</c:v>
                </c:pt>
                <c:pt idx="6614">
                  <c:v>359.60199999999998</c:v>
                </c:pt>
                <c:pt idx="6615">
                  <c:v>374.03500000000003</c:v>
                </c:pt>
                <c:pt idx="6616">
                  <c:v>309.33</c:v>
                </c:pt>
                <c:pt idx="6617">
                  <c:v>252.309</c:v>
                </c:pt>
                <c:pt idx="6618">
                  <c:v>252.309</c:v>
                </c:pt>
                <c:pt idx="6619">
                  <c:v>252.309</c:v>
                </c:pt>
                <c:pt idx="6620">
                  <c:v>252.309</c:v>
                </c:pt>
                <c:pt idx="6621">
                  <c:v>0</c:v>
                </c:pt>
                <c:pt idx="6622">
                  <c:v>0</c:v>
                </c:pt>
                <c:pt idx="6623">
                  <c:v>0</c:v>
                </c:pt>
                <c:pt idx="6624">
                  <c:v>0</c:v>
                </c:pt>
                <c:pt idx="6625">
                  <c:v>0</c:v>
                </c:pt>
                <c:pt idx="6626">
                  <c:v>0</c:v>
                </c:pt>
                <c:pt idx="6627">
                  <c:v>0</c:v>
                </c:pt>
                <c:pt idx="6628">
                  <c:v>0</c:v>
                </c:pt>
                <c:pt idx="6629">
                  <c:v>0</c:v>
                </c:pt>
                <c:pt idx="6630">
                  <c:v>0</c:v>
                </c:pt>
                <c:pt idx="6631">
                  <c:v>252.309</c:v>
                </c:pt>
                <c:pt idx="6632">
                  <c:v>252.309</c:v>
                </c:pt>
                <c:pt idx="6633">
                  <c:v>252.309</c:v>
                </c:pt>
                <c:pt idx="6634">
                  <c:v>252.309</c:v>
                </c:pt>
                <c:pt idx="6635">
                  <c:v>252.309</c:v>
                </c:pt>
                <c:pt idx="6636">
                  <c:v>252.89500000000001</c:v>
                </c:pt>
                <c:pt idx="6637">
                  <c:v>252.309</c:v>
                </c:pt>
                <c:pt idx="6638">
                  <c:v>252.309</c:v>
                </c:pt>
                <c:pt idx="6639">
                  <c:v>252.309</c:v>
                </c:pt>
                <c:pt idx="6640">
                  <c:v>252.309</c:v>
                </c:pt>
                <c:pt idx="6641">
                  <c:v>252.309</c:v>
                </c:pt>
                <c:pt idx="6642">
                  <c:v>252.309</c:v>
                </c:pt>
                <c:pt idx="6643">
                  <c:v>252.309</c:v>
                </c:pt>
                <c:pt idx="6644">
                  <c:v>252.309</c:v>
                </c:pt>
                <c:pt idx="6645">
                  <c:v>0</c:v>
                </c:pt>
                <c:pt idx="6646">
                  <c:v>0</c:v>
                </c:pt>
                <c:pt idx="6647">
                  <c:v>0</c:v>
                </c:pt>
                <c:pt idx="6648">
                  <c:v>0</c:v>
                </c:pt>
                <c:pt idx="6649">
                  <c:v>0</c:v>
                </c:pt>
                <c:pt idx="6650">
                  <c:v>0</c:v>
                </c:pt>
                <c:pt idx="6651">
                  <c:v>0</c:v>
                </c:pt>
                <c:pt idx="6652">
                  <c:v>0</c:v>
                </c:pt>
                <c:pt idx="6653">
                  <c:v>0</c:v>
                </c:pt>
                <c:pt idx="6654">
                  <c:v>0</c:v>
                </c:pt>
                <c:pt idx="6655">
                  <c:v>252.309</c:v>
                </c:pt>
                <c:pt idx="6656">
                  <c:v>252.309</c:v>
                </c:pt>
                <c:pt idx="6657">
                  <c:v>258.61099999999999</c:v>
                </c:pt>
                <c:pt idx="6658">
                  <c:v>305.93599999999998</c:v>
                </c:pt>
                <c:pt idx="6659">
                  <c:v>335.60700000000003</c:v>
                </c:pt>
                <c:pt idx="6660">
                  <c:v>325.90699999999998</c:v>
                </c:pt>
                <c:pt idx="6661">
                  <c:v>260.73200000000003</c:v>
                </c:pt>
                <c:pt idx="6662">
                  <c:v>252.309</c:v>
                </c:pt>
                <c:pt idx="6663">
                  <c:v>252.309</c:v>
                </c:pt>
                <c:pt idx="6664">
                  <c:v>252.309</c:v>
                </c:pt>
                <c:pt idx="6665">
                  <c:v>252.309</c:v>
                </c:pt>
                <c:pt idx="6666">
                  <c:v>252.309</c:v>
                </c:pt>
                <c:pt idx="6667">
                  <c:v>252.309</c:v>
                </c:pt>
                <c:pt idx="6668">
                  <c:v>252.309</c:v>
                </c:pt>
                <c:pt idx="6669">
                  <c:v>0</c:v>
                </c:pt>
                <c:pt idx="6670">
                  <c:v>0</c:v>
                </c:pt>
                <c:pt idx="6671">
                  <c:v>0</c:v>
                </c:pt>
                <c:pt idx="6672">
                  <c:v>0</c:v>
                </c:pt>
                <c:pt idx="6673">
                  <c:v>0</c:v>
                </c:pt>
                <c:pt idx="6674">
                  <c:v>0</c:v>
                </c:pt>
                <c:pt idx="6675">
                  <c:v>0</c:v>
                </c:pt>
                <c:pt idx="6676">
                  <c:v>0</c:v>
                </c:pt>
                <c:pt idx="6677">
                  <c:v>0</c:v>
                </c:pt>
                <c:pt idx="6678">
                  <c:v>0</c:v>
                </c:pt>
                <c:pt idx="6679">
                  <c:v>252.309</c:v>
                </c:pt>
                <c:pt idx="6680">
                  <c:v>252.309</c:v>
                </c:pt>
                <c:pt idx="6681">
                  <c:v>252.309</c:v>
                </c:pt>
                <c:pt idx="6682">
                  <c:v>252.309</c:v>
                </c:pt>
                <c:pt idx="6683">
                  <c:v>252.309</c:v>
                </c:pt>
                <c:pt idx="6684">
                  <c:v>252.309</c:v>
                </c:pt>
                <c:pt idx="6685">
                  <c:v>252.309</c:v>
                </c:pt>
                <c:pt idx="6686">
                  <c:v>252.309</c:v>
                </c:pt>
                <c:pt idx="6687">
                  <c:v>252.309</c:v>
                </c:pt>
                <c:pt idx="6688">
                  <c:v>252.309</c:v>
                </c:pt>
                <c:pt idx="6689">
                  <c:v>252.309</c:v>
                </c:pt>
                <c:pt idx="6690">
                  <c:v>252.309</c:v>
                </c:pt>
                <c:pt idx="6691">
                  <c:v>252.309</c:v>
                </c:pt>
                <c:pt idx="6692">
                  <c:v>252.309</c:v>
                </c:pt>
                <c:pt idx="6693">
                  <c:v>0</c:v>
                </c:pt>
                <c:pt idx="6694">
                  <c:v>0</c:v>
                </c:pt>
                <c:pt idx="6695">
                  <c:v>0</c:v>
                </c:pt>
                <c:pt idx="6696">
                  <c:v>0</c:v>
                </c:pt>
                <c:pt idx="6697">
                  <c:v>0</c:v>
                </c:pt>
                <c:pt idx="6698">
                  <c:v>0</c:v>
                </c:pt>
                <c:pt idx="6699">
                  <c:v>0</c:v>
                </c:pt>
                <c:pt idx="6700">
                  <c:v>0</c:v>
                </c:pt>
                <c:pt idx="6701">
                  <c:v>0</c:v>
                </c:pt>
                <c:pt idx="6702">
                  <c:v>0</c:v>
                </c:pt>
                <c:pt idx="6703">
                  <c:v>252.309</c:v>
                </c:pt>
                <c:pt idx="6704">
                  <c:v>252.309</c:v>
                </c:pt>
                <c:pt idx="6705">
                  <c:v>252.309</c:v>
                </c:pt>
                <c:pt idx="6706">
                  <c:v>283.98599999999999</c:v>
                </c:pt>
                <c:pt idx="6707">
                  <c:v>256.46199999999999</c:v>
                </c:pt>
                <c:pt idx="6708">
                  <c:v>286.80799999999999</c:v>
                </c:pt>
                <c:pt idx="6709">
                  <c:v>252.309</c:v>
                </c:pt>
                <c:pt idx="6710">
                  <c:v>252.309</c:v>
                </c:pt>
                <c:pt idx="6711">
                  <c:v>252.309</c:v>
                </c:pt>
                <c:pt idx="6712">
                  <c:v>252.309</c:v>
                </c:pt>
                <c:pt idx="6713">
                  <c:v>252.309</c:v>
                </c:pt>
                <c:pt idx="6714">
                  <c:v>252.309</c:v>
                </c:pt>
                <c:pt idx="6715">
                  <c:v>252.309</c:v>
                </c:pt>
                <c:pt idx="6716">
                  <c:v>252.309</c:v>
                </c:pt>
                <c:pt idx="6717">
                  <c:v>0</c:v>
                </c:pt>
                <c:pt idx="6718">
                  <c:v>0</c:v>
                </c:pt>
                <c:pt idx="6719">
                  <c:v>0</c:v>
                </c:pt>
                <c:pt idx="6720">
                  <c:v>0</c:v>
                </c:pt>
                <c:pt idx="6721">
                  <c:v>0</c:v>
                </c:pt>
                <c:pt idx="6722">
                  <c:v>0</c:v>
                </c:pt>
                <c:pt idx="6723">
                  <c:v>0</c:v>
                </c:pt>
                <c:pt idx="6724">
                  <c:v>0</c:v>
                </c:pt>
                <c:pt idx="6725">
                  <c:v>0</c:v>
                </c:pt>
                <c:pt idx="6726">
                  <c:v>0</c:v>
                </c:pt>
                <c:pt idx="6727">
                  <c:v>252.309</c:v>
                </c:pt>
                <c:pt idx="6728">
                  <c:v>252.309</c:v>
                </c:pt>
                <c:pt idx="6729">
                  <c:v>252.309</c:v>
                </c:pt>
                <c:pt idx="6730">
                  <c:v>329.09</c:v>
                </c:pt>
                <c:pt idx="6731">
                  <c:v>289.78300000000002</c:v>
                </c:pt>
                <c:pt idx="6732">
                  <c:v>317.32799999999997</c:v>
                </c:pt>
                <c:pt idx="6733">
                  <c:v>266.09300000000002</c:v>
                </c:pt>
                <c:pt idx="6734">
                  <c:v>252.309</c:v>
                </c:pt>
                <c:pt idx="6735">
                  <c:v>252.309</c:v>
                </c:pt>
                <c:pt idx="6736">
                  <c:v>252.309</c:v>
                </c:pt>
                <c:pt idx="6737">
                  <c:v>252.309</c:v>
                </c:pt>
                <c:pt idx="6738">
                  <c:v>252.309</c:v>
                </c:pt>
                <c:pt idx="6739">
                  <c:v>252.309</c:v>
                </c:pt>
                <c:pt idx="6740">
                  <c:v>252.309</c:v>
                </c:pt>
                <c:pt idx="6741">
                  <c:v>0</c:v>
                </c:pt>
                <c:pt idx="6742">
                  <c:v>0</c:v>
                </c:pt>
                <c:pt idx="6743">
                  <c:v>0</c:v>
                </c:pt>
                <c:pt idx="6744">
                  <c:v>0</c:v>
                </c:pt>
                <c:pt idx="6745">
                  <c:v>0</c:v>
                </c:pt>
                <c:pt idx="6746">
                  <c:v>0</c:v>
                </c:pt>
                <c:pt idx="6747">
                  <c:v>0</c:v>
                </c:pt>
                <c:pt idx="6748">
                  <c:v>0</c:v>
                </c:pt>
                <c:pt idx="6749">
                  <c:v>0</c:v>
                </c:pt>
                <c:pt idx="6750">
                  <c:v>0</c:v>
                </c:pt>
                <c:pt idx="6751">
                  <c:v>252.309</c:v>
                </c:pt>
                <c:pt idx="6752">
                  <c:v>252.309</c:v>
                </c:pt>
                <c:pt idx="6753">
                  <c:v>252.309</c:v>
                </c:pt>
                <c:pt idx="6754">
                  <c:v>331.15899999999999</c:v>
                </c:pt>
                <c:pt idx="6755">
                  <c:v>349.75299999999999</c:v>
                </c:pt>
                <c:pt idx="6756">
                  <c:v>320.12900000000002</c:v>
                </c:pt>
                <c:pt idx="6757">
                  <c:v>291.39600000000002</c:v>
                </c:pt>
                <c:pt idx="6758">
                  <c:v>252.309</c:v>
                </c:pt>
                <c:pt idx="6759">
                  <c:v>252.309</c:v>
                </c:pt>
                <c:pt idx="6760">
                  <c:v>252.309</c:v>
                </c:pt>
                <c:pt idx="6761">
                  <c:v>252.309</c:v>
                </c:pt>
                <c:pt idx="6762">
                  <c:v>252.309</c:v>
                </c:pt>
                <c:pt idx="6763">
                  <c:v>252.309</c:v>
                </c:pt>
                <c:pt idx="6764">
                  <c:v>252.309</c:v>
                </c:pt>
                <c:pt idx="6765">
                  <c:v>0</c:v>
                </c:pt>
                <c:pt idx="6766">
                  <c:v>0</c:v>
                </c:pt>
                <c:pt idx="6767">
                  <c:v>0</c:v>
                </c:pt>
                <c:pt idx="6768">
                  <c:v>0</c:v>
                </c:pt>
                <c:pt idx="6769">
                  <c:v>0</c:v>
                </c:pt>
                <c:pt idx="6770">
                  <c:v>0</c:v>
                </c:pt>
                <c:pt idx="6771">
                  <c:v>0</c:v>
                </c:pt>
                <c:pt idx="6772">
                  <c:v>0</c:v>
                </c:pt>
                <c:pt idx="6773">
                  <c:v>0</c:v>
                </c:pt>
                <c:pt idx="6774">
                  <c:v>0</c:v>
                </c:pt>
                <c:pt idx="6775">
                  <c:v>252.309</c:v>
                </c:pt>
                <c:pt idx="6776">
                  <c:v>252.309</c:v>
                </c:pt>
                <c:pt idx="6777">
                  <c:v>252.309</c:v>
                </c:pt>
                <c:pt idx="6778">
                  <c:v>263.95499999999998</c:v>
                </c:pt>
                <c:pt idx="6779">
                  <c:v>292.245</c:v>
                </c:pt>
                <c:pt idx="6780">
                  <c:v>312.80700000000002</c:v>
                </c:pt>
                <c:pt idx="6781">
                  <c:v>252.309</c:v>
                </c:pt>
                <c:pt idx="6782">
                  <c:v>252.309</c:v>
                </c:pt>
                <c:pt idx="6783">
                  <c:v>252.309</c:v>
                </c:pt>
                <c:pt idx="6784">
                  <c:v>252.309</c:v>
                </c:pt>
                <c:pt idx="6785">
                  <c:v>252.309</c:v>
                </c:pt>
                <c:pt idx="6786">
                  <c:v>252.309</c:v>
                </c:pt>
                <c:pt idx="6787">
                  <c:v>252.309</c:v>
                </c:pt>
                <c:pt idx="6788">
                  <c:v>252.309</c:v>
                </c:pt>
                <c:pt idx="6789">
                  <c:v>0</c:v>
                </c:pt>
                <c:pt idx="6790">
                  <c:v>0</c:v>
                </c:pt>
                <c:pt idx="6791">
                  <c:v>0</c:v>
                </c:pt>
                <c:pt idx="6792">
                  <c:v>0</c:v>
                </c:pt>
                <c:pt idx="6793">
                  <c:v>0</c:v>
                </c:pt>
                <c:pt idx="6794">
                  <c:v>0</c:v>
                </c:pt>
                <c:pt idx="6795">
                  <c:v>0</c:v>
                </c:pt>
                <c:pt idx="6796">
                  <c:v>0</c:v>
                </c:pt>
                <c:pt idx="6797">
                  <c:v>0</c:v>
                </c:pt>
                <c:pt idx="6798">
                  <c:v>0</c:v>
                </c:pt>
                <c:pt idx="6799">
                  <c:v>252.309</c:v>
                </c:pt>
                <c:pt idx="6800">
                  <c:v>252.309</c:v>
                </c:pt>
                <c:pt idx="6801">
                  <c:v>252.309</c:v>
                </c:pt>
                <c:pt idx="6802">
                  <c:v>252.309</c:v>
                </c:pt>
                <c:pt idx="6803">
                  <c:v>252.309</c:v>
                </c:pt>
                <c:pt idx="6804">
                  <c:v>252.309</c:v>
                </c:pt>
                <c:pt idx="6805">
                  <c:v>252.309</c:v>
                </c:pt>
                <c:pt idx="6806">
                  <c:v>252.309</c:v>
                </c:pt>
                <c:pt idx="6807">
                  <c:v>252.309</c:v>
                </c:pt>
                <c:pt idx="6808">
                  <c:v>252.309</c:v>
                </c:pt>
                <c:pt idx="6809">
                  <c:v>252.309</c:v>
                </c:pt>
                <c:pt idx="6810">
                  <c:v>252.309</c:v>
                </c:pt>
                <c:pt idx="6811">
                  <c:v>252.309</c:v>
                </c:pt>
                <c:pt idx="6812">
                  <c:v>252.309</c:v>
                </c:pt>
                <c:pt idx="6813">
                  <c:v>0</c:v>
                </c:pt>
                <c:pt idx="6814">
                  <c:v>0</c:v>
                </c:pt>
                <c:pt idx="6815">
                  <c:v>0</c:v>
                </c:pt>
                <c:pt idx="6816">
                  <c:v>0</c:v>
                </c:pt>
                <c:pt idx="6817">
                  <c:v>0</c:v>
                </c:pt>
                <c:pt idx="6818">
                  <c:v>0</c:v>
                </c:pt>
                <c:pt idx="6819">
                  <c:v>0</c:v>
                </c:pt>
                <c:pt idx="6820">
                  <c:v>0</c:v>
                </c:pt>
                <c:pt idx="6821">
                  <c:v>0</c:v>
                </c:pt>
                <c:pt idx="6822">
                  <c:v>0</c:v>
                </c:pt>
                <c:pt idx="6823">
                  <c:v>252.309</c:v>
                </c:pt>
                <c:pt idx="6824">
                  <c:v>252.309</c:v>
                </c:pt>
                <c:pt idx="6825">
                  <c:v>252.309</c:v>
                </c:pt>
                <c:pt idx="6826">
                  <c:v>252.309</c:v>
                </c:pt>
                <c:pt idx="6827">
                  <c:v>252.309</c:v>
                </c:pt>
                <c:pt idx="6828">
                  <c:v>252.309</c:v>
                </c:pt>
                <c:pt idx="6829">
                  <c:v>252.309</c:v>
                </c:pt>
                <c:pt idx="6830">
                  <c:v>252.309</c:v>
                </c:pt>
                <c:pt idx="6831">
                  <c:v>252.309</c:v>
                </c:pt>
                <c:pt idx="6832">
                  <c:v>252.309</c:v>
                </c:pt>
                <c:pt idx="6833">
                  <c:v>252.309</c:v>
                </c:pt>
                <c:pt idx="6834">
                  <c:v>252.309</c:v>
                </c:pt>
                <c:pt idx="6835">
                  <c:v>252.309</c:v>
                </c:pt>
                <c:pt idx="6836">
                  <c:v>252.309</c:v>
                </c:pt>
                <c:pt idx="6837">
                  <c:v>0</c:v>
                </c:pt>
                <c:pt idx="6838">
                  <c:v>0</c:v>
                </c:pt>
                <c:pt idx="6839">
                  <c:v>0</c:v>
                </c:pt>
                <c:pt idx="6840">
                  <c:v>0</c:v>
                </c:pt>
                <c:pt idx="6841">
                  <c:v>0</c:v>
                </c:pt>
                <c:pt idx="6842">
                  <c:v>0</c:v>
                </c:pt>
                <c:pt idx="6843">
                  <c:v>0</c:v>
                </c:pt>
                <c:pt idx="6844">
                  <c:v>0</c:v>
                </c:pt>
                <c:pt idx="6845">
                  <c:v>0</c:v>
                </c:pt>
                <c:pt idx="6846">
                  <c:v>0</c:v>
                </c:pt>
                <c:pt idx="6847">
                  <c:v>252.309</c:v>
                </c:pt>
                <c:pt idx="6848">
                  <c:v>252.309</c:v>
                </c:pt>
                <c:pt idx="6849">
                  <c:v>252.309</c:v>
                </c:pt>
                <c:pt idx="6850">
                  <c:v>252.309</c:v>
                </c:pt>
                <c:pt idx="6851">
                  <c:v>252.309</c:v>
                </c:pt>
                <c:pt idx="6852">
                  <c:v>262.20800000000003</c:v>
                </c:pt>
                <c:pt idx="6853">
                  <c:v>252.309</c:v>
                </c:pt>
                <c:pt idx="6854">
                  <c:v>252.309</c:v>
                </c:pt>
                <c:pt idx="6855">
                  <c:v>252.309</c:v>
                </c:pt>
                <c:pt idx="6856">
                  <c:v>252.309</c:v>
                </c:pt>
                <c:pt idx="6857">
                  <c:v>252.309</c:v>
                </c:pt>
                <c:pt idx="6858">
                  <c:v>252.309</c:v>
                </c:pt>
                <c:pt idx="6859">
                  <c:v>252.309</c:v>
                </c:pt>
                <c:pt idx="6860">
                  <c:v>252.309</c:v>
                </c:pt>
                <c:pt idx="6861">
                  <c:v>0</c:v>
                </c:pt>
                <c:pt idx="6862">
                  <c:v>0</c:v>
                </c:pt>
                <c:pt idx="6863">
                  <c:v>0</c:v>
                </c:pt>
                <c:pt idx="6864">
                  <c:v>0</c:v>
                </c:pt>
                <c:pt idx="6865">
                  <c:v>0</c:v>
                </c:pt>
                <c:pt idx="6866">
                  <c:v>0</c:v>
                </c:pt>
                <c:pt idx="6867">
                  <c:v>0</c:v>
                </c:pt>
                <c:pt idx="6868">
                  <c:v>0</c:v>
                </c:pt>
                <c:pt idx="6869">
                  <c:v>0</c:v>
                </c:pt>
                <c:pt idx="6870">
                  <c:v>0</c:v>
                </c:pt>
                <c:pt idx="6871">
                  <c:v>252.309</c:v>
                </c:pt>
                <c:pt idx="6872">
                  <c:v>252.309</c:v>
                </c:pt>
                <c:pt idx="6873">
                  <c:v>252.309</c:v>
                </c:pt>
                <c:pt idx="6874">
                  <c:v>252.309</c:v>
                </c:pt>
                <c:pt idx="6875">
                  <c:v>252.309</c:v>
                </c:pt>
                <c:pt idx="6876">
                  <c:v>252.309</c:v>
                </c:pt>
                <c:pt idx="6877">
                  <c:v>252.309</c:v>
                </c:pt>
                <c:pt idx="6878">
                  <c:v>252.309</c:v>
                </c:pt>
                <c:pt idx="6879">
                  <c:v>252.309</c:v>
                </c:pt>
                <c:pt idx="6880">
                  <c:v>252.309</c:v>
                </c:pt>
                <c:pt idx="6881">
                  <c:v>252.309</c:v>
                </c:pt>
                <c:pt idx="6882">
                  <c:v>252.309</c:v>
                </c:pt>
                <c:pt idx="6883">
                  <c:v>252.309</c:v>
                </c:pt>
                <c:pt idx="6884">
                  <c:v>252.309</c:v>
                </c:pt>
                <c:pt idx="6885">
                  <c:v>0</c:v>
                </c:pt>
                <c:pt idx="6886">
                  <c:v>0</c:v>
                </c:pt>
                <c:pt idx="6887">
                  <c:v>0</c:v>
                </c:pt>
                <c:pt idx="6888">
                  <c:v>0</c:v>
                </c:pt>
                <c:pt idx="6889">
                  <c:v>0</c:v>
                </c:pt>
                <c:pt idx="6890">
                  <c:v>0</c:v>
                </c:pt>
                <c:pt idx="6891">
                  <c:v>0</c:v>
                </c:pt>
                <c:pt idx="6892">
                  <c:v>0</c:v>
                </c:pt>
                <c:pt idx="6893">
                  <c:v>0</c:v>
                </c:pt>
                <c:pt idx="6894">
                  <c:v>0</c:v>
                </c:pt>
                <c:pt idx="6895">
                  <c:v>252.309</c:v>
                </c:pt>
                <c:pt idx="6896">
                  <c:v>252.309</c:v>
                </c:pt>
                <c:pt idx="6897">
                  <c:v>252.309</c:v>
                </c:pt>
                <c:pt idx="6898">
                  <c:v>252.309</c:v>
                </c:pt>
                <c:pt idx="6899">
                  <c:v>252.309</c:v>
                </c:pt>
                <c:pt idx="6900">
                  <c:v>252.309</c:v>
                </c:pt>
                <c:pt idx="6901">
                  <c:v>252.309</c:v>
                </c:pt>
                <c:pt idx="6902">
                  <c:v>252.309</c:v>
                </c:pt>
                <c:pt idx="6903">
                  <c:v>252.309</c:v>
                </c:pt>
                <c:pt idx="6904">
                  <c:v>252.309</c:v>
                </c:pt>
                <c:pt idx="6905">
                  <c:v>252.309</c:v>
                </c:pt>
                <c:pt idx="6906">
                  <c:v>252.309</c:v>
                </c:pt>
                <c:pt idx="6907">
                  <c:v>252.309</c:v>
                </c:pt>
                <c:pt idx="6908">
                  <c:v>252.309</c:v>
                </c:pt>
                <c:pt idx="6909">
                  <c:v>0</c:v>
                </c:pt>
                <c:pt idx="6910">
                  <c:v>0</c:v>
                </c:pt>
                <c:pt idx="6911">
                  <c:v>0</c:v>
                </c:pt>
                <c:pt idx="6912">
                  <c:v>0</c:v>
                </c:pt>
                <c:pt idx="6913">
                  <c:v>0</c:v>
                </c:pt>
                <c:pt idx="6914">
                  <c:v>0</c:v>
                </c:pt>
                <c:pt idx="6915">
                  <c:v>0</c:v>
                </c:pt>
                <c:pt idx="6916">
                  <c:v>0</c:v>
                </c:pt>
                <c:pt idx="6917">
                  <c:v>0</c:v>
                </c:pt>
                <c:pt idx="6918">
                  <c:v>0</c:v>
                </c:pt>
                <c:pt idx="6919">
                  <c:v>252.309</c:v>
                </c:pt>
                <c:pt idx="6920">
                  <c:v>252.309</c:v>
                </c:pt>
                <c:pt idx="6921">
                  <c:v>252.309</c:v>
                </c:pt>
                <c:pt idx="6922">
                  <c:v>252.309</c:v>
                </c:pt>
                <c:pt idx="6923">
                  <c:v>252.309</c:v>
                </c:pt>
                <c:pt idx="6924">
                  <c:v>252.309</c:v>
                </c:pt>
                <c:pt idx="6925">
                  <c:v>252.309</c:v>
                </c:pt>
                <c:pt idx="6926">
                  <c:v>252.309</c:v>
                </c:pt>
                <c:pt idx="6927">
                  <c:v>252.309</c:v>
                </c:pt>
                <c:pt idx="6928">
                  <c:v>252.309</c:v>
                </c:pt>
                <c:pt idx="6929">
                  <c:v>252.309</c:v>
                </c:pt>
                <c:pt idx="6930">
                  <c:v>252.309</c:v>
                </c:pt>
                <c:pt idx="6931">
                  <c:v>252.309</c:v>
                </c:pt>
                <c:pt idx="6932">
                  <c:v>252.309</c:v>
                </c:pt>
                <c:pt idx="6933">
                  <c:v>0</c:v>
                </c:pt>
                <c:pt idx="6934">
                  <c:v>0</c:v>
                </c:pt>
                <c:pt idx="6935">
                  <c:v>0</c:v>
                </c:pt>
                <c:pt idx="6936">
                  <c:v>0</c:v>
                </c:pt>
                <c:pt idx="6937">
                  <c:v>0</c:v>
                </c:pt>
                <c:pt idx="6938">
                  <c:v>0</c:v>
                </c:pt>
                <c:pt idx="6939">
                  <c:v>0</c:v>
                </c:pt>
                <c:pt idx="6940">
                  <c:v>0</c:v>
                </c:pt>
                <c:pt idx="6941">
                  <c:v>0</c:v>
                </c:pt>
                <c:pt idx="6942">
                  <c:v>0</c:v>
                </c:pt>
                <c:pt idx="6943">
                  <c:v>252.309</c:v>
                </c:pt>
                <c:pt idx="6944">
                  <c:v>252.309</c:v>
                </c:pt>
                <c:pt idx="6945">
                  <c:v>252.309</c:v>
                </c:pt>
                <c:pt idx="6946">
                  <c:v>252.309</c:v>
                </c:pt>
                <c:pt idx="6947">
                  <c:v>252.309</c:v>
                </c:pt>
                <c:pt idx="6948">
                  <c:v>252.309</c:v>
                </c:pt>
                <c:pt idx="6949">
                  <c:v>252.309</c:v>
                </c:pt>
                <c:pt idx="6950">
                  <c:v>252.309</c:v>
                </c:pt>
                <c:pt idx="6951">
                  <c:v>252.309</c:v>
                </c:pt>
                <c:pt idx="6952">
                  <c:v>252.309</c:v>
                </c:pt>
                <c:pt idx="6953">
                  <c:v>252.309</c:v>
                </c:pt>
                <c:pt idx="6954">
                  <c:v>252.309</c:v>
                </c:pt>
                <c:pt idx="6955">
                  <c:v>252.309</c:v>
                </c:pt>
                <c:pt idx="6956">
                  <c:v>252.309</c:v>
                </c:pt>
                <c:pt idx="6957">
                  <c:v>0</c:v>
                </c:pt>
                <c:pt idx="6958">
                  <c:v>0</c:v>
                </c:pt>
                <c:pt idx="6959">
                  <c:v>0</c:v>
                </c:pt>
                <c:pt idx="6960">
                  <c:v>0</c:v>
                </c:pt>
                <c:pt idx="6961">
                  <c:v>0</c:v>
                </c:pt>
                <c:pt idx="6962">
                  <c:v>0</c:v>
                </c:pt>
                <c:pt idx="6963">
                  <c:v>0</c:v>
                </c:pt>
                <c:pt idx="6964">
                  <c:v>0</c:v>
                </c:pt>
                <c:pt idx="6965">
                  <c:v>0</c:v>
                </c:pt>
                <c:pt idx="6966">
                  <c:v>0</c:v>
                </c:pt>
                <c:pt idx="6967">
                  <c:v>252.309</c:v>
                </c:pt>
                <c:pt idx="6968">
                  <c:v>252.309</c:v>
                </c:pt>
                <c:pt idx="6969">
                  <c:v>252.309</c:v>
                </c:pt>
                <c:pt idx="6970">
                  <c:v>252.309</c:v>
                </c:pt>
                <c:pt idx="6971">
                  <c:v>252.309</c:v>
                </c:pt>
                <c:pt idx="6972">
                  <c:v>252.309</c:v>
                </c:pt>
                <c:pt idx="6973">
                  <c:v>252.309</c:v>
                </c:pt>
                <c:pt idx="6974">
                  <c:v>252.309</c:v>
                </c:pt>
                <c:pt idx="6975">
                  <c:v>252.309</c:v>
                </c:pt>
                <c:pt idx="6976">
                  <c:v>252.309</c:v>
                </c:pt>
                <c:pt idx="6977">
                  <c:v>252.309</c:v>
                </c:pt>
                <c:pt idx="6978">
                  <c:v>252.309</c:v>
                </c:pt>
                <c:pt idx="6979">
                  <c:v>252.309</c:v>
                </c:pt>
                <c:pt idx="6980">
                  <c:v>252.309</c:v>
                </c:pt>
                <c:pt idx="6981">
                  <c:v>0</c:v>
                </c:pt>
                <c:pt idx="6982">
                  <c:v>0</c:v>
                </c:pt>
                <c:pt idx="6983">
                  <c:v>0</c:v>
                </c:pt>
                <c:pt idx="6984">
                  <c:v>0</c:v>
                </c:pt>
                <c:pt idx="6985">
                  <c:v>0</c:v>
                </c:pt>
                <c:pt idx="6986">
                  <c:v>0</c:v>
                </c:pt>
                <c:pt idx="6987">
                  <c:v>0</c:v>
                </c:pt>
                <c:pt idx="6988">
                  <c:v>0</c:v>
                </c:pt>
                <c:pt idx="6989">
                  <c:v>0</c:v>
                </c:pt>
                <c:pt idx="6990">
                  <c:v>0</c:v>
                </c:pt>
                <c:pt idx="6991">
                  <c:v>252.309</c:v>
                </c:pt>
                <c:pt idx="6992">
                  <c:v>252.309</c:v>
                </c:pt>
                <c:pt idx="6993">
                  <c:v>252.309</c:v>
                </c:pt>
                <c:pt idx="6994">
                  <c:v>252.309</c:v>
                </c:pt>
                <c:pt idx="6995">
                  <c:v>252.309</c:v>
                </c:pt>
                <c:pt idx="6996">
                  <c:v>252.309</c:v>
                </c:pt>
                <c:pt idx="6997">
                  <c:v>252.309</c:v>
                </c:pt>
                <c:pt idx="6998">
                  <c:v>252.309</c:v>
                </c:pt>
                <c:pt idx="6999">
                  <c:v>252.309</c:v>
                </c:pt>
                <c:pt idx="7000">
                  <c:v>252.309</c:v>
                </c:pt>
                <c:pt idx="7001">
                  <c:v>252.309</c:v>
                </c:pt>
                <c:pt idx="7002">
                  <c:v>252.309</c:v>
                </c:pt>
                <c:pt idx="7003">
                  <c:v>252.309</c:v>
                </c:pt>
                <c:pt idx="7004">
                  <c:v>252.309</c:v>
                </c:pt>
                <c:pt idx="7005">
                  <c:v>0</c:v>
                </c:pt>
                <c:pt idx="7006">
                  <c:v>0</c:v>
                </c:pt>
                <c:pt idx="7007">
                  <c:v>0</c:v>
                </c:pt>
                <c:pt idx="7008">
                  <c:v>0</c:v>
                </c:pt>
                <c:pt idx="7009">
                  <c:v>0</c:v>
                </c:pt>
                <c:pt idx="7010">
                  <c:v>0</c:v>
                </c:pt>
                <c:pt idx="7011">
                  <c:v>0</c:v>
                </c:pt>
                <c:pt idx="7012">
                  <c:v>0</c:v>
                </c:pt>
                <c:pt idx="7013">
                  <c:v>0</c:v>
                </c:pt>
                <c:pt idx="7014">
                  <c:v>0</c:v>
                </c:pt>
                <c:pt idx="7015">
                  <c:v>252.309</c:v>
                </c:pt>
                <c:pt idx="7016">
                  <c:v>252.309</c:v>
                </c:pt>
                <c:pt idx="7017">
                  <c:v>288.04700000000003</c:v>
                </c:pt>
                <c:pt idx="7018">
                  <c:v>436.19299999999998</c:v>
                </c:pt>
                <c:pt idx="7019">
                  <c:v>308.74299999999999</c:v>
                </c:pt>
                <c:pt idx="7020">
                  <c:v>347.73599999999999</c:v>
                </c:pt>
                <c:pt idx="7021">
                  <c:v>296.05200000000002</c:v>
                </c:pt>
                <c:pt idx="7022">
                  <c:v>273.024</c:v>
                </c:pt>
                <c:pt idx="7023">
                  <c:v>271.46199999999999</c:v>
                </c:pt>
                <c:pt idx="7024">
                  <c:v>252.309</c:v>
                </c:pt>
                <c:pt idx="7025">
                  <c:v>252.309</c:v>
                </c:pt>
                <c:pt idx="7026">
                  <c:v>252.309</c:v>
                </c:pt>
                <c:pt idx="7027">
                  <c:v>252.309</c:v>
                </c:pt>
                <c:pt idx="7028">
                  <c:v>252.309</c:v>
                </c:pt>
                <c:pt idx="7029">
                  <c:v>0</c:v>
                </c:pt>
                <c:pt idx="7030">
                  <c:v>0</c:v>
                </c:pt>
                <c:pt idx="7031">
                  <c:v>0</c:v>
                </c:pt>
                <c:pt idx="7032">
                  <c:v>0</c:v>
                </c:pt>
                <c:pt idx="7033">
                  <c:v>0</c:v>
                </c:pt>
                <c:pt idx="7034">
                  <c:v>0</c:v>
                </c:pt>
                <c:pt idx="7035">
                  <c:v>0</c:v>
                </c:pt>
                <c:pt idx="7036">
                  <c:v>0</c:v>
                </c:pt>
                <c:pt idx="7037">
                  <c:v>0</c:v>
                </c:pt>
                <c:pt idx="7038">
                  <c:v>0</c:v>
                </c:pt>
                <c:pt idx="7039">
                  <c:v>252.309</c:v>
                </c:pt>
                <c:pt idx="7040">
                  <c:v>329.73099999999999</c:v>
                </c:pt>
                <c:pt idx="7041">
                  <c:v>261.55599999999998</c:v>
                </c:pt>
                <c:pt idx="7042">
                  <c:v>303.41000000000003</c:v>
                </c:pt>
                <c:pt idx="7043">
                  <c:v>284.97199999999998</c:v>
                </c:pt>
                <c:pt idx="7044">
                  <c:v>305.92099999999999</c:v>
                </c:pt>
                <c:pt idx="7045">
                  <c:v>252.309</c:v>
                </c:pt>
                <c:pt idx="7046">
                  <c:v>252.309</c:v>
                </c:pt>
                <c:pt idx="7047">
                  <c:v>252.309</c:v>
                </c:pt>
                <c:pt idx="7048">
                  <c:v>252.309</c:v>
                </c:pt>
                <c:pt idx="7049">
                  <c:v>252.309</c:v>
                </c:pt>
                <c:pt idx="7050">
                  <c:v>252.309</c:v>
                </c:pt>
                <c:pt idx="7051">
                  <c:v>252.309</c:v>
                </c:pt>
                <c:pt idx="7052">
                  <c:v>252.309</c:v>
                </c:pt>
                <c:pt idx="7053">
                  <c:v>0</c:v>
                </c:pt>
                <c:pt idx="7054">
                  <c:v>0</c:v>
                </c:pt>
                <c:pt idx="7055">
                  <c:v>0</c:v>
                </c:pt>
                <c:pt idx="7056">
                  <c:v>0</c:v>
                </c:pt>
                <c:pt idx="7057">
                  <c:v>0</c:v>
                </c:pt>
                <c:pt idx="7058">
                  <c:v>0</c:v>
                </c:pt>
                <c:pt idx="7059">
                  <c:v>0</c:v>
                </c:pt>
                <c:pt idx="7060">
                  <c:v>0</c:v>
                </c:pt>
                <c:pt idx="7061">
                  <c:v>0</c:v>
                </c:pt>
                <c:pt idx="7062">
                  <c:v>0</c:v>
                </c:pt>
                <c:pt idx="7063">
                  <c:v>252.309</c:v>
                </c:pt>
                <c:pt idx="7064">
                  <c:v>252.309</c:v>
                </c:pt>
                <c:pt idx="7065">
                  <c:v>252.309</c:v>
                </c:pt>
                <c:pt idx="7066">
                  <c:v>264.07499999999999</c:v>
                </c:pt>
                <c:pt idx="7067">
                  <c:v>252.309</c:v>
                </c:pt>
                <c:pt idx="7068">
                  <c:v>272.84500000000003</c:v>
                </c:pt>
                <c:pt idx="7069">
                  <c:v>252.309</c:v>
                </c:pt>
                <c:pt idx="7070">
                  <c:v>252.309</c:v>
                </c:pt>
                <c:pt idx="7071">
                  <c:v>252.309</c:v>
                </c:pt>
                <c:pt idx="7072">
                  <c:v>252.309</c:v>
                </c:pt>
                <c:pt idx="7073">
                  <c:v>252.309</c:v>
                </c:pt>
                <c:pt idx="7074">
                  <c:v>252.309</c:v>
                </c:pt>
                <c:pt idx="7075">
                  <c:v>252.309</c:v>
                </c:pt>
                <c:pt idx="7076">
                  <c:v>252.309</c:v>
                </c:pt>
                <c:pt idx="7077">
                  <c:v>0</c:v>
                </c:pt>
                <c:pt idx="7078">
                  <c:v>0</c:v>
                </c:pt>
                <c:pt idx="7079">
                  <c:v>0</c:v>
                </c:pt>
                <c:pt idx="7080">
                  <c:v>0</c:v>
                </c:pt>
                <c:pt idx="7081">
                  <c:v>0</c:v>
                </c:pt>
                <c:pt idx="7082">
                  <c:v>0</c:v>
                </c:pt>
                <c:pt idx="7083">
                  <c:v>0</c:v>
                </c:pt>
                <c:pt idx="7084">
                  <c:v>0</c:v>
                </c:pt>
                <c:pt idx="7085">
                  <c:v>0</c:v>
                </c:pt>
                <c:pt idx="7086">
                  <c:v>0</c:v>
                </c:pt>
                <c:pt idx="7087">
                  <c:v>252.309</c:v>
                </c:pt>
                <c:pt idx="7088">
                  <c:v>252.309</c:v>
                </c:pt>
                <c:pt idx="7089">
                  <c:v>252.309</c:v>
                </c:pt>
                <c:pt idx="7090">
                  <c:v>252.309</c:v>
                </c:pt>
                <c:pt idx="7091">
                  <c:v>252.309</c:v>
                </c:pt>
                <c:pt idx="7092">
                  <c:v>252.309</c:v>
                </c:pt>
                <c:pt idx="7093">
                  <c:v>252.309</c:v>
                </c:pt>
                <c:pt idx="7094">
                  <c:v>252.309</c:v>
                </c:pt>
                <c:pt idx="7095">
                  <c:v>252.309</c:v>
                </c:pt>
                <c:pt idx="7096">
                  <c:v>252.309</c:v>
                </c:pt>
                <c:pt idx="7097">
                  <c:v>252.309</c:v>
                </c:pt>
                <c:pt idx="7098">
                  <c:v>252.309</c:v>
                </c:pt>
                <c:pt idx="7099">
                  <c:v>252.309</c:v>
                </c:pt>
                <c:pt idx="7100">
                  <c:v>252.309</c:v>
                </c:pt>
                <c:pt idx="7101">
                  <c:v>0</c:v>
                </c:pt>
                <c:pt idx="7102">
                  <c:v>0</c:v>
                </c:pt>
                <c:pt idx="7103">
                  <c:v>0</c:v>
                </c:pt>
                <c:pt idx="7104">
                  <c:v>0</c:v>
                </c:pt>
                <c:pt idx="7105">
                  <c:v>0</c:v>
                </c:pt>
                <c:pt idx="7106">
                  <c:v>0</c:v>
                </c:pt>
                <c:pt idx="7107">
                  <c:v>0</c:v>
                </c:pt>
                <c:pt idx="7108">
                  <c:v>0</c:v>
                </c:pt>
                <c:pt idx="7109">
                  <c:v>0</c:v>
                </c:pt>
                <c:pt idx="7110">
                  <c:v>0</c:v>
                </c:pt>
                <c:pt idx="7111">
                  <c:v>252.309</c:v>
                </c:pt>
                <c:pt idx="7112">
                  <c:v>252.309</c:v>
                </c:pt>
                <c:pt idx="7113">
                  <c:v>252.309</c:v>
                </c:pt>
                <c:pt idx="7114">
                  <c:v>252.309</c:v>
                </c:pt>
                <c:pt idx="7115">
                  <c:v>252.309</c:v>
                </c:pt>
                <c:pt idx="7116">
                  <c:v>252.309</c:v>
                </c:pt>
                <c:pt idx="7117">
                  <c:v>252.309</c:v>
                </c:pt>
                <c:pt idx="7118">
                  <c:v>252.309</c:v>
                </c:pt>
                <c:pt idx="7119">
                  <c:v>252.309</c:v>
                </c:pt>
                <c:pt idx="7120">
                  <c:v>252.309</c:v>
                </c:pt>
                <c:pt idx="7121">
                  <c:v>252.309</c:v>
                </c:pt>
                <c:pt idx="7122">
                  <c:v>252.309</c:v>
                </c:pt>
                <c:pt idx="7123">
                  <c:v>252.309</c:v>
                </c:pt>
                <c:pt idx="7124">
                  <c:v>252.309</c:v>
                </c:pt>
                <c:pt idx="7125">
                  <c:v>0</c:v>
                </c:pt>
                <c:pt idx="7126">
                  <c:v>0</c:v>
                </c:pt>
                <c:pt idx="7127">
                  <c:v>0</c:v>
                </c:pt>
                <c:pt idx="7128">
                  <c:v>0</c:v>
                </c:pt>
                <c:pt idx="7129">
                  <c:v>0</c:v>
                </c:pt>
                <c:pt idx="7130">
                  <c:v>0</c:v>
                </c:pt>
                <c:pt idx="7131">
                  <c:v>0</c:v>
                </c:pt>
                <c:pt idx="7132">
                  <c:v>0</c:v>
                </c:pt>
                <c:pt idx="7133">
                  <c:v>0</c:v>
                </c:pt>
                <c:pt idx="7134">
                  <c:v>0</c:v>
                </c:pt>
                <c:pt idx="7135">
                  <c:v>252.309</c:v>
                </c:pt>
                <c:pt idx="7136">
                  <c:v>252.309</c:v>
                </c:pt>
                <c:pt idx="7137">
                  <c:v>252.309</c:v>
                </c:pt>
                <c:pt idx="7138">
                  <c:v>266.82100000000003</c:v>
                </c:pt>
                <c:pt idx="7139">
                  <c:v>254.351</c:v>
                </c:pt>
                <c:pt idx="7140">
                  <c:v>260.75400000000002</c:v>
                </c:pt>
                <c:pt idx="7141">
                  <c:v>252.309</c:v>
                </c:pt>
                <c:pt idx="7142">
                  <c:v>252.309</c:v>
                </c:pt>
                <c:pt idx="7143">
                  <c:v>252.309</c:v>
                </c:pt>
                <c:pt idx="7144">
                  <c:v>252.309</c:v>
                </c:pt>
                <c:pt idx="7145">
                  <c:v>252.309</c:v>
                </c:pt>
                <c:pt idx="7146">
                  <c:v>252.309</c:v>
                </c:pt>
                <c:pt idx="7147">
                  <c:v>252.309</c:v>
                </c:pt>
                <c:pt idx="7148">
                  <c:v>252.309</c:v>
                </c:pt>
                <c:pt idx="7149">
                  <c:v>0</c:v>
                </c:pt>
                <c:pt idx="7150">
                  <c:v>0</c:v>
                </c:pt>
                <c:pt idx="7151">
                  <c:v>0</c:v>
                </c:pt>
                <c:pt idx="7152">
                  <c:v>0</c:v>
                </c:pt>
                <c:pt idx="7153">
                  <c:v>0</c:v>
                </c:pt>
                <c:pt idx="7154">
                  <c:v>0</c:v>
                </c:pt>
                <c:pt idx="7155">
                  <c:v>0</c:v>
                </c:pt>
                <c:pt idx="7156">
                  <c:v>0</c:v>
                </c:pt>
                <c:pt idx="7157">
                  <c:v>0</c:v>
                </c:pt>
                <c:pt idx="7158">
                  <c:v>0</c:v>
                </c:pt>
                <c:pt idx="7159">
                  <c:v>252.309</c:v>
                </c:pt>
                <c:pt idx="7160">
                  <c:v>252.309</c:v>
                </c:pt>
                <c:pt idx="7161">
                  <c:v>252.309</c:v>
                </c:pt>
                <c:pt idx="7162">
                  <c:v>252.309</c:v>
                </c:pt>
                <c:pt idx="7163">
                  <c:v>252.309</c:v>
                </c:pt>
                <c:pt idx="7164">
                  <c:v>252.309</c:v>
                </c:pt>
                <c:pt idx="7165">
                  <c:v>252.309</c:v>
                </c:pt>
                <c:pt idx="7166">
                  <c:v>252.309</c:v>
                </c:pt>
                <c:pt idx="7167">
                  <c:v>252.309</c:v>
                </c:pt>
                <c:pt idx="7168">
                  <c:v>252.309</c:v>
                </c:pt>
                <c:pt idx="7169">
                  <c:v>252.309</c:v>
                </c:pt>
                <c:pt idx="7170">
                  <c:v>252.309</c:v>
                </c:pt>
                <c:pt idx="7171">
                  <c:v>252.309</c:v>
                </c:pt>
                <c:pt idx="7172">
                  <c:v>252.309</c:v>
                </c:pt>
                <c:pt idx="7173">
                  <c:v>0</c:v>
                </c:pt>
                <c:pt idx="7174">
                  <c:v>0</c:v>
                </c:pt>
                <c:pt idx="7175">
                  <c:v>0</c:v>
                </c:pt>
                <c:pt idx="7176">
                  <c:v>0</c:v>
                </c:pt>
                <c:pt idx="7177">
                  <c:v>0</c:v>
                </c:pt>
                <c:pt idx="7178">
                  <c:v>0</c:v>
                </c:pt>
                <c:pt idx="7179">
                  <c:v>0</c:v>
                </c:pt>
                <c:pt idx="7180">
                  <c:v>0</c:v>
                </c:pt>
                <c:pt idx="7181">
                  <c:v>0</c:v>
                </c:pt>
                <c:pt idx="7182">
                  <c:v>0</c:v>
                </c:pt>
                <c:pt idx="7183">
                  <c:v>0</c:v>
                </c:pt>
                <c:pt idx="7184">
                  <c:v>252.309</c:v>
                </c:pt>
                <c:pt idx="7185">
                  <c:v>252.309</c:v>
                </c:pt>
                <c:pt idx="7186">
                  <c:v>252.309</c:v>
                </c:pt>
                <c:pt idx="7187">
                  <c:v>252.309</c:v>
                </c:pt>
                <c:pt idx="7188">
                  <c:v>252.309</c:v>
                </c:pt>
                <c:pt idx="7189">
                  <c:v>252.309</c:v>
                </c:pt>
                <c:pt idx="7190">
                  <c:v>252.309</c:v>
                </c:pt>
                <c:pt idx="7191">
                  <c:v>252.309</c:v>
                </c:pt>
                <c:pt idx="7192">
                  <c:v>252.309</c:v>
                </c:pt>
                <c:pt idx="7193">
                  <c:v>252.309</c:v>
                </c:pt>
                <c:pt idx="7194">
                  <c:v>252.309</c:v>
                </c:pt>
                <c:pt idx="7195">
                  <c:v>252.309</c:v>
                </c:pt>
                <c:pt idx="7196">
                  <c:v>252.309</c:v>
                </c:pt>
                <c:pt idx="7197">
                  <c:v>252.309</c:v>
                </c:pt>
                <c:pt idx="7198">
                  <c:v>0</c:v>
                </c:pt>
                <c:pt idx="7199">
                  <c:v>0</c:v>
                </c:pt>
                <c:pt idx="7200">
                  <c:v>0</c:v>
                </c:pt>
                <c:pt idx="7201">
                  <c:v>0</c:v>
                </c:pt>
                <c:pt idx="7202">
                  <c:v>0</c:v>
                </c:pt>
                <c:pt idx="7203">
                  <c:v>0</c:v>
                </c:pt>
                <c:pt idx="7204">
                  <c:v>0</c:v>
                </c:pt>
                <c:pt idx="7205">
                  <c:v>0</c:v>
                </c:pt>
                <c:pt idx="7206">
                  <c:v>0</c:v>
                </c:pt>
                <c:pt idx="7207">
                  <c:v>0</c:v>
                </c:pt>
                <c:pt idx="7208">
                  <c:v>252.309</c:v>
                </c:pt>
                <c:pt idx="7209">
                  <c:v>252.309</c:v>
                </c:pt>
                <c:pt idx="7210">
                  <c:v>252.309</c:v>
                </c:pt>
                <c:pt idx="7211">
                  <c:v>252.309</c:v>
                </c:pt>
                <c:pt idx="7212">
                  <c:v>252.309</c:v>
                </c:pt>
                <c:pt idx="7213">
                  <c:v>252.309</c:v>
                </c:pt>
                <c:pt idx="7214">
                  <c:v>252.309</c:v>
                </c:pt>
                <c:pt idx="7215">
                  <c:v>252.309</c:v>
                </c:pt>
                <c:pt idx="7216">
                  <c:v>252.309</c:v>
                </c:pt>
                <c:pt idx="7217">
                  <c:v>252.309</c:v>
                </c:pt>
                <c:pt idx="7218">
                  <c:v>252.309</c:v>
                </c:pt>
                <c:pt idx="7219">
                  <c:v>252.309</c:v>
                </c:pt>
                <c:pt idx="7220">
                  <c:v>252.309</c:v>
                </c:pt>
                <c:pt idx="7221">
                  <c:v>252.309</c:v>
                </c:pt>
                <c:pt idx="7222">
                  <c:v>0</c:v>
                </c:pt>
                <c:pt idx="7223">
                  <c:v>0</c:v>
                </c:pt>
                <c:pt idx="7224">
                  <c:v>0</c:v>
                </c:pt>
                <c:pt idx="7225">
                  <c:v>0</c:v>
                </c:pt>
                <c:pt idx="7226">
                  <c:v>0</c:v>
                </c:pt>
                <c:pt idx="7227">
                  <c:v>0</c:v>
                </c:pt>
                <c:pt idx="7228">
                  <c:v>0</c:v>
                </c:pt>
                <c:pt idx="7229">
                  <c:v>0</c:v>
                </c:pt>
                <c:pt idx="7230">
                  <c:v>0</c:v>
                </c:pt>
                <c:pt idx="7231">
                  <c:v>0</c:v>
                </c:pt>
                <c:pt idx="7232">
                  <c:v>252.309</c:v>
                </c:pt>
                <c:pt idx="7233">
                  <c:v>252.309</c:v>
                </c:pt>
                <c:pt idx="7234">
                  <c:v>252.309</c:v>
                </c:pt>
                <c:pt idx="7235">
                  <c:v>252.309</c:v>
                </c:pt>
                <c:pt idx="7236">
                  <c:v>252.309</c:v>
                </c:pt>
                <c:pt idx="7237">
                  <c:v>252.309</c:v>
                </c:pt>
                <c:pt idx="7238">
                  <c:v>252.309</c:v>
                </c:pt>
                <c:pt idx="7239">
                  <c:v>252.309</c:v>
                </c:pt>
                <c:pt idx="7240">
                  <c:v>252.309</c:v>
                </c:pt>
                <c:pt idx="7241">
                  <c:v>252.309</c:v>
                </c:pt>
                <c:pt idx="7242">
                  <c:v>252.309</c:v>
                </c:pt>
                <c:pt idx="7243">
                  <c:v>252.309</c:v>
                </c:pt>
                <c:pt idx="7244">
                  <c:v>252.309</c:v>
                </c:pt>
                <c:pt idx="7245">
                  <c:v>252.309</c:v>
                </c:pt>
                <c:pt idx="7246">
                  <c:v>0</c:v>
                </c:pt>
                <c:pt idx="7247">
                  <c:v>0</c:v>
                </c:pt>
                <c:pt idx="7248">
                  <c:v>0</c:v>
                </c:pt>
                <c:pt idx="7249">
                  <c:v>0</c:v>
                </c:pt>
                <c:pt idx="7250">
                  <c:v>0</c:v>
                </c:pt>
                <c:pt idx="7251">
                  <c:v>0</c:v>
                </c:pt>
                <c:pt idx="7252">
                  <c:v>0</c:v>
                </c:pt>
                <c:pt idx="7253">
                  <c:v>0</c:v>
                </c:pt>
                <c:pt idx="7254">
                  <c:v>0</c:v>
                </c:pt>
                <c:pt idx="7255">
                  <c:v>0</c:v>
                </c:pt>
                <c:pt idx="7256">
                  <c:v>252.309</c:v>
                </c:pt>
                <c:pt idx="7257">
                  <c:v>252.309</c:v>
                </c:pt>
                <c:pt idx="7258">
                  <c:v>252.309</c:v>
                </c:pt>
                <c:pt idx="7259">
                  <c:v>252.309</c:v>
                </c:pt>
                <c:pt idx="7260">
                  <c:v>252.309</c:v>
                </c:pt>
                <c:pt idx="7261">
                  <c:v>252.309</c:v>
                </c:pt>
                <c:pt idx="7262">
                  <c:v>252.309</c:v>
                </c:pt>
                <c:pt idx="7263">
                  <c:v>252.309</c:v>
                </c:pt>
                <c:pt idx="7264">
                  <c:v>252.309</c:v>
                </c:pt>
                <c:pt idx="7265">
                  <c:v>252.309</c:v>
                </c:pt>
                <c:pt idx="7266">
                  <c:v>252.309</c:v>
                </c:pt>
                <c:pt idx="7267">
                  <c:v>252.309</c:v>
                </c:pt>
                <c:pt idx="7268">
                  <c:v>252.309</c:v>
                </c:pt>
                <c:pt idx="7269">
                  <c:v>252.309</c:v>
                </c:pt>
                <c:pt idx="7270">
                  <c:v>0</c:v>
                </c:pt>
                <c:pt idx="7271">
                  <c:v>0</c:v>
                </c:pt>
                <c:pt idx="7272">
                  <c:v>0</c:v>
                </c:pt>
                <c:pt idx="7273">
                  <c:v>0</c:v>
                </c:pt>
                <c:pt idx="7274">
                  <c:v>0</c:v>
                </c:pt>
                <c:pt idx="7275">
                  <c:v>0</c:v>
                </c:pt>
                <c:pt idx="7276">
                  <c:v>0</c:v>
                </c:pt>
                <c:pt idx="7277">
                  <c:v>0</c:v>
                </c:pt>
                <c:pt idx="7278">
                  <c:v>0</c:v>
                </c:pt>
                <c:pt idx="7279">
                  <c:v>0</c:v>
                </c:pt>
                <c:pt idx="7280">
                  <c:v>252.309</c:v>
                </c:pt>
                <c:pt idx="7281">
                  <c:v>252.309</c:v>
                </c:pt>
                <c:pt idx="7282">
                  <c:v>252.309</c:v>
                </c:pt>
                <c:pt idx="7283">
                  <c:v>252.309</c:v>
                </c:pt>
                <c:pt idx="7284">
                  <c:v>252.309</c:v>
                </c:pt>
                <c:pt idx="7285">
                  <c:v>252.309</c:v>
                </c:pt>
                <c:pt idx="7286">
                  <c:v>252.309</c:v>
                </c:pt>
                <c:pt idx="7287">
                  <c:v>252.309</c:v>
                </c:pt>
                <c:pt idx="7288">
                  <c:v>252.309</c:v>
                </c:pt>
                <c:pt idx="7289">
                  <c:v>252.309</c:v>
                </c:pt>
                <c:pt idx="7290">
                  <c:v>252.309</c:v>
                </c:pt>
                <c:pt idx="7291">
                  <c:v>252.309</c:v>
                </c:pt>
                <c:pt idx="7292">
                  <c:v>252.309</c:v>
                </c:pt>
                <c:pt idx="7293">
                  <c:v>252.309</c:v>
                </c:pt>
                <c:pt idx="7294">
                  <c:v>0</c:v>
                </c:pt>
                <c:pt idx="7295">
                  <c:v>0</c:v>
                </c:pt>
                <c:pt idx="7296">
                  <c:v>0</c:v>
                </c:pt>
                <c:pt idx="7297">
                  <c:v>0</c:v>
                </c:pt>
                <c:pt idx="7298">
                  <c:v>0</c:v>
                </c:pt>
                <c:pt idx="7299">
                  <c:v>0</c:v>
                </c:pt>
                <c:pt idx="7300">
                  <c:v>0</c:v>
                </c:pt>
                <c:pt idx="7301">
                  <c:v>0</c:v>
                </c:pt>
                <c:pt idx="7302">
                  <c:v>0</c:v>
                </c:pt>
                <c:pt idx="7303">
                  <c:v>0</c:v>
                </c:pt>
                <c:pt idx="7304">
                  <c:v>252.309</c:v>
                </c:pt>
                <c:pt idx="7305">
                  <c:v>252.309</c:v>
                </c:pt>
                <c:pt idx="7306">
                  <c:v>252.309</c:v>
                </c:pt>
                <c:pt idx="7307">
                  <c:v>252.309</c:v>
                </c:pt>
                <c:pt idx="7308">
                  <c:v>252.309</c:v>
                </c:pt>
                <c:pt idx="7309">
                  <c:v>252.309</c:v>
                </c:pt>
                <c:pt idx="7310">
                  <c:v>252.309</c:v>
                </c:pt>
                <c:pt idx="7311">
                  <c:v>252.309</c:v>
                </c:pt>
                <c:pt idx="7312">
                  <c:v>252.309</c:v>
                </c:pt>
                <c:pt idx="7313">
                  <c:v>252.309</c:v>
                </c:pt>
                <c:pt idx="7314">
                  <c:v>252.309</c:v>
                </c:pt>
                <c:pt idx="7315">
                  <c:v>252.309</c:v>
                </c:pt>
                <c:pt idx="7316">
                  <c:v>252.309</c:v>
                </c:pt>
                <c:pt idx="7317">
                  <c:v>252.309</c:v>
                </c:pt>
                <c:pt idx="7318">
                  <c:v>0</c:v>
                </c:pt>
                <c:pt idx="7319">
                  <c:v>0</c:v>
                </c:pt>
                <c:pt idx="7320">
                  <c:v>0</c:v>
                </c:pt>
                <c:pt idx="7321">
                  <c:v>0</c:v>
                </c:pt>
                <c:pt idx="7322">
                  <c:v>0</c:v>
                </c:pt>
                <c:pt idx="7323">
                  <c:v>0</c:v>
                </c:pt>
                <c:pt idx="7324">
                  <c:v>0</c:v>
                </c:pt>
                <c:pt idx="7325">
                  <c:v>0</c:v>
                </c:pt>
                <c:pt idx="7326">
                  <c:v>0</c:v>
                </c:pt>
                <c:pt idx="7327">
                  <c:v>0</c:v>
                </c:pt>
                <c:pt idx="7328">
                  <c:v>252.309</c:v>
                </c:pt>
                <c:pt idx="7329">
                  <c:v>252.309</c:v>
                </c:pt>
                <c:pt idx="7330">
                  <c:v>252.309</c:v>
                </c:pt>
                <c:pt idx="7331">
                  <c:v>252.309</c:v>
                </c:pt>
                <c:pt idx="7332">
                  <c:v>252.309</c:v>
                </c:pt>
                <c:pt idx="7333">
                  <c:v>252.309</c:v>
                </c:pt>
                <c:pt idx="7334">
                  <c:v>252.309</c:v>
                </c:pt>
                <c:pt idx="7335">
                  <c:v>252.309</c:v>
                </c:pt>
                <c:pt idx="7336">
                  <c:v>252.309</c:v>
                </c:pt>
                <c:pt idx="7337">
                  <c:v>252.309</c:v>
                </c:pt>
                <c:pt idx="7338">
                  <c:v>252.309</c:v>
                </c:pt>
                <c:pt idx="7339">
                  <c:v>252.309</c:v>
                </c:pt>
                <c:pt idx="7340">
                  <c:v>252.309</c:v>
                </c:pt>
                <c:pt idx="7341">
                  <c:v>252.309</c:v>
                </c:pt>
                <c:pt idx="7342">
                  <c:v>0</c:v>
                </c:pt>
                <c:pt idx="7343">
                  <c:v>0</c:v>
                </c:pt>
                <c:pt idx="7344">
                  <c:v>0</c:v>
                </c:pt>
                <c:pt idx="7345">
                  <c:v>0</c:v>
                </c:pt>
                <c:pt idx="7346">
                  <c:v>0</c:v>
                </c:pt>
                <c:pt idx="7347">
                  <c:v>0</c:v>
                </c:pt>
                <c:pt idx="7348">
                  <c:v>0</c:v>
                </c:pt>
                <c:pt idx="7349">
                  <c:v>0</c:v>
                </c:pt>
                <c:pt idx="7350">
                  <c:v>0</c:v>
                </c:pt>
                <c:pt idx="7351">
                  <c:v>0</c:v>
                </c:pt>
                <c:pt idx="7352">
                  <c:v>252.309</c:v>
                </c:pt>
                <c:pt idx="7353">
                  <c:v>252.309</c:v>
                </c:pt>
                <c:pt idx="7354">
                  <c:v>252.309</c:v>
                </c:pt>
                <c:pt idx="7355">
                  <c:v>252.309</c:v>
                </c:pt>
                <c:pt idx="7356">
                  <c:v>252.309</c:v>
                </c:pt>
                <c:pt idx="7357">
                  <c:v>252.309</c:v>
                </c:pt>
                <c:pt idx="7358">
                  <c:v>252.309</c:v>
                </c:pt>
                <c:pt idx="7359">
                  <c:v>252.309</c:v>
                </c:pt>
                <c:pt idx="7360">
                  <c:v>252.309</c:v>
                </c:pt>
                <c:pt idx="7361">
                  <c:v>252.309</c:v>
                </c:pt>
                <c:pt idx="7362">
                  <c:v>252.309</c:v>
                </c:pt>
                <c:pt idx="7363">
                  <c:v>252.309</c:v>
                </c:pt>
                <c:pt idx="7364">
                  <c:v>252.309</c:v>
                </c:pt>
                <c:pt idx="7365">
                  <c:v>252.309</c:v>
                </c:pt>
                <c:pt idx="7366">
                  <c:v>0</c:v>
                </c:pt>
                <c:pt idx="7367">
                  <c:v>0</c:v>
                </c:pt>
                <c:pt idx="7368">
                  <c:v>0</c:v>
                </c:pt>
                <c:pt idx="7369">
                  <c:v>0</c:v>
                </c:pt>
                <c:pt idx="7370">
                  <c:v>0</c:v>
                </c:pt>
                <c:pt idx="7371">
                  <c:v>0</c:v>
                </c:pt>
                <c:pt idx="7372">
                  <c:v>0</c:v>
                </c:pt>
                <c:pt idx="7373">
                  <c:v>0</c:v>
                </c:pt>
                <c:pt idx="7374">
                  <c:v>0</c:v>
                </c:pt>
                <c:pt idx="7375">
                  <c:v>0</c:v>
                </c:pt>
                <c:pt idx="7376">
                  <c:v>252.309</c:v>
                </c:pt>
                <c:pt idx="7377">
                  <c:v>252.309</c:v>
                </c:pt>
                <c:pt idx="7378">
                  <c:v>252.309</c:v>
                </c:pt>
                <c:pt idx="7379">
                  <c:v>252.309</c:v>
                </c:pt>
                <c:pt idx="7380">
                  <c:v>252.309</c:v>
                </c:pt>
                <c:pt idx="7381">
                  <c:v>252.309</c:v>
                </c:pt>
                <c:pt idx="7382">
                  <c:v>252.309</c:v>
                </c:pt>
                <c:pt idx="7383">
                  <c:v>252.309</c:v>
                </c:pt>
                <c:pt idx="7384">
                  <c:v>252.309</c:v>
                </c:pt>
                <c:pt idx="7385">
                  <c:v>252.309</c:v>
                </c:pt>
                <c:pt idx="7386">
                  <c:v>252.309</c:v>
                </c:pt>
                <c:pt idx="7387">
                  <c:v>252.309</c:v>
                </c:pt>
                <c:pt idx="7388">
                  <c:v>252.309</c:v>
                </c:pt>
                <c:pt idx="7389">
                  <c:v>252.309</c:v>
                </c:pt>
                <c:pt idx="7390">
                  <c:v>0</c:v>
                </c:pt>
                <c:pt idx="7391">
                  <c:v>0</c:v>
                </c:pt>
                <c:pt idx="7392">
                  <c:v>0</c:v>
                </c:pt>
                <c:pt idx="7393">
                  <c:v>0</c:v>
                </c:pt>
                <c:pt idx="7394">
                  <c:v>0</c:v>
                </c:pt>
                <c:pt idx="7395">
                  <c:v>0</c:v>
                </c:pt>
                <c:pt idx="7396">
                  <c:v>0</c:v>
                </c:pt>
                <c:pt idx="7397">
                  <c:v>0</c:v>
                </c:pt>
                <c:pt idx="7398">
                  <c:v>0</c:v>
                </c:pt>
                <c:pt idx="7399">
                  <c:v>0</c:v>
                </c:pt>
                <c:pt idx="7400">
                  <c:v>252.309</c:v>
                </c:pt>
                <c:pt idx="7401">
                  <c:v>252.309</c:v>
                </c:pt>
                <c:pt idx="7402">
                  <c:v>252.309</c:v>
                </c:pt>
                <c:pt idx="7403">
                  <c:v>252.309</c:v>
                </c:pt>
                <c:pt idx="7404">
                  <c:v>252.309</c:v>
                </c:pt>
                <c:pt idx="7405">
                  <c:v>252.309</c:v>
                </c:pt>
                <c:pt idx="7406">
                  <c:v>252.309</c:v>
                </c:pt>
                <c:pt idx="7407">
                  <c:v>252.309</c:v>
                </c:pt>
                <c:pt idx="7408">
                  <c:v>252.309</c:v>
                </c:pt>
                <c:pt idx="7409">
                  <c:v>252.309</c:v>
                </c:pt>
                <c:pt idx="7410">
                  <c:v>252.309</c:v>
                </c:pt>
                <c:pt idx="7411">
                  <c:v>252.309</c:v>
                </c:pt>
                <c:pt idx="7412">
                  <c:v>252.309</c:v>
                </c:pt>
                <c:pt idx="7413">
                  <c:v>252.309</c:v>
                </c:pt>
                <c:pt idx="7414">
                  <c:v>0</c:v>
                </c:pt>
                <c:pt idx="7415">
                  <c:v>0</c:v>
                </c:pt>
                <c:pt idx="7416">
                  <c:v>0</c:v>
                </c:pt>
                <c:pt idx="7417">
                  <c:v>0</c:v>
                </c:pt>
                <c:pt idx="7418">
                  <c:v>0</c:v>
                </c:pt>
                <c:pt idx="7419">
                  <c:v>0</c:v>
                </c:pt>
                <c:pt idx="7420">
                  <c:v>0</c:v>
                </c:pt>
                <c:pt idx="7421">
                  <c:v>0</c:v>
                </c:pt>
                <c:pt idx="7422">
                  <c:v>0</c:v>
                </c:pt>
                <c:pt idx="7423">
                  <c:v>0</c:v>
                </c:pt>
                <c:pt idx="7424">
                  <c:v>252.309</c:v>
                </c:pt>
                <c:pt idx="7425">
                  <c:v>252.309</c:v>
                </c:pt>
                <c:pt idx="7426">
                  <c:v>252.309</c:v>
                </c:pt>
                <c:pt idx="7427">
                  <c:v>252.309</c:v>
                </c:pt>
                <c:pt idx="7428">
                  <c:v>252.309</c:v>
                </c:pt>
                <c:pt idx="7429">
                  <c:v>252.309</c:v>
                </c:pt>
                <c:pt idx="7430">
                  <c:v>252.309</c:v>
                </c:pt>
                <c:pt idx="7431">
                  <c:v>252.309</c:v>
                </c:pt>
                <c:pt idx="7432">
                  <c:v>252.309</c:v>
                </c:pt>
                <c:pt idx="7433">
                  <c:v>252.309</c:v>
                </c:pt>
                <c:pt idx="7434">
                  <c:v>252.309</c:v>
                </c:pt>
                <c:pt idx="7435">
                  <c:v>252.309</c:v>
                </c:pt>
                <c:pt idx="7436">
                  <c:v>252.309</c:v>
                </c:pt>
                <c:pt idx="7437">
                  <c:v>252.309</c:v>
                </c:pt>
                <c:pt idx="7438">
                  <c:v>0</c:v>
                </c:pt>
                <c:pt idx="7439">
                  <c:v>0</c:v>
                </c:pt>
                <c:pt idx="7440">
                  <c:v>0</c:v>
                </c:pt>
                <c:pt idx="7441">
                  <c:v>0</c:v>
                </c:pt>
                <c:pt idx="7442">
                  <c:v>0</c:v>
                </c:pt>
                <c:pt idx="7443">
                  <c:v>0</c:v>
                </c:pt>
                <c:pt idx="7444">
                  <c:v>0</c:v>
                </c:pt>
                <c:pt idx="7445">
                  <c:v>0</c:v>
                </c:pt>
                <c:pt idx="7446">
                  <c:v>0</c:v>
                </c:pt>
                <c:pt idx="7447">
                  <c:v>0</c:v>
                </c:pt>
                <c:pt idx="7448">
                  <c:v>252.309</c:v>
                </c:pt>
                <c:pt idx="7449">
                  <c:v>252.309</c:v>
                </c:pt>
                <c:pt idx="7450">
                  <c:v>252.309</c:v>
                </c:pt>
                <c:pt idx="7451">
                  <c:v>252.309</c:v>
                </c:pt>
                <c:pt idx="7452">
                  <c:v>252.309</c:v>
                </c:pt>
                <c:pt idx="7453">
                  <c:v>252.309</c:v>
                </c:pt>
                <c:pt idx="7454">
                  <c:v>252.309</c:v>
                </c:pt>
                <c:pt idx="7455">
                  <c:v>252.309</c:v>
                </c:pt>
                <c:pt idx="7456">
                  <c:v>252.309</c:v>
                </c:pt>
                <c:pt idx="7457">
                  <c:v>252.309</c:v>
                </c:pt>
                <c:pt idx="7458">
                  <c:v>252.309</c:v>
                </c:pt>
                <c:pt idx="7459">
                  <c:v>252.309</c:v>
                </c:pt>
                <c:pt idx="7460">
                  <c:v>252.309</c:v>
                </c:pt>
                <c:pt idx="7461">
                  <c:v>252.309</c:v>
                </c:pt>
                <c:pt idx="7462">
                  <c:v>0</c:v>
                </c:pt>
                <c:pt idx="7463">
                  <c:v>0</c:v>
                </c:pt>
                <c:pt idx="7464">
                  <c:v>0</c:v>
                </c:pt>
                <c:pt idx="7465">
                  <c:v>0</c:v>
                </c:pt>
                <c:pt idx="7466">
                  <c:v>0</c:v>
                </c:pt>
                <c:pt idx="7467">
                  <c:v>0</c:v>
                </c:pt>
                <c:pt idx="7468">
                  <c:v>0</c:v>
                </c:pt>
                <c:pt idx="7469">
                  <c:v>0</c:v>
                </c:pt>
                <c:pt idx="7470">
                  <c:v>0</c:v>
                </c:pt>
                <c:pt idx="7471">
                  <c:v>0</c:v>
                </c:pt>
                <c:pt idx="7472">
                  <c:v>252.309</c:v>
                </c:pt>
                <c:pt idx="7473">
                  <c:v>252.309</c:v>
                </c:pt>
                <c:pt idx="7474">
                  <c:v>252.309</c:v>
                </c:pt>
                <c:pt idx="7475">
                  <c:v>252.309</c:v>
                </c:pt>
                <c:pt idx="7476">
                  <c:v>252.309</c:v>
                </c:pt>
                <c:pt idx="7477">
                  <c:v>252.309</c:v>
                </c:pt>
                <c:pt idx="7478">
                  <c:v>252.309</c:v>
                </c:pt>
                <c:pt idx="7479">
                  <c:v>252.309</c:v>
                </c:pt>
                <c:pt idx="7480">
                  <c:v>252.309</c:v>
                </c:pt>
                <c:pt idx="7481">
                  <c:v>252.309</c:v>
                </c:pt>
                <c:pt idx="7482">
                  <c:v>252.309</c:v>
                </c:pt>
                <c:pt idx="7483">
                  <c:v>252.309</c:v>
                </c:pt>
                <c:pt idx="7484">
                  <c:v>252.309</c:v>
                </c:pt>
                <c:pt idx="7485">
                  <c:v>252.309</c:v>
                </c:pt>
                <c:pt idx="7486">
                  <c:v>0</c:v>
                </c:pt>
                <c:pt idx="7487">
                  <c:v>0</c:v>
                </c:pt>
                <c:pt idx="7488">
                  <c:v>0</c:v>
                </c:pt>
                <c:pt idx="7489">
                  <c:v>0</c:v>
                </c:pt>
                <c:pt idx="7490">
                  <c:v>0</c:v>
                </c:pt>
                <c:pt idx="7491">
                  <c:v>0</c:v>
                </c:pt>
                <c:pt idx="7492">
                  <c:v>0</c:v>
                </c:pt>
                <c:pt idx="7493">
                  <c:v>0</c:v>
                </c:pt>
                <c:pt idx="7494">
                  <c:v>0</c:v>
                </c:pt>
                <c:pt idx="7495">
                  <c:v>0</c:v>
                </c:pt>
                <c:pt idx="7496">
                  <c:v>252.309</c:v>
                </c:pt>
                <c:pt idx="7497">
                  <c:v>252.309</c:v>
                </c:pt>
                <c:pt idx="7498">
                  <c:v>252.309</c:v>
                </c:pt>
                <c:pt idx="7499">
                  <c:v>252.309</c:v>
                </c:pt>
                <c:pt idx="7500">
                  <c:v>252.309</c:v>
                </c:pt>
                <c:pt idx="7501">
                  <c:v>252.309</c:v>
                </c:pt>
                <c:pt idx="7502">
                  <c:v>252.309</c:v>
                </c:pt>
                <c:pt idx="7503">
                  <c:v>252.309</c:v>
                </c:pt>
                <c:pt idx="7504">
                  <c:v>252.309</c:v>
                </c:pt>
                <c:pt idx="7505">
                  <c:v>252.309</c:v>
                </c:pt>
                <c:pt idx="7506">
                  <c:v>252.309</c:v>
                </c:pt>
                <c:pt idx="7507">
                  <c:v>252.309</c:v>
                </c:pt>
                <c:pt idx="7508">
                  <c:v>252.309</c:v>
                </c:pt>
                <c:pt idx="7509">
                  <c:v>252.309</c:v>
                </c:pt>
                <c:pt idx="7510">
                  <c:v>0</c:v>
                </c:pt>
                <c:pt idx="7511">
                  <c:v>0</c:v>
                </c:pt>
                <c:pt idx="7512">
                  <c:v>0</c:v>
                </c:pt>
                <c:pt idx="7513">
                  <c:v>0</c:v>
                </c:pt>
                <c:pt idx="7514">
                  <c:v>0</c:v>
                </c:pt>
                <c:pt idx="7515">
                  <c:v>0</c:v>
                </c:pt>
                <c:pt idx="7516">
                  <c:v>0</c:v>
                </c:pt>
                <c:pt idx="7517">
                  <c:v>0</c:v>
                </c:pt>
                <c:pt idx="7518">
                  <c:v>0</c:v>
                </c:pt>
                <c:pt idx="7519">
                  <c:v>0</c:v>
                </c:pt>
                <c:pt idx="7520">
                  <c:v>252.309</c:v>
                </c:pt>
                <c:pt idx="7521">
                  <c:v>252.309</c:v>
                </c:pt>
                <c:pt idx="7522">
                  <c:v>252.309</c:v>
                </c:pt>
                <c:pt idx="7523">
                  <c:v>252.309</c:v>
                </c:pt>
                <c:pt idx="7524">
                  <c:v>252.309</c:v>
                </c:pt>
                <c:pt idx="7525">
                  <c:v>252.309</c:v>
                </c:pt>
                <c:pt idx="7526">
                  <c:v>252.309</c:v>
                </c:pt>
                <c:pt idx="7527">
                  <c:v>252.309</c:v>
                </c:pt>
                <c:pt idx="7528">
                  <c:v>252.309</c:v>
                </c:pt>
                <c:pt idx="7529">
                  <c:v>252.309</c:v>
                </c:pt>
                <c:pt idx="7530">
                  <c:v>252.309</c:v>
                </c:pt>
                <c:pt idx="7531">
                  <c:v>252.309</c:v>
                </c:pt>
                <c:pt idx="7532">
                  <c:v>252.309</c:v>
                </c:pt>
                <c:pt idx="7533">
                  <c:v>252.309</c:v>
                </c:pt>
                <c:pt idx="7534">
                  <c:v>0</c:v>
                </c:pt>
                <c:pt idx="7535">
                  <c:v>0</c:v>
                </c:pt>
                <c:pt idx="7536">
                  <c:v>0</c:v>
                </c:pt>
                <c:pt idx="7537">
                  <c:v>0</c:v>
                </c:pt>
                <c:pt idx="7538">
                  <c:v>0</c:v>
                </c:pt>
                <c:pt idx="7539">
                  <c:v>0</c:v>
                </c:pt>
                <c:pt idx="7540">
                  <c:v>0</c:v>
                </c:pt>
                <c:pt idx="7541">
                  <c:v>0</c:v>
                </c:pt>
                <c:pt idx="7542">
                  <c:v>0</c:v>
                </c:pt>
                <c:pt idx="7543">
                  <c:v>0</c:v>
                </c:pt>
                <c:pt idx="7544">
                  <c:v>252.309</c:v>
                </c:pt>
                <c:pt idx="7545">
                  <c:v>252.309</c:v>
                </c:pt>
                <c:pt idx="7546">
                  <c:v>252.309</c:v>
                </c:pt>
                <c:pt idx="7547">
                  <c:v>252.309</c:v>
                </c:pt>
                <c:pt idx="7548">
                  <c:v>252.309</c:v>
                </c:pt>
                <c:pt idx="7549">
                  <c:v>252.309</c:v>
                </c:pt>
                <c:pt idx="7550">
                  <c:v>252.309</c:v>
                </c:pt>
                <c:pt idx="7551">
                  <c:v>252.309</c:v>
                </c:pt>
                <c:pt idx="7552">
                  <c:v>252.309</c:v>
                </c:pt>
                <c:pt idx="7553">
                  <c:v>252.309</c:v>
                </c:pt>
                <c:pt idx="7554">
                  <c:v>252.309</c:v>
                </c:pt>
                <c:pt idx="7555">
                  <c:v>252.309</c:v>
                </c:pt>
                <c:pt idx="7556">
                  <c:v>252.309</c:v>
                </c:pt>
                <c:pt idx="7557">
                  <c:v>252.309</c:v>
                </c:pt>
                <c:pt idx="7558">
                  <c:v>0</c:v>
                </c:pt>
                <c:pt idx="7559">
                  <c:v>0</c:v>
                </c:pt>
                <c:pt idx="7560">
                  <c:v>0</c:v>
                </c:pt>
                <c:pt idx="7561">
                  <c:v>0</c:v>
                </c:pt>
                <c:pt idx="7562">
                  <c:v>0</c:v>
                </c:pt>
                <c:pt idx="7563">
                  <c:v>0</c:v>
                </c:pt>
                <c:pt idx="7564">
                  <c:v>0</c:v>
                </c:pt>
                <c:pt idx="7565">
                  <c:v>0</c:v>
                </c:pt>
                <c:pt idx="7566">
                  <c:v>0</c:v>
                </c:pt>
                <c:pt idx="7567">
                  <c:v>0</c:v>
                </c:pt>
                <c:pt idx="7568">
                  <c:v>252.309</c:v>
                </c:pt>
                <c:pt idx="7569">
                  <c:v>252.309</c:v>
                </c:pt>
                <c:pt idx="7570">
                  <c:v>252.309</c:v>
                </c:pt>
                <c:pt idx="7571">
                  <c:v>252.309</c:v>
                </c:pt>
                <c:pt idx="7572">
                  <c:v>252.309</c:v>
                </c:pt>
                <c:pt idx="7573">
                  <c:v>252.309</c:v>
                </c:pt>
                <c:pt idx="7574">
                  <c:v>252.309</c:v>
                </c:pt>
                <c:pt idx="7575">
                  <c:v>252.309</c:v>
                </c:pt>
                <c:pt idx="7576">
                  <c:v>252.309</c:v>
                </c:pt>
                <c:pt idx="7577">
                  <c:v>252.309</c:v>
                </c:pt>
                <c:pt idx="7578">
                  <c:v>252.309</c:v>
                </c:pt>
                <c:pt idx="7579">
                  <c:v>252.309</c:v>
                </c:pt>
                <c:pt idx="7580">
                  <c:v>252.309</c:v>
                </c:pt>
                <c:pt idx="7581">
                  <c:v>252.309</c:v>
                </c:pt>
                <c:pt idx="7582">
                  <c:v>0</c:v>
                </c:pt>
                <c:pt idx="7583">
                  <c:v>0</c:v>
                </c:pt>
                <c:pt idx="7584">
                  <c:v>0</c:v>
                </c:pt>
                <c:pt idx="7585">
                  <c:v>0</c:v>
                </c:pt>
                <c:pt idx="7586">
                  <c:v>0</c:v>
                </c:pt>
                <c:pt idx="7587">
                  <c:v>0</c:v>
                </c:pt>
                <c:pt idx="7588">
                  <c:v>0</c:v>
                </c:pt>
                <c:pt idx="7589">
                  <c:v>0</c:v>
                </c:pt>
                <c:pt idx="7590">
                  <c:v>0</c:v>
                </c:pt>
                <c:pt idx="7591">
                  <c:v>0</c:v>
                </c:pt>
                <c:pt idx="7592">
                  <c:v>252.309</c:v>
                </c:pt>
                <c:pt idx="7593">
                  <c:v>252.309</c:v>
                </c:pt>
                <c:pt idx="7594">
                  <c:v>252.309</c:v>
                </c:pt>
                <c:pt idx="7595">
                  <c:v>252.309</c:v>
                </c:pt>
                <c:pt idx="7596">
                  <c:v>252.309</c:v>
                </c:pt>
                <c:pt idx="7597">
                  <c:v>252.309</c:v>
                </c:pt>
                <c:pt idx="7598">
                  <c:v>252.309</c:v>
                </c:pt>
                <c:pt idx="7599">
                  <c:v>252.309</c:v>
                </c:pt>
                <c:pt idx="7600">
                  <c:v>252.309</c:v>
                </c:pt>
                <c:pt idx="7601">
                  <c:v>252.309</c:v>
                </c:pt>
                <c:pt idx="7602">
                  <c:v>252.309</c:v>
                </c:pt>
                <c:pt idx="7603">
                  <c:v>252.309</c:v>
                </c:pt>
                <c:pt idx="7604">
                  <c:v>252.309</c:v>
                </c:pt>
                <c:pt idx="7605">
                  <c:v>252.309</c:v>
                </c:pt>
                <c:pt idx="7606">
                  <c:v>0</c:v>
                </c:pt>
                <c:pt idx="7607">
                  <c:v>0</c:v>
                </c:pt>
                <c:pt idx="7608">
                  <c:v>0</c:v>
                </c:pt>
                <c:pt idx="7609">
                  <c:v>0</c:v>
                </c:pt>
                <c:pt idx="7610">
                  <c:v>0</c:v>
                </c:pt>
                <c:pt idx="7611">
                  <c:v>0</c:v>
                </c:pt>
                <c:pt idx="7612">
                  <c:v>0</c:v>
                </c:pt>
                <c:pt idx="7613">
                  <c:v>0</c:v>
                </c:pt>
                <c:pt idx="7614">
                  <c:v>0</c:v>
                </c:pt>
                <c:pt idx="7615">
                  <c:v>0</c:v>
                </c:pt>
                <c:pt idx="7616">
                  <c:v>252.309</c:v>
                </c:pt>
                <c:pt idx="7617">
                  <c:v>252.309</c:v>
                </c:pt>
                <c:pt idx="7618">
                  <c:v>252.309</c:v>
                </c:pt>
                <c:pt idx="7619">
                  <c:v>252.309</c:v>
                </c:pt>
                <c:pt idx="7620">
                  <c:v>252.309</c:v>
                </c:pt>
                <c:pt idx="7621">
                  <c:v>252.309</c:v>
                </c:pt>
                <c:pt idx="7622">
                  <c:v>252.309</c:v>
                </c:pt>
                <c:pt idx="7623">
                  <c:v>252.309</c:v>
                </c:pt>
                <c:pt idx="7624">
                  <c:v>252.309</c:v>
                </c:pt>
                <c:pt idx="7625">
                  <c:v>252.309</c:v>
                </c:pt>
                <c:pt idx="7626">
                  <c:v>252.309</c:v>
                </c:pt>
                <c:pt idx="7627">
                  <c:v>252.309</c:v>
                </c:pt>
                <c:pt idx="7628">
                  <c:v>252.309</c:v>
                </c:pt>
                <c:pt idx="7629">
                  <c:v>252.309</c:v>
                </c:pt>
                <c:pt idx="7630">
                  <c:v>0</c:v>
                </c:pt>
                <c:pt idx="7631">
                  <c:v>0</c:v>
                </c:pt>
                <c:pt idx="7632">
                  <c:v>0</c:v>
                </c:pt>
                <c:pt idx="7633">
                  <c:v>0</c:v>
                </c:pt>
                <c:pt idx="7634">
                  <c:v>0</c:v>
                </c:pt>
                <c:pt idx="7635">
                  <c:v>0</c:v>
                </c:pt>
                <c:pt idx="7636">
                  <c:v>0</c:v>
                </c:pt>
                <c:pt idx="7637">
                  <c:v>0</c:v>
                </c:pt>
                <c:pt idx="7638">
                  <c:v>0</c:v>
                </c:pt>
                <c:pt idx="7639">
                  <c:v>0</c:v>
                </c:pt>
                <c:pt idx="7640">
                  <c:v>252.309</c:v>
                </c:pt>
                <c:pt idx="7641">
                  <c:v>252.309</c:v>
                </c:pt>
                <c:pt idx="7642">
                  <c:v>252.309</c:v>
                </c:pt>
                <c:pt idx="7643">
                  <c:v>252.309</c:v>
                </c:pt>
                <c:pt idx="7644">
                  <c:v>252.309</c:v>
                </c:pt>
                <c:pt idx="7645">
                  <c:v>252.309</c:v>
                </c:pt>
                <c:pt idx="7646">
                  <c:v>252.309</c:v>
                </c:pt>
                <c:pt idx="7647">
                  <c:v>252.309</c:v>
                </c:pt>
                <c:pt idx="7648">
                  <c:v>252.309</c:v>
                </c:pt>
                <c:pt idx="7649">
                  <c:v>252.309</c:v>
                </c:pt>
                <c:pt idx="7650">
                  <c:v>252.309</c:v>
                </c:pt>
                <c:pt idx="7651">
                  <c:v>252.309</c:v>
                </c:pt>
                <c:pt idx="7652">
                  <c:v>252.309</c:v>
                </c:pt>
                <c:pt idx="7653">
                  <c:v>252.309</c:v>
                </c:pt>
                <c:pt idx="7654">
                  <c:v>0</c:v>
                </c:pt>
                <c:pt idx="7655">
                  <c:v>0</c:v>
                </c:pt>
                <c:pt idx="7656">
                  <c:v>0</c:v>
                </c:pt>
                <c:pt idx="7657">
                  <c:v>0</c:v>
                </c:pt>
                <c:pt idx="7658">
                  <c:v>0</c:v>
                </c:pt>
                <c:pt idx="7659">
                  <c:v>0</c:v>
                </c:pt>
                <c:pt idx="7660">
                  <c:v>0</c:v>
                </c:pt>
                <c:pt idx="7661">
                  <c:v>0</c:v>
                </c:pt>
                <c:pt idx="7662">
                  <c:v>0</c:v>
                </c:pt>
                <c:pt idx="7663">
                  <c:v>0</c:v>
                </c:pt>
                <c:pt idx="7664">
                  <c:v>252.309</c:v>
                </c:pt>
                <c:pt idx="7665">
                  <c:v>252.309</c:v>
                </c:pt>
                <c:pt idx="7666">
                  <c:v>252.309</c:v>
                </c:pt>
                <c:pt idx="7667">
                  <c:v>252.309</c:v>
                </c:pt>
                <c:pt idx="7668">
                  <c:v>252.309</c:v>
                </c:pt>
                <c:pt idx="7669">
                  <c:v>252.309</c:v>
                </c:pt>
                <c:pt idx="7670">
                  <c:v>252.309</c:v>
                </c:pt>
                <c:pt idx="7671">
                  <c:v>252.309</c:v>
                </c:pt>
                <c:pt idx="7672">
                  <c:v>252.309</c:v>
                </c:pt>
                <c:pt idx="7673">
                  <c:v>252.309</c:v>
                </c:pt>
                <c:pt idx="7674">
                  <c:v>252.309</c:v>
                </c:pt>
                <c:pt idx="7675">
                  <c:v>252.309</c:v>
                </c:pt>
                <c:pt idx="7676">
                  <c:v>252.309</c:v>
                </c:pt>
                <c:pt idx="7677">
                  <c:v>252.309</c:v>
                </c:pt>
                <c:pt idx="7678">
                  <c:v>0</c:v>
                </c:pt>
                <c:pt idx="7679">
                  <c:v>0</c:v>
                </c:pt>
                <c:pt idx="7680">
                  <c:v>0</c:v>
                </c:pt>
                <c:pt idx="7681">
                  <c:v>0</c:v>
                </c:pt>
                <c:pt idx="7682">
                  <c:v>0</c:v>
                </c:pt>
                <c:pt idx="7683">
                  <c:v>0</c:v>
                </c:pt>
                <c:pt idx="7684">
                  <c:v>0</c:v>
                </c:pt>
                <c:pt idx="7685">
                  <c:v>0</c:v>
                </c:pt>
                <c:pt idx="7686">
                  <c:v>0</c:v>
                </c:pt>
                <c:pt idx="7687">
                  <c:v>0</c:v>
                </c:pt>
                <c:pt idx="7688">
                  <c:v>252.309</c:v>
                </c:pt>
                <c:pt idx="7689">
                  <c:v>252.309</c:v>
                </c:pt>
                <c:pt idx="7690">
                  <c:v>252.309</c:v>
                </c:pt>
                <c:pt idx="7691">
                  <c:v>252.309</c:v>
                </c:pt>
                <c:pt idx="7692">
                  <c:v>252.309</c:v>
                </c:pt>
                <c:pt idx="7693">
                  <c:v>252.309</c:v>
                </c:pt>
                <c:pt idx="7694">
                  <c:v>252.309</c:v>
                </c:pt>
                <c:pt idx="7695">
                  <c:v>252.309</c:v>
                </c:pt>
                <c:pt idx="7696">
                  <c:v>252.309</c:v>
                </c:pt>
                <c:pt idx="7697">
                  <c:v>252.309</c:v>
                </c:pt>
                <c:pt idx="7698">
                  <c:v>252.309</c:v>
                </c:pt>
                <c:pt idx="7699">
                  <c:v>252.309</c:v>
                </c:pt>
                <c:pt idx="7700">
                  <c:v>252.309</c:v>
                </c:pt>
                <c:pt idx="7701">
                  <c:v>252.309</c:v>
                </c:pt>
                <c:pt idx="7702">
                  <c:v>0</c:v>
                </c:pt>
                <c:pt idx="7703">
                  <c:v>0</c:v>
                </c:pt>
                <c:pt idx="7704">
                  <c:v>0</c:v>
                </c:pt>
                <c:pt idx="7705">
                  <c:v>0</c:v>
                </c:pt>
                <c:pt idx="7706">
                  <c:v>0</c:v>
                </c:pt>
                <c:pt idx="7707">
                  <c:v>0</c:v>
                </c:pt>
                <c:pt idx="7708">
                  <c:v>0</c:v>
                </c:pt>
                <c:pt idx="7709">
                  <c:v>0</c:v>
                </c:pt>
                <c:pt idx="7710">
                  <c:v>0</c:v>
                </c:pt>
                <c:pt idx="7711">
                  <c:v>0</c:v>
                </c:pt>
                <c:pt idx="7712">
                  <c:v>252.309</c:v>
                </c:pt>
                <c:pt idx="7713">
                  <c:v>252.309</c:v>
                </c:pt>
                <c:pt idx="7714">
                  <c:v>252.309</c:v>
                </c:pt>
                <c:pt idx="7715">
                  <c:v>252.309</c:v>
                </c:pt>
                <c:pt idx="7716">
                  <c:v>252.309</c:v>
                </c:pt>
                <c:pt idx="7717">
                  <c:v>252.309</c:v>
                </c:pt>
                <c:pt idx="7718">
                  <c:v>252.309</c:v>
                </c:pt>
                <c:pt idx="7719">
                  <c:v>252.309</c:v>
                </c:pt>
                <c:pt idx="7720">
                  <c:v>252.309</c:v>
                </c:pt>
                <c:pt idx="7721">
                  <c:v>252.309</c:v>
                </c:pt>
                <c:pt idx="7722">
                  <c:v>252.309</c:v>
                </c:pt>
                <c:pt idx="7723">
                  <c:v>252.309</c:v>
                </c:pt>
                <c:pt idx="7724">
                  <c:v>252.309</c:v>
                </c:pt>
                <c:pt idx="7725">
                  <c:v>252.309</c:v>
                </c:pt>
                <c:pt idx="7726">
                  <c:v>0</c:v>
                </c:pt>
                <c:pt idx="7727">
                  <c:v>0</c:v>
                </c:pt>
                <c:pt idx="7728">
                  <c:v>0</c:v>
                </c:pt>
                <c:pt idx="7729">
                  <c:v>0</c:v>
                </c:pt>
                <c:pt idx="7730">
                  <c:v>0</c:v>
                </c:pt>
                <c:pt idx="7731">
                  <c:v>0</c:v>
                </c:pt>
                <c:pt idx="7732">
                  <c:v>0</c:v>
                </c:pt>
                <c:pt idx="7733">
                  <c:v>0</c:v>
                </c:pt>
                <c:pt idx="7734">
                  <c:v>0</c:v>
                </c:pt>
                <c:pt idx="7735">
                  <c:v>0</c:v>
                </c:pt>
                <c:pt idx="7736">
                  <c:v>252.309</c:v>
                </c:pt>
                <c:pt idx="7737">
                  <c:v>252.309</c:v>
                </c:pt>
                <c:pt idx="7738">
                  <c:v>252.309</c:v>
                </c:pt>
                <c:pt idx="7739">
                  <c:v>252.309</c:v>
                </c:pt>
                <c:pt idx="7740">
                  <c:v>252.309</c:v>
                </c:pt>
                <c:pt idx="7741">
                  <c:v>252.309</c:v>
                </c:pt>
                <c:pt idx="7742">
                  <c:v>252.309</c:v>
                </c:pt>
                <c:pt idx="7743">
                  <c:v>252.309</c:v>
                </c:pt>
                <c:pt idx="7744">
                  <c:v>252.309</c:v>
                </c:pt>
                <c:pt idx="7745">
                  <c:v>252.309</c:v>
                </c:pt>
                <c:pt idx="7746">
                  <c:v>252.309</c:v>
                </c:pt>
                <c:pt idx="7747">
                  <c:v>252.309</c:v>
                </c:pt>
                <c:pt idx="7748">
                  <c:v>252.309</c:v>
                </c:pt>
                <c:pt idx="7749">
                  <c:v>252.309</c:v>
                </c:pt>
                <c:pt idx="7750">
                  <c:v>0</c:v>
                </c:pt>
                <c:pt idx="7751">
                  <c:v>0</c:v>
                </c:pt>
                <c:pt idx="7752">
                  <c:v>0</c:v>
                </c:pt>
                <c:pt idx="7753">
                  <c:v>0</c:v>
                </c:pt>
                <c:pt idx="7754">
                  <c:v>0</c:v>
                </c:pt>
                <c:pt idx="7755">
                  <c:v>0</c:v>
                </c:pt>
                <c:pt idx="7756">
                  <c:v>0</c:v>
                </c:pt>
                <c:pt idx="7757">
                  <c:v>0</c:v>
                </c:pt>
                <c:pt idx="7758">
                  <c:v>0</c:v>
                </c:pt>
                <c:pt idx="7759">
                  <c:v>0</c:v>
                </c:pt>
                <c:pt idx="7760">
                  <c:v>252.309</c:v>
                </c:pt>
                <c:pt idx="7761">
                  <c:v>252.309</c:v>
                </c:pt>
                <c:pt idx="7762">
                  <c:v>252.309</c:v>
                </c:pt>
                <c:pt idx="7763">
                  <c:v>252.309</c:v>
                </c:pt>
                <c:pt idx="7764">
                  <c:v>252.309</c:v>
                </c:pt>
                <c:pt idx="7765">
                  <c:v>252.309</c:v>
                </c:pt>
                <c:pt idx="7766">
                  <c:v>252.309</c:v>
                </c:pt>
                <c:pt idx="7767">
                  <c:v>252.309</c:v>
                </c:pt>
                <c:pt idx="7768">
                  <c:v>252.309</c:v>
                </c:pt>
                <c:pt idx="7769">
                  <c:v>252.309</c:v>
                </c:pt>
                <c:pt idx="7770">
                  <c:v>252.309</c:v>
                </c:pt>
                <c:pt idx="7771">
                  <c:v>252.309</c:v>
                </c:pt>
                <c:pt idx="7772">
                  <c:v>252.309</c:v>
                </c:pt>
                <c:pt idx="7773">
                  <c:v>252.309</c:v>
                </c:pt>
                <c:pt idx="7774">
                  <c:v>0</c:v>
                </c:pt>
                <c:pt idx="7775">
                  <c:v>0</c:v>
                </c:pt>
                <c:pt idx="7776">
                  <c:v>0</c:v>
                </c:pt>
                <c:pt idx="7777">
                  <c:v>0</c:v>
                </c:pt>
                <c:pt idx="7778">
                  <c:v>0</c:v>
                </c:pt>
                <c:pt idx="7779">
                  <c:v>0</c:v>
                </c:pt>
                <c:pt idx="7780">
                  <c:v>0</c:v>
                </c:pt>
                <c:pt idx="7781">
                  <c:v>0</c:v>
                </c:pt>
                <c:pt idx="7782">
                  <c:v>0</c:v>
                </c:pt>
                <c:pt idx="7783">
                  <c:v>0</c:v>
                </c:pt>
                <c:pt idx="7784">
                  <c:v>252.309</c:v>
                </c:pt>
                <c:pt idx="7785">
                  <c:v>252.309</c:v>
                </c:pt>
                <c:pt idx="7786">
                  <c:v>252.309</c:v>
                </c:pt>
                <c:pt idx="7787">
                  <c:v>252.309</c:v>
                </c:pt>
                <c:pt idx="7788">
                  <c:v>252.309</c:v>
                </c:pt>
                <c:pt idx="7789">
                  <c:v>252.309</c:v>
                </c:pt>
                <c:pt idx="7790">
                  <c:v>252.309</c:v>
                </c:pt>
                <c:pt idx="7791">
                  <c:v>252.309</c:v>
                </c:pt>
                <c:pt idx="7792">
                  <c:v>252.309</c:v>
                </c:pt>
                <c:pt idx="7793">
                  <c:v>252.309</c:v>
                </c:pt>
                <c:pt idx="7794">
                  <c:v>252.309</c:v>
                </c:pt>
                <c:pt idx="7795">
                  <c:v>252.309</c:v>
                </c:pt>
                <c:pt idx="7796">
                  <c:v>252.309</c:v>
                </c:pt>
                <c:pt idx="7797">
                  <c:v>252.309</c:v>
                </c:pt>
                <c:pt idx="7798">
                  <c:v>0</c:v>
                </c:pt>
                <c:pt idx="7799">
                  <c:v>0</c:v>
                </c:pt>
                <c:pt idx="7800">
                  <c:v>0</c:v>
                </c:pt>
                <c:pt idx="7801">
                  <c:v>0</c:v>
                </c:pt>
                <c:pt idx="7802">
                  <c:v>0</c:v>
                </c:pt>
                <c:pt idx="7803">
                  <c:v>0</c:v>
                </c:pt>
                <c:pt idx="7804">
                  <c:v>0</c:v>
                </c:pt>
                <c:pt idx="7805">
                  <c:v>0</c:v>
                </c:pt>
                <c:pt idx="7806">
                  <c:v>0</c:v>
                </c:pt>
                <c:pt idx="7807">
                  <c:v>0</c:v>
                </c:pt>
                <c:pt idx="7808">
                  <c:v>252.309</c:v>
                </c:pt>
                <c:pt idx="7809">
                  <c:v>252.309</c:v>
                </c:pt>
                <c:pt idx="7810">
                  <c:v>252.309</c:v>
                </c:pt>
                <c:pt idx="7811">
                  <c:v>252.309</c:v>
                </c:pt>
                <c:pt idx="7812">
                  <c:v>252.309</c:v>
                </c:pt>
                <c:pt idx="7813">
                  <c:v>252.309</c:v>
                </c:pt>
                <c:pt idx="7814">
                  <c:v>252.309</c:v>
                </c:pt>
                <c:pt idx="7815">
                  <c:v>252.309</c:v>
                </c:pt>
                <c:pt idx="7816">
                  <c:v>252.309</c:v>
                </c:pt>
                <c:pt idx="7817">
                  <c:v>252.309</c:v>
                </c:pt>
                <c:pt idx="7818">
                  <c:v>252.309</c:v>
                </c:pt>
                <c:pt idx="7819">
                  <c:v>252.309</c:v>
                </c:pt>
                <c:pt idx="7820">
                  <c:v>252.309</c:v>
                </c:pt>
                <c:pt idx="7821">
                  <c:v>252.309</c:v>
                </c:pt>
                <c:pt idx="7822">
                  <c:v>0</c:v>
                </c:pt>
                <c:pt idx="7823">
                  <c:v>0</c:v>
                </c:pt>
                <c:pt idx="7824">
                  <c:v>0</c:v>
                </c:pt>
                <c:pt idx="7825">
                  <c:v>0</c:v>
                </c:pt>
                <c:pt idx="7826">
                  <c:v>0</c:v>
                </c:pt>
                <c:pt idx="7827">
                  <c:v>0</c:v>
                </c:pt>
                <c:pt idx="7828">
                  <c:v>0</c:v>
                </c:pt>
                <c:pt idx="7829">
                  <c:v>0</c:v>
                </c:pt>
                <c:pt idx="7830">
                  <c:v>0</c:v>
                </c:pt>
                <c:pt idx="7831">
                  <c:v>0</c:v>
                </c:pt>
                <c:pt idx="7832">
                  <c:v>252.309</c:v>
                </c:pt>
                <c:pt idx="7833">
                  <c:v>252.309</c:v>
                </c:pt>
                <c:pt idx="7834">
                  <c:v>252.309</c:v>
                </c:pt>
                <c:pt idx="7835">
                  <c:v>252.309</c:v>
                </c:pt>
                <c:pt idx="7836">
                  <c:v>252.309</c:v>
                </c:pt>
                <c:pt idx="7837">
                  <c:v>252.309</c:v>
                </c:pt>
                <c:pt idx="7838">
                  <c:v>252.309</c:v>
                </c:pt>
                <c:pt idx="7839">
                  <c:v>252.309</c:v>
                </c:pt>
                <c:pt idx="7840">
                  <c:v>252.309</c:v>
                </c:pt>
                <c:pt idx="7841">
                  <c:v>252.309</c:v>
                </c:pt>
                <c:pt idx="7842">
                  <c:v>252.309</c:v>
                </c:pt>
                <c:pt idx="7843">
                  <c:v>252.309</c:v>
                </c:pt>
                <c:pt idx="7844">
                  <c:v>252.309</c:v>
                </c:pt>
                <c:pt idx="7845">
                  <c:v>252.309</c:v>
                </c:pt>
                <c:pt idx="7846">
                  <c:v>0</c:v>
                </c:pt>
                <c:pt idx="7847">
                  <c:v>0</c:v>
                </c:pt>
                <c:pt idx="7848">
                  <c:v>0</c:v>
                </c:pt>
                <c:pt idx="7849">
                  <c:v>0</c:v>
                </c:pt>
                <c:pt idx="7850">
                  <c:v>0</c:v>
                </c:pt>
                <c:pt idx="7851">
                  <c:v>0</c:v>
                </c:pt>
                <c:pt idx="7852">
                  <c:v>0</c:v>
                </c:pt>
                <c:pt idx="7853">
                  <c:v>0</c:v>
                </c:pt>
                <c:pt idx="7854">
                  <c:v>0</c:v>
                </c:pt>
                <c:pt idx="7855">
                  <c:v>0</c:v>
                </c:pt>
                <c:pt idx="7856">
                  <c:v>252.309</c:v>
                </c:pt>
                <c:pt idx="7857">
                  <c:v>252.309</c:v>
                </c:pt>
                <c:pt idx="7858">
                  <c:v>252.309</c:v>
                </c:pt>
                <c:pt idx="7859">
                  <c:v>252.309</c:v>
                </c:pt>
                <c:pt idx="7860">
                  <c:v>252.309</c:v>
                </c:pt>
                <c:pt idx="7861">
                  <c:v>252.309</c:v>
                </c:pt>
                <c:pt idx="7862">
                  <c:v>252.309</c:v>
                </c:pt>
                <c:pt idx="7863">
                  <c:v>252.309</c:v>
                </c:pt>
                <c:pt idx="7864">
                  <c:v>252.309</c:v>
                </c:pt>
                <c:pt idx="7865">
                  <c:v>252.309</c:v>
                </c:pt>
                <c:pt idx="7866">
                  <c:v>252.309</c:v>
                </c:pt>
                <c:pt idx="7867">
                  <c:v>252.309</c:v>
                </c:pt>
                <c:pt idx="7868">
                  <c:v>252.309</c:v>
                </c:pt>
                <c:pt idx="7869">
                  <c:v>252.309</c:v>
                </c:pt>
                <c:pt idx="7870">
                  <c:v>0</c:v>
                </c:pt>
                <c:pt idx="7871">
                  <c:v>0</c:v>
                </c:pt>
                <c:pt idx="7872">
                  <c:v>0</c:v>
                </c:pt>
                <c:pt idx="7873">
                  <c:v>0</c:v>
                </c:pt>
                <c:pt idx="7874">
                  <c:v>0</c:v>
                </c:pt>
                <c:pt idx="7875">
                  <c:v>0</c:v>
                </c:pt>
                <c:pt idx="7876">
                  <c:v>0</c:v>
                </c:pt>
                <c:pt idx="7877">
                  <c:v>0</c:v>
                </c:pt>
                <c:pt idx="7878">
                  <c:v>0</c:v>
                </c:pt>
                <c:pt idx="7879">
                  <c:v>0</c:v>
                </c:pt>
                <c:pt idx="7880">
                  <c:v>252.309</c:v>
                </c:pt>
                <c:pt idx="7881">
                  <c:v>252.309</c:v>
                </c:pt>
                <c:pt idx="7882">
                  <c:v>252.309</c:v>
                </c:pt>
                <c:pt idx="7883">
                  <c:v>252.309</c:v>
                </c:pt>
                <c:pt idx="7884">
                  <c:v>252.309</c:v>
                </c:pt>
                <c:pt idx="7885">
                  <c:v>252.309</c:v>
                </c:pt>
                <c:pt idx="7886">
                  <c:v>252.309</c:v>
                </c:pt>
                <c:pt idx="7887">
                  <c:v>252.309</c:v>
                </c:pt>
                <c:pt idx="7888">
                  <c:v>252.309</c:v>
                </c:pt>
                <c:pt idx="7889">
                  <c:v>252.309</c:v>
                </c:pt>
                <c:pt idx="7890">
                  <c:v>252.309</c:v>
                </c:pt>
                <c:pt idx="7891">
                  <c:v>252.309</c:v>
                </c:pt>
                <c:pt idx="7892">
                  <c:v>252.309</c:v>
                </c:pt>
                <c:pt idx="7893">
                  <c:v>252.309</c:v>
                </c:pt>
                <c:pt idx="7894">
                  <c:v>0</c:v>
                </c:pt>
                <c:pt idx="7895">
                  <c:v>0</c:v>
                </c:pt>
                <c:pt idx="7896">
                  <c:v>0</c:v>
                </c:pt>
                <c:pt idx="7897">
                  <c:v>0</c:v>
                </c:pt>
                <c:pt idx="7898">
                  <c:v>0</c:v>
                </c:pt>
                <c:pt idx="7899">
                  <c:v>0</c:v>
                </c:pt>
                <c:pt idx="7900">
                  <c:v>0</c:v>
                </c:pt>
                <c:pt idx="7901">
                  <c:v>0</c:v>
                </c:pt>
                <c:pt idx="7902">
                  <c:v>0</c:v>
                </c:pt>
                <c:pt idx="7903">
                  <c:v>0</c:v>
                </c:pt>
                <c:pt idx="7904">
                  <c:v>252.309</c:v>
                </c:pt>
                <c:pt idx="7905">
                  <c:v>252.309</c:v>
                </c:pt>
                <c:pt idx="7906">
                  <c:v>252.309</c:v>
                </c:pt>
                <c:pt idx="7907">
                  <c:v>252.309</c:v>
                </c:pt>
                <c:pt idx="7908">
                  <c:v>252.309</c:v>
                </c:pt>
                <c:pt idx="7909">
                  <c:v>252.309</c:v>
                </c:pt>
                <c:pt idx="7910">
                  <c:v>252.309</c:v>
                </c:pt>
                <c:pt idx="7911">
                  <c:v>252.309</c:v>
                </c:pt>
                <c:pt idx="7912">
                  <c:v>252.309</c:v>
                </c:pt>
                <c:pt idx="7913">
                  <c:v>252.309</c:v>
                </c:pt>
                <c:pt idx="7914">
                  <c:v>252.309</c:v>
                </c:pt>
                <c:pt idx="7915">
                  <c:v>252.309</c:v>
                </c:pt>
                <c:pt idx="7916">
                  <c:v>252.309</c:v>
                </c:pt>
                <c:pt idx="7917">
                  <c:v>252.309</c:v>
                </c:pt>
                <c:pt idx="7918">
                  <c:v>0</c:v>
                </c:pt>
                <c:pt idx="7919">
                  <c:v>0</c:v>
                </c:pt>
                <c:pt idx="7920">
                  <c:v>0</c:v>
                </c:pt>
                <c:pt idx="7921">
                  <c:v>0</c:v>
                </c:pt>
                <c:pt idx="7922">
                  <c:v>0</c:v>
                </c:pt>
                <c:pt idx="7923">
                  <c:v>0</c:v>
                </c:pt>
                <c:pt idx="7924">
                  <c:v>0</c:v>
                </c:pt>
                <c:pt idx="7925">
                  <c:v>0</c:v>
                </c:pt>
                <c:pt idx="7926">
                  <c:v>0</c:v>
                </c:pt>
                <c:pt idx="7927">
                  <c:v>0</c:v>
                </c:pt>
                <c:pt idx="7928">
                  <c:v>252.309</c:v>
                </c:pt>
                <c:pt idx="7929">
                  <c:v>252.309</c:v>
                </c:pt>
                <c:pt idx="7930">
                  <c:v>252.309</c:v>
                </c:pt>
                <c:pt idx="7931">
                  <c:v>252.309</c:v>
                </c:pt>
                <c:pt idx="7932">
                  <c:v>252.309</c:v>
                </c:pt>
                <c:pt idx="7933">
                  <c:v>252.309</c:v>
                </c:pt>
                <c:pt idx="7934">
                  <c:v>252.309</c:v>
                </c:pt>
                <c:pt idx="7935">
                  <c:v>252.309</c:v>
                </c:pt>
                <c:pt idx="7936">
                  <c:v>252.309</c:v>
                </c:pt>
                <c:pt idx="7937">
                  <c:v>252.309</c:v>
                </c:pt>
                <c:pt idx="7938">
                  <c:v>252.309</c:v>
                </c:pt>
                <c:pt idx="7939">
                  <c:v>252.309</c:v>
                </c:pt>
                <c:pt idx="7940">
                  <c:v>252.309</c:v>
                </c:pt>
                <c:pt idx="7941">
                  <c:v>252.309</c:v>
                </c:pt>
                <c:pt idx="7942">
                  <c:v>0</c:v>
                </c:pt>
                <c:pt idx="7943">
                  <c:v>0</c:v>
                </c:pt>
                <c:pt idx="7944">
                  <c:v>0</c:v>
                </c:pt>
                <c:pt idx="7945">
                  <c:v>0</c:v>
                </c:pt>
                <c:pt idx="7946">
                  <c:v>0</c:v>
                </c:pt>
                <c:pt idx="7947">
                  <c:v>0</c:v>
                </c:pt>
                <c:pt idx="7948">
                  <c:v>0</c:v>
                </c:pt>
                <c:pt idx="7949">
                  <c:v>0</c:v>
                </c:pt>
                <c:pt idx="7950">
                  <c:v>0</c:v>
                </c:pt>
                <c:pt idx="7951">
                  <c:v>0</c:v>
                </c:pt>
                <c:pt idx="7952">
                  <c:v>252.309</c:v>
                </c:pt>
                <c:pt idx="7953">
                  <c:v>252.309</c:v>
                </c:pt>
                <c:pt idx="7954">
                  <c:v>252.309</c:v>
                </c:pt>
                <c:pt idx="7955">
                  <c:v>252.309</c:v>
                </c:pt>
                <c:pt idx="7956">
                  <c:v>252.309</c:v>
                </c:pt>
                <c:pt idx="7957">
                  <c:v>252.309</c:v>
                </c:pt>
                <c:pt idx="7958">
                  <c:v>252.309</c:v>
                </c:pt>
                <c:pt idx="7959">
                  <c:v>252.309</c:v>
                </c:pt>
                <c:pt idx="7960">
                  <c:v>252.309</c:v>
                </c:pt>
                <c:pt idx="7961">
                  <c:v>252.309</c:v>
                </c:pt>
                <c:pt idx="7962">
                  <c:v>252.309</c:v>
                </c:pt>
                <c:pt idx="7963">
                  <c:v>252.309</c:v>
                </c:pt>
                <c:pt idx="7964">
                  <c:v>252.309</c:v>
                </c:pt>
                <c:pt idx="7965">
                  <c:v>252.309</c:v>
                </c:pt>
                <c:pt idx="7966">
                  <c:v>0</c:v>
                </c:pt>
                <c:pt idx="7967">
                  <c:v>0</c:v>
                </c:pt>
                <c:pt idx="7968">
                  <c:v>0</c:v>
                </c:pt>
                <c:pt idx="7969">
                  <c:v>0</c:v>
                </c:pt>
                <c:pt idx="7970">
                  <c:v>0</c:v>
                </c:pt>
                <c:pt idx="7971">
                  <c:v>0</c:v>
                </c:pt>
                <c:pt idx="7972">
                  <c:v>0</c:v>
                </c:pt>
                <c:pt idx="7973">
                  <c:v>0</c:v>
                </c:pt>
                <c:pt idx="7974">
                  <c:v>0</c:v>
                </c:pt>
                <c:pt idx="7975">
                  <c:v>0</c:v>
                </c:pt>
                <c:pt idx="7976">
                  <c:v>252.309</c:v>
                </c:pt>
                <c:pt idx="7977">
                  <c:v>252.309</c:v>
                </c:pt>
                <c:pt idx="7978">
                  <c:v>252.309</c:v>
                </c:pt>
                <c:pt idx="7979">
                  <c:v>252.309</c:v>
                </c:pt>
                <c:pt idx="7980">
                  <c:v>258.85700000000003</c:v>
                </c:pt>
                <c:pt idx="7981">
                  <c:v>263.67200000000003</c:v>
                </c:pt>
                <c:pt idx="7982">
                  <c:v>252.309</c:v>
                </c:pt>
                <c:pt idx="7983">
                  <c:v>252.309</c:v>
                </c:pt>
                <c:pt idx="7984">
                  <c:v>252.309</c:v>
                </c:pt>
                <c:pt idx="7985">
                  <c:v>252.309</c:v>
                </c:pt>
                <c:pt idx="7986">
                  <c:v>252.309</c:v>
                </c:pt>
                <c:pt idx="7987">
                  <c:v>252.309</c:v>
                </c:pt>
                <c:pt idx="7988">
                  <c:v>252.309</c:v>
                </c:pt>
                <c:pt idx="7989">
                  <c:v>252.309</c:v>
                </c:pt>
                <c:pt idx="7990">
                  <c:v>0</c:v>
                </c:pt>
                <c:pt idx="7991">
                  <c:v>0</c:v>
                </c:pt>
                <c:pt idx="7992">
                  <c:v>0</c:v>
                </c:pt>
                <c:pt idx="7993">
                  <c:v>0</c:v>
                </c:pt>
                <c:pt idx="7994">
                  <c:v>0</c:v>
                </c:pt>
                <c:pt idx="7995">
                  <c:v>0</c:v>
                </c:pt>
                <c:pt idx="7996">
                  <c:v>0</c:v>
                </c:pt>
                <c:pt idx="7997">
                  <c:v>0</c:v>
                </c:pt>
                <c:pt idx="7998">
                  <c:v>0</c:v>
                </c:pt>
                <c:pt idx="7999">
                  <c:v>0</c:v>
                </c:pt>
                <c:pt idx="8000">
                  <c:v>252.309</c:v>
                </c:pt>
                <c:pt idx="8001">
                  <c:v>252.309</c:v>
                </c:pt>
                <c:pt idx="8002">
                  <c:v>252.309</c:v>
                </c:pt>
                <c:pt idx="8003">
                  <c:v>252.309</c:v>
                </c:pt>
                <c:pt idx="8004">
                  <c:v>252.309</c:v>
                </c:pt>
                <c:pt idx="8005">
                  <c:v>252.309</c:v>
                </c:pt>
                <c:pt idx="8006">
                  <c:v>252.309</c:v>
                </c:pt>
                <c:pt idx="8007">
                  <c:v>252.309</c:v>
                </c:pt>
                <c:pt idx="8008">
                  <c:v>252.309</c:v>
                </c:pt>
                <c:pt idx="8009">
                  <c:v>252.309</c:v>
                </c:pt>
                <c:pt idx="8010">
                  <c:v>252.309</c:v>
                </c:pt>
                <c:pt idx="8011">
                  <c:v>252.309</c:v>
                </c:pt>
                <c:pt idx="8012">
                  <c:v>252.309</c:v>
                </c:pt>
                <c:pt idx="8013">
                  <c:v>252.309</c:v>
                </c:pt>
                <c:pt idx="8014">
                  <c:v>0</c:v>
                </c:pt>
                <c:pt idx="8015">
                  <c:v>0</c:v>
                </c:pt>
                <c:pt idx="8016">
                  <c:v>0</c:v>
                </c:pt>
                <c:pt idx="8017">
                  <c:v>0</c:v>
                </c:pt>
                <c:pt idx="8018">
                  <c:v>0</c:v>
                </c:pt>
                <c:pt idx="8019">
                  <c:v>0</c:v>
                </c:pt>
                <c:pt idx="8020">
                  <c:v>0</c:v>
                </c:pt>
                <c:pt idx="8021">
                  <c:v>0</c:v>
                </c:pt>
                <c:pt idx="8022">
                  <c:v>0</c:v>
                </c:pt>
                <c:pt idx="8023">
                  <c:v>0</c:v>
                </c:pt>
                <c:pt idx="8024">
                  <c:v>252.309</c:v>
                </c:pt>
                <c:pt idx="8025">
                  <c:v>252.309</c:v>
                </c:pt>
                <c:pt idx="8026">
                  <c:v>252.309</c:v>
                </c:pt>
                <c:pt idx="8027">
                  <c:v>252.309</c:v>
                </c:pt>
                <c:pt idx="8028">
                  <c:v>252.309</c:v>
                </c:pt>
                <c:pt idx="8029">
                  <c:v>252.309</c:v>
                </c:pt>
                <c:pt idx="8030">
                  <c:v>252.309</c:v>
                </c:pt>
                <c:pt idx="8031">
                  <c:v>252.309</c:v>
                </c:pt>
                <c:pt idx="8032">
                  <c:v>252.309</c:v>
                </c:pt>
                <c:pt idx="8033">
                  <c:v>252.309</c:v>
                </c:pt>
                <c:pt idx="8034">
                  <c:v>252.309</c:v>
                </c:pt>
                <c:pt idx="8035">
                  <c:v>252.309</c:v>
                </c:pt>
                <c:pt idx="8036">
                  <c:v>252.309</c:v>
                </c:pt>
                <c:pt idx="8037">
                  <c:v>252.309</c:v>
                </c:pt>
                <c:pt idx="8038">
                  <c:v>0</c:v>
                </c:pt>
                <c:pt idx="8039">
                  <c:v>0</c:v>
                </c:pt>
                <c:pt idx="8040">
                  <c:v>0</c:v>
                </c:pt>
                <c:pt idx="8041">
                  <c:v>0</c:v>
                </c:pt>
                <c:pt idx="8042">
                  <c:v>0</c:v>
                </c:pt>
                <c:pt idx="8043">
                  <c:v>0</c:v>
                </c:pt>
                <c:pt idx="8044">
                  <c:v>0</c:v>
                </c:pt>
                <c:pt idx="8045">
                  <c:v>0</c:v>
                </c:pt>
                <c:pt idx="8046">
                  <c:v>0</c:v>
                </c:pt>
                <c:pt idx="8047">
                  <c:v>0</c:v>
                </c:pt>
                <c:pt idx="8048">
                  <c:v>252.309</c:v>
                </c:pt>
                <c:pt idx="8049">
                  <c:v>252.309</c:v>
                </c:pt>
                <c:pt idx="8050">
                  <c:v>252.309</c:v>
                </c:pt>
                <c:pt idx="8051">
                  <c:v>252.309</c:v>
                </c:pt>
                <c:pt idx="8052">
                  <c:v>252.309</c:v>
                </c:pt>
                <c:pt idx="8053">
                  <c:v>252.309</c:v>
                </c:pt>
                <c:pt idx="8054">
                  <c:v>252.309</c:v>
                </c:pt>
                <c:pt idx="8055">
                  <c:v>252.309</c:v>
                </c:pt>
                <c:pt idx="8056">
                  <c:v>252.309</c:v>
                </c:pt>
                <c:pt idx="8057">
                  <c:v>252.309</c:v>
                </c:pt>
                <c:pt idx="8058">
                  <c:v>252.309</c:v>
                </c:pt>
                <c:pt idx="8059">
                  <c:v>252.309</c:v>
                </c:pt>
                <c:pt idx="8060">
                  <c:v>252.309</c:v>
                </c:pt>
                <c:pt idx="8061">
                  <c:v>252.309</c:v>
                </c:pt>
                <c:pt idx="8062">
                  <c:v>0</c:v>
                </c:pt>
                <c:pt idx="8063">
                  <c:v>0</c:v>
                </c:pt>
                <c:pt idx="8064">
                  <c:v>0</c:v>
                </c:pt>
                <c:pt idx="8065">
                  <c:v>0</c:v>
                </c:pt>
                <c:pt idx="8066">
                  <c:v>0</c:v>
                </c:pt>
                <c:pt idx="8067">
                  <c:v>0</c:v>
                </c:pt>
                <c:pt idx="8068">
                  <c:v>0</c:v>
                </c:pt>
                <c:pt idx="8069">
                  <c:v>0</c:v>
                </c:pt>
                <c:pt idx="8070">
                  <c:v>0</c:v>
                </c:pt>
                <c:pt idx="8071">
                  <c:v>0</c:v>
                </c:pt>
                <c:pt idx="8072">
                  <c:v>252.309</c:v>
                </c:pt>
                <c:pt idx="8073">
                  <c:v>252.309</c:v>
                </c:pt>
                <c:pt idx="8074">
                  <c:v>252.309</c:v>
                </c:pt>
                <c:pt idx="8075">
                  <c:v>252.309</c:v>
                </c:pt>
                <c:pt idx="8076">
                  <c:v>252.309</c:v>
                </c:pt>
                <c:pt idx="8077">
                  <c:v>252.309</c:v>
                </c:pt>
                <c:pt idx="8078">
                  <c:v>252.309</c:v>
                </c:pt>
                <c:pt idx="8079">
                  <c:v>252.309</c:v>
                </c:pt>
                <c:pt idx="8080">
                  <c:v>252.309</c:v>
                </c:pt>
                <c:pt idx="8081">
                  <c:v>252.309</c:v>
                </c:pt>
                <c:pt idx="8082">
                  <c:v>252.309</c:v>
                </c:pt>
                <c:pt idx="8083">
                  <c:v>252.309</c:v>
                </c:pt>
                <c:pt idx="8084">
                  <c:v>252.309</c:v>
                </c:pt>
                <c:pt idx="8085">
                  <c:v>252.309</c:v>
                </c:pt>
                <c:pt idx="8086">
                  <c:v>0</c:v>
                </c:pt>
                <c:pt idx="8087">
                  <c:v>0</c:v>
                </c:pt>
                <c:pt idx="8088">
                  <c:v>0</c:v>
                </c:pt>
                <c:pt idx="8089">
                  <c:v>0</c:v>
                </c:pt>
                <c:pt idx="8090">
                  <c:v>0</c:v>
                </c:pt>
                <c:pt idx="8091">
                  <c:v>0</c:v>
                </c:pt>
                <c:pt idx="8092">
                  <c:v>0</c:v>
                </c:pt>
                <c:pt idx="8093">
                  <c:v>0</c:v>
                </c:pt>
                <c:pt idx="8094">
                  <c:v>0</c:v>
                </c:pt>
                <c:pt idx="8095">
                  <c:v>0</c:v>
                </c:pt>
                <c:pt idx="8096">
                  <c:v>252.309</c:v>
                </c:pt>
                <c:pt idx="8097">
                  <c:v>252.309</c:v>
                </c:pt>
                <c:pt idx="8098">
                  <c:v>252.309</c:v>
                </c:pt>
                <c:pt idx="8099">
                  <c:v>252.309</c:v>
                </c:pt>
                <c:pt idx="8100">
                  <c:v>252.309</c:v>
                </c:pt>
                <c:pt idx="8101">
                  <c:v>252.309</c:v>
                </c:pt>
                <c:pt idx="8102">
                  <c:v>252.309</c:v>
                </c:pt>
                <c:pt idx="8103">
                  <c:v>252.309</c:v>
                </c:pt>
                <c:pt idx="8104">
                  <c:v>252.309</c:v>
                </c:pt>
                <c:pt idx="8105">
                  <c:v>252.309</c:v>
                </c:pt>
                <c:pt idx="8106">
                  <c:v>252.309</c:v>
                </c:pt>
                <c:pt idx="8107">
                  <c:v>252.309</c:v>
                </c:pt>
                <c:pt idx="8108">
                  <c:v>252.309</c:v>
                </c:pt>
                <c:pt idx="8109">
                  <c:v>252.309</c:v>
                </c:pt>
                <c:pt idx="8110">
                  <c:v>0</c:v>
                </c:pt>
                <c:pt idx="8111">
                  <c:v>0</c:v>
                </c:pt>
                <c:pt idx="8112">
                  <c:v>0</c:v>
                </c:pt>
                <c:pt idx="8113">
                  <c:v>0</c:v>
                </c:pt>
                <c:pt idx="8114">
                  <c:v>0</c:v>
                </c:pt>
                <c:pt idx="8115">
                  <c:v>0</c:v>
                </c:pt>
                <c:pt idx="8116">
                  <c:v>0</c:v>
                </c:pt>
                <c:pt idx="8117">
                  <c:v>0</c:v>
                </c:pt>
                <c:pt idx="8118">
                  <c:v>0</c:v>
                </c:pt>
                <c:pt idx="8119">
                  <c:v>0</c:v>
                </c:pt>
                <c:pt idx="8120">
                  <c:v>252.309</c:v>
                </c:pt>
                <c:pt idx="8121">
                  <c:v>252.309</c:v>
                </c:pt>
                <c:pt idx="8122">
                  <c:v>252.309</c:v>
                </c:pt>
                <c:pt idx="8123">
                  <c:v>252.309</c:v>
                </c:pt>
                <c:pt idx="8124">
                  <c:v>252.309</c:v>
                </c:pt>
                <c:pt idx="8125">
                  <c:v>252.309</c:v>
                </c:pt>
                <c:pt idx="8126">
                  <c:v>252.309</c:v>
                </c:pt>
                <c:pt idx="8127">
                  <c:v>252.309</c:v>
                </c:pt>
                <c:pt idx="8128">
                  <c:v>252.309</c:v>
                </c:pt>
                <c:pt idx="8129">
                  <c:v>252.309</c:v>
                </c:pt>
                <c:pt idx="8130">
                  <c:v>252.309</c:v>
                </c:pt>
                <c:pt idx="8131">
                  <c:v>252.309</c:v>
                </c:pt>
                <c:pt idx="8132">
                  <c:v>252.309</c:v>
                </c:pt>
                <c:pt idx="8133">
                  <c:v>252.309</c:v>
                </c:pt>
                <c:pt idx="8134">
                  <c:v>0</c:v>
                </c:pt>
                <c:pt idx="8135">
                  <c:v>0</c:v>
                </c:pt>
                <c:pt idx="8136">
                  <c:v>0</c:v>
                </c:pt>
                <c:pt idx="8137">
                  <c:v>0</c:v>
                </c:pt>
                <c:pt idx="8138">
                  <c:v>0</c:v>
                </c:pt>
                <c:pt idx="8139">
                  <c:v>0</c:v>
                </c:pt>
                <c:pt idx="8140">
                  <c:v>0</c:v>
                </c:pt>
                <c:pt idx="8141">
                  <c:v>0</c:v>
                </c:pt>
                <c:pt idx="8142">
                  <c:v>0</c:v>
                </c:pt>
                <c:pt idx="8143">
                  <c:v>0</c:v>
                </c:pt>
                <c:pt idx="8144">
                  <c:v>252.309</c:v>
                </c:pt>
                <c:pt idx="8145">
                  <c:v>252.309</c:v>
                </c:pt>
                <c:pt idx="8146">
                  <c:v>252.309</c:v>
                </c:pt>
                <c:pt idx="8147">
                  <c:v>252.309</c:v>
                </c:pt>
                <c:pt idx="8148">
                  <c:v>252.309</c:v>
                </c:pt>
                <c:pt idx="8149">
                  <c:v>252.309</c:v>
                </c:pt>
                <c:pt idx="8150">
                  <c:v>252.309</c:v>
                </c:pt>
                <c:pt idx="8151">
                  <c:v>252.309</c:v>
                </c:pt>
                <c:pt idx="8152">
                  <c:v>252.309</c:v>
                </c:pt>
                <c:pt idx="8153">
                  <c:v>252.309</c:v>
                </c:pt>
                <c:pt idx="8154">
                  <c:v>252.309</c:v>
                </c:pt>
                <c:pt idx="8155">
                  <c:v>252.309</c:v>
                </c:pt>
                <c:pt idx="8156">
                  <c:v>252.309</c:v>
                </c:pt>
                <c:pt idx="8157">
                  <c:v>252.309</c:v>
                </c:pt>
                <c:pt idx="8158">
                  <c:v>0</c:v>
                </c:pt>
                <c:pt idx="8159">
                  <c:v>0</c:v>
                </c:pt>
                <c:pt idx="8160">
                  <c:v>0</c:v>
                </c:pt>
                <c:pt idx="8161">
                  <c:v>0</c:v>
                </c:pt>
                <c:pt idx="8162">
                  <c:v>0</c:v>
                </c:pt>
                <c:pt idx="8163">
                  <c:v>0</c:v>
                </c:pt>
                <c:pt idx="8164">
                  <c:v>0</c:v>
                </c:pt>
                <c:pt idx="8165">
                  <c:v>0</c:v>
                </c:pt>
                <c:pt idx="8166">
                  <c:v>0</c:v>
                </c:pt>
                <c:pt idx="8167">
                  <c:v>0</c:v>
                </c:pt>
                <c:pt idx="8168">
                  <c:v>252.309</c:v>
                </c:pt>
                <c:pt idx="8169">
                  <c:v>252.309</c:v>
                </c:pt>
                <c:pt idx="8170">
                  <c:v>252.309</c:v>
                </c:pt>
                <c:pt idx="8171">
                  <c:v>252.309</c:v>
                </c:pt>
                <c:pt idx="8172">
                  <c:v>252.309</c:v>
                </c:pt>
                <c:pt idx="8173">
                  <c:v>252.309</c:v>
                </c:pt>
                <c:pt idx="8174">
                  <c:v>252.309</c:v>
                </c:pt>
                <c:pt idx="8175">
                  <c:v>252.309</c:v>
                </c:pt>
                <c:pt idx="8176">
                  <c:v>252.309</c:v>
                </c:pt>
                <c:pt idx="8177">
                  <c:v>252.309</c:v>
                </c:pt>
                <c:pt idx="8178">
                  <c:v>252.309</c:v>
                </c:pt>
                <c:pt idx="8179">
                  <c:v>252.309</c:v>
                </c:pt>
                <c:pt idx="8180">
                  <c:v>252.309</c:v>
                </c:pt>
                <c:pt idx="8181">
                  <c:v>252.309</c:v>
                </c:pt>
                <c:pt idx="8182">
                  <c:v>0</c:v>
                </c:pt>
                <c:pt idx="8183">
                  <c:v>0</c:v>
                </c:pt>
                <c:pt idx="8184">
                  <c:v>0</c:v>
                </c:pt>
                <c:pt idx="8185">
                  <c:v>0</c:v>
                </c:pt>
                <c:pt idx="8186">
                  <c:v>0</c:v>
                </c:pt>
                <c:pt idx="8187">
                  <c:v>0</c:v>
                </c:pt>
                <c:pt idx="8188">
                  <c:v>0</c:v>
                </c:pt>
                <c:pt idx="8189">
                  <c:v>0</c:v>
                </c:pt>
                <c:pt idx="8190">
                  <c:v>0</c:v>
                </c:pt>
                <c:pt idx="8191">
                  <c:v>0</c:v>
                </c:pt>
                <c:pt idx="8192">
                  <c:v>252.309</c:v>
                </c:pt>
                <c:pt idx="8193">
                  <c:v>252.309</c:v>
                </c:pt>
                <c:pt idx="8194">
                  <c:v>252.309</c:v>
                </c:pt>
                <c:pt idx="8195">
                  <c:v>252.309</c:v>
                </c:pt>
                <c:pt idx="8196">
                  <c:v>252.309</c:v>
                </c:pt>
                <c:pt idx="8197">
                  <c:v>252.309</c:v>
                </c:pt>
                <c:pt idx="8198">
                  <c:v>252.309</c:v>
                </c:pt>
                <c:pt idx="8199">
                  <c:v>252.309</c:v>
                </c:pt>
                <c:pt idx="8200">
                  <c:v>252.309</c:v>
                </c:pt>
                <c:pt idx="8201">
                  <c:v>252.309</c:v>
                </c:pt>
                <c:pt idx="8202">
                  <c:v>252.309</c:v>
                </c:pt>
                <c:pt idx="8203">
                  <c:v>252.309</c:v>
                </c:pt>
                <c:pt idx="8204">
                  <c:v>252.309</c:v>
                </c:pt>
                <c:pt idx="8205">
                  <c:v>252.309</c:v>
                </c:pt>
                <c:pt idx="8206">
                  <c:v>0</c:v>
                </c:pt>
                <c:pt idx="8207">
                  <c:v>0</c:v>
                </c:pt>
                <c:pt idx="8208">
                  <c:v>0</c:v>
                </c:pt>
                <c:pt idx="8209">
                  <c:v>0</c:v>
                </c:pt>
                <c:pt idx="8210">
                  <c:v>0</c:v>
                </c:pt>
                <c:pt idx="8211">
                  <c:v>0</c:v>
                </c:pt>
                <c:pt idx="8212">
                  <c:v>0</c:v>
                </c:pt>
                <c:pt idx="8213">
                  <c:v>0</c:v>
                </c:pt>
                <c:pt idx="8214">
                  <c:v>0</c:v>
                </c:pt>
                <c:pt idx="8215">
                  <c:v>0</c:v>
                </c:pt>
                <c:pt idx="8216">
                  <c:v>252.309</c:v>
                </c:pt>
                <c:pt idx="8217">
                  <c:v>252.309</c:v>
                </c:pt>
                <c:pt idx="8218">
                  <c:v>252.309</c:v>
                </c:pt>
                <c:pt idx="8219">
                  <c:v>252.309</c:v>
                </c:pt>
                <c:pt idx="8220">
                  <c:v>252.309</c:v>
                </c:pt>
                <c:pt idx="8221">
                  <c:v>252.309</c:v>
                </c:pt>
                <c:pt idx="8222">
                  <c:v>252.309</c:v>
                </c:pt>
                <c:pt idx="8223">
                  <c:v>252.309</c:v>
                </c:pt>
                <c:pt idx="8224">
                  <c:v>252.309</c:v>
                </c:pt>
                <c:pt idx="8225">
                  <c:v>252.309</c:v>
                </c:pt>
                <c:pt idx="8226">
                  <c:v>252.309</c:v>
                </c:pt>
                <c:pt idx="8227">
                  <c:v>252.309</c:v>
                </c:pt>
                <c:pt idx="8228">
                  <c:v>252.309</c:v>
                </c:pt>
                <c:pt idx="8229">
                  <c:v>252.309</c:v>
                </c:pt>
                <c:pt idx="8230">
                  <c:v>0</c:v>
                </c:pt>
                <c:pt idx="8231">
                  <c:v>0</c:v>
                </c:pt>
                <c:pt idx="8232">
                  <c:v>0</c:v>
                </c:pt>
                <c:pt idx="8233">
                  <c:v>0</c:v>
                </c:pt>
                <c:pt idx="8234">
                  <c:v>0</c:v>
                </c:pt>
                <c:pt idx="8235">
                  <c:v>0</c:v>
                </c:pt>
                <c:pt idx="8236">
                  <c:v>0</c:v>
                </c:pt>
                <c:pt idx="8237">
                  <c:v>0</c:v>
                </c:pt>
                <c:pt idx="8238">
                  <c:v>0</c:v>
                </c:pt>
                <c:pt idx="8239">
                  <c:v>0</c:v>
                </c:pt>
                <c:pt idx="8240">
                  <c:v>252.309</c:v>
                </c:pt>
                <c:pt idx="8241">
                  <c:v>252.309</c:v>
                </c:pt>
                <c:pt idx="8242">
                  <c:v>252.309</c:v>
                </c:pt>
                <c:pt idx="8243">
                  <c:v>252.309</c:v>
                </c:pt>
                <c:pt idx="8244">
                  <c:v>252.309</c:v>
                </c:pt>
                <c:pt idx="8245">
                  <c:v>252.309</c:v>
                </c:pt>
                <c:pt idx="8246">
                  <c:v>252.309</c:v>
                </c:pt>
                <c:pt idx="8247">
                  <c:v>252.309</c:v>
                </c:pt>
                <c:pt idx="8248">
                  <c:v>252.309</c:v>
                </c:pt>
                <c:pt idx="8249">
                  <c:v>252.309</c:v>
                </c:pt>
                <c:pt idx="8250">
                  <c:v>252.309</c:v>
                </c:pt>
                <c:pt idx="8251">
                  <c:v>252.309</c:v>
                </c:pt>
                <c:pt idx="8252">
                  <c:v>252.309</c:v>
                </c:pt>
                <c:pt idx="8253">
                  <c:v>252.309</c:v>
                </c:pt>
                <c:pt idx="8254">
                  <c:v>0</c:v>
                </c:pt>
                <c:pt idx="8255">
                  <c:v>0</c:v>
                </c:pt>
                <c:pt idx="8256">
                  <c:v>0</c:v>
                </c:pt>
                <c:pt idx="8257">
                  <c:v>0</c:v>
                </c:pt>
                <c:pt idx="8258">
                  <c:v>0</c:v>
                </c:pt>
                <c:pt idx="8259">
                  <c:v>0</c:v>
                </c:pt>
                <c:pt idx="8260">
                  <c:v>0</c:v>
                </c:pt>
                <c:pt idx="8261">
                  <c:v>0</c:v>
                </c:pt>
                <c:pt idx="8262">
                  <c:v>0</c:v>
                </c:pt>
                <c:pt idx="8263">
                  <c:v>0</c:v>
                </c:pt>
                <c:pt idx="8264">
                  <c:v>252.309</c:v>
                </c:pt>
                <c:pt idx="8265">
                  <c:v>252.309</c:v>
                </c:pt>
                <c:pt idx="8266">
                  <c:v>252.309</c:v>
                </c:pt>
                <c:pt idx="8267">
                  <c:v>252.309</c:v>
                </c:pt>
                <c:pt idx="8268">
                  <c:v>252.309</c:v>
                </c:pt>
                <c:pt idx="8269">
                  <c:v>252.309</c:v>
                </c:pt>
                <c:pt idx="8270">
                  <c:v>252.309</c:v>
                </c:pt>
                <c:pt idx="8271">
                  <c:v>252.309</c:v>
                </c:pt>
                <c:pt idx="8272">
                  <c:v>252.309</c:v>
                </c:pt>
                <c:pt idx="8273">
                  <c:v>252.309</c:v>
                </c:pt>
                <c:pt idx="8274">
                  <c:v>252.309</c:v>
                </c:pt>
                <c:pt idx="8275">
                  <c:v>252.309</c:v>
                </c:pt>
                <c:pt idx="8276">
                  <c:v>252.309</c:v>
                </c:pt>
                <c:pt idx="8277">
                  <c:v>252.309</c:v>
                </c:pt>
                <c:pt idx="8278">
                  <c:v>0</c:v>
                </c:pt>
                <c:pt idx="8279">
                  <c:v>0</c:v>
                </c:pt>
                <c:pt idx="8280">
                  <c:v>0</c:v>
                </c:pt>
                <c:pt idx="8281">
                  <c:v>0</c:v>
                </c:pt>
                <c:pt idx="8282">
                  <c:v>0</c:v>
                </c:pt>
                <c:pt idx="8283">
                  <c:v>0</c:v>
                </c:pt>
                <c:pt idx="8284">
                  <c:v>0</c:v>
                </c:pt>
                <c:pt idx="8285">
                  <c:v>0</c:v>
                </c:pt>
                <c:pt idx="8286">
                  <c:v>0</c:v>
                </c:pt>
                <c:pt idx="8287">
                  <c:v>0</c:v>
                </c:pt>
                <c:pt idx="8288">
                  <c:v>252.309</c:v>
                </c:pt>
                <c:pt idx="8289">
                  <c:v>252.309</c:v>
                </c:pt>
                <c:pt idx="8290">
                  <c:v>252.309</c:v>
                </c:pt>
                <c:pt idx="8291">
                  <c:v>252.309</c:v>
                </c:pt>
                <c:pt idx="8292">
                  <c:v>252.309</c:v>
                </c:pt>
                <c:pt idx="8293">
                  <c:v>252.309</c:v>
                </c:pt>
                <c:pt idx="8294">
                  <c:v>252.309</c:v>
                </c:pt>
                <c:pt idx="8295">
                  <c:v>252.309</c:v>
                </c:pt>
                <c:pt idx="8296">
                  <c:v>252.309</c:v>
                </c:pt>
                <c:pt idx="8297">
                  <c:v>252.309</c:v>
                </c:pt>
                <c:pt idx="8298">
                  <c:v>252.309</c:v>
                </c:pt>
                <c:pt idx="8299">
                  <c:v>252.309</c:v>
                </c:pt>
                <c:pt idx="8300">
                  <c:v>252.309</c:v>
                </c:pt>
                <c:pt idx="8301">
                  <c:v>252.309</c:v>
                </c:pt>
                <c:pt idx="8302">
                  <c:v>0</c:v>
                </c:pt>
                <c:pt idx="8303">
                  <c:v>0</c:v>
                </c:pt>
                <c:pt idx="8304">
                  <c:v>0</c:v>
                </c:pt>
                <c:pt idx="8305">
                  <c:v>0</c:v>
                </c:pt>
                <c:pt idx="8306">
                  <c:v>0</c:v>
                </c:pt>
                <c:pt idx="8307">
                  <c:v>0</c:v>
                </c:pt>
                <c:pt idx="8308">
                  <c:v>0</c:v>
                </c:pt>
                <c:pt idx="8309">
                  <c:v>0</c:v>
                </c:pt>
                <c:pt idx="8310">
                  <c:v>0</c:v>
                </c:pt>
                <c:pt idx="8311">
                  <c:v>0</c:v>
                </c:pt>
                <c:pt idx="8312">
                  <c:v>252.309</c:v>
                </c:pt>
                <c:pt idx="8313">
                  <c:v>252.309</c:v>
                </c:pt>
                <c:pt idx="8314">
                  <c:v>252.309</c:v>
                </c:pt>
                <c:pt idx="8315">
                  <c:v>252.309</c:v>
                </c:pt>
                <c:pt idx="8316">
                  <c:v>252.309</c:v>
                </c:pt>
                <c:pt idx="8317">
                  <c:v>252.309</c:v>
                </c:pt>
                <c:pt idx="8318">
                  <c:v>252.309</c:v>
                </c:pt>
                <c:pt idx="8319">
                  <c:v>252.309</c:v>
                </c:pt>
                <c:pt idx="8320">
                  <c:v>252.309</c:v>
                </c:pt>
                <c:pt idx="8321">
                  <c:v>252.309</c:v>
                </c:pt>
                <c:pt idx="8322">
                  <c:v>252.309</c:v>
                </c:pt>
                <c:pt idx="8323">
                  <c:v>252.309</c:v>
                </c:pt>
                <c:pt idx="8324">
                  <c:v>252.309</c:v>
                </c:pt>
                <c:pt idx="8325">
                  <c:v>252.309</c:v>
                </c:pt>
                <c:pt idx="8326">
                  <c:v>0</c:v>
                </c:pt>
                <c:pt idx="8327">
                  <c:v>0</c:v>
                </c:pt>
                <c:pt idx="8328">
                  <c:v>0</c:v>
                </c:pt>
                <c:pt idx="8329">
                  <c:v>0</c:v>
                </c:pt>
                <c:pt idx="8330">
                  <c:v>0</c:v>
                </c:pt>
                <c:pt idx="8331">
                  <c:v>0</c:v>
                </c:pt>
                <c:pt idx="8332">
                  <c:v>0</c:v>
                </c:pt>
                <c:pt idx="8333">
                  <c:v>0</c:v>
                </c:pt>
                <c:pt idx="8334">
                  <c:v>0</c:v>
                </c:pt>
                <c:pt idx="8335">
                  <c:v>0</c:v>
                </c:pt>
                <c:pt idx="8336">
                  <c:v>252.309</c:v>
                </c:pt>
                <c:pt idx="8337">
                  <c:v>252.309</c:v>
                </c:pt>
                <c:pt idx="8338">
                  <c:v>252.309</c:v>
                </c:pt>
                <c:pt idx="8339">
                  <c:v>252.309</c:v>
                </c:pt>
                <c:pt idx="8340">
                  <c:v>252.309</c:v>
                </c:pt>
                <c:pt idx="8341">
                  <c:v>252.309</c:v>
                </c:pt>
                <c:pt idx="8342">
                  <c:v>252.309</c:v>
                </c:pt>
                <c:pt idx="8343">
                  <c:v>252.309</c:v>
                </c:pt>
                <c:pt idx="8344">
                  <c:v>252.309</c:v>
                </c:pt>
                <c:pt idx="8345">
                  <c:v>252.309</c:v>
                </c:pt>
                <c:pt idx="8346">
                  <c:v>252.309</c:v>
                </c:pt>
                <c:pt idx="8347">
                  <c:v>252.309</c:v>
                </c:pt>
                <c:pt idx="8348">
                  <c:v>252.309</c:v>
                </c:pt>
                <c:pt idx="8349">
                  <c:v>252.309</c:v>
                </c:pt>
                <c:pt idx="8350">
                  <c:v>0</c:v>
                </c:pt>
                <c:pt idx="8351">
                  <c:v>0</c:v>
                </c:pt>
                <c:pt idx="8352">
                  <c:v>0</c:v>
                </c:pt>
                <c:pt idx="8353">
                  <c:v>0</c:v>
                </c:pt>
                <c:pt idx="8354">
                  <c:v>0</c:v>
                </c:pt>
                <c:pt idx="8355">
                  <c:v>0</c:v>
                </c:pt>
                <c:pt idx="8356">
                  <c:v>0</c:v>
                </c:pt>
                <c:pt idx="8357">
                  <c:v>0</c:v>
                </c:pt>
                <c:pt idx="8358">
                  <c:v>0</c:v>
                </c:pt>
                <c:pt idx="8359">
                  <c:v>0</c:v>
                </c:pt>
                <c:pt idx="8360">
                  <c:v>252.309</c:v>
                </c:pt>
                <c:pt idx="8361">
                  <c:v>252.309</c:v>
                </c:pt>
                <c:pt idx="8362">
                  <c:v>252.309</c:v>
                </c:pt>
                <c:pt idx="8363">
                  <c:v>252.309</c:v>
                </c:pt>
                <c:pt idx="8364">
                  <c:v>252.309</c:v>
                </c:pt>
                <c:pt idx="8365">
                  <c:v>252.309</c:v>
                </c:pt>
                <c:pt idx="8366">
                  <c:v>252.309</c:v>
                </c:pt>
                <c:pt idx="8367">
                  <c:v>252.309</c:v>
                </c:pt>
                <c:pt idx="8368">
                  <c:v>252.309</c:v>
                </c:pt>
                <c:pt idx="8369">
                  <c:v>252.309</c:v>
                </c:pt>
                <c:pt idx="8370">
                  <c:v>252.309</c:v>
                </c:pt>
                <c:pt idx="8371">
                  <c:v>252.309</c:v>
                </c:pt>
                <c:pt idx="8372">
                  <c:v>252.309</c:v>
                </c:pt>
                <c:pt idx="8373">
                  <c:v>252.309</c:v>
                </c:pt>
                <c:pt idx="8374">
                  <c:v>0</c:v>
                </c:pt>
                <c:pt idx="8375">
                  <c:v>0</c:v>
                </c:pt>
                <c:pt idx="8376">
                  <c:v>0</c:v>
                </c:pt>
                <c:pt idx="8377">
                  <c:v>0</c:v>
                </c:pt>
                <c:pt idx="8378">
                  <c:v>0</c:v>
                </c:pt>
                <c:pt idx="8379">
                  <c:v>0</c:v>
                </c:pt>
                <c:pt idx="8380">
                  <c:v>0</c:v>
                </c:pt>
                <c:pt idx="8381">
                  <c:v>0</c:v>
                </c:pt>
                <c:pt idx="8382">
                  <c:v>0</c:v>
                </c:pt>
                <c:pt idx="8383">
                  <c:v>0</c:v>
                </c:pt>
                <c:pt idx="8384">
                  <c:v>252.309</c:v>
                </c:pt>
                <c:pt idx="8385">
                  <c:v>252.309</c:v>
                </c:pt>
                <c:pt idx="8386">
                  <c:v>252.309</c:v>
                </c:pt>
                <c:pt idx="8387">
                  <c:v>252.309</c:v>
                </c:pt>
                <c:pt idx="8388">
                  <c:v>252.309</c:v>
                </c:pt>
                <c:pt idx="8389">
                  <c:v>252.309</c:v>
                </c:pt>
                <c:pt idx="8390">
                  <c:v>252.309</c:v>
                </c:pt>
                <c:pt idx="8391">
                  <c:v>252.309</c:v>
                </c:pt>
                <c:pt idx="8392">
                  <c:v>252.309</c:v>
                </c:pt>
                <c:pt idx="8393">
                  <c:v>252.309</c:v>
                </c:pt>
                <c:pt idx="8394">
                  <c:v>252.309</c:v>
                </c:pt>
                <c:pt idx="8395">
                  <c:v>252.309</c:v>
                </c:pt>
                <c:pt idx="8396">
                  <c:v>252.309</c:v>
                </c:pt>
                <c:pt idx="8397">
                  <c:v>252.309</c:v>
                </c:pt>
                <c:pt idx="8398">
                  <c:v>0</c:v>
                </c:pt>
                <c:pt idx="8399">
                  <c:v>0</c:v>
                </c:pt>
                <c:pt idx="8400">
                  <c:v>0</c:v>
                </c:pt>
                <c:pt idx="8401">
                  <c:v>0</c:v>
                </c:pt>
                <c:pt idx="8402">
                  <c:v>0</c:v>
                </c:pt>
                <c:pt idx="8403">
                  <c:v>0</c:v>
                </c:pt>
                <c:pt idx="8404">
                  <c:v>0</c:v>
                </c:pt>
                <c:pt idx="8405">
                  <c:v>0</c:v>
                </c:pt>
                <c:pt idx="8406">
                  <c:v>0</c:v>
                </c:pt>
                <c:pt idx="8407">
                  <c:v>0</c:v>
                </c:pt>
                <c:pt idx="8408">
                  <c:v>252.309</c:v>
                </c:pt>
                <c:pt idx="8409">
                  <c:v>252.309</c:v>
                </c:pt>
                <c:pt idx="8410">
                  <c:v>252.309</c:v>
                </c:pt>
                <c:pt idx="8411">
                  <c:v>252.309</c:v>
                </c:pt>
                <c:pt idx="8412">
                  <c:v>252.309</c:v>
                </c:pt>
                <c:pt idx="8413">
                  <c:v>252.309</c:v>
                </c:pt>
                <c:pt idx="8414">
                  <c:v>252.309</c:v>
                </c:pt>
                <c:pt idx="8415">
                  <c:v>252.309</c:v>
                </c:pt>
                <c:pt idx="8416">
                  <c:v>252.309</c:v>
                </c:pt>
                <c:pt idx="8417">
                  <c:v>252.309</c:v>
                </c:pt>
                <c:pt idx="8418">
                  <c:v>252.309</c:v>
                </c:pt>
                <c:pt idx="8419">
                  <c:v>252.309</c:v>
                </c:pt>
                <c:pt idx="8420">
                  <c:v>252.309</c:v>
                </c:pt>
                <c:pt idx="8421">
                  <c:v>252.309</c:v>
                </c:pt>
                <c:pt idx="8422">
                  <c:v>0</c:v>
                </c:pt>
                <c:pt idx="8423">
                  <c:v>0</c:v>
                </c:pt>
                <c:pt idx="8424">
                  <c:v>0</c:v>
                </c:pt>
                <c:pt idx="8425">
                  <c:v>0</c:v>
                </c:pt>
                <c:pt idx="8426">
                  <c:v>0</c:v>
                </c:pt>
                <c:pt idx="8427">
                  <c:v>0</c:v>
                </c:pt>
                <c:pt idx="8428">
                  <c:v>0</c:v>
                </c:pt>
                <c:pt idx="8429">
                  <c:v>0</c:v>
                </c:pt>
                <c:pt idx="8430">
                  <c:v>0</c:v>
                </c:pt>
                <c:pt idx="8431">
                  <c:v>0</c:v>
                </c:pt>
                <c:pt idx="8432">
                  <c:v>252.309</c:v>
                </c:pt>
                <c:pt idx="8433">
                  <c:v>252.309</c:v>
                </c:pt>
                <c:pt idx="8434">
                  <c:v>252.309</c:v>
                </c:pt>
                <c:pt idx="8435">
                  <c:v>252.309</c:v>
                </c:pt>
                <c:pt idx="8436">
                  <c:v>252.309</c:v>
                </c:pt>
                <c:pt idx="8437">
                  <c:v>252.309</c:v>
                </c:pt>
                <c:pt idx="8438">
                  <c:v>252.309</c:v>
                </c:pt>
                <c:pt idx="8439">
                  <c:v>252.309</c:v>
                </c:pt>
                <c:pt idx="8440">
                  <c:v>252.309</c:v>
                </c:pt>
                <c:pt idx="8441">
                  <c:v>252.309</c:v>
                </c:pt>
                <c:pt idx="8442">
                  <c:v>252.309</c:v>
                </c:pt>
                <c:pt idx="8443">
                  <c:v>252.309</c:v>
                </c:pt>
                <c:pt idx="8444">
                  <c:v>252.309</c:v>
                </c:pt>
                <c:pt idx="8445">
                  <c:v>252.309</c:v>
                </c:pt>
                <c:pt idx="8446">
                  <c:v>0</c:v>
                </c:pt>
                <c:pt idx="8447">
                  <c:v>0</c:v>
                </c:pt>
                <c:pt idx="8448">
                  <c:v>0</c:v>
                </c:pt>
                <c:pt idx="8449">
                  <c:v>0</c:v>
                </c:pt>
                <c:pt idx="8450">
                  <c:v>0</c:v>
                </c:pt>
                <c:pt idx="8451">
                  <c:v>0</c:v>
                </c:pt>
                <c:pt idx="8452">
                  <c:v>0</c:v>
                </c:pt>
                <c:pt idx="8453">
                  <c:v>0</c:v>
                </c:pt>
                <c:pt idx="8454">
                  <c:v>0</c:v>
                </c:pt>
                <c:pt idx="8455">
                  <c:v>0</c:v>
                </c:pt>
                <c:pt idx="8456">
                  <c:v>252.309</c:v>
                </c:pt>
                <c:pt idx="8457">
                  <c:v>252.309</c:v>
                </c:pt>
                <c:pt idx="8458">
                  <c:v>252.309</c:v>
                </c:pt>
                <c:pt idx="8459">
                  <c:v>252.309</c:v>
                </c:pt>
                <c:pt idx="8460">
                  <c:v>252.309</c:v>
                </c:pt>
                <c:pt idx="8461">
                  <c:v>252.309</c:v>
                </c:pt>
                <c:pt idx="8462">
                  <c:v>252.309</c:v>
                </c:pt>
                <c:pt idx="8463">
                  <c:v>252.309</c:v>
                </c:pt>
                <c:pt idx="8464">
                  <c:v>252.309</c:v>
                </c:pt>
                <c:pt idx="8465">
                  <c:v>252.309</c:v>
                </c:pt>
                <c:pt idx="8466">
                  <c:v>252.309</c:v>
                </c:pt>
                <c:pt idx="8467">
                  <c:v>252.309</c:v>
                </c:pt>
                <c:pt idx="8468">
                  <c:v>252.309</c:v>
                </c:pt>
                <c:pt idx="8469">
                  <c:v>252.309</c:v>
                </c:pt>
                <c:pt idx="8470">
                  <c:v>0</c:v>
                </c:pt>
                <c:pt idx="8471">
                  <c:v>0</c:v>
                </c:pt>
                <c:pt idx="8472">
                  <c:v>0</c:v>
                </c:pt>
                <c:pt idx="8473">
                  <c:v>0</c:v>
                </c:pt>
                <c:pt idx="8474">
                  <c:v>0</c:v>
                </c:pt>
                <c:pt idx="8475">
                  <c:v>0</c:v>
                </c:pt>
                <c:pt idx="8476">
                  <c:v>0</c:v>
                </c:pt>
                <c:pt idx="8477">
                  <c:v>0</c:v>
                </c:pt>
                <c:pt idx="8478">
                  <c:v>0</c:v>
                </c:pt>
                <c:pt idx="8479">
                  <c:v>0</c:v>
                </c:pt>
                <c:pt idx="8480">
                  <c:v>252.309</c:v>
                </c:pt>
                <c:pt idx="8481">
                  <c:v>252.309</c:v>
                </c:pt>
                <c:pt idx="8482">
                  <c:v>252.309</c:v>
                </c:pt>
                <c:pt idx="8483">
                  <c:v>252.309</c:v>
                </c:pt>
                <c:pt idx="8484">
                  <c:v>252.309</c:v>
                </c:pt>
                <c:pt idx="8485">
                  <c:v>252.309</c:v>
                </c:pt>
                <c:pt idx="8486">
                  <c:v>252.309</c:v>
                </c:pt>
                <c:pt idx="8487">
                  <c:v>252.309</c:v>
                </c:pt>
                <c:pt idx="8488">
                  <c:v>252.309</c:v>
                </c:pt>
                <c:pt idx="8489">
                  <c:v>252.309</c:v>
                </c:pt>
                <c:pt idx="8490">
                  <c:v>252.309</c:v>
                </c:pt>
                <c:pt idx="8491">
                  <c:v>252.309</c:v>
                </c:pt>
                <c:pt idx="8492">
                  <c:v>252.309</c:v>
                </c:pt>
                <c:pt idx="8493">
                  <c:v>252.309</c:v>
                </c:pt>
                <c:pt idx="8494">
                  <c:v>0</c:v>
                </c:pt>
                <c:pt idx="8495">
                  <c:v>0</c:v>
                </c:pt>
                <c:pt idx="8496">
                  <c:v>0</c:v>
                </c:pt>
                <c:pt idx="8497">
                  <c:v>0</c:v>
                </c:pt>
                <c:pt idx="8498">
                  <c:v>0</c:v>
                </c:pt>
                <c:pt idx="8499">
                  <c:v>0</c:v>
                </c:pt>
                <c:pt idx="8500">
                  <c:v>0</c:v>
                </c:pt>
                <c:pt idx="8501">
                  <c:v>0</c:v>
                </c:pt>
                <c:pt idx="8502">
                  <c:v>0</c:v>
                </c:pt>
                <c:pt idx="8503">
                  <c:v>0</c:v>
                </c:pt>
                <c:pt idx="8504">
                  <c:v>252.309</c:v>
                </c:pt>
                <c:pt idx="8505">
                  <c:v>252.309</c:v>
                </c:pt>
                <c:pt idx="8506">
                  <c:v>252.309</c:v>
                </c:pt>
                <c:pt idx="8507">
                  <c:v>252.309</c:v>
                </c:pt>
                <c:pt idx="8508">
                  <c:v>252.309</c:v>
                </c:pt>
                <c:pt idx="8509">
                  <c:v>252.309</c:v>
                </c:pt>
                <c:pt idx="8510">
                  <c:v>252.309</c:v>
                </c:pt>
                <c:pt idx="8511">
                  <c:v>252.309</c:v>
                </c:pt>
                <c:pt idx="8512">
                  <c:v>252.309</c:v>
                </c:pt>
                <c:pt idx="8513">
                  <c:v>252.309</c:v>
                </c:pt>
                <c:pt idx="8514">
                  <c:v>252.309</c:v>
                </c:pt>
                <c:pt idx="8515">
                  <c:v>252.309</c:v>
                </c:pt>
                <c:pt idx="8516">
                  <c:v>252.309</c:v>
                </c:pt>
                <c:pt idx="8517">
                  <c:v>252.309</c:v>
                </c:pt>
                <c:pt idx="8518">
                  <c:v>0</c:v>
                </c:pt>
                <c:pt idx="8519">
                  <c:v>0</c:v>
                </c:pt>
                <c:pt idx="8520">
                  <c:v>0</c:v>
                </c:pt>
                <c:pt idx="8521">
                  <c:v>0</c:v>
                </c:pt>
                <c:pt idx="8522">
                  <c:v>0</c:v>
                </c:pt>
                <c:pt idx="8523">
                  <c:v>0</c:v>
                </c:pt>
                <c:pt idx="8524">
                  <c:v>0</c:v>
                </c:pt>
                <c:pt idx="8525">
                  <c:v>0</c:v>
                </c:pt>
                <c:pt idx="8526">
                  <c:v>0</c:v>
                </c:pt>
                <c:pt idx="8527">
                  <c:v>0</c:v>
                </c:pt>
                <c:pt idx="8528">
                  <c:v>252.309</c:v>
                </c:pt>
                <c:pt idx="8529">
                  <c:v>252.309</c:v>
                </c:pt>
                <c:pt idx="8530">
                  <c:v>252.309</c:v>
                </c:pt>
                <c:pt idx="8531">
                  <c:v>252.309</c:v>
                </c:pt>
                <c:pt idx="8532">
                  <c:v>252.309</c:v>
                </c:pt>
                <c:pt idx="8533">
                  <c:v>252.309</c:v>
                </c:pt>
                <c:pt idx="8534">
                  <c:v>252.309</c:v>
                </c:pt>
                <c:pt idx="8535">
                  <c:v>252.309</c:v>
                </c:pt>
                <c:pt idx="8536">
                  <c:v>252.309</c:v>
                </c:pt>
                <c:pt idx="8537">
                  <c:v>252.309</c:v>
                </c:pt>
                <c:pt idx="8538">
                  <c:v>252.309</c:v>
                </c:pt>
                <c:pt idx="8539">
                  <c:v>252.309</c:v>
                </c:pt>
                <c:pt idx="8540">
                  <c:v>252.309</c:v>
                </c:pt>
                <c:pt idx="8541">
                  <c:v>252.309</c:v>
                </c:pt>
                <c:pt idx="8542">
                  <c:v>0</c:v>
                </c:pt>
                <c:pt idx="8543">
                  <c:v>0</c:v>
                </c:pt>
                <c:pt idx="8544">
                  <c:v>0</c:v>
                </c:pt>
                <c:pt idx="8545">
                  <c:v>0</c:v>
                </c:pt>
                <c:pt idx="8546">
                  <c:v>0</c:v>
                </c:pt>
                <c:pt idx="8547">
                  <c:v>0</c:v>
                </c:pt>
                <c:pt idx="8548">
                  <c:v>0</c:v>
                </c:pt>
                <c:pt idx="8549">
                  <c:v>0</c:v>
                </c:pt>
                <c:pt idx="8550">
                  <c:v>0</c:v>
                </c:pt>
                <c:pt idx="8551">
                  <c:v>0</c:v>
                </c:pt>
                <c:pt idx="8552">
                  <c:v>252.309</c:v>
                </c:pt>
                <c:pt idx="8553">
                  <c:v>252.309</c:v>
                </c:pt>
                <c:pt idx="8554">
                  <c:v>252.309</c:v>
                </c:pt>
                <c:pt idx="8555">
                  <c:v>252.309</c:v>
                </c:pt>
                <c:pt idx="8556">
                  <c:v>252.309</c:v>
                </c:pt>
                <c:pt idx="8557">
                  <c:v>252.309</c:v>
                </c:pt>
                <c:pt idx="8558">
                  <c:v>252.309</c:v>
                </c:pt>
                <c:pt idx="8559">
                  <c:v>252.309</c:v>
                </c:pt>
                <c:pt idx="8560">
                  <c:v>252.309</c:v>
                </c:pt>
                <c:pt idx="8561">
                  <c:v>252.309</c:v>
                </c:pt>
                <c:pt idx="8562">
                  <c:v>252.309</c:v>
                </c:pt>
                <c:pt idx="8563">
                  <c:v>252.309</c:v>
                </c:pt>
                <c:pt idx="8564">
                  <c:v>252.309</c:v>
                </c:pt>
                <c:pt idx="8565">
                  <c:v>252.309</c:v>
                </c:pt>
                <c:pt idx="8566">
                  <c:v>0</c:v>
                </c:pt>
                <c:pt idx="8567">
                  <c:v>0</c:v>
                </c:pt>
                <c:pt idx="8568">
                  <c:v>0</c:v>
                </c:pt>
                <c:pt idx="8569">
                  <c:v>0</c:v>
                </c:pt>
                <c:pt idx="8570">
                  <c:v>0</c:v>
                </c:pt>
                <c:pt idx="8571">
                  <c:v>0</c:v>
                </c:pt>
                <c:pt idx="8572">
                  <c:v>0</c:v>
                </c:pt>
                <c:pt idx="8573">
                  <c:v>0</c:v>
                </c:pt>
                <c:pt idx="8574">
                  <c:v>0</c:v>
                </c:pt>
                <c:pt idx="8575">
                  <c:v>0</c:v>
                </c:pt>
                <c:pt idx="8576">
                  <c:v>252.309</c:v>
                </c:pt>
                <c:pt idx="8577">
                  <c:v>252.309</c:v>
                </c:pt>
                <c:pt idx="8578">
                  <c:v>252.309</c:v>
                </c:pt>
                <c:pt idx="8579">
                  <c:v>252.309</c:v>
                </c:pt>
                <c:pt idx="8580">
                  <c:v>252.309</c:v>
                </c:pt>
                <c:pt idx="8581">
                  <c:v>252.309</c:v>
                </c:pt>
                <c:pt idx="8582">
                  <c:v>252.309</c:v>
                </c:pt>
                <c:pt idx="8583">
                  <c:v>252.309</c:v>
                </c:pt>
                <c:pt idx="8584">
                  <c:v>252.309</c:v>
                </c:pt>
                <c:pt idx="8585">
                  <c:v>252.309</c:v>
                </c:pt>
                <c:pt idx="8586">
                  <c:v>252.309</c:v>
                </c:pt>
                <c:pt idx="8587">
                  <c:v>252.309</c:v>
                </c:pt>
                <c:pt idx="8588">
                  <c:v>252.309</c:v>
                </c:pt>
                <c:pt idx="8589">
                  <c:v>252.309</c:v>
                </c:pt>
                <c:pt idx="8590">
                  <c:v>0</c:v>
                </c:pt>
                <c:pt idx="8591">
                  <c:v>0</c:v>
                </c:pt>
                <c:pt idx="8592">
                  <c:v>0</c:v>
                </c:pt>
                <c:pt idx="8593">
                  <c:v>0</c:v>
                </c:pt>
                <c:pt idx="8594">
                  <c:v>0</c:v>
                </c:pt>
                <c:pt idx="8595">
                  <c:v>0</c:v>
                </c:pt>
                <c:pt idx="8596">
                  <c:v>0</c:v>
                </c:pt>
                <c:pt idx="8597">
                  <c:v>0</c:v>
                </c:pt>
                <c:pt idx="8598">
                  <c:v>0</c:v>
                </c:pt>
                <c:pt idx="8599">
                  <c:v>0</c:v>
                </c:pt>
                <c:pt idx="8600">
                  <c:v>252.309</c:v>
                </c:pt>
                <c:pt idx="8601">
                  <c:v>252.309</c:v>
                </c:pt>
                <c:pt idx="8602">
                  <c:v>252.309</c:v>
                </c:pt>
                <c:pt idx="8603">
                  <c:v>252.309</c:v>
                </c:pt>
                <c:pt idx="8604">
                  <c:v>252.309</c:v>
                </c:pt>
                <c:pt idx="8605">
                  <c:v>252.309</c:v>
                </c:pt>
                <c:pt idx="8606">
                  <c:v>252.309</c:v>
                </c:pt>
                <c:pt idx="8607">
                  <c:v>252.309</c:v>
                </c:pt>
                <c:pt idx="8608">
                  <c:v>252.309</c:v>
                </c:pt>
                <c:pt idx="8609">
                  <c:v>252.309</c:v>
                </c:pt>
                <c:pt idx="8610">
                  <c:v>252.309</c:v>
                </c:pt>
                <c:pt idx="8611">
                  <c:v>252.309</c:v>
                </c:pt>
                <c:pt idx="8612">
                  <c:v>252.309</c:v>
                </c:pt>
                <c:pt idx="8613">
                  <c:v>252.309</c:v>
                </c:pt>
                <c:pt idx="8614">
                  <c:v>0</c:v>
                </c:pt>
                <c:pt idx="8615">
                  <c:v>0</c:v>
                </c:pt>
                <c:pt idx="8616">
                  <c:v>0</c:v>
                </c:pt>
                <c:pt idx="8617">
                  <c:v>0</c:v>
                </c:pt>
                <c:pt idx="8618">
                  <c:v>0</c:v>
                </c:pt>
                <c:pt idx="8619">
                  <c:v>0</c:v>
                </c:pt>
                <c:pt idx="8620">
                  <c:v>0</c:v>
                </c:pt>
                <c:pt idx="8621">
                  <c:v>0</c:v>
                </c:pt>
                <c:pt idx="8622">
                  <c:v>0</c:v>
                </c:pt>
                <c:pt idx="8623">
                  <c:v>0</c:v>
                </c:pt>
                <c:pt idx="8624">
                  <c:v>252.309</c:v>
                </c:pt>
                <c:pt idx="8625">
                  <c:v>252.309</c:v>
                </c:pt>
                <c:pt idx="8626">
                  <c:v>252.309</c:v>
                </c:pt>
                <c:pt idx="8627">
                  <c:v>252.309</c:v>
                </c:pt>
                <c:pt idx="8628">
                  <c:v>252.309</c:v>
                </c:pt>
                <c:pt idx="8629">
                  <c:v>252.309</c:v>
                </c:pt>
                <c:pt idx="8630">
                  <c:v>252.309</c:v>
                </c:pt>
                <c:pt idx="8631">
                  <c:v>252.309</c:v>
                </c:pt>
                <c:pt idx="8632">
                  <c:v>252.309</c:v>
                </c:pt>
                <c:pt idx="8633">
                  <c:v>252.309</c:v>
                </c:pt>
                <c:pt idx="8634">
                  <c:v>252.309</c:v>
                </c:pt>
                <c:pt idx="8635">
                  <c:v>252.309</c:v>
                </c:pt>
                <c:pt idx="8636">
                  <c:v>252.309</c:v>
                </c:pt>
                <c:pt idx="8637">
                  <c:v>252.309</c:v>
                </c:pt>
                <c:pt idx="8638">
                  <c:v>0</c:v>
                </c:pt>
                <c:pt idx="8639">
                  <c:v>0</c:v>
                </c:pt>
                <c:pt idx="8640">
                  <c:v>0</c:v>
                </c:pt>
                <c:pt idx="8641">
                  <c:v>0</c:v>
                </c:pt>
                <c:pt idx="8642">
                  <c:v>0</c:v>
                </c:pt>
                <c:pt idx="8643">
                  <c:v>0</c:v>
                </c:pt>
                <c:pt idx="8644">
                  <c:v>0</c:v>
                </c:pt>
                <c:pt idx="8645">
                  <c:v>0</c:v>
                </c:pt>
                <c:pt idx="8646">
                  <c:v>0</c:v>
                </c:pt>
                <c:pt idx="8647">
                  <c:v>0</c:v>
                </c:pt>
                <c:pt idx="8648">
                  <c:v>252.309</c:v>
                </c:pt>
                <c:pt idx="8649">
                  <c:v>252.309</c:v>
                </c:pt>
                <c:pt idx="8650">
                  <c:v>252.309</c:v>
                </c:pt>
                <c:pt idx="8651">
                  <c:v>252.309</c:v>
                </c:pt>
                <c:pt idx="8652">
                  <c:v>252.309</c:v>
                </c:pt>
                <c:pt idx="8653">
                  <c:v>252.309</c:v>
                </c:pt>
                <c:pt idx="8654">
                  <c:v>252.309</c:v>
                </c:pt>
                <c:pt idx="8655">
                  <c:v>252.309</c:v>
                </c:pt>
                <c:pt idx="8656">
                  <c:v>252.309</c:v>
                </c:pt>
                <c:pt idx="8657">
                  <c:v>252.309</c:v>
                </c:pt>
                <c:pt idx="8658">
                  <c:v>252.309</c:v>
                </c:pt>
                <c:pt idx="8659">
                  <c:v>252.309</c:v>
                </c:pt>
                <c:pt idx="8660">
                  <c:v>252.309</c:v>
                </c:pt>
                <c:pt idx="8661">
                  <c:v>252.309</c:v>
                </c:pt>
                <c:pt idx="8662">
                  <c:v>0</c:v>
                </c:pt>
                <c:pt idx="8663">
                  <c:v>0</c:v>
                </c:pt>
                <c:pt idx="8664">
                  <c:v>0</c:v>
                </c:pt>
                <c:pt idx="8665">
                  <c:v>0</c:v>
                </c:pt>
                <c:pt idx="8666">
                  <c:v>0</c:v>
                </c:pt>
                <c:pt idx="8667">
                  <c:v>0</c:v>
                </c:pt>
                <c:pt idx="8668">
                  <c:v>0</c:v>
                </c:pt>
                <c:pt idx="8669">
                  <c:v>0</c:v>
                </c:pt>
                <c:pt idx="8670">
                  <c:v>0</c:v>
                </c:pt>
                <c:pt idx="8671">
                  <c:v>0</c:v>
                </c:pt>
                <c:pt idx="8672">
                  <c:v>252.309</c:v>
                </c:pt>
                <c:pt idx="8673">
                  <c:v>252.309</c:v>
                </c:pt>
                <c:pt idx="8674">
                  <c:v>252.309</c:v>
                </c:pt>
                <c:pt idx="8675">
                  <c:v>252.309</c:v>
                </c:pt>
                <c:pt idx="8676">
                  <c:v>252.309</c:v>
                </c:pt>
                <c:pt idx="8677">
                  <c:v>252.309</c:v>
                </c:pt>
                <c:pt idx="8678">
                  <c:v>252.309</c:v>
                </c:pt>
                <c:pt idx="8679">
                  <c:v>252.309</c:v>
                </c:pt>
                <c:pt idx="8680">
                  <c:v>252.309</c:v>
                </c:pt>
                <c:pt idx="8681">
                  <c:v>252.309</c:v>
                </c:pt>
                <c:pt idx="8682">
                  <c:v>252.309</c:v>
                </c:pt>
                <c:pt idx="8683">
                  <c:v>252.309</c:v>
                </c:pt>
                <c:pt idx="8684">
                  <c:v>252.309</c:v>
                </c:pt>
                <c:pt idx="8685">
                  <c:v>252.309</c:v>
                </c:pt>
                <c:pt idx="8686">
                  <c:v>0</c:v>
                </c:pt>
                <c:pt idx="8687">
                  <c:v>0</c:v>
                </c:pt>
                <c:pt idx="8688">
                  <c:v>0</c:v>
                </c:pt>
                <c:pt idx="8689">
                  <c:v>0</c:v>
                </c:pt>
                <c:pt idx="8690">
                  <c:v>0</c:v>
                </c:pt>
                <c:pt idx="8691">
                  <c:v>0</c:v>
                </c:pt>
                <c:pt idx="8692">
                  <c:v>0</c:v>
                </c:pt>
                <c:pt idx="8693">
                  <c:v>0</c:v>
                </c:pt>
                <c:pt idx="8694">
                  <c:v>0</c:v>
                </c:pt>
                <c:pt idx="8695">
                  <c:v>0</c:v>
                </c:pt>
                <c:pt idx="8696">
                  <c:v>252.309</c:v>
                </c:pt>
                <c:pt idx="8697">
                  <c:v>252.309</c:v>
                </c:pt>
                <c:pt idx="8698">
                  <c:v>252.309</c:v>
                </c:pt>
                <c:pt idx="8699">
                  <c:v>252.309</c:v>
                </c:pt>
                <c:pt idx="8700">
                  <c:v>252.309</c:v>
                </c:pt>
                <c:pt idx="8701">
                  <c:v>252.309</c:v>
                </c:pt>
                <c:pt idx="8702">
                  <c:v>252.309</c:v>
                </c:pt>
                <c:pt idx="8703">
                  <c:v>252.309</c:v>
                </c:pt>
                <c:pt idx="8704">
                  <c:v>252.309</c:v>
                </c:pt>
                <c:pt idx="8705">
                  <c:v>252.309</c:v>
                </c:pt>
                <c:pt idx="8706">
                  <c:v>252.309</c:v>
                </c:pt>
                <c:pt idx="8707">
                  <c:v>252.309</c:v>
                </c:pt>
                <c:pt idx="8708">
                  <c:v>252.309</c:v>
                </c:pt>
                <c:pt idx="8709">
                  <c:v>252.309</c:v>
                </c:pt>
                <c:pt idx="8710">
                  <c:v>0</c:v>
                </c:pt>
                <c:pt idx="8711">
                  <c:v>0</c:v>
                </c:pt>
                <c:pt idx="8712">
                  <c:v>0</c:v>
                </c:pt>
                <c:pt idx="8713">
                  <c:v>0</c:v>
                </c:pt>
                <c:pt idx="8714">
                  <c:v>0</c:v>
                </c:pt>
                <c:pt idx="8715">
                  <c:v>0</c:v>
                </c:pt>
                <c:pt idx="8716">
                  <c:v>0</c:v>
                </c:pt>
                <c:pt idx="8717">
                  <c:v>0</c:v>
                </c:pt>
                <c:pt idx="8718">
                  <c:v>0</c:v>
                </c:pt>
                <c:pt idx="8719">
                  <c:v>0</c:v>
                </c:pt>
                <c:pt idx="8720">
                  <c:v>252.309</c:v>
                </c:pt>
                <c:pt idx="8721">
                  <c:v>252.309</c:v>
                </c:pt>
                <c:pt idx="8722">
                  <c:v>252.309</c:v>
                </c:pt>
                <c:pt idx="8723">
                  <c:v>252.309</c:v>
                </c:pt>
                <c:pt idx="8724">
                  <c:v>252.309</c:v>
                </c:pt>
                <c:pt idx="8725">
                  <c:v>252.309</c:v>
                </c:pt>
                <c:pt idx="8726">
                  <c:v>252.309</c:v>
                </c:pt>
                <c:pt idx="8727">
                  <c:v>252.309</c:v>
                </c:pt>
                <c:pt idx="8728">
                  <c:v>252.309</c:v>
                </c:pt>
                <c:pt idx="8729">
                  <c:v>252.309</c:v>
                </c:pt>
                <c:pt idx="8730">
                  <c:v>252.309</c:v>
                </c:pt>
                <c:pt idx="8731">
                  <c:v>252.309</c:v>
                </c:pt>
                <c:pt idx="8732">
                  <c:v>252.309</c:v>
                </c:pt>
                <c:pt idx="8733">
                  <c:v>252.309</c:v>
                </c:pt>
                <c:pt idx="8734">
                  <c:v>0</c:v>
                </c:pt>
                <c:pt idx="8735">
                  <c:v>0</c:v>
                </c:pt>
                <c:pt idx="8736">
                  <c:v>0</c:v>
                </c:pt>
                <c:pt idx="8737">
                  <c:v>0</c:v>
                </c:pt>
                <c:pt idx="8738">
                  <c:v>0</c:v>
                </c:pt>
                <c:pt idx="8739">
                  <c:v>0</c:v>
                </c:pt>
                <c:pt idx="8740">
                  <c:v>0</c:v>
                </c:pt>
                <c:pt idx="8741">
                  <c:v>0</c:v>
                </c:pt>
                <c:pt idx="8742">
                  <c:v>0</c:v>
                </c:pt>
                <c:pt idx="8743">
                  <c:v>0</c:v>
                </c:pt>
                <c:pt idx="8744">
                  <c:v>252.309</c:v>
                </c:pt>
                <c:pt idx="8745">
                  <c:v>252.309</c:v>
                </c:pt>
                <c:pt idx="8746">
                  <c:v>252.309</c:v>
                </c:pt>
                <c:pt idx="8747">
                  <c:v>252.309</c:v>
                </c:pt>
                <c:pt idx="8748">
                  <c:v>252.309</c:v>
                </c:pt>
                <c:pt idx="8749">
                  <c:v>252.309</c:v>
                </c:pt>
                <c:pt idx="8750">
                  <c:v>252.309</c:v>
                </c:pt>
                <c:pt idx="8751">
                  <c:v>252.309</c:v>
                </c:pt>
                <c:pt idx="8752">
                  <c:v>252.309</c:v>
                </c:pt>
                <c:pt idx="8753">
                  <c:v>252.309</c:v>
                </c:pt>
                <c:pt idx="8754">
                  <c:v>252.309</c:v>
                </c:pt>
                <c:pt idx="8755">
                  <c:v>252.309</c:v>
                </c:pt>
                <c:pt idx="8756">
                  <c:v>252.309</c:v>
                </c:pt>
                <c:pt idx="8757">
                  <c:v>252.309</c:v>
                </c:pt>
                <c:pt idx="8758">
                  <c:v>0</c:v>
                </c:pt>
                <c:pt idx="8759">
                  <c:v>0</c:v>
                </c:pt>
              </c:numCache>
            </c:numRef>
          </c:yVal>
          <c:smooth val="0"/>
        </c:ser>
        <c:dLbls>
          <c:showLegendKey val="0"/>
          <c:showVal val="0"/>
          <c:showCatName val="0"/>
          <c:showSerName val="0"/>
          <c:showPercent val="0"/>
          <c:showBubbleSize val="0"/>
        </c:dLbls>
        <c:axId val="195785344"/>
        <c:axId val="195785736"/>
      </c:scatterChart>
      <c:valAx>
        <c:axId val="195785344"/>
        <c:scaling>
          <c:orientation val="minMax"/>
        </c:scaling>
        <c:delete val="0"/>
        <c:axPos val="b"/>
        <c:numFmt formatCode="General" sourceLinked="1"/>
        <c:majorTickMark val="out"/>
        <c:minorTickMark val="none"/>
        <c:tickLblPos val="nextTo"/>
        <c:txPr>
          <a:bodyPr/>
          <a:lstStyle/>
          <a:p>
            <a:pPr>
              <a:defRPr sz="800"/>
            </a:pPr>
            <a:endParaRPr lang="en-US"/>
          </a:p>
        </c:txPr>
        <c:crossAx val="195785736"/>
        <c:crosses val="autoZero"/>
        <c:crossBetween val="midCat"/>
      </c:valAx>
      <c:valAx>
        <c:axId val="195785736"/>
        <c:scaling>
          <c:orientation val="minMax"/>
        </c:scaling>
        <c:delete val="0"/>
        <c:axPos val="l"/>
        <c:majorGridlines/>
        <c:numFmt formatCode="General" sourceLinked="1"/>
        <c:majorTickMark val="out"/>
        <c:minorTickMark val="none"/>
        <c:tickLblPos val="nextTo"/>
        <c:txPr>
          <a:bodyPr/>
          <a:lstStyle/>
          <a:p>
            <a:pPr>
              <a:defRPr sz="800"/>
            </a:pPr>
            <a:endParaRPr lang="en-US"/>
          </a:p>
        </c:txPr>
        <c:crossAx val="195785344"/>
        <c:crosses val="autoZero"/>
        <c:crossBetween val="midCat"/>
      </c:valAx>
    </c:plotArea>
    <c:legend>
      <c:legendPos val="r"/>
      <c:layout>
        <c:manualLayout>
          <c:xMode val="edge"/>
          <c:yMode val="edge"/>
          <c:x val="0.70019488188976375"/>
          <c:y val="0.36221638961796443"/>
          <c:w val="0.28313845144356953"/>
          <c:h val="0.41896981627296587"/>
        </c:manualLayout>
      </c:layout>
      <c:overlay val="0"/>
      <c:txPr>
        <a:bodyPr/>
        <a:lstStyle/>
        <a:p>
          <a:pPr>
            <a:defRPr sz="800"/>
          </a:pPr>
          <a:endParaRPr lang="en-US"/>
        </a:p>
      </c:txPr>
    </c:legend>
    <c:plotVisOnly val="0"/>
    <c:dispBlanksAs val="gap"/>
    <c:showDLblsOverMax val="0"/>
  </c:chart>
  <c:externalData r:id="rId1">
    <c:autoUpdate val="0"/>
  </c:externalData>
</c:chartSpace>
</file>

<file path=word/theme/theme1.xml><?xml version="1.0" encoding="utf-8"?>
<a:theme xmlns:a="http://schemas.openxmlformats.org/drawingml/2006/main" name="PECI">
  <a:themeElements>
    <a:clrScheme name="PECI">
      <a:dk1>
        <a:srgbClr val="333333"/>
      </a:dk1>
      <a:lt1>
        <a:sysClr val="window" lastClr="FFFFFF"/>
      </a:lt1>
      <a:dk2>
        <a:srgbClr val="848484"/>
      </a:dk2>
      <a:lt2>
        <a:srgbClr val="EDE7DE"/>
      </a:lt2>
      <a:accent1>
        <a:srgbClr val="A4A510"/>
      </a:accent1>
      <a:accent2>
        <a:srgbClr val="DADB9F"/>
      </a:accent2>
      <a:accent3>
        <a:srgbClr val="B9E0F7"/>
      </a:accent3>
      <a:accent4>
        <a:srgbClr val="EBE729"/>
      </a:accent4>
      <a:accent5>
        <a:srgbClr val="00677B"/>
      </a:accent5>
      <a:accent6>
        <a:srgbClr val="262626"/>
      </a:accent6>
      <a:hlink>
        <a:srgbClr val="EE3424"/>
      </a:hlink>
      <a:folHlink>
        <a:srgbClr val="130C18"/>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10FB9-AEB6-4860-AC7A-E7E2DB4BD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PECI Master Document Template-1.dotx</Template>
  <TotalTime>0</TotalTime>
  <Pages>1</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PECI</Company>
  <LinksUpToDate>false</LinksUpToDate>
  <CharactersWithSpaces>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Falletta</dc:creator>
  <cp:lastModifiedBy>Scott Mitchell</cp:lastModifiedBy>
  <cp:revision>1</cp:revision>
  <cp:lastPrinted>2013-08-06T15:27:00Z</cp:lastPrinted>
  <dcterms:created xsi:type="dcterms:W3CDTF">2016-12-30T21:38:00Z</dcterms:created>
  <dcterms:modified xsi:type="dcterms:W3CDTF">2016-12-30T21:38:00Z</dcterms:modified>
</cp:coreProperties>
</file>